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43" w:rsidRDefault="00B24567" w:rsidP="00F35243">
      <w:pPr>
        <w:pStyle w:val="rfdCenter"/>
      </w:pPr>
      <w:r>
        <w:rPr>
          <w:rFonts w:hint="cs"/>
          <w:noProof/>
        </w:rPr>
        <w:drawing>
          <wp:inline distT="0" distB="0" distL="0" distR="0">
            <wp:extent cx="4676775" cy="7400925"/>
            <wp:effectExtent l="0" t="0" r="9525" b="9525"/>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rsidR="008E13F6" w:rsidRDefault="008E13F6" w:rsidP="00BA4473">
      <w:pPr>
        <w:pStyle w:val="rfdCenterBold1"/>
        <w:rPr>
          <w:rtl/>
        </w:rPr>
        <w:sectPr w:rsidR="008E13F6" w:rsidSect="00BD4E7A">
          <w:type w:val="nextColumn"/>
          <w:pgSz w:w="11907" w:h="16840" w:code="9"/>
          <w:pgMar w:top="1701" w:right="2268" w:bottom="1701" w:left="2268" w:header="720" w:footer="720" w:gutter="0"/>
          <w:cols w:space="720"/>
          <w:titlePg/>
          <w:bidi/>
          <w:rtlGutter/>
          <w:docGrid w:linePitch="360"/>
        </w:sectPr>
      </w:pPr>
    </w:p>
    <w:p w:rsidR="00BA4473" w:rsidRDefault="00F35243" w:rsidP="00BA4473">
      <w:pPr>
        <w:pStyle w:val="rfdCenterBold1"/>
        <w:rPr>
          <w:rtl/>
        </w:rPr>
      </w:pPr>
      <w:r>
        <w:rPr>
          <w:rtl/>
        </w:rPr>
        <w:lastRenderedPageBreak/>
        <w:br w:type="page"/>
      </w:r>
      <w:r w:rsidR="00BA4473">
        <w:rPr>
          <w:rtl/>
        </w:rPr>
        <w:lastRenderedPageBreak/>
        <w:t>بسم الله الرحمن الرحيم</w:t>
      </w:r>
    </w:p>
    <w:p w:rsidR="00216F38" w:rsidRDefault="00BA4473" w:rsidP="00AD2668">
      <w:pPr>
        <w:rPr>
          <w:rtl/>
        </w:rPr>
      </w:pPr>
      <w:r>
        <w:rPr>
          <w:rtl/>
        </w:rPr>
        <w:t xml:space="preserve">الحمد لله وصلى الله على سيدنا محمد وآله وسلم ( وبعد ) فهذه سيرة جدنا </w:t>
      </w:r>
      <w:r w:rsidR="00AD2668">
        <w:rPr>
          <w:rFonts w:hint="cs"/>
          <w:rtl/>
        </w:rPr>
        <w:t>ا</w:t>
      </w:r>
      <w:r>
        <w:rPr>
          <w:rtl/>
        </w:rPr>
        <w:t xml:space="preserve">بي الحسين زيد الشهيد بن علي بن الحسين بن علي ابن </w:t>
      </w:r>
      <w:r w:rsidR="00AD2668">
        <w:rPr>
          <w:rFonts w:hint="cs"/>
          <w:rtl/>
        </w:rPr>
        <w:t>ا</w:t>
      </w:r>
      <w:r>
        <w:rPr>
          <w:rtl/>
        </w:rPr>
        <w:t xml:space="preserve">بي طالب </w:t>
      </w:r>
      <w:r w:rsidR="00424C96" w:rsidRPr="00A50A68">
        <w:rPr>
          <w:rStyle w:val="rfdAlaem"/>
          <w:rFonts w:hint="cs"/>
          <w:rtl/>
        </w:rPr>
        <w:t>:</w:t>
      </w:r>
      <w:r>
        <w:rPr>
          <w:rtl/>
        </w:rPr>
        <w:t xml:space="preserve"> من ذكر مولده ووفاته و</w:t>
      </w:r>
      <w:r w:rsidR="00AD2668">
        <w:rPr>
          <w:rFonts w:hint="cs"/>
          <w:rtl/>
        </w:rPr>
        <w:t>ا</w:t>
      </w:r>
      <w:r>
        <w:rPr>
          <w:rtl/>
        </w:rPr>
        <w:t xml:space="preserve">مه وسبب تسميته بزيد وصفته ونقش خاتمه واقوال العلماء فيه وما ورد في حقه من الاخبار وعبادته وقراءته وبراءته من دعوى الامامة وبعض النصوص الواردة عنه بامامة الاثني عشر ومفاخرته مع هشام ابن عبد الملك وتهالكه في الاصلاح بين الامة وهل كان بفتي وما نسب اليه في التلقيب بالرافضة وحديث سد الابواب وحديث المعراج وقوله في البترية ودلالته على قبر </w:t>
      </w:r>
      <w:r w:rsidR="00AD2668">
        <w:rPr>
          <w:rFonts w:hint="cs"/>
          <w:rtl/>
        </w:rPr>
        <w:t>ا</w:t>
      </w:r>
      <w:r>
        <w:rPr>
          <w:rtl/>
        </w:rPr>
        <w:t xml:space="preserve">مير المؤمنين وسبب خروجه واخبار السجاد والباقر بقتله قبل وقوعه وخروجه ومقتله وذكر جماعة ممن تابعه من </w:t>
      </w:r>
      <w:r w:rsidR="00AD2668">
        <w:rPr>
          <w:rFonts w:hint="cs"/>
          <w:rtl/>
        </w:rPr>
        <w:t>ا</w:t>
      </w:r>
      <w:r>
        <w:rPr>
          <w:rtl/>
        </w:rPr>
        <w:t>هل العلم والفضل ومن روى عنهم ورووا عنه من الشعر ومراثيه واولاده وغير ذلك مما يرتبط بسيرته والله المسؤول ان يعصمنا من خطأ اللسان وخطل الجنان وهو حسبنا ونعم الوكيل.</w:t>
      </w:r>
    </w:p>
    <w:p w:rsidR="008E13F6" w:rsidRDefault="008E13F6" w:rsidP="00424C96">
      <w:pPr>
        <w:rPr>
          <w:rStyle w:val="rfdBold2"/>
          <w:rtl/>
        </w:rPr>
        <w:sectPr w:rsidR="008E13F6" w:rsidSect="008E13F6">
          <w:type w:val="continuous"/>
          <w:pgSz w:w="11907" w:h="16840" w:code="9"/>
          <w:pgMar w:top="1701" w:right="2268" w:bottom="1701" w:left="2268" w:header="720" w:footer="720" w:gutter="0"/>
          <w:cols w:space="720"/>
          <w:titlePg/>
          <w:bidi/>
          <w:rtlGutter/>
          <w:docGrid w:linePitch="360"/>
        </w:sectPr>
      </w:pPr>
    </w:p>
    <w:p w:rsidR="00BA4473" w:rsidRPr="00260761" w:rsidRDefault="00163B5B" w:rsidP="00260761">
      <w:pPr>
        <w:pStyle w:val="Heading1"/>
        <w:rPr>
          <w:rtl/>
        </w:rPr>
      </w:pPr>
      <w:r>
        <w:rPr>
          <w:rStyle w:val="rfdBold2"/>
          <w:rtl/>
        </w:rPr>
        <w:lastRenderedPageBreak/>
        <w:br w:type="page"/>
      </w:r>
      <w:r w:rsidR="00BA4473" w:rsidRPr="00260761">
        <w:rPr>
          <w:rtl/>
        </w:rPr>
        <w:lastRenderedPageBreak/>
        <w:t>6791</w:t>
      </w:r>
      <w:r w:rsidR="00BA4473" w:rsidRPr="00260761">
        <w:rPr>
          <w:rFonts w:hint="cs"/>
          <w:rtl/>
        </w:rPr>
        <w:t xml:space="preserve"> </w:t>
      </w:r>
      <w:r w:rsidR="00BA4473" w:rsidRPr="00260761">
        <w:rPr>
          <w:rtl/>
        </w:rPr>
        <w:t xml:space="preserve">( ابو الحسين زيد الشهيد ابن علي بن الحسين ابن علي بن أبي طالب </w:t>
      </w:r>
      <w:r w:rsidR="00424C96" w:rsidRPr="00260761">
        <w:rPr>
          <w:rFonts w:hint="cs"/>
          <w:rtl/>
        </w:rPr>
        <w:t>:</w:t>
      </w:r>
      <w:r w:rsidR="00BA4473" w:rsidRPr="00260761">
        <w:rPr>
          <w:rtl/>
        </w:rPr>
        <w:t xml:space="preserve"> ).</w:t>
      </w:r>
    </w:p>
    <w:p w:rsidR="00BA4473" w:rsidRDefault="00BA4473" w:rsidP="000E13D6">
      <w:pPr>
        <w:rPr>
          <w:rtl/>
        </w:rPr>
      </w:pPr>
      <w:r>
        <w:rPr>
          <w:rtl/>
        </w:rPr>
        <w:t xml:space="preserve">ولد سنة 57 كما عن </w:t>
      </w:r>
      <w:r w:rsidR="002A144B">
        <w:rPr>
          <w:rFonts w:hint="cs"/>
          <w:rtl/>
        </w:rPr>
        <w:t>ا</w:t>
      </w:r>
      <w:r>
        <w:rPr>
          <w:rtl/>
        </w:rPr>
        <w:t xml:space="preserve">خطب خوارزم </w:t>
      </w:r>
      <w:r w:rsidR="002A144B">
        <w:rPr>
          <w:rFonts w:hint="cs"/>
          <w:rtl/>
        </w:rPr>
        <w:t>ا</w:t>
      </w:r>
      <w:r>
        <w:rPr>
          <w:rtl/>
        </w:rPr>
        <w:t xml:space="preserve">و 78 كما عن رواية </w:t>
      </w:r>
      <w:r w:rsidR="002A144B">
        <w:rPr>
          <w:rFonts w:hint="cs"/>
          <w:rtl/>
        </w:rPr>
        <w:t>ا</w:t>
      </w:r>
      <w:r>
        <w:rPr>
          <w:rtl/>
        </w:rPr>
        <w:t>بي داود واستشهد يوم الاثنين يوم وفي رواية المقاتل يوم الجمعة لليلتين خلتا من صفر سنة 120 وله 42 سنة كما في الارشاد والمحكي عن مصعب الزبيري والزبير بن بكار او 121 كما عن الواقدي ورواي</w:t>
      </w:r>
      <w:r w:rsidR="002A144B">
        <w:rPr>
          <w:rFonts w:hint="cs"/>
          <w:rtl/>
        </w:rPr>
        <w:t>ة</w:t>
      </w:r>
      <w:r>
        <w:rPr>
          <w:rtl/>
        </w:rPr>
        <w:t xml:space="preserve"> المقاتل وكما في الرياض وفي عمدة الطالب روي انه قتل في النصف من صفر سنة 121 وفيه عن ابن خرداد </w:t>
      </w:r>
      <w:r w:rsidR="00AD2668">
        <w:rPr>
          <w:rFonts w:hint="cs"/>
          <w:rtl/>
        </w:rPr>
        <w:t>ا</w:t>
      </w:r>
      <w:r>
        <w:rPr>
          <w:rtl/>
        </w:rPr>
        <w:t>نه قتل وهو ابن 48 سنة وعن محمد ابن اسح</w:t>
      </w:r>
      <w:r w:rsidR="00AD2668">
        <w:rPr>
          <w:rFonts w:hint="cs"/>
          <w:rtl/>
        </w:rPr>
        <w:t>ا</w:t>
      </w:r>
      <w:r>
        <w:rPr>
          <w:rtl/>
        </w:rPr>
        <w:t xml:space="preserve">ق بن موسى </w:t>
      </w:r>
      <w:r w:rsidR="002A144B">
        <w:rPr>
          <w:rFonts w:hint="cs"/>
          <w:rtl/>
        </w:rPr>
        <w:t>ا</w:t>
      </w:r>
      <w:r>
        <w:rPr>
          <w:rtl/>
        </w:rPr>
        <w:t>نه قتل على رأس 120 سنة وشهر و15 يوما</w:t>
      </w:r>
      <w:r w:rsidR="001073FB">
        <w:rPr>
          <w:rFonts w:hint="cs"/>
          <w:rtl/>
        </w:rPr>
        <w:t>ً</w:t>
      </w:r>
      <w:r>
        <w:rPr>
          <w:rtl/>
        </w:rPr>
        <w:t xml:space="preserve"> وقال ابن الاثير قتل سنة 121 وقيل سنة 122 ( </w:t>
      </w:r>
      <w:r w:rsidR="000E13D6">
        <w:rPr>
          <w:rFonts w:hint="cs"/>
          <w:rtl/>
        </w:rPr>
        <w:t>ا</w:t>
      </w:r>
      <w:r>
        <w:rPr>
          <w:rtl/>
        </w:rPr>
        <w:t xml:space="preserve">قول ) وكلها لا تنطبق على </w:t>
      </w:r>
      <w:r w:rsidR="002A144B">
        <w:rPr>
          <w:rFonts w:hint="cs"/>
          <w:rtl/>
        </w:rPr>
        <w:t>ا</w:t>
      </w:r>
      <w:r>
        <w:rPr>
          <w:rtl/>
        </w:rPr>
        <w:t xml:space="preserve">ن يكون عمره 42 </w:t>
      </w:r>
      <w:r w:rsidR="000E13D6">
        <w:rPr>
          <w:rFonts w:hint="cs"/>
          <w:rtl/>
        </w:rPr>
        <w:t>ا</w:t>
      </w:r>
      <w:r>
        <w:rPr>
          <w:rtl/>
        </w:rPr>
        <w:t xml:space="preserve">و 48 بل 44 </w:t>
      </w:r>
      <w:r w:rsidR="000E13D6">
        <w:rPr>
          <w:rFonts w:hint="cs"/>
          <w:rtl/>
        </w:rPr>
        <w:t>ا</w:t>
      </w:r>
      <w:r>
        <w:rPr>
          <w:rtl/>
        </w:rPr>
        <w:t xml:space="preserve">و 45 </w:t>
      </w:r>
      <w:r w:rsidR="000E13D6">
        <w:rPr>
          <w:rFonts w:hint="cs"/>
          <w:rtl/>
        </w:rPr>
        <w:t>ا</w:t>
      </w:r>
      <w:r>
        <w:rPr>
          <w:rtl/>
        </w:rPr>
        <w:t xml:space="preserve">و 46 </w:t>
      </w:r>
      <w:r w:rsidR="000E13D6">
        <w:rPr>
          <w:rFonts w:hint="cs"/>
          <w:rtl/>
        </w:rPr>
        <w:t>ا</w:t>
      </w:r>
      <w:r>
        <w:rPr>
          <w:rtl/>
        </w:rPr>
        <w:t xml:space="preserve">و 47 </w:t>
      </w:r>
      <w:r w:rsidR="000E13D6">
        <w:rPr>
          <w:rFonts w:hint="cs"/>
          <w:rtl/>
        </w:rPr>
        <w:t>ا</w:t>
      </w:r>
      <w:r>
        <w:rPr>
          <w:rtl/>
        </w:rPr>
        <w:t>لا القول ب</w:t>
      </w:r>
      <w:r w:rsidR="000E13D6">
        <w:rPr>
          <w:rFonts w:hint="cs"/>
          <w:rtl/>
        </w:rPr>
        <w:t>ا</w:t>
      </w:r>
      <w:r>
        <w:rPr>
          <w:rtl/>
        </w:rPr>
        <w:t>نه ولد سنة 78 واستشهد سنة 120 فيكون عمره 42.</w:t>
      </w:r>
    </w:p>
    <w:p w:rsidR="00BA4473" w:rsidRDefault="00BA4473" w:rsidP="000E13D6">
      <w:pPr>
        <w:pStyle w:val="Heading1Center"/>
        <w:rPr>
          <w:rtl/>
        </w:rPr>
      </w:pPr>
      <w:bookmarkStart w:id="0" w:name="_Toc256850554"/>
      <w:bookmarkStart w:id="1" w:name="_Toc256854618"/>
      <w:bookmarkStart w:id="2" w:name="_Toc292190054"/>
      <w:bookmarkStart w:id="3" w:name="_Toc292204999"/>
      <w:r w:rsidRPr="00E70D6B">
        <w:rPr>
          <w:rtl/>
        </w:rPr>
        <w:t xml:space="preserve">( </w:t>
      </w:r>
      <w:r w:rsidR="000E13D6">
        <w:rPr>
          <w:rFonts w:hint="cs"/>
          <w:rtl/>
        </w:rPr>
        <w:t>ا</w:t>
      </w:r>
      <w:r w:rsidRPr="00E70D6B">
        <w:rPr>
          <w:rtl/>
        </w:rPr>
        <w:t>مه</w:t>
      </w:r>
      <w:r>
        <w:rPr>
          <w:rtl/>
        </w:rPr>
        <w:t xml:space="preserve"> )</w:t>
      </w:r>
      <w:bookmarkEnd w:id="0"/>
      <w:bookmarkEnd w:id="1"/>
      <w:bookmarkEnd w:id="2"/>
      <w:bookmarkEnd w:id="3"/>
    </w:p>
    <w:p w:rsidR="00BA4473" w:rsidRDefault="002A144B" w:rsidP="000E13D6">
      <w:pPr>
        <w:rPr>
          <w:rtl/>
        </w:rPr>
      </w:pPr>
      <w:r>
        <w:rPr>
          <w:rFonts w:hint="cs"/>
          <w:rtl/>
        </w:rPr>
        <w:t>ا</w:t>
      </w:r>
      <w:r w:rsidR="00BA4473">
        <w:rPr>
          <w:rtl/>
        </w:rPr>
        <w:t xml:space="preserve">م ولد اسمها حورية أو حوراء اشتراها المختار بن أبي عبيدة الثقفي واهداها الى علي بن الحسين </w:t>
      </w:r>
      <w:r w:rsidR="00FF2CA0">
        <w:rPr>
          <w:rStyle w:val="rfdAlaem"/>
          <w:rFonts w:hint="cs"/>
          <w:rtl/>
        </w:rPr>
        <w:t>عليهما‌السلام</w:t>
      </w:r>
      <w:r w:rsidR="00BA4473">
        <w:rPr>
          <w:rtl/>
        </w:rPr>
        <w:t xml:space="preserve"> في مقاتل الطالبين </w:t>
      </w:r>
      <w:r>
        <w:rPr>
          <w:rFonts w:hint="cs"/>
          <w:rtl/>
        </w:rPr>
        <w:t xml:space="preserve">: </w:t>
      </w:r>
      <w:r w:rsidR="00BA4473">
        <w:rPr>
          <w:rtl/>
        </w:rPr>
        <w:t>فولدت له زيدا</w:t>
      </w:r>
      <w:r w:rsidR="001073FB">
        <w:rPr>
          <w:rFonts w:hint="cs"/>
          <w:rtl/>
        </w:rPr>
        <w:t>ً</w:t>
      </w:r>
      <w:r w:rsidR="00BA4473">
        <w:rPr>
          <w:rtl/>
        </w:rPr>
        <w:t xml:space="preserve"> وعمر وعليا</w:t>
      </w:r>
      <w:r w:rsidR="001073FB">
        <w:rPr>
          <w:rFonts w:hint="cs"/>
          <w:rtl/>
        </w:rPr>
        <w:t>ً</w:t>
      </w:r>
      <w:r w:rsidR="00BA4473">
        <w:rPr>
          <w:rtl/>
        </w:rPr>
        <w:t xml:space="preserve"> وخديجة ثم روى بسنده عن زياد ابن المنذر ان المختار بن </w:t>
      </w:r>
      <w:r w:rsidR="000E13D6">
        <w:rPr>
          <w:rFonts w:hint="cs"/>
          <w:rtl/>
        </w:rPr>
        <w:t>ا</w:t>
      </w:r>
      <w:r w:rsidR="00BA4473">
        <w:rPr>
          <w:rtl/>
        </w:rPr>
        <w:t>بي عبيدة اشترى جارية بثلاثين الفا</w:t>
      </w:r>
      <w:r w:rsidR="001073FB">
        <w:rPr>
          <w:rFonts w:hint="cs"/>
          <w:rtl/>
        </w:rPr>
        <w:t>ً</w:t>
      </w:r>
      <w:r w:rsidR="00BA4473">
        <w:rPr>
          <w:rtl/>
        </w:rPr>
        <w:t xml:space="preserve"> فقال لها </w:t>
      </w:r>
      <w:r>
        <w:rPr>
          <w:rFonts w:hint="cs"/>
          <w:rtl/>
        </w:rPr>
        <w:t>ا</w:t>
      </w:r>
      <w:r w:rsidR="00BA4473">
        <w:rPr>
          <w:rtl/>
        </w:rPr>
        <w:t>دبري ف</w:t>
      </w:r>
      <w:r>
        <w:rPr>
          <w:rFonts w:hint="cs"/>
          <w:rtl/>
        </w:rPr>
        <w:t>ا</w:t>
      </w:r>
      <w:r w:rsidR="00BA4473">
        <w:rPr>
          <w:rtl/>
        </w:rPr>
        <w:t>دبرت ثم قال لها اقبلي ف</w:t>
      </w:r>
      <w:r>
        <w:rPr>
          <w:rFonts w:hint="cs"/>
          <w:rtl/>
        </w:rPr>
        <w:t>ا</w:t>
      </w:r>
      <w:r w:rsidR="00BA4473">
        <w:rPr>
          <w:rtl/>
        </w:rPr>
        <w:t xml:space="preserve">قبلت ثم قال ما </w:t>
      </w:r>
      <w:r>
        <w:rPr>
          <w:rFonts w:hint="cs"/>
          <w:rtl/>
        </w:rPr>
        <w:t>ا</w:t>
      </w:r>
      <w:r w:rsidR="00BA4473">
        <w:rPr>
          <w:rtl/>
        </w:rPr>
        <w:t xml:space="preserve">رى </w:t>
      </w:r>
      <w:r>
        <w:rPr>
          <w:rFonts w:hint="cs"/>
          <w:rtl/>
        </w:rPr>
        <w:t>ا</w:t>
      </w:r>
      <w:r w:rsidR="00BA4473">
        <w:rPr>
          <w:rtl/>
        </w:rPr>
        <w:t>حدا</w:t>
      </w:r>
      <w:r w:rsidR="001073FB">
        <w:rPr>
          <w:rFonts w:hint="cs"/>
          <w:rtl/>
        </w:rPr>
        <w:t>ً</w:t>
      </w:r>
      <w:r w:rsidR="00BA4473">
        <w:rPr>
          <w:rtl/>
        </w:rPr>
        <w:t xml:space="preserve"> </w:t>
      </w:r>
      <w:r>
        <w:rPr>
          <w:rFonts w:hint="cs"/>
          <w:rtl/>
        </w:rPr>
        <w:t>ا</w:t>
      </w:r>
      <w:r>
        <w:rPr>
          <w:rtl/>
        </w:rPr>
        <w:t>حق بها</w:t>
      </w:r>
    </w:p>
    <w:p w:rsidR="00B16E8C" w:rsidRDefault="00B16E8C" w:rsidP="000E13D6">
      <w:pPr>
        <w:pStyle w:val="rfdNormal0"/>
        <w:rPr>
          <w:rtl/>
        </w:rPr>
        <w:sectPr w:rsidR="00B16E8C" w:rsidSect="008E13F6">
          <w:headerReference w:type="even" r:id="rId9"/>
          <w:headerReference w:type="default" r:id="rId10"/>
          <w:type w:val="continuous"/>
          <w:pgSz w:w="11907" w:h="16840" w:code="9"/>
          <w:pgMar w:top="1701" w:right="2268" w:bottom="1701" w:left="2268" w:header="720" w:footer="720" w:gutter="0"/>
          <w:cols w:space="720"/>
          <w:titlePg/>
          <w:bidi/>
          <w:rtlGutter/>
          <w:docGrid w:linePitch="360"/>
        </w:sectPr>
      </w:pPr>
    </w:p>
    <w:p w:rsidR="00BA4473" w:rsidRDefault="00BA4473" w:rsidP="000E13D6">
      <w:pPr>
        <w:pStyle w:val="rfdNormal0"/>
        <w:rPr>
          <w:rtl/>
        </w:rPr>
      </w:pPr>
      <w:r w:rsidRPr="002A144B">
        <w:rPr>
          <w:rtl/>
        </w:rPr>
        <w:lastRenderedPageBreak/>
        <w:br w:type="page"/>
      </w:r>
      <w:r>
        <w:rPr>
          <w:rtl/>
        </w:rPr>
        <w:lastRenderedPageBreak/>
        <w:t xml:space="preserve">من علي بن الحسين </w:t>
      </w:r>
      <w:r w:rsidR="00FF2CA0">
        <w:rPr>
          <w:rStyle w:val="rfdAlaem"/>
          <w:rFonts w:hint="cs"/>
          <w:rtl/>
        </w:rPr>
        <w:t>عليه‌السلام</w:t>
      </w:r>
      <w:r>
        <w:rPr>
          <w:rtl/>
        </w:rPr>
        <w:t xml:space="preserve"> فب</w:t>
      </w:r>
      <w:r w:rsidR="002844FC">
        <w:rPr>
          <w:rFonts w:hint="cs"/>
          <w:rtl/>
        </w:rPr>
        <w:t>م</w:t>
      </w:r>
      <w:r>
        <w:rPr>
          <w:rtl/>
        </w:rPr>
        <w:t xml:space="preserve">ث بها اليه وهي </w:t>
      </w:r>
      <w:r w:rsidR="00D76F6A">
        <w:rPr>
          <w:rFonts w:hint="cs"/>
          <w:rtl/>
        </w:rPr>
        <w:t>ا</w:t>
      </w:r>
      <w:r>
        <w:rPr>
          <w:rtl/>
        </w:rPr>
        <w:t xml:space="preserve">م زيد بن علي </w:t>
      </w:r>
      <w:r w:rsidR="00FF2CA0">
        <w:rPr>
          <w:rStyle w:val="rfdAlaem"/>
          <w:rFonts w:hint="cs"/>
          <w:rtl/>
        </w:rPr>
        <w:t>عليه‌السلام</w:t>
      </w:r>
      <w:r>
        <w:rPr>
          <w:rtl/>
        </w:rPr>
        <w:t xml:space="preserve"> ويأتي </w:t>
      </w:r>
      <w:r w:rsidR="00D76F6A">
        <w:rPr>
          <w:rFonts w:hint="cs"/>
          <w:rtl/>
        </w:rPr>
        <w:t>ا</w:t>
      </w:r>
      <w:r>
        <w:rPr>
          <w:rtl/>
        </w:rPr>
        <w:t>ن هشام بن عبد</w:t>
      </w:r>
      <w:r w:rsidR="00D76F6A">
        <w:rPr>
          <w:rFonts w:hint="cs"/>
          <w:rtl/>
        </w:rPr>
        <w:t xml:space="preserve"> </w:t>
      </w:r>
      <w:r>
        <w:rPr>
          <w:rtl/>
        </w:rPr>
        <w:t>الملك عيره ب</w:t>
      </w:r>
      <w:r w:rsidR="00D76F6A">
        <w:rPr>
          <w:rFonts w:hint="cs"/>
          <w:rtl/>
        </w:rPr>
        <w:t>ا</w:t>
      </w:r>
      <w:r>
        <w:rPr>
          <w:rtl/>
        </w:rPr>
        <w:t>نه ابن امة ف</w:t>
      </w:r>
      <w:r w:rsidR="000E13D6">
        <w:rPr>
          <w:rFonts w:hint="cs"/>
          <w:rtl/>
        </w:rPr>
        <w:t>ا</w:t>
      </w:r>
      <w:r>
        <w:rPr>
          <w:rtl/>
        </w:rPr>
        <w:t xml:space="preserve">جابه </w:t>
      </w:r>
      <w:r w:rsidR="00D76F6A">
        <w:rPr>
          <w:rFonts w:hint="cs"/>
          <w:rtl/>
        </w:rPr>
        <w:t>ا</w:t>
      </w:r>
      <w:r>
        <w:rPr>
          <w:rtl/>
        </w:rPr>
        <w:t xml:space="preserve">ن اسماعيل ابن </w:t>
      </w:r>
      <w:r w:rsidR="00D76F6A">
        <w:rPr>
          <w:rFonts w:hint="cs"/>
          <w:rtl/>
        </w:rPr>
        <w:t>ا</w:t>
      </w:r>
      <w:r>
        <w:rPr>
          <w:rtl/>
        </w:rPr>
        <w:t>مة وكان نبيا</w:t>
      </w:r>
      <w:r w:rsidR="001073FB">
        <w:rPr>
          <w:rFonts w:hint="cs"/>
          <w:rtl/>
        </w:rPr>
        <w:t>ً</w:t>
      </w:r>
      <w:r>
        <w:rPr>
          <w:rtl/>
        </w:rPr>
        <w:t xml:space="preserve"> مرسلا ورج من صلبه سيد ولد آدم واسحق كان ابن حرة كان من </w:t>
      </w:r>
      <w:r w:rsidR="00D76F6A">
        <w:rPr>
          <w:rFonts w:hint="cs"/>
          <w:rtl/>
        </w:rPr>
        <w:t>و</w:t>
      </w:r>
      <w:r>
        <w:rPr>
          <w:rtl/>
        </w:rPr>
        <w:t>لده القردة والخنازير و</w:t>
      </w:r>
      <w:r w:rsidR="00D76F6A">
        <w:rPr>
          <w:rFonts w:hint="cs"/>
          <w:rtl/>
        </w:rPr>
        <w:t>ا</w:t>
      </w:r>
      <w:r>
        <w:rPr>
          <w:rtl/>
        </w:rPr>
        <w:t xml:space="preserve">نه لا يقصر برجل جده رسول الله (ص) </w:t>
      </w:r>
      <w:r w:rsidR="000E13D6">
        <w:rPr>
          <w:rFonts w:hint="cs"/>
          <w:rtl/>
        </w:rPr>
        <w:t>ا</w:t>
      </w:r>
      <w:r>
        <w:rPr>
          <w:rtl/>
        </w:rPr>
        <w:t xml:space="preserve">ن يكون ابن </w:t>
      </w:r>
      <w:r w:rsidR="007133F4">
        <w:rPr>
          <w:rFonts w:hint="cs"/>
          <w:rtl/>
        </w:rPr>
        <w:t>ا</w:t>
      </w:r>
      <w:r>
        <w:rPr>
          <w:rtl/>
        </w:rPr>
        <w:t>مة.</w:t>
      </w:r>
    </w:p>
    <w:p w:rsidR="00BA4473" w:rsidRPr="001D20D3" w:rsidRDefault="00BA4473" w:rsidP="003C31F5">
      <w:pPr>
        <w:pStyle w:val="Heading1Center"/>
        <w:rPr>
          <w:rtl/>
        </w:rPr>
      </w:pPr>
      <w:bookmarkStart w:id="4" w:name="_Toc256850555"/>
      <w:bookmarkStart w:id="5" w:name="_Toc256854619"/>
      <w:bookmarkStart w:id="6" w:name="_Toc292190055"/>
      <w:bookmarkStart w:id="7" w:name="_Toc292205000"/>
      <w:r w:rsidRPr="001D20D3">
        <w:rPr>
          <w:rtl/>
        </w:rPr>
        <w:t>( سبب تسميته بهذا الاسم )</w:t>
      </w:r>
      <w:bookmarkEnd w:id="4"/>
      <w:bookmarkEnd w:id="5"/>
      <w:bookmarkEnd w:id="6"/>
      <w:bookmarkEnd w:id="7"/>
    </w:p>
    <w:p w:rsidR="00BA4473" w:rsidRDefault="00BA4473" w:rsidP="000E13D6">
      <w:pPr>
        <w:rPr>
          <w:rtl/>
        </w:rPr>
      </w:pPr>
      <w:r>
        <w:rPr>
          <w:rtl/>
        </w:rPr>
        <w:t xml:space="preserve">عن فرحة النمري عن </w:t>
      </w:r>
      <w:r w:rsidR="000E13D6">
        <w:rPr>
          <w:rFonts w:hint="cs"/>
          <w:rtl/>
        </w:rPr>
        <w:t>ا</w:t>
      </w:r>
      <w:r>
        <w:rPr>
          <w:rtl/>
        </w:rPr>
        <w:t xml:space="preserve">بي حمزة الثمالي في حديث قال لي علي ابن الحسين </w:t>
      </w:r>
      <w:r w:rsidR="00FF2CA0">
        <w:rPr>
          <w:rStyle w:val="rfdAlaem"/>
          <w:rFonts w:hint="cs"/>
          <w:rtl/>
        </w:rPr>
        <w:t>عليهما‌السلام</w:t>
      </w:r>
      <w:r>
        <w:rPr>
          <w:rtl/>
        </w:rPr>
        <w:t xml:space="preserve"> يا </w:t>
      </w:r>
      <w:r w:rsidR="005D2FE8">
        <w:rPr>
          <w:rFonts w:hint="cs"/>
          <w:rtl/>
        </w:rPr>
        <w:t>ا</w:t>
      </w:r>
      <w:r>
        <w:rPr>
          <w:rtl/>
        </w:rPr>
        <w:t xml:space="preserve">با حمزة الا أحدثك بحديث ابني هذا بينا </w:t>
      </w:r>
      <w:r w:rsidR="005D2FE8">
        <w:rPr>
          <w:rFonts w:hint="cs"/>
          <w:rtl/>
        </w:rPr>
        <w:t>ا</w:t>
      </w:r>
      <w:r>
        <w:rPr>
          <w:rtl/>
        </w:rPr>
        <w:t xml:space="preserve">نا ليلة ساجد وراكع </w:t>
      </w:r>
      <w:r w:rsidR="005D2FE8">
        <w:rPr>
          <w:rFonts w:hint="cs"/>
          <w:rtl/>
        </w:rPr>
        <w:t>ا</w:t>
      </w:r>
      <w:r>
        <w:rPr>
          <w:rtl/>
        </w:rPr>
        <w:t>ذ ذهب بي النوم من بعض حالاتي فرأيت كأبي في الجنة وزوج</w:t>
      </w:r>
      <w:r w:rsidR="005D2FE8">
        <w:rPr>
          <w:rFonts w:hint="cs"/>
          <w:rtl/>
        </w:rPr>
        <w:t>ن</w:t>
      </w:r>
      <w:r>
        <w:rPr>
          <w:rtl/>
        </w:rPr>
        <w:t>ي رسول الله (ص) و</w:t>
      </w:r>
      <w:r w:rsidR="000E13D6">
        <w:rPr>
          <w:rFonts w:hint="cs"/>
          <w:rtl/>
        </w:rPr>
        <w:t>ا</w:t>
      </w:r>
      <w:r>
        <w:rPr>
          <w:rtl/>
        </w:rPr>
        <w:t xml:space="preserve">مير المؤمنين وفاطمة والحسنان </w:t>
      </w:r>
      <w:r w:rsidR="00424C96" w:rsidRPr="00A50A68">
        <w:rPr>
          <w:rStyle w:val="rfdAlaem"/>
          <w:rFonts w:hint="cs"/>
          <w:rtl/>
        </w:rPr>
        <w:t>:</w:t>
      </w:r>
      <w:r>
        <w:rPr>
          <w:rtl/>
        </w:rPr>
        <w:t xml:space="preserve"> حورية من الحور العين فواقعتها واغتسلت في سدرة المنتهى فلما خرجت ناداني هاتف لي</w:t>
      </w:r>
      <w:r w:rsidR="005D2FE8">
        <w:rPr>
          <w:rFonts w:hint="cs"/>
          <w:rtl/>
        </w:rPr>
        <w:t>ه</w:t>
      </w:r>
      <w:r>
        <w:rPr>
          <w:rtl/>
        </w:rPr>
        <w:t>نئك زيد ثلاث مرات فانتبهت من نومي وتطهرت وصليت الفجر فسمعت دق الباب ففتحته ف</w:t>
      </w:r>
      <w:r w:rsidR="005D2FE8">
        <w:rPr>
          <w:rFonts w:hint="cs"/>
          <w:rtl/>
        </w:rPr>
        <w:t>ا</w:t>
      </w:r>
      <w:r>
        <w:rPr>
          <w:rtl/>
        </w:rPr>
        <w:t xml:space="preserve">ذا </w:t>
      </w:r>
      <w:r w:rsidR="005D2FE8">
        <w:rPr>
          <w:rFonts w:hint="cs"/>
          <w:rtl/>
        </w:rPr>
        <w:t>ا</w:t>
      </w:r>
      <w:r>
        <w:rPr>
          <w:rtl/>
        </w:rPr>
        <w:t>نا برجل معه جارية ملفوف كمها على يده م</w:t>
      </w:r>
      <w:r w:rsidR="005D2FE8">
        <w:rPr>
          <w:rFonts w:hint="cs"/>
          <w:rtl/>
        </w:rPr>
        <w:t>خ</w:t>
      </w:r>
      <w:r>
        <w:rPr>
          <w:rtl/>
        </w:rPr>
        <w:t xml:space="preserve">مرة بخمار فقلت ما حاجتك قال </w:t>
      </w:r>
      <w:r w:rsidR="005D2FE8">
        <w:rPr>
          <w:rFonts w:hint="cs"/>
          <w:rtl/>
        </w:rPr>
        <w:t>ا</w:t>
      </w:r>
      <w:r>
        <w:rPr>
          <w:rtl/>
        </w:rPr>
        <w:t xml:space="preserve">ريد </w:t>
      </w:r>
      <w:r w:rsidR="005D2FE8">
        <w:rPr>
          <w:rFonts w:hint="cs"/>
          <w:rtl/>
        </w:rPr>
        <w:t>ا</w:t>
      </w:r>
      <w:r>
        <w:rPr>
          <w:rtl/>
        </w:rPr>
        <w:t xml:space="preserve">ن القى علي بن الحسين قلت </w:t>
      </w:r>
      <w:r w:rsidR="005D2FE8">
        <w:rPr>
          <w:rFonts w:hint="cs"/>
          <w:rtl/>
        </w:rPr>
        <w:t>ا</w:t>
      </w:r>
      <w:r>
        <w:rPr>
          <w:rtl/>
        </w:rPr>
        <w:t>نا علي بن الحسين ق</w:t>
      </w:r>
      <w:r w:rsidR="005D2FE8">
        <w:rPr>
          <w:rFonts w:hint="cs"/>
          <w:rtl/>
        </w:rPr>
        <w:t>ال</w:t>
      </w:r>
      <w:r>
        <w:rPr>
          <w:rtl/>
        </w:rPr>
        <w:t xml:space="preserve"> </w:t>
      </w:r>
      <w:r w:rsidR="005D2FE8">
        <w:rPr>
          <w:rFonts w:hint="cs"/>
          <w:rtl/>
        </w:rPr>
        <w:t>ا</w:t>
      </w:r>
      <w:r>
        <w:rPr>
          <w:rtl/>
        </w:rPr>
        <w:t xml:space="preserve">رسلني المختار بن </w:t>
      </w:r>
      <w:r w:rsidR="000E13D6">
        <w:rPr>
          <w:rFonts w:hint="cs"/>
          <w:rtl/>
        </w:rPr>
        <w:t>ا</w:t>
      </w:r>
      <w:r>
        <w:rPr>
          <w:rtl/>
        </w:rPr>
        <w:t>بي عبيدة الثقفي وهو يقرؤك السلام وقد ابتاع هذه الجارية بستين دينارا</w:t>
      </w:r>
      <w:r w:rsidR="001073FB">
        <w:rPr>
          <w:rFonts w:hint="cs"/>
          <w:rtl/>
        </w:rPr>
        <w:t>ً</w:t>
      </w:r>
      <w:r>
        <w:rPr>
          <w:rtl/>
        </w:rPr>
        <w:t xml:space="preserve"> و</w:t>
      </w:r>
      <w:r w:rsidR="005D2FE8">
        <w:rPr>
          <w:rFonts w:hint="cs"/>
          <w:rtl/>
        </w:rPr>
        <w:t>ا</w:t>
      </w:r>
      <w:r>
        <w:rPr>
          <w:rtl/>
        </w:rPr>
        <w:t>رسلها اليك وانفذ معي ستمائة دينارا</w:t>
      </w:r>
      <w:r w:rsidR="001073FB">
        <w:rPr>
          <w:rFonts w:hint="cs"/>
          <w:rtl/>
        </w:rPr>
        <w:t>ً</w:t>
      </w:r>
      <w:r>
        <w:rPr>
          <w:rtl/>
        </w:rPr>
        <w:t xml:space="preserve"> لتصرفها في نفقتها فكتبت جوابه ثم قلت للجارية ما اسمك قالت حوراء فعلقت بهذا الغلام فاسميته زيدا</w:t>
      </w:r>
      <w:r w:rsidR="001073FB">
        <w:rPr>
          <w:rFonts w:hint="cs"/>
          <w:rtl/>
        </w:rPr>
        <w:t>ً</w:t>
      </w:r>
      <w:r>
        <w:rPr>
          <w:rtl/>
        </w:rPr>
        <w:t>.</w:t>
      </w:r>
    </w:p>
    <w:p w:rsidR="00BA4473" w:rsidRDefault="00BA4473" w:rsidP="000E13D6">
      <w:pPr>
        <w:pStyle w:val="rfdNormal0"/>
        <w:rPr>
          <w:rtl/>
        </w:rPr>
      </w:pPr>
      <w:r w:rsidRPr="005D2FE8">
        <w:rPr>
          <w:rtl/>
        </w:rPr>
        <w:br w:type="page"/>
      </w:r>
      <w:r>
        <w:rPr>
          <w:rtl/>
        </w:rPr>
        <w:lastRenderedPageBreak/>
        <w:t>وروى الصدوق في ال</w:t>
      </w:r>
      <w:r w:rsidR="000E13D6">
        <w:rPr>
          <w:rFonts w:hint="cs"/>
          <w:rtl/>
        </w:rPr>
        <w:t>ا</w:t>
      </w:r>
      <w:r>
        <w:rPr>
          <w:rtl/>
        </w:rPr>
        <w:t xml:space="preserve">مالي في الحديث 12 من المجلس 54 بسنده عن </w:t>
      </w:r>
      <w:r w:rsidR="000E13D6">
        <w:rPr>
          <w:rFonts w:hint="cs"/>
          <w:rtl/>
        </w:rPr>
        <w:t>ا</w:t>
      </w:r>
      <w:r>
        <w:rPr>
          <w:rtl/>
        </w:rPr>
        <w:t>بي حمزة الثمالي قال حججت ف</w:t>
      </w:r>
      <w:r w:rsidR="000A64D8">
        <w:rPr>
          <w:rFonts w:hint="cs"/>
          <w:rtl/>
        </w:rPr>
        <w:t>ا</w:t>
      </w:r>
      <w:r>
        <w:rPr>
          <w:rtl/>
        </w:rPr>
        <w:t xml:space="preserve">تيت علي بن الحسين (ع) فقال لي يا </w:t>
      </w:r>
      <w:r w:rsidR="000A64D8">
        <w:rPr>
          <w:rFonts w:hint="cs"/>
          <w:rtl/>
        </w:rPr>
        <w:t>ا</w:t>
      </w:r>
      <w:r>
        <w:rPr>
          <w:rtl/>
        </w:rPr>
        <w:t xml:space="preserve">با حمزة </w:t>
      </w:r>
      <w:r w:rsidR="000A64D8">
        <w:rPr>
          <w:rFonts w:hint="cs"/>
          <w:rtl/>
        </w:rPr>
        <w:t>ا</w:t>
      </w:r>
      <w:r>
        <w:rPr>
          <w:rtl/>
        </w:rPr>
        <w:t xml:space="preserve">لا </w:t>
      </w:r>
      <w:r w:rsidR="000A64D8">
        <w:rPr>
          <w:rFonts w:hint="cs"/>
          <w:rtl/>
        </w:rPr>
        <w:t>ا</w:t>
      </w:r>
      <w:r>
        <w:rPr>
          <w:rtl/>
        </w:rPr>
        <w:t>حدثك عن رؤيا رأيتها رأيت كأني أدخلت الجنة ف</w:t>
      </w:r>
      <w:r w:rsidR="000A64D8">
        <w:rPr>
          <w:rFonts w:hint="cs"/>
          <w:rtl/>
        </w:rPr>
        <w:t>ا</w:t>
      </w:r>
      <w:r>
        <w:rPr>
          <w:rtl/>
        </w:rPr>
        <w:t>تيت بحوراء لم ار احسن منها فبين</w:t>
      </w:r>
      <w:r w:rsidR="000A64D8">
        <w:rPr>
          <w:rFonts w:hint="cs"/>
          <w:rtl/>
        </w:rPr>
        <w:t>م</w:t>
      </w:r>
      <w:r>
        <w:rPr>
          <w:rtl/>
        </w:rPr>
        <w:t xml:space="preserve">ا </w:t>
      </w:r>
      <w:r w:rsidR="000A64D8">
        <w:rPr>
          <w:rFonts w:hint="cs"/>
          <w:rtl/>
        </w:rPr>
        <w:t>ا</w:t>
      </w:r>
      <w:r>
        <w:rPr>
          <w:rtl/>
        </w:rPr>
        <w:t xml:space="preserve">نا متكئ على اريكتي </w:t>
      </w:r>
      <w:r w:rsidR="000A64D8">
        <w:rPr>
          <w:rFonts w:hint="cs"/>
          <w:rtl/>
        </w:rPr>
        <w:t>ا</w:t>
      </w:r>
      <w:r>
        <w:rPr>
          <w:rtl/>
        </w:rPr>
        <w:t>ذ سمعت قائلا يقول يا علي بن الحسين ليهنئك زيد ثم حججت بعده ف</w:t>
      </w:r>
      <w:r w:rsidR="000A64D8">
        <w:rPr>
          <w:rFonts w:hint="cs"/>
          <w:rtl/>
        </w:rPr>
        <w:t>ا</w:t>
      </w:r>
      <w:r>
        <w:rPr>
          <w:rtl/>
        </w:rPr>
        <w:t>تيت علي بن الحسين (ع) فقرعت الباب ففتح لي فدخلت ف</w:t>
      </w:r>
      <w:r w:rsidR="000A64D8">
        <w:rPr>
          <w:rFonts w:hint="cs"/>
          <w:rtl/>
        </w:rPr>
        <w:t>ا</w:t>
      </w:r>
      <w:r>
        <w:rPr>
          <w:rtl/>
        </w:rPr>
        <w:t>ذا هو حامل زيدا</w:t>
      </w:r>
      <w:r w:rsidR="00EC6EB0">
        <w:rPr>
          <w:rFonts w:hint="cs"/>
          <w:rtl/>
        </w:rPr>
        <w:t>ً</w:t>
      </w:r>
      <w:r>
        <w:rPr>
          <w:rtl/>
        </w:rPr>
        <w:t xml:space="preserve"> على يده </w:t>
      </w:r>
      <w:r w:rsidR="000A64D8">
        <w:rPr>
          <w:rFonts w:hint="cs"/>
          <w:rtl/>
        </w:rPr>
        <w:t>ا</w:t>
      </w:r>
      <w:r>
        <w:rPr>
          <w:rtl/>
        </w:rPr>
        <w:t>و قال حامل غلاما</w:t>
      </w:r>
      <w:r w:rsidR="00EC6EB0">
        <w:rPr>
          <w:rFonts w:hint="cs"/>
          <w:rtl/>
        </w:rPr>
        <w:t>ً</w:t>
      </w:r>
      <w:r>
        <w:rPr>
          <w:rtl/>
        </w:rPr>
        <w:t xml:space="preserve"> على يده فقال لي يا </w:t>
      </w:r>
      <w:r w:rsidR="000A64D8">
        <w:rPr>
          <w:rFonts w:hint="cs"/>
          <w:rtl/>
        </w:rPr>
        <w:t>ا</w:t>
      </w:r>
      <w:r>
        <w:rPr>
          <w:rtl/>
        </w:rPr>
        <w:t>با حمزة هذه تأويل رؤياي من قبل قد جعلها ربي حقا</w:t>
      </w:r>
      <w:r w:rsidR="00EC6EB0">
        <w:rPr>
          <w:rFonts w:hint="cs"/>
          <w:rtl/>
        </w:rPr>
        <w:t>ً</w:t>
      </w:r>
      <w:r>
        <w:rPr>
          <w:rtl/>
        </w:rPr>
        <w:t>.</w:t>
      </w:r>
    </w:p>
    <w:p w:rsidR="00BA4473" w:rsidRDefault="00BA4473" w:rsidP="000E13D6">
      <w:pPr>
        <w:rPr>
          <w:rtl/>
        </w:rPr>
      </w:pPr>
      <w:r>
        <w:rPr>
          <w:rtl/>
        </w:rPr>
        <w:t xml:space="preserve">وروى ابن ادريس في السرائر عن كتاب </w:t>
      </w:r>
      <w:r w:rsidR="000A64D8">
        <w:rPr>
          <w:rFonts w:hint="cs"/>
          <w:rtl/>
        </w:rPr>
        <w:t>ا</w:t>
      </w:r>
      <w:r>
        <w:rPr>
          <w:rtl/>
        </w:rPr>
        <w:t xml:space="preserve">بي القاسم جعفر ابن قولويه انه قال روى بعض </w:t>
      </w:r>
      <w:r w:rsidR="000E13D6">
        <w:rPr>
          <w:rFonts w:hint="cs"/>
          <w:rtl/>
        </w:rPr>
        <w:t>ا</w:t>
      </w:r>
      <w:r>
        <w:rPr>
          <w:rtl/>
        </w:rPr>
        <w:t xml:space="preserve">صحابنا قال كنت عند علي بن الحسين </w:t>
      </w:r>
      <w:r w:rsidR="00FF2CA0">
        <w:rPr>
          <w:rStyle w:val="rfdAlaem"/>
          <w:rFonts w:hint="cs"/>
          <w:rtl/>
        </w:rPr>
        <w:t>عليهما‌السلام</w:t>
      </w:r>
      <w:r>
        <w:rPr>
          <w:rtl/>
        </w:rPr>
        <w:t xml:space="preserve"> فكان </w:t>
      </w:r>
      <w:r w:rsidR="000A64D8">
        <w:rPr>
          <w:rFonts w:hint="cs"/>
          <w:rtl/>
        </w:rPr>
        <w:t>ا</w:t>
      </w:r>
      <w:r>
        <w:rPr>
          <w:rtl/>
        </w:rPr>
        <w:t xml:space="preserve">ذا صلى الفجر لم يتكلم حتى تطلع الشمس. وفي اليوم الذي ولد فيه زيد وبشر بولادته التفت الى </w:t>
      </w:r>
      <w:r w:rsidR="000A64D8">
        <w:rPr>
          <w:rFonts w:hint="cs"/>
          <w:rtl/>
        </w:rPr>
        <w:t>ا</w:t>
      </w:r>
      <w:r>
        <w:rPr>
          <w:rtl/>
        </w:rPr>
        <w:t xml:space="preserve">صحابه وقال </w:t>
      </w:r>
      <w:r w:rsidR="000A64D8">
        <w:rPr>
          <w:rFonts w:hint="cs"/>
          <w:rtl/>
        </w:rPr>
        <w:t>ا</w:t>
      </w:r>
      <w:r>
        <w:rPr>
          <w:rtl/>
        </w:rPr>
        <w:t xml:space="preserve">ي شيء ترون </w:t>
      </w:r>
      <w:r w:rsidR="000A64D8">
        <w:rPr>
          <w:rFonts w:hint="cs"/>
          <w:rtl/>
        </w:rPr>
        <w:t>ا</w:t>
      </w:r>
      <w:r>
        <w:rPr>
          <w:rtl/>
        </w:rPr>
        <w:t xml:space="preserve">ن </w:t>
      </w:r>
      <w:r w:rsidR="000A64D8">
        <w:rPr>
          <w:rFonts w:hint="cs"/>
          <w:rtl/>
        </w:rPr>
        <w:t>ا</w:t>
      </w:r>
      <w:r>
        <w:rPr>
          <w:rtl/>
        </w:rPr>
        <w:t>سمي هذا المولود فقال كل منهم شيئا</w:t>
      </w:r>
      <w:r w:rsidR="00EC6EB0">
        <w:rPr>
          <w:rFonts w:hint="cs"/>
          <w:rtl/>
        </w:rPr>
        <w:t>ً</w:t>
      </w:r>
      <w:r>
        <w:rPr>
          <w:rtl/>
        </w:rPr>
        <w:t xml:space="preserve"> فقال (ع) يا غلام علي بالمصحف فجاؤا بالمصحف فوضعه في حجره وفتحه ونظر الى </w:t>
      </w:r>
      <w:r w:rsidR="000A64D8">
        <w:rPr>
          <w:rFonts w:hint="cs"/>
          <w:rtl/>
        </w:rPr>
        <w:t>ا</w:t>
      </w:r>
      <w:r>
        <w:rPr>
          <w:rtl/>
        </w:rPr>
        <w:t xml:space="preserve">ول حرف في </w:t>
      </w:r>
      <w:r w:rsidR="000A64D8">
        <w:rPr>
          <w:rFonts w:hint="cs"/>
          <w:rtl/>
        </w:rPr>
        <w:t>ا</w:t>
      </w:r>
      <w:r>
        <w:rPr>
          <w:rtl/>
        </w:rPr>
        <w:t xml:space="preserve">ول ورقة فكانت هذه الآية : </w:t>
      </w:r>
      <w:r w:rsidR="00D74299" w:rsidRPr="00D74299">
        <w:rPr>
          <w:rStyle w:val="rfdAlaem"/>
          <w:rFonts w:hint="cs"/>
          <w:rtl/>
        </w:rPr>
        <w:t>(</w:t>
      </w:r>
      <w:r w:rsidR="00D74299">
        <w:rPr>
          <w:rFonts w:hint="cs"/>
          <w:rtl/>
        </w:rPr>
        <w:t xml:space="preserve"> </w:t>
      </w:r>
      <w:r w:rsidR="008931C5" w:rsidRPr="008931C5">
        <w:rPr>
          <w:rStyle w:val="rfdAie"/>
          <w:rFonts w:hint="cs"/>
          <w:rtl/>
        </w:rPr>
        <w:t>وَفَضَّلَ اللهُ المُجَاهِدِينَ عَلَى الْقَاعِدِينَ أَجْرًا عَظِيمًا</w:t>
      </w:r>
      <w:r w:rsidR="00D74299" w:rsidRPr="00D74299">
        <w:rPr>
          <w:rFonts w:hint="cs"/>
          <w:rtl/>
        </w:rPr>
        <w:t xml:space="preserve"> </w:t>
      </w:r>
      <w:r w:rsidR="00D74299" w:rsidRPr="00D74299">
        <w:rPr>
          <w:rStyle w:val="rfdAlaem"/>
          <w:rFonts w:hint="cs"/>
          <w:rtl/>
        </w:rPr>
        <w:t>)</w:t>
      </w:r>
      <w:r w:rsidRPr="008931C5">
        <w:rPr>
          <w:rtl/>
        </w:rPr>
        <w:t>.</w:t>
      </w:r>
      <w:r>
        <w:rPr>
          <w:rtl/>
        </w:rPr>
        <w:t xml:space="preserve"> فاطبق المصحف ثم فتحه ونظر فيه فكان في </w:t>
      </w:r>
      <w:r w:rsidR="008931C5">
        <w:rPr>
          <w:rFonts w:hint="cs"/>
          <w:rtl/>
        </w:rPr>
        <w:t>ا</w:t>
      </w:r>
      <w:r>
        <w:rPr>
          <w:rtl/>
        </w:rPr>
        <w:t>ول ورقة هذه الآية :</w:t>
      </w:r>
      <w:r w:rsidR="00D74299">
        <w:rPr>
          <w:rFonts w:hint="cs"/>
          <w:rtl/>
        </w:rPr>
        <w:t xml:space="preserve"> </w:t>
      </w:r>
      <w:r w:rsidR="00D74299" w:rsidRPr="00D74299">
        <w:rPr>
          <w:rStyle w:val="rfdAlaem"/>
          <w:rFonts w:hint="cs"/>
          <w:rtl/>
        </w:rPr>
        <w:t>(</w:t>
      </w:r>
      <w:r>
        <w:rPr>
          <w:rtl/>
        </w:rPr>
        <w:t xml:space="preserve"> </w:t>
      </w:r>
      <w:r w:rsidR="008931C5" w:rsidRPr="008931C5">
        <w:rPr>
          <w:rStyle w:val="rfdAie"/>
          <w:rFonts w:hint="cs"/>
          <w:rtl/>
        </w:rPr>
        <w:t>إِنَّ اللهَ اشْتَرَىٰ مِنَ المُؤْمِنِينَ أَنفُسَهُمْ وَأَمْوَالَهُم بِأَنَّ لَهُمُ الجَنَّةَ يُقَاتِلُونَ فِي سَبِيلِ اللهِ</w:t>
      </w:r>
      <w:r w:rsidRPr="008931C5">
        <w:rPr>
          <w:rtl/>
        </w:rPr>
        <w:t xml:space="preserve"> </w:t>
      </w:r>
      <w:r w:rsidR="00D74299" w:rsidRPr="00D74299">
        <w:rPr>
          <w:rStyle w:val="rfdAlaem"/>
          <w:rFonts w:hint="cs"/>
          <w:rtl/>
        </w:rPr>
        <w:t>)</w:t>
      </w:r>
      <w:r w:rsidR="00D74299">
        <w:rPr>
          <w:rFonts w:hint="cs"/>
          <w:rtl/>
        </w:rPr>
        <w:t xml:space="preserve"> </w:t>
      </w:r>
      <w:r>
        <w:rPr>
          <w:rtl/>
        </w:rPr>
        <w:t xml:space="preserve">الآية. فقال </w:t>
      </w:r>
      <w:r w:rsidR="00FF2CA0">
        <w:rPr>
          <w:rStyle w:val="rfdAlaem"/>
          <w:rFonts w:hint="cs"/>
          <w:rtl/>
        </w:rPr>
        <w:t>عليه‌السلام</w:t>
      </w:r>
      <w:r>
        <w:rPr>
          <w:rtl/>
        </w:rPr>
        <w:t xml:space="preserve"> هو والله زيد هو والله زيد</w:t>
      </w:r>
      <w:r w:rsidR="00B60E9A">
        <w:rPr>
          <w:rFonts w:hint="cs"/>
          <w:rtl/>
        </w:rPr>
        <w:t xml:space="preserve">. </w:t>
      </w:r>
      <w:r>
        <w:rPr>
          <w:rtl/>
        </w:rPr>
        <w:t xml:space="preserve">وذلك </w:t>
      </w:r>
      <w:r w:rsidR="00B60E9A">
        <w:rPr>
          <w:rFonts w:hint="cs"/>
          <w:rtl/>
        </w:rPr>
        <w:t>ا</w:t>
      </w:r>
      <w:r>
        <w:rPr>
          <w:rtl/>
        </w:rPr>
        <w:t xml:space="preserve">نه </w:t>
      </w:r>
      <w:r w:rsidR="00FF2CA0">
        <w:rPr>
          <w:rStyle w:val="rfdAlaem"/>
          <w:rFonts w:hint="cs"/>
          <w:rtl/>
        </w:rPr>
        <w:t>عليه‌السلام</w:t>
      </w:r>
      <w:r>
        <w:rPr>
          <w:rtl/>
        </w:rPr>
        <w:t xml:space="preserve"> كان يعلم بما ورثه عن آبائه عن الرسول (ص) </w:t>
      </w:r>
      <w:r w:rsidR="00B60E9A">
        <w:rPr>
          <w:rFonts w:hint="cs"/>
          <w:rtl/>
        </w:rPr>
        <w:t>ا</w:t>
      </w:r>
      <w:r>
        <w:rPr>
          <w:rtl/>
        </w:rPr>
        <w:t>ن الش</w:t>
      </w:r>
      <w:r w:rsidR="00B60E9A">
        <w:rPr>
          <w:rtl/>
        </w:rPr>
        <w:t xml:space="preserve">هيد من </w:t>
      </w:r>
      <w:r w:rsidR="000E13D6">
        <w:rPr>
          <w:rFonts w:hint="cs"/>
          <w:rtl/>
        </w:rPr>
        <w:t>ا</w:t>
      </w:r>
      <w:r w:rsidR="00B60E9A">
        <w:rPr>
          <w:rtl/>
        </w:rPr>
        <w:t>ولاده اسمه زيد والآيتان</w:t>
      </w:r>
    </w:p>
    <w:p w:rsidR="00BA4473" w:rsidRDefault="00BA4473" w:rsidP="00EE72EE">
      <w:pPr>
        <w:pStyle w:val="rfdNormal0"/>
        <w:rPr>
          <w:rtl/>
        </w:rPr>
      </w:pPr>
      <w:r w:rsidRPr="00B60E9A">
        <w:rPr>
          <w:rtl/>
        </w:rPr>
        <w:br w:type="page"/>
      </w:r>
      <w:r>
        <w:rPr>
          <w:rtl/>
        </w:rPr>
        <w:lastRenderedPageBreak/>
        <w:t xml:space="preserve">دلتا على </w:t>
      </w:r>
      <w:r w:rsidR="00931B8E">
        <w:rPr>
          <w:rFonts w:hint="cs"/>
          <w:rtl/>
        </w:rPr>
        <w:t>ا</w:t>
      </w:r>
      <w:r>
        <w:rPr>
          <w:rtl/>
        </w:rPr>
        <w:t>نه يقاتل ويستشهد وذلك ل</w:t>
      </w:r>
      <w:r w:rsidR="00931B8E">
        <w:rPr>
          <w:rFonts w:hint="cs"/>
          <w:rtl/>
        </w:rPr>
        <w:t>ا</w:t>
      </w:r>
      <w:r>
        <w:rPr>
          <w:rtl/>
        </w:rPr>
        <w:t xml:space="preserve">نه (ع) لما كان قد علم بما ورثه عن آبائه عن الرسول (ص) </w:t>
      </w:r>
      <w:r w:rsidR="00931B8E">
        <w:rPr>
          <w:rFonts w:hint="cs"/>
          <w:rtl/>
        </w:rPr>
        <w:t>ا</w:t>
      </w:r>
      <w:r>
        <w:rPr>
          <w:rtl/>
        </w:rPr>
        <w:t xml:space="preserve">ن واحداً من </w:t>
      </w:r>
      <w:r w:rsidR="00931B8E">
        <w:rPr>
          <w:rFonts w:hint="cs"/>
          <w:rtl/>
        </w:rPr>
        <w:t>ا</w:t>
      </w:r>
      <w:r>
        <w:rPr>
          <w:rtl/>
        </w:rPr>
        <w:t>ولاده مسمى بزيد سيستشهد مجاهدا</w:t>
      </w:r>
      <w:r w:rsidR="00EC6EB0">
        <w:rPr>
          <w:rFonts w:hint="cs"/>
          <w:rtl/>
        </w:rPr>
        <w:t>ً</w:t>
      </w:r>
      <w:r>
        <w:rPr>
          <w:rtl/>
        </w:rPr>
        <w:t xml:space="preserve"> في سبيل الله فلما خرجت هذه الآيات دالة على </w:t>
      </w:r>
      <w:r w:rsidR="00931B8E">
        <w:rPr>
          <w:rFonts w:hint="cs"/>
          <w:rtl/>
        </w:rPr>
        <w:t>ا</w:t>
      </w:r>
      <w:r>
        <w:rPr>
          <w:rtl/>
        </w:rPr>
        <w:t>ن هذا الولد سيكون كذلك سماه زيدا</w:t>
      </w:r>
      <w:r w:rsidR="00EC6EB0">
        <w:rPr>
          <w:rFonts w:hint="cs"/>
          <w:rtl/>
        </w:rPr>
        <w:t>ً</w:t>
      </w:r>
      <w:r>
        <w:rPr>
          <w:rtl/>
        </w:rPr>
        <w:t xml:space="preserve"> ويستفاد من هذه الرواية جواز الاستخارة بالقرآن بهذا النحو بل جواز التفاؤل وعن اخطب خوارزم </w:t>
      </w:r>
      <w:r w:rsidR="00931B8E">
        <w:rPr>
          <w:rFonts w:hint="cs"/>
          <w:rtl/>
        </w:rPr>
        <w:t>ا</w:t>
      </w:r>
      <w:r>
        <w:rPr>
          <w:rtl/>
        </w:rPr>
        <w:t xml:space="preserve">نه قال في كتاب المقتل الذي ألفه روي </w:t>
      </w:r>
      <w:r w:rsidR="00931B8E">
        <w:rPr>
          <w:rFonts w:hint="cs"/>
          <w:rtl/>
        </w:rPr>
        <w:t>ا</w:t>
      </w:r>
      <w:r>
        <w:rPr>
          <w:rtl/>
        </w:rPr>
        <w:t xml:space="preserve">نه لما ولد زيد ابن علي </w:t>
      </w:r>
      <w:r w:rsidR="00FF2CA0">
        <w:rPr>
          <w:rStyle w:val="rfdAlaem"/>
          <w:rFonts w:hint="cs"/>
          <w:rtl/>
        </w:rPr>
        <w:t>رضي‌الله‌عنه</w:t>
      </w:r>
      <w:r>
        <w:rPr>
          <w:rtl/>
        </w:rPr>
        <w:t xml:space="preserve"> سنة 75 بشر به علي بن الحسين زين العابدين فأخذ المصحف وفتحه ونظر فيه فخرج اول السطر </w:t>
      </w:r>
      <w:r w:rsidR="00D74299" w:rsidRPr="00D74299">
        <w:rPr>
          <w:rStyle w:val="rfdAlaem"/>
          <w:rFonts w:hint="cs"/>
          <w:rtl/>
        </w:rPr>
        <w:t>(</w:t>
      </w:r>
      <w:r w:rsidR="00D74299">
        <w:rPr>
          <w:rFonts w:hint="cs"/>
          <w:rtl/>
        </w:rPr>
        <w:t xml:space="preserve"> </w:t>
      </w:r>
      <w:r w:rsidR="00931B8E" w:rsidRPr="008931C5">
        <w:rPr>
          <w:rStyle w:val="rfdAie"/>
          <w:rFonts w:hint="cs"/>
          <w:rtl/>
        </w:rPr>
        <w:t>إِنَّ اللهَ اشْتَرَىٰ مِنَ المُؤْمِنِينَ أَنفُسَهُمْ وَأَمْوَالَهُم</w:t>
      </w:r>
      <w:r>
        <w:rPr>
          <w:rtl/>
        </w:rPr>
        <w:t xml:space="preserve"> </w:t>
      </w:r>
      <w:r w:rsidR="00D74299" w:rsidRPr="00D74299">
        <w:rPr>
          <w:rStyle w:val="rfdAlaem"/>
          <w:rFonts w:hint="cs"/>
          <w:rtl/>
        </w:rPr>
        <w:t>)</w:t>
      </w:r>
      <w:r w:rsidR="00D74299">
        <w:rPr>
          <w:rFonts w:hint="cs"/>
          <w:rtl/>
        </w:rPr>
        <w:t xml:space="preserve"> </w:t>
      </w:r>
      <w:r>
        <w:rPr>
          <w:rtl/>
        </w:rPr>
        <w:t>الآية ف</w:t>
      </w:r>
      <w:r w:rsidR="00931B8E">
        <w:rPr>
          <w:rFonts w:hint="cs"/>
          <w:rtl/>
        </w:rPr>
        <w:t>ا</w:t>
      </w:r>
      <w:r>
        <w:rPr>
          <w:rtl/>
        </w:rPr>
        <w:t xml:space="preserve">طبقه ثم فتحه فخرج </w:t>
      </w:r>
      <w:r w:rsidR="00D74299" w:rsidRPr="00D74299">
        <w:rPr>
          <w:rStyle w:val="rfdAie"/>
          <w:rFonts w:hint="cs"/>
          <w:rtl/>
        </w:rPr>
        <w:t>(</w:t>
      </w:r>
      <w:r w:rsidR="00D74299">
        <w:rPr>
          <w:rFonts w:hint="cs"/>
          <w:rtl/>
        </w:rPr>
        <w:t xml:space="preserve"> </w:t>
      </w:r>
      <w:r w:rsidR="00931B8E" w:rsidRPr="008931C5">
        <w:rPr>
          <w:rStyle w:val="rfdAie"/>
          <w:rFonts w:hint="cs"/>
          <w:rtl/>
        </w:rPr>
        <w:t>وَفَضَّلَ اللهُ المُجَاهِدِينَ عَلَى الْقَاعِدِينَ</w:t>
      </w:r>
      <w:r>
        <w:rPr>
          <w:rtl/>
        </w:rPr>
        <w:t xml:space="preserve"> </w:t>
      </w:r>
      <w:r w:rsidR="00D74299" w:rsidRPr="00D74299">
        <w:rPr>
          <w:rStyle w:val="rfdAlaem"/>
          <w:rFonts w:hint="cs"/>
          <w:rtl/>
        </w:rPr>
        <w:t>)</w:t>
      </w:r>
      <w:r w:rsidR="00D74299">
        <w:rPr>
          <w:rFonts w:hint="cs"/>
          <w:rtl/>
        </w:rPr>
        <w:t xml:space="preserve"> </w:t>
      </w:r>
      <w:r>
        <w:rPr>
          <w:rtl/>
        </w:rPr>
        <w:t>فاطبقه ثم فتحه فخرج</w:t>
      </w:r>
      <w:r w:rsidR="00D74299">
        <w:rPr>
          <w:rFonts w:hint="cs"/>
          <w:rtl/>
        </w:rPr>
        <w:t xml:space="preserve"> </w:t>
      </w:r>
      <w:r w:rsidR="00D74299" w:rsidRPr="00D74299">
        <w:rPr>
          <w:rStyle w:val="rfdAie"/>
          <w:rFonts w:hint="cs"/>
          <w:rtl/>
        </w:rPr>
        <w:t>(</w:t>
      </w:r>
      <w:r>
        <w:rPr>
          <w:rtl/>
        </w:rPr>
        <w:t xml:space="preserve"> </w:t>
      </w:r>
      <w:r w:rsidR="00931B8E" w:rsidRPr="00931B8E">
        <w:rPr>
          <w:rStyle w:val="rfdAie"/>
          <w:rFonts w:hint="cs"/>
          <w:rtl/>
        </w:rPr>
        <w:t>وَلا تَحْسَبَنَّ الَّذِينَ قُتِلُوا فِي سَبِيلِ اللهِ أَمْوَاتًا بَلْ أَحْيَاءٌ عِندَ رَبِّهِمْ يُرْزَقُونَ</w:t>
      </w:r>
      <w:r>
        <w:rPr>
          <w:rtl/>
        </w:rPr>
        <w:t xml:space="preserve"> </w:t>
      </w:r>
      <w:r w:rsidR="00D74299" w:rsidRPr="00D74299">
        <w:rPr>
          <w:rStyle w:val="rfdAlaem"/>
          <w:rFonts w:hint="cs"/>
          <w:rtl/>
        </w:rPr>
        <w:t>)</w:t>
      </w:r>
      <w:r w:rsidR="00D74299">
        <w:rPr>
          <w:rFonts w:hint="cs"/>
          <w:rtl/>
        </w:rPr>
        <w:t xml:space="preserve"> </w:t>
      </w:r>
      <w:r>
        <w:rPr>
          <w:rtl/>
        </w:rPr>
        <w:t>ف</w:t>
      </w:r>
      <w:r w:rsidR="00931B8E">
        <w:rPr>
          <w:rFonts w:hint="cs"/>
          <w:rtl/>
        </w:rPr>
        <w:t>ا</w:t>
      </w:r>
      <w:r>
        <w:rPr>
          <w:rtl/>
        </w:rPr>
        <w:t>طبقه وقال عزيت عن هذا المولود و</w:t>
      </w:r>
      <w:r w:rsidR="00931B8E">
        <w:rPr>
          <w:rFonts w:hint="cs"/>
          <w:rtl/>
        </w:rPr>
        <w:t>ا</w:t>
      </w:r>
      <w:r>
        <w:rPr>
          <w:rtl/>
        </w:rPr>
        <w:t>نه لمن الشهدا و</w:t>
      </w:r>
      <w:r w:rsidR="00931B8E">
        <w:rPr>
          <w:rFonts w:hint="cs"/>
          <w:rtl/>
        </w:rPr>
        <w:t>ا</w:t>
      </w:r>
      <w:r>
        <w:rPr>
          <w:rtl/>
        </w:rPr>
        <w:t xml:space="preserve">خرج ابن عساكر عن حذيفة بن اليمان نحوه وفي البحار : نظر رسول الله (ص) الى زيد بن حارثة فقال المظلوم من </w:t>
      </w:r>
      <w:r w:rsidR="00931B8E">
        <w:rPr>
          <w:rFonts w:hint="cs"/>
          <w:rtl/>
        </w:rPr>
        <w:t>ا</w:t>
      </w:r>
      <w:r>
        <w:rPr>
          <w:rtl/>
        </w:rPr>
        <w:t xml:space="preserve">هل بيتي والمقتول في الله والمصلوب من </w:t>
      </w:r>
      <w:r w:rsidR="00931B8E">
        <w:rPr>
          <w:rFonts w:hint="cs"/>
          <w:rtl/>
        </w:rPr>
        <w:t>ا</w:t>
      </w:r>
      <w:r>
        <w:rPr>
          <w:rtl/>
        </w:rPr>
        <w:t>متي سمي هذا و</w:t>
      </w:r>
      <w:r w:rsidR="00EE72EE">
        <w:rPr>
          <w:rFonts w:hint="cs"/>
          <w:rtl/>
        </w:rPr>
        <w:t>ا</w:t>
      </w:r>
      <w:r>
        <w:rPr>
          <w:rtl/>
        </w:rPr>
        <w:t xml:space="preserve">شار الى زيد بن حارثة ثم قال </w:t>
      </w:r>
      <w:r w:rsidR="00931B8E">
        <w:rPr>
          <w:rFonts w:hint="cs"/>
          <w:rtl/>
        </w:rPr>
        <w:t>ا</w:t>
      </w:r>
      <w:r>
        <w:rPr>
          <w:rtl/>
        </w:rPr>
        <w:t xml:space="preserve">دن مني يا زيد زادك اسمك عندي حبا فأنت سمي الحبيب من </w:t>
      </w:r>
      <w:r w:rsidR="00931B8E">
        <w:rPr>
          <w:rFonts w:hint="cs"/>
          <w:rtl/>
        </w:rPr>
        <w:t>ا</w:t>
      </w:r>
      <w:r>
        <w:rPr>
          <w:rtl/>
        </w:rPr>
        <w:t xml:space="preserve">هل بيتي وعن مقتل الخوارزمي عن </w:t>
      </w:r>
      <w:r w:rsidR="00931B8E">
        <w:rPr>
          <w:rFonts w:hint="cs"/>
          <w:rtl/>
        </w:rPr>
        <w:t>ا</w:t>
      </w:r>
      <w:r>
        <w:rPr>
          <w:rtl/>
        </w:rPr>
        <w:t xml:space="preserve">بي حفص المكي عن الحسين بن علي </w:t>
      </w:r>
      <w:r w:rsidR="00FF2CA0">
        <w:rPr>
          <w:rStyle w:val="rfdAlaem"/>
          <w:rFonts w:hint="cs"/>
          <w:rtl/>
        </w:rPr>
        <w:t>عليهما‌السلام</w:t>
      </w:r>
      <w:r>
        <w:rPr>
          <w:rtl/>
        </w:rPr>
        <w:t xml:space="preserve"> في خبره قال في آخره </w:t>
      </w:r>
      <w:r w:rsidR="00931B8E">
        <w:rPr>
          <w:rFonts w:hint="cs"/>
          <w:rtl/>
        </w:rPr>
        <w:t>ا</w:t>
      </w:r>
      <w:r>
        <w:rPr>
          <w:rtl/>
        </w:rPr>
        <w:t xml:space="preserve">ن </w:t>
      </w:r>
      <w:r w:rsidR="00931B8E">
        <w:rPr>
          <w:rFonts w:hint="cs"/>
          <w:rtl/>
        </w:rPr>
        <w:t>ا</w:t>
      </w:r>
      <w:r>
        <w:rPr>
          <w:rtl/>
        </w:rPr>
        <w:t xml:space="preserve">بي (ع) حدثني </w:t>
      </w:r>
      <w:r w:rsidR="00931B8E">
        <w:rPr>
          <w:rFonts w:hint="cs"/>
          <w:rtl/>
        </w:rPr>
        <w:t>ا</w:t>
      </w:r>
      <w:r>
        <w:rPr>
          <w:rtl/>
        </w:rPr>
        <w:t xml:space="preserve">نه سيكون منا رجل اسمه زيد يخرج فيقتل فلا يبقى في السماء ملك مقرب ولا نبي مرسل الا تلقى روحه ليرفعه </w:t>
      </w:r>
      <w:r w:rsidR="00931B8E">
        <w:rPr>
          <w:rFonts w:hint="cs"/>
          <w:rtl/>
        </w:rPr>
        <w:t>ا</w:t>
      </w:r>
      <w:r>
        <w:rPr>
          <w:rtl/>
        </w:rPr>
        <w:t>هل كل سماء الى سماء الخير.</w:t>
      </w:r>
    </w:p>
    <w:p w:rsidR="00BA4473" w:rsidRPr="004F5F13" w:rsidRDefault="00BA4473" w:rsidP="003C31F5">
      <w:pPr>
        <w:pStyle w:val="Heading1Center"/>
        <w:rPr>
          <w:rtl/>
        </w:rPr>
      </w:pPr>
      <w:r w:rsidRPr="00931B8E">
        <w:rPr>
          <w:rtl/>
        </w:rPr>
        <w:br w:type="page"/>
      </w:r>
      <w:bookmarkStart w:id="8" w:name="_Toc256850556"/>
      <w:bookmarkStart w:id="9" w:name="_Toc256854620"/>
      <w:bookmarkStart w:id="10" w:name="_Toc292190056"/>
      <w:bookmarkStart w:id="11" w:name="_Toc292205001"/>
      <w:r w:rsidRPr="00416557">
        <w:rPr>
          <w:rtl/>
        </w:rPr>
        <w:lastRenderedPageBreak/>
        <w:t>( صفته )</w:t>
      </w:r>
      <w:bookmarkEnd w:id="8"/>
      <w:bookmarkEnd w:id="9"/>
      <w:bookmarkEnd w:id="10"/>
      <w:bookmarkEnd w:id="11"/>
    </w:p>
    <w:p w:rsidR="00BA4473" w:rsidRDefault="00BA4473" w:rsidP="00787265">
      <w:pPr>
        <w:rPr>
          <w:rtl/>
        </w:rPr>
      </w:pPr>
      <w:r>
        <w:rPr>
          <w:rtl/>
        </w:rPr>
        <w:t>في مقاتل الطالبي</w:t>
      </w:r>
      <w:r w:rsidR="00787265">
        <w:rPr>
          <w:rFonts w:hint="cs"/>
          <w:rtl/>
        </w:rPr>
        <w:t>ي</w:t>
      </w:r>
      <w:r>
        <w:rPr>
          <w:rtl/>
        </w:rPr>
        <w:t xml:space="preserve">ن بسنده عن محمد بن الفرات رأيت زيد ابن علي وقد </w:t>
      </w:r>
      <w:r w:rsidR="00787265">
        <w:rPr>
          <w:rFonts w:hint="cs"/>
          <w:rtl/>
        </w:rPr>
        <w:t>ا</w:t>
      </w:r>
      <w:r>
        <w:rPr>
          <w:rtl/>
        </w:rPr>
        <w:t xml:space="preserve">ثر السجود بوجهه </w:t>
      </w:r>
      <w:r w:rsidR="00787265">
        <w:rPr>
          <w:rFonts w:hint="cs"/>
          <w:rtl/>
        </w:rPr>
        <w:t>ا</w:t>
      </w:r>
      <w:r>
        <w:rPr>
          <w:rtl/>
        </w:rPr>
        <w:t>ثرا</w:t>
      </w:r>
      <w:r w:rsidR="00787265">
        <w:rPr>
          <w:rFonts w:hint="cs"/>
          <w:rtl/>
        </w:rPr>
        <w:t>ً</w:t>
      </w:r>
      <w:r>
        <w:rPr>
          <w:rtl/>
        </w:rPr>
        <w:t xml:space="preserve"> خفيفا</w:t>
      </w:r>
      <w:r w:rsidR="00787265">
        <w:rPr>
          <w:rFonts w:hint="cs"/>
          <w:rtl/>
        </w:rPr>
        <w:t>ً</w:t>
      </w:r>
      <w:r>
        <w:rPr>
          <w:rtl/>
        </w:rPr>
        <w:t>.</w:t>
      </w:r>
    </w:p>
    <w:p w:rsidR="00BA4473" w:rsidRDefault="00BA4473" w:rsidP="00EA031D">
      <w:pPr>
        <w:pStyle w:val="Heading1Center"/>
        <w:rPr>
          <w:rtl/>
        </w:rPr>
      </w:pPr>
      <w:r>
        <w:rPr>
          <w:rtl/>
        </w:rPr>
        <w:t>( نقش خاتمه )</w:t>
      </w:r>
    </w:p>
    <w:p w:rsidR="00BA4473" w:rsidRDefault="00BA4473" w:rsidP="00787265">
      <w:pPr>
        <w:rPr>
          <w:rtl/>
        </w:rPr>
      </w:pPr>
      <w:r>
        <w:rPr>
          <w:rtl/>
        </w:rPr>
        <w:t xml:space="preserve">روى ابو الفرج في المقاتل بسنده عن ابي خالد كان في خاتم زيد بن علي </w:t>
      </w:r>
      <w:r w:rsidR="00787265">
        <w:rPr>
          <w:rFonts w:hint="cs"/>
          <w:rtl/>
        </w:rPr>
        <w:t>ا</w:t>
      </w:r>
      <w:r>
        <w:rPr>
          <w:rtl/>
        </w:rPr>
        <w:t>صبر تؤجر وتوق تنج.</w:t>
      </w:r>
    </w:p>
    <w:p w:rsidR="00BA4473" w:rsidRDefault="00BA4473" w:rsidP="00EA031D">
      <w:pPr>
        <w:pStyle w:val="Heading1Center"/>
        <w:rPr>
          <w:rtl/>
        </w:rPr>
      </w:pPr>
      <w:r>
        <w:rPr>
          <w:rtl/>
        </w:rPr>
        <w:t>( أقوال العلماء فيه )</w:t>
      </w:r>
    </w:p>
    <w:p w:rsidR="00787265" w:rsidRDefault="00BA4473" w:rsidP="00787265">
      <w:pPr>
        <w:rPr>
          <w:rtl/>
        </w:rPr>
      </w:pPr>
      <w:r>
        <w:rPr>
          <w:rtl/>
        </w:rPr>
        <w:t>هو جدنا الذي ينتهي نسبنا الى ولده الحسين ذي الدمعة ثم اليه ومجمل القول فيه انه كان عالما</w:t>
      </w:r>
      <w:r w:rsidR="00EC6EB0">
        <w:rPr>
          <w:rFonts w:hint="cs"/>
          <w:rtl/>
        </w:rPr>
        <w:t>ً</w:t>
      </w:r>
      <w:r>
        <w:rPr>
          <w:rtl/>
        </w:rPr>
        <w:t xml:space="preserve"> عابدا</w:t>
      </w:r>
      <w:r w:rsidR="00EC6EB0">
        <w:rPr>
          <w:rFonts w:hint="cs"/>
          <w:rtl/>
        </w:rPr>
        <w:t>ً</w:t>
      </w:r>
      <w:r>
        <w:rPr>
          <w:rtl/>
        </w:rPr>
        <w:t xml:space="preserve"> تقيا</w:t>
      </w:r>
      <w:r w:rsidR="00EC6EB0">
        <w:rPr>
          <w:rFonts w:hint="cs"/>
          <w:rtl/>
        </w:rPr>
        <w:t>ً</w:t>
      </w:r>
      <w:r>
        <w:rPr>
          <w:rtl/>
        </w:rPr>
        <w:t xml:space="preserve"> ابيا</w:t>
      </w:r>
      <w:r w:rsidR="00EC6EB0">
        <w:rPr>
          <w:rFonts w:hint="cs"/>
          <w:rtl/>
        </w:rPr>
        <w:t>ً</w:t>
      </w:r>
      <w:r>
        <w:rPr>
          <w:rtl/>
        </w:rPr>
        <w:t xml:space="preserve"> جامعا</w:t>
      </w:r>
      <w:r w:rsidR="00EC6EB0">
        <w:rPr>
          <w:rFonts w:hint="cs"/>
          <w:rtl/>
        </w:rPr>
        <w:t>ً</w:t>
      </w:r>
      <w:r>
        <w:rPr>
          <w:rtl/>
        </w:rPr>
        <w:t xml:space="preserve"> لصفات الكمال وهو </w:t>
      </w:r>
      <w:r w:rsidR="00787265">
        <w:rPr>
          <w:rFonts w:hint="cs"/>
          <w:rtl/>
        </w:rPr>
        <w:t>ا</w:t>
      </w:r>
      <w:r>
        <w:rPr>
          <w:rtl/>
        </w:rPr>
        <w:t xml:space="preserve">حد </w:t>
      </w:r>
      <w:r w:rsidR="00787265">
        <w:rPr>
          <w:rFonts w:hint="cs"/>
          <w:rtl/>
        </w:rPr>
        <w:t>ا</w:t>
      </w:r>
      <w:r>
        <w:rPr>
          <w:rtl/>
        </w:rPr>
        <w:t xml:space="preserve">باة الضيم البارزين تهضمه اهل الملك العضوض </w:t>
      </w:r>
      <w:r w:rsidR="00787265">
        <w:rPr>
          <w:rFonts w:hint="cs"/>
          <w:rtl/>
        </w:rPr>
        <w:t>ا</w:t>
      </w:r>
      <w:r>
        <w:rPr>
          <w:rtl/>
        </w:rPr>
        <w:t>عداء الرسول وذريته و</w:t>
      </w:r>
      <w:r w:rsidR="00787265">
        <w:rPr>
          <w:rFonts w:hint="cs"/>
          <w:rtl/>
        </w:rPr>
        <w:t>ا</w:t>
      </w:r>
      <w:r>
        <w:rPr>
          <w:rtl/>
        </w:rPr>
        <w:t>عداء بني هاشم في الجاهلية والاسلام</w:t>
      </w:r>
    </w:p>
    <w:tbl>
      <w:tblPr>
        <w:bidiVisual/>
        <w:tblW w:w="5000" w:type="pct"/>
        <w:tblLook w:val="01E0" w:firstRow="1" w:lastRow="1" w:firstColumn="1" w:lastColumn="1" w:noHBand="0" w:noVBand="0"/>
      </w:tblPr>
      <w:tblGrid>
        <w:gridCol w:w="3642"/>
        <w:gridCol w:w="303"/>
        <w:gridCol w:w="3642"/>
      </w:tblGrid>
      <w:tr w:rsidR="00787265">
        <w:trPr>
          <w:trHeight w:val="170"/>
        </w:trPr>
        <w:tc>
          <w:tcPr>
            <w:tcW w:w="2400" w:type="pct"/>
          </w:tcPr>
          <w:p w:rsidR="00787265" w:rsidRDefault="00787265" w:rsidP="006D574B">
            <w:pPr>
              <w:pStyle w:val="rfdPoem"/>
              <w:rPr>
                <w:rtl/>
              </w:rPr>
            </w:pPr>
            <w:r>
              <w:rPr>
                <w:rtl/>
              </w:rPr>
              <w:t>حسودهم لفضلهم و</w:t>
            </w:r>
            <w:r w:rsidR="006814EC">
              <w:rPr>
                <w:rFonts w:hint="cs"/>
                <w:rtl/>
              </w:rPr>
              <w:t>ا</w:t>
            </w:r>
            <w:r>
              <w:rPr>
                <w:rtl/>
              </w:rPr>
              <w:t>خو الفض</w:t>
            </w:r>
            <w:r>
              <w:rPr>
                <w:rFonts w:hint="cs"/>
                <w:rtl/>
              </w:rPr>
              <w:t>‍</w:t>
            </w:r>
            <w:r w:rsidRPr="00650EE1">
              <w:rPr>
                <w:rStyle w:val="rfdPoemTiniCharChar"/>
                <w:rtl/>
              </w:rPr>
              <w:br/>
              <w:t> </w:t>
            </w:r>
          </w:p>
        </w:tc>
        <w:tc>
          <w:tcPr>
            <w:tcW w:w="200" w:type="pct"/>
          </w:tcPr>
          <w:p w:rsidR="00787265" w:rsidRDefault="00787265" w:rsidP="006D574B">
            <w:pPr>
              <w:pStyle w:val="rfdPoem"/>
              <w:rPr>
                <w:rtl/>
              </w:rPr>
            </w:pPr>
          </w:p>
        </w:tc>
        <w:tc>
          <w:tcPr>
            <w:tcW w:w="2400" w:type="pct"/>
          </w:tcPr>
          <w:p w:rsidR="00787265" w:rsidRDefault="00787265" w:rsidP="006D574B">
            <w:pPr>
              <w:pStyle w:val="rfdPoem"/>
              <w:rPr>
                <w:rtl/>
              </w:rPr>
            </w:pPr>
            <w:r>
              <w:rPr>
                <w:rFonts w:hint="cs"/>
                <w:rtl/>
              </w:rPr>
              <w:t>‍</w:t>
            </w:r>
            <w:r>
              <w:rPr>
                <w:rtl/>
              </w:rPr>
              <w:t>ل كثير الاعداء والحساد</w:t>
            </w:r>
            <w:r w:rsidRPr="00650EE1">
              <w:rPr>
                <w:rStyle w:val="rfdPoemTiniCharChar"/>
                <w:rtl/>
              </w:rPr>
              <w:br/>
              <w:t> </w:t>
            </w:r>
          </w:p>
        </w:tc>
      </w:tr>
    </w:tbl>
    <w:p w:rsidR="00BA4473" w:rsidRDefault="00BA4473" w:rsidP="00787265">
      <w:pPr>
        <w:rPr>
          <w:rtl/>
        </w:rPr>
      </w:pPr>
      <w:r>
        <w:rPr>
          <w:rtl/>
        </w:rPr>
        <w:t xml:space="preserve">وقاتلوهم في الاسلام حتى دخلوا فيه مكرهين وعاملوه بما لا تتحمله نفس ابية من </w:t>
      </w:r>
      <w:r w:rsidR="00787265">
        <w:rPr>
          <w:rFonts w:hint="cs"/>
          <w:rtl/>
        </w:rPr>
        <w:t>ا</w:t>
      </w:r>
      <w:r>
        <w:rPr>
          <w:rtl/>
        </w:rPr>
        <w:t>نواع الجفاء والاهتضام في الحجاز والشام ف</w:t>
      </w:r>
      <w:r w:rsidR="00787265">
        <w:rPr>
          <w:rFonts w:hint="cs"/>
          <w:rtl/>
        </w:rPr>
        <w:t>ا</w:t>
      </w:r>
      <w:r>
        <w:rPr>
          <w:rtl/>
        </w:rPr>
        <w:t xml:space="preserve">بت نفسه القرار على الذل وخرج لما بذل له </w:t>
      </w:r>
      <w:r w:rsidR="00787265">
        <w:rPr>
          <w:rFonts w:hint="cs"/>
          <w:rtl/>
        </w:rPr>
        <w:t>ا</w:t>
      </w:r>
      <w:r>
        <w:rPr>
          <w:rtl/>
        </w:rPr>
        <w:t>هل العراق النصرة موطنا</w:t>
      </w:r>
      <w:r w:rsidR="00EC6EB0">
        <w:rPr>
          <w:rFonts w:hint="cs"/>
          <w:rtl/>
        </w:rPr>
        <w:t>ً</w:t>
      </w:r>
      <w:r>
        <w:rPr>
          <w:rtl/>
        </w:rPr>
        <w:t xml:space="preserve"> نفسه على </w:t>
      </w:r>
      <w:r w:rsidR="00787265">
        <w:rPr>
          <w:rFonts w:hint="cs"/>
          <w:rtl/>
        </w:rPr>
        <w:t>ا</w:t>
      </w:r>
      <w:r>
        <w:rPr>
          <w:rtl/>
        </w:rPr>
        <w:t xml:space="preserve">حد </w:t>
      </w:r>
      <w:r w:rsidR="00787265">
        <w:rPr>
          <w:rFonts w:hint="cs"/>
          <w:rtl/>
        </w:rPr>
        <w:t>ا</w:t>
      </w:r>
      <w:r>
        <w:rPr>
          <w:rtl/>
        </w:rPr>
        <w:t xml:space="preserve">مرين </w:t>
      </w:r>
      <w:r w:rsidR="00787265">
        <w:rPr>
          <w:rFonts w:hint="cs"/>
          <w:rtl/>
        </w:rPr>
        <w:t>ا</w:t>
      </w:r>
      <w:r>
        <w:rPr>
          <w:rtl/>
        </w:rPr>
        <w:t xml:space="preserve">ما القتل </w:t>
      </w:r>
      <w:r w:rsidR="00787265">
        <w:rPr>
          <w:rFonts w:hint="cs"/>
          <w:rtl/>
        </w:rPr>
        <w:t>ا</w:t>
      </w:r>
      <w:r>
        <w:rPr>
          <w:rtl/>
        </w:rPr>
        <w:t>و عيش العز و</w:t>
      </w:r>
      <w:r w:rsidR="00787265">
        <w:rPr>
          <w:rFonts w:hint="cs"/>
          <w:rtl/>
        </w:rPr>
        <w:t>ا</w:t>
      </w:r>
      <w:r>
        <w:rPr>
          <w:rtl/>
        </w:rPr>
        <w:t>ن لم يكن واثقا</w:t>
      </w:r>
      <w:r w:rsidR="00EC6EB0">
        <w:rPr>
          <w:rFonts w:hint="cs"/>
          <w:rtl/>
        </w:rPr>
        <w:t>ً</w:t>
      </w:r>
      <w:r>
        <w:rPr>
          <w:rtl/>
        </w:rPr>
        <w:t xml:space="preserve"> بوفاء </w:t>
      </w:r>
      <w:r w:rsidR="00787265">
        <w:rPr>
          <w:rFonts w:hint="cs"/>
          <w:rtl/>
        </w:rPr>
        <w:t>ا</w:t>
      </w:r>
      <w:r>
        <w:rPr>
          <w:rtl/>
        </w:rPr>
        <w:t xml:space="preserve">هل العراق لكنه رأى </w:t>
      </w:r>
      <w:r w:rsidR="00787265">
        <w:rPr>
          <w:rFonts w:hint="cs"/>
          <w:rtl/>
        </w:rPr>
        <w:t>ا</w:t>
      </w:r>
      <w:r>
        <w:rPr>
          <w:rtl/>
        </w:rPr>
        <w:t xml:space="preserve">نه </w:t>
      </w:r>
      <w:r w:rsidR="00787265">
        <w:rPr>
          <w:rFonts w:hint="cs"/>
          <w:rtl/>
        </w:rPr>
        <w:t>ا</w:t>
      </w:r>
      <w:r>
        <w:rPr>
          <w:rtl/>
        </w:rPr>
        <w:t xml:space="preserve">ن لم يستطع </w:t>
      </w:r>
      <w:r w:rsidR="00787265">
        <w:rPr>
          <w:rFonts w:hint="cs"/>
          <w:rtl/>
        </w:rPr>
        <w:t>ا</w:t>
      </w:r>
      <w:r>
        <w:rPr>
          <w:rtl/>
        </w:rPr>
        <w:t>ن يعيش عزيزا</w:t>
      </w:r>
      <w:r w:rsidR="00EC6EB0">
        <w:rPr>
          <w:rFonts w:hint="cs"/>
          <w:rtl/>
        </w:rPr>
        <w:t>ً</w:t>
      </w:r>
      <w:r w:rsidR="00787265">
        <w:rPr>
          <w:rtl/>
        </w:rPr>
        <w:t xml:space="preserve"> استطاع</w:t>
      </w:r>
    </w:p>
    <w:p w:rsidR="00BA4473" w:rsidRDefault="00BA4473" w:rsidP="00E0387A">
      <w:pPr>
        <w:pStyle w:val="rfdNormal0"/>
        <w:rPr>
          <w:rtl/>
        </w:rPr>
      </w:pPr>
      <w:r w:rsidRPr="00787265">
        <w:rPr>
          <w:rtl/>
        </w:rPr>
        <w:br w:type="page"/>
      </w:r>
      <w:r>
        <w:rPr>
          <w:rtl/>
        </w:rPr>
        <w:lastRenderedPageBreak/>
        <w:t>ان يموت عزيزا</w:t>
      </w:r>
      <w:r w:rsidR="00EC6EB0">
        <w:rPr>
          <w:rFonts w:hint="cs"/>
          <w:rtl/>
        </w:rPr>
        <w:t>ً</w:t>
      </w:r>
      <w:r>
        <w:rPr>
          <w:rtl/>
        </w:rPr>
        <w:t xml:space="preserve"> وقد اتفق علماء الاسلام على فضله ونبله وسمو مقامه كما اتفقت معظم الروايات على ذلك سوى روايات قليلة لا تصلح للمعارضة وسيأتي نقل الجميع انشاء الله تعالى وعده ابن شهر آشوب في المناقب في شعراء </w:t>
      </w:r>
      <w:r w:rsidR="00C96BF9">
        <w:rPr>
          <w:rFonts w:hint="cs"/>
          <w:rtl/>
        </w:rPr>
        <w:t>ا</w:t>
      </w:r>
      <w:r>
        <w:rPr>
          <w:rtl/>
        </w:rPr>
        <w:t xml:space="preserve">هل البيت المقتصدين من السادات. وقال ابن </w:t>
      </w:r>
      <w:r w:rsidR="00C96BF9">
        <w:rPr>
          <w:rFonts w:hint="cs"/>
          <w:rtl/>
        </w:rPr>
        <w:t>ا</w:t>
      </w:r>
      <w:r>
        <w:rPr>
          <w:rtl/>
        </w:rPr>
        <w:t xml:space="preserve">بي الحديد في شرح النهج </w:t>
      </w:r>
      <w:r w:rsidR="00AF4E12">
        <w:rPr>
          <w:rtl/>
        </w:rPr>
        <w:t>ج 1</w:t>
      </w:r>
      <w:r>
        <w:rPr>
          <w:rtl/>
        </w:rPr>
        <w:t xml:space="preserve"> </w:t>
      </w:r>
      <w:r w:rsidR="00AF4E12">
        <w:rPr>
          <w:rtl/>
        </w:rPr>
        <w:t>ص 3</w:t>
      </w:r>
      <w:r>
        <w:rPr>
          <w:rtl/>
        </w:rPr>
        <w:t xml:space="preserve">15 : وممن تقيل مذاهب الاسلاف في </w:t>
      </w:r>
      <w:r w:rsidR="00DE7FF9">
        <w:rPr>
          <w:rFonts w:hint="cs"/>
          <w:rtl/>
        </w:rPr>
        <w:t>ا</w:t>
      </w:r>
      <w:r>
        <w:rPr>
          <w:rtl/>
        </w:rPr>
        <w:t>باء الضيم وكراهية الذل واختار القتل على ذلك و</w:t>
      </w:r>
      <w:r w:rsidR="00DE7FF9">
        <w:rPr>
          <w:rFonts w:hint="cs"/>
          <w:rtl/>
        </w:rPr>
        <w:t>ا</w:t>
      </w:r>
      <w:r>
        <w:rPr>
          <w:rtl/>
        </w:rPr>
        <w:t>ن يموت كريما</w:t>
      </w:r>
      <w:r w:rsidR="00EC6EB0">
        <w:rPr>
          <w:rFonts w:hint="cs"/>
          <w:rtl/>
        </w:rPr>
        <w:t>ً</w:t>
      </w:r>
      <w:r>
        <w:rPr>
          <w:rtl/>
        </w:rPr>
        <w:t xml:space="preserve"> </w:t>
      </w:r>
      <w:r w:rsidR="00DE7FF9">
        <w:rPr>
          <w:rFonts w:hint="cs"/>
          <w:rtl/>
        </w:rPr>
        <w:t>ا</w:t>
      </w:r>
      <w:r>
        <w:rPr>
          <w:rtl/>
        </w:rPr>
        <w:t xml:space="preserve">بو الحسين زيد بن علي بن الحسين بن علي بن </w:t>
      </w:r>
      <w:r w:rsidR="00DE7FF9">
        <w:rPr>
          <w:rFonts w:hint="cs"/>
          <w:rtl/>
        </w:rPr>
        <w:t>ا</w:t>
      </w:r>
      <w:r>
        <w:rPr>
          <w:rtl/>
        </w:rPr>
        <w:t xml:space="preserve">بي طالب </w:t>
      </w:r>
      <w:r w:rsidR="00FF2CA0">
        <w:rPr>
          <w:rStyle w:val="rfdAlaem"/>
          <w:rFonts w:hint="cs"/>
          <w:rtl/>
        </w:rPr>
        <w:t>عليه‌السلام</w:t>
      </w:r>
      <w:r>
        <w:rPr>
          <w:rtl/>
        </w:rPr>
        <w:t xml:space="preserve"> وهو </w:t>
      </w:r>
      <w:r w:rsidR="00DE7FF9">
        <w:rPr>
          <w:rFonts w:hint="cs"/>
          <w:rtl/>
        </w:rPr>
        <w:t>ا</w:t>
      </w:r>
      <w:r>
        <w:rPr>
          <w:rtl/>
        </w:rPr>
        <w:t>مام الزيدية الذين ينسبون اليه لاجتماع شروط الامامة عندهم فيه وهو ان يكون من ولد علي وفاطمة عالما</w:t>
      </w:r>
      <w:r w:rsidR="00EC6EB0">
        <w:rPr>
          <w:rFonts w:hint="cs"/>
          <w:rtl/>
        </w:rPr>
        <w:t>ً</w:t>
      </w:r>
      <w:r>
        <w:rPr>
          <w:rtl/>
        </w:rPr>
        <w:t xml:space="preserve"> شجاعا</w:t>
      </w:r>
      <w:r w:rsidR="00EC6EB0">
        <w:rPr>
          <w:rFonts w:hint="cs"/>
          <w:rtl/>
        </w:rPr>
        <w:t>ً</w:t>
      </w:r>
      <w:r>
        <w:rPr>
          <w:rtl/>
        </w:rPr>
        <w:t xml:space="preserve"> كريما</w:t>
      </w:r>
      <w:r w:rsidR="00EC6EB0">
        <w:rPr>
          <w:rFonts w:hint="cs"/>
          <w:rtl/>
        </w:rPr>
        <w:t>ً</w:t>
      </w:r>
      <w:r>
        <w:rPr>
          <w:rtl/>
        </w:rPr>
        <w:t xml:space="preserve"> ويخرج بالسيف قال الشيخ في رجاله في </w:t>
      </w:r>
      <w:r w:rsidR="00DE7FF9">
        <w:rPr>
          <w:rFonts w:hint="cs"/>
          <w:rtl/>
        </w:rPr>
        <w:t>ا</w:t>
      </w:r>
      <w:r>
        <w:rPr>
          <w:rtl/>
        </w:rPr>
        <w:t xml:space="preserve">صحاب علي بن الحسين </w:t>
      </w:r>
      <w:r w:rsidR="00FF2CA0">
        <w:rPr>
          <w:rStyle w:val="rfdAlaem"/>
          <w:rFonts w:hint="cs"/>
          <w:rtl/>
        </w:rPr>
        <w:t>عليهما‌السلام</w:t>
      </w:r>
      <w:r>
        <w:rPr>
          <w:rtl/>
        </w:rPr>
        <w:t xml:space="preserve"> زيد بن علي بن الحسين بن علي بن ابي طالب وفي </w:t>
      </w:r>
      <w:r w:rsidR="00DE7FF9">
        <w:rPr>
          <w:rFonts w:hint="cs"/>
          <w:rtl/>
        </w:rPr>
        <w:t>ا</w:t>
      </w:r>
      <w:r>
        <w:rPr>
          <w:rtl/>
        </w:rPr>
        <w:t xml:space="preserve">صحاب الباقر </w:t>
      </w:r>
      <w:r w:rsidR="00FF2CA0">
        <w:rPr>
          <w:rStyle w:val="rfdAlaem"/>
          <w:rFonts w:hint="cs"/>
          <w:rtl/>
        </w:rPr>
        <w:t>عليه‌السلام</w:t>
      </w:r>
      <w:r>
        <w:rPr>
          <w:rtl/>
        </w:rPr>
        <w:t xml:space="preserve"> زيد بن علي بن الحسين بن علي بن </w:t>
      </w:r>
      <w:r w:rsidR="00DE7FF9">
        <w:rPr>
          <w:rFonts w:hint="cs"/>
          <w:rtl/>
        </w:rPr>
        <w:t>ا</w:t>
      </w:r>
      <w:r>
        <w:rPr>
          <w:rtl/>
        </w:rPr>
        <w:t xml:space="preserve">بي طالب </w:t>
      </w:r>
      <w:r w:rsidR="00DE7FF9">
        <w:rPr>
          <w:rFonts w:hint="cs"/>
          <w:rtl/>
        </w:rPr>
        <w:t>ا</w:t>
      </w:r>
      <w:r>
        <w:rPr>
          <w:rtl/>
        </w:rPr>
        <w:t xml:space="preserve">بو الحسين وفي </w:t>
      </w:r>
      <w:r w:rsidR="00DE7FF9">
        <w:rPr>
          <w:rFonts w:hint="cs"/>
          <w:rtl/>
        </w:rPr>
        <w:t>ا</w:t>
      </w:r>
      <w:r>
        <w:rPr>
          <w:rtl/>
        </w:rPr>
        <w:t xml:space="preserve">صحاب الصادق </w:t>
      </w:r>
      <w:r w:rsidR="00FF2CA0">
        <w:rPr>
          <w:rStyle w:val="rfdAlaem"/>
          <w:rFonts w:hint="cs"/>
          <w:rtl/>
        </w:rPr>
        <w:t>عليه‌السلام</w:t>
      </w:r>
      <w:r>
        <w:rPr>
          <w:rtl/>
        </w:rPr>
        <w:t xml:space="preserve"> زيد بن علي ابن الحسين بن علي بن </w:t>
      </w:r>
      <w:r w:rsidR="00DE7FF9">
        <w:rPr>
          <w:rFonts w:hint="cs"/>
          <w:rtl/>
        </w:rPr>
        <w:t>ا</w:t>
      </w:r>
      <w:r>
        <w:rPr>
          <w:rtl/>
        </w:rPr>
        <w:t xml:space="preserve">بي طالب </w:t>
      </w:r>
      <w:r w:rsidR="00DE7FF9">
        <w:rPr>
          <w:rFonts w:hint="cs"/>
          <w:rtl/>
        </w:rPr>
        <w:t>ا</w:t>
      </w:r>
      <w:r>
        <w:rPr>
          <w:rtl/>
        </w:rPr>
        <w:t xml:space="preserve">بو الحسين مدني تابعي قتل سنة 131 وله 42 سنة وفي تكملة نقد الرجال زيد بن علي بن الحسين </w:t>
      </w:r>
      <w:r w:rsidR="00FF2CA0">
        <w:rPr>
          <w:rStyle w:val="rfdAlaem"/>
          <w:rFonts w:hint="cs"/>
          <w:rtl/>
        </w:rPr>
        <w:t>عليهما‌السلام</w:t>
      </w:r>
      <w:r>
        <w:rPr>
          <w:rtl/>
        </w:rPr>
        <w:t xml:space="preserve"> قد اتفق علماء الاسلام على جلالته وثقته وورعه وعلمه وفضله وقد روي في ذلك </w:t>
      </w:r>
      <w:r w:rsidR="00DE7FF9">
        <w:rPr>
          <w:rFonts w:hint="cs"/>
          <w:rtl/>
        </w:rPr>
        <w:t>ا</w:t>
      </w:r>
      <w:r>
        <w:rPr>
          <w:rtl/>
        </w:rPr>
        <w:t>خبار كثيرة حتى عقد ابن بابويه في العيون بابا</w:t>
      </w:r>
      <w:r w:rsidR="00EC6EB0">
        <w:rPr>
          <w:rFonts w:hint="cs"/>
          <w:rtl/>
        </w:rPr>
        <w:t>ً</w:t>
      </w:r>
      <w:r>
        <w:rPr>
          <w:rtl/>
        </w:rPr>
        <w:t xml:space="preserve"> لذلك وعن الشهيد في قواعده في بحث الامر بالمعروف والنهي عن المنكر </w:t>
      </w:r>
      <w:r w:rsidR="00DE7FF9">
        <w:rPr>
          <w:rFonts w:hint="cs"/>
          <w:rtl/>
        </w:rPr>
        <w:t>ا</w:t>
      </w:r>
      <w:r>
        <w:rPr>
          <w:rtl/>
        </w:rPr>
        <w:t>نه صرح ب</w:t>
      </w:r>
      <w:r w:rsidR="00DE7FF9">
        <w:rPr>
          <w:rFonts w:hint="cs"/>
          <w:rtl/>
        </w:rPr>
        <w:t>ا</w:t>
      </w:r>
      <w:r>
        <w:rPr>
          <w:rtl/>
        </w:rPr>
        <w:t>ن خروجه كان ب</w:t>
      </w:r>
      <w:r w:rsidR="00DE7FF9">
        <w:rPr>
          <w:rFonts w:hint="cs"/>
          <w:rtl/>
        </w:rPr>
        <w:t>ا</w:t>
      </w:r>
      <w:r>
        <w:rPr>
          <w:rtl/>
        </w:rPr>
        <w:t>ذن ال</w:t>
      </w:r>
      <w:r w:rsidR="00E0387A">
        <w:rPr>
          <w:rFonts w:hint="cs"/>
          <w:rtl/>
        </w:rPr>
        <w:t>ا</w:t>
      </w:r>
      <w:r>
        <w:rPr>
          <w:rtl/>
        </w:rPr>
        <w:t xml:space="preserve">مام </w:t>
      </w:r>
      <w:r w:rsidR="00FF2CA0">
        <w:rPr>
          <w:rStyle w:val="rfdAlaem"/>
          <w:rFonts w:hint="cs"/>
          <w:rtl/>
        </w:rPr>
        <w:t>عليه‌السلام</w:t>
      </w:r>
      <w:r w:rsidR="00DE7FF9">
        <w:rPr>
          <w:rFonts w:hint="cs"/>
          <w:rtl/>
        </w:rPr>
        <w:t>.</w:t>
      </w:r>
    </w:p>
    <w:p w:rsidR="00BA4473" w:rsidRDefault="00BA4473" w:rsidP="00BA4473">
      <w:pPr>
        <w:rPr>
          <w:rtl/>
        </w:rPr>
      </w:pPr>
      <w:r>
        <w:rPr>
          <w:rtl/>
        </w:rPr>
        <w:t>وقال المفيد في الارشاد : كان زيد بن علي بن ا</w:t>
      </w:r>
      <w:r w:rsidR="00DE7FF9">
        <w:rPr>
          <w:rtl/>
        </w:rPr>
        <w:t>لحسين عليهم</w:t>
      </w:r>
    </w:p>
    <w:p w:rsidR="00BA4473" w:rsidRDefault="00BA4473" w:rsidP="005956A9">
      <w:pPr>
        <w:pStyle w:val="rfdNormal0"/>
        <w:rPr>
          <w:rtl/>
        </w:rPr>
      </w:pPr>
      <w:r w:rsidRPr="00E21AE5">
        <w:rPr>
          <w:rtl/>
        </w:rPr>
        <w:br w:type="page"/>
      </w:r>
      <w:r>
        <w:rPr>
          <w:rtl/>
        </w:rPr>
        <w:lastRenderedPageBreak/>
        <w:t xml:space="preserve">السلام عين اخوته بعد </w:t>
      </w:r>
      <w:r w:rsidR="005956A9">
        <w:rPr>
          <w:rFonts w:hint="cs"/>
          <w:rtl/>
        </w:rPr>
        <w:t>ا</w:t>
      </w:r>
      <w:r>
        <w:rPr>
          <w:rtl/>
        </w:rPr>
        <w:t>بي جعفر (ع) و</w:t>
      </w:r>
      <w:r w:rsidR="005956A9">
        <w:rPr>
          <w:rFonts w:hint="cs"/>
          <w:rtl/>
        </w:rPr>
        <w:t>ا</w:t>
      </w:r>
      <w:r>
        <w:rPr>
          <w:rtl/>
        </w:rPr>
        <w:t>فضلهم وكان عابدا</w:t>
      </w:r>
      <w:r w:rsidR="00645728">
        <w:rPr>
          <w:rFonts w:hint="cs"/>
          <w:rtl/>
        </w:rPr>
        <w:t>ً</w:t>
      </w:r>
      <w:r>
        <w:rPr>
          <w:rtl/>
        </w:rPr>
        <w:t xml:space="preserve"> ورعا</w:t>
      </w:r>
      <w:r w:rsidR="00645728">
        <w:rPr>
          <w:rFonts w:hint="cs"/>
          <w:rtl/>
        </w:rPr>
        <w:t>ً</w:t>
      </w:r>
      <w:r>
        <w:rPr>
          <w:rtl/>
        </w:rPr>
        <w:t xml:space="preserve"> فقيها</w:t>
      </w:r>
      <w:r w:rsidR="00645728">
        <w:rPr>
          <w:rFonts w:hint="cs"/>
          <w:rtl/>
        </w:rPr>
        <w:t>ً</w:t>
      </w:r>
      <w:r>
        <w:rPr>
          <w:rtl/>
        </w:rPr>
        <w:t xml:space="preserve"> سخيا</w:t>
      </w:r>
      <w:r w:rsidR="00645728">
        <w:rPr>
          <w:rFonts w:hint="cs"/>
          <w:rtl/>
        </w:rPr>
        <w:t>ً</w:t>
      </w:r>
      <w:r>
        <w:rPr>
          <w:rtl/>
        </w:rPr>
        <w:t xml:space="preserve"> شجاعا</w:t>
      </w:r>
      <w:r w:rsidR="00645728">
        <w:rPr>
          <w:rFonts w:hint="cs"/>
          <w:rtl/>
        </w:rPr>
        <w:t>ً</w:t>
      </w:r>
      <w:r>
        <w:rPr>
          <w:rtl/>
        </w:rPr>
        <w:t xml:space="preserve"> وظهر بالسيف ي</w:t>
      </w:r>
      <w:r w:rsidR="005956A9">
        <w:rPr>
          <w:rFonts w:hint="cs"/>
          <w:rtl/>
        </w:rPr>
        <w:t>أ</w:t>
      </w:r>
      <w:r>
        <w:rPr>
          <w:rtl/>
        </w:rPr>
        <w:t xml:space="preserve">مر بالمعروف وينهى عن المنكر ويأخذ بثأر الحسين </w:t>
      </w:r>
      <w:r w:rsidR="00FF2CA0">
        <w:rPr>
          <w:rStyle w:val="rfdAlaem"/>
          <w:rFonts w:hint="cs"/>
          <w:rtl/>
        </w:rPr>
        <w:t>عليه‌السلام</w:t>
      </w:r>
      <w:r>
        <w:rPr>
          <w:rtl/>
        </w:rPr>
        <w:t xml:space="preserve"> ثم روى بسنده عن </w:t>
      </w:r>
      <w:r w:rsidR="005956A9">
        <w:rPr>
          <w:rFonts w:hint="cs"/>
          <w:rtl/>
        </w:rPr>
        <w:t>ا</w:t>
      </w:r>
      <w:r>
        <w:rPr>
          <w:rtl/>
        </w:rPr>
        <w:t>بي الجارود زياد ابن المنذر قدمت المدينة فجعلت كلما سألت عن زيد بن علي قيل لي ذاك حليف القرآن وروى هشام ( هشيم ) بن هشام ( ابن مي</w:t>
      </w:r>
      <w:r w:rsidR="0059496F">
        <w:rPr>
          <w:rFonts w:hint="cs"/>
          <w:rtl/>
        </w:rPr>
        <w:t>ش</w:t>
      </w:r>
      <w:r>
        <w:rPr>
          <w:rtl/>
        </w:rPr>
        <w:t xml:space="preserve">م ) قال سألت خالد بن صفوان ( </w:t>
      </w:r>
      <w:r w:rsidR="005956A9">
        <w:rPr>
          <w:rFonts w:hint="cs"/>
          <w:rtl/>
        </w:rPr>
        <w:t>ا</w:t>
      </w:r>
      <w:r>
        <w:rPr>
          <w:rtl/>
        </w:rPr>
        <w:t xml:space="preserve">حد الرواة عن زيد ) عن زيد بن علي وكان يحدثنا عنه فقلت </w:t>
      </w:r>
      <w:r w:rsidR="005956A9">
        <w:rPr>
          <w:rFonts w:hint="cs"/>
          <w:rtl/>
        </w:rPr>
        <w:t>ا</w:t>
      </w:r>
      <w:r>
        <w:rPr>
          <w:rtl/>
        </w:rPr>
        <w:t xml:space="preserve">ين لقيته قال بالرصافة ( </w:t>
      </w:r>
      <w:r w:rsidR="0059496F">
        <w:rPr>
          <w:rFonts w:hint="cs"/>
          <w:rtl/>
        </w:rPr>
        <w:t>قرية من قرى الكوفة</w:t>
      </w:r>
      <w:r>
        <w:rPr>
          <w:rtl/>
        </w:rPr>
        <w:t xml:space="preserve"> ) فقلت </w:t>
      </w:r>
      <w:r w:rsidR="005956A9">
        <w:rPr>
          <w:rFonts w:hint="cs"/>
          <w:rtl/>
        </w:rPr>
        <w:t>ا</w:t>
      </w:r>
      <w:r>
        <w:rPr>
          <w:rtl/>
        </w:rPr>
        <w:t>ي رجل كان فقال كان كما علمت يبكي من خشية الله حتى تختلط دموعه بمخاطه و</w:t>
      </w:r>
      <w:r w:rsidR="005956A9">
        <w:rPr>
          <w:rFonts w:hint="cs"/>
          <w:rtl/>
        </w:rPr>
        <w:t>ا</w:t>
      </w:r>
      <w:r>
        <w:rPr>
          <w:rtl/>
        </w:rPr>
        <w:t xml:space="preserve">عتقد كثير من الشيعة فيه الامامة وكان سبب إعتقادهم ذلك فيه خروجه بالسيف يدعو الى الرضا من آل محمد </w:t>
      </w:r>
      <w:r w:rsidR="005956A9">
        <w:rPr>
          <w:rFonts w:hint="cs"/>
          <w:rtl/>
        </w:rPr>
        <w:t>صلّى الله عليه وسلّم</w:t>
      </w:r>
      <w:r>
        <w:rPr>
          <w:rtl/>
        </w:rPr>
        <w:t xml:space="preserve"> فظنوه يريد بذلك نفسه ولم يكن يريدها له لمعرفته باستحقاق </w:t>
      </w:r>
      <w:r w:rsidR="005956A9">
        <w:rPr>
          <w:rFonts w:hint="cs"/>
          <w:rtl/>
        </w:rPr>
        <w:t>ا</w:t>
      </w:r>
      <w:r>
        <w:rPr>
          <w:rtl/>
        </w:rPr>
        <w:t xml:space="preserve">خيه للامامة من قبله ووصيته عند وفاته الى </w:t>
      </w:r>
      <w:r w:rsidR="005956A9">
        <w:rPr>
          <w:rFonts w:hint="cs"/>
          <w:rtl/>
        </w:rPr>
        <w:t>ا</w:t>
      </w:r>
      <w:r>
        <w:rPr>
          <w:rtl/>
        </w:rPr>
        <w:t>بي عبد</w:t>
      </w:r>
      <w:r w:rsidR="005956A9">
        <w:rPr>
          <w:rFonts w:hint="cs"/>
          <w:rtl/>
        </w:rPr>
        <w:t xml:space="preserve"> </w:t>
      </w:r>
      <w:r>
        <w:rPr>
          <w:rtl/>
        </w:rPr>
        <w:t xml:space="preserve">الله </w:t>
      </w:r>
      <w:r w:rsidR="00FF2CA0">
        <w:rPr>
          <w:rStyle w:val="rfdAlaem"/>
          <w:rFonts w:hint="cs"/>
          <w:rtl/>
        </w:rPr>
        <w:t>عليه‌السلام</w:t>
      </w:r>
      <w:r>
        <w:rPr>
          <w:rtl/>
        </w:rPr>
        <w:t xml:space="preserve"> اي وصية </w:t>
      </w:r>
      <w:r w:rsidR="005956A9">
        <w:rPr>
          <w:rFonts w:hint="cs"/>
          <w:rtl/>
        </w:rPr>
        <w:t>ا</w:t>
      </w:r>
      <w:r>
        <w:rPr>
          <w:rtl/>
        </w:rPr>
        <w:t xml:space="preserve">خيه الباقر الى ولده الصادق </w:t>
      </w:r>
      <w:r w:rsidR="00FF2CA0">
        <w:rPr>
          <w:rStyle w:val="rfdAlaem"/>
          <w:rFonts w:hint="cs"/>
          <w:rtl/>
        </w:rPr>
        <w:t>عليهما‌السلام</w:t>
      </w:r>
      <w:r>
        <w:rPr>
          <w:rtl/>
        </w:rPr>
        <w:t>.</w:t>
      </w:r>
    </w:p>
    <w:p w:rsidR="00BA4473" w:rsidRDefault="00BA4473" w:rsidP="005956A9">
      <w:pPr>
        <w:rPr>
          <w:rtl/>
        </w:rPr>
      </w:pPr>
      <w:r>
        <w:rPr>
          <w:rtl/>
        </w:rPr>
        <w:t xml:space="preserve">وقال السيد علي خان الشيرازي في </w:t>
      </w:r>
      <w:r w:rsidR="005956A9">
        <w:rPr>
          <w:rFonts w:hint="cs"/>
          <w:rtl/>
        </w:rPr>
        <w:t>ا</w:t>
      </w:r>
      <w:r>
        <w:rPr>
          <w:rtl/>
        </w:rPr>
        <w:t xml:space="preserve">وائل شرحه على الصحيفة الكاملة : في رياض السالكين هو </w:t>
      </w:r>
      <w:r w:rsidR="005956A9">
        <w:rPr>
          <w:rFonts w:hint="cs"/>
          <w:rtl/>
        </w:rPr>
        <w:t>ا</w:t>
      </w:r>
      <w:r>
        <w:rPr>
          <w:rtl/>
        </w:rPr>
        <w:t xml:space="preserve">بو الحسين زيد بن علي بن الحسين ابن علي بن </w:t>
      </w:r>
      <w:r w:rsidR="005956A9">
        <w:rPr>
          <w:rFonts w:hint="cs"/>
          <w:rtl/>
        </w:rPr>
        <w:t>ا</w:t>
      </w:r>
      <w:r>
        <w:rPr>
          <w:rtl/>
        </w:rPr>
        <w:t xml:space="preserve">بي طالب </w:t>
      </w:r>
      <w:r w:rsidR="00424C96" w:rsidRPr="00A50A68">
        <w:rPr>
          <w:rStyle w:val="rfdAlaem"/>
          <w:rFonts w:hint="cs"/>
          <w:rtl/>
        </w:rPr>
        <w:t>:</w:t>
      </w:r>
      <w:r>
        <w:rPr>
          <w:rtl/>
        </w:rPr>
        <w:t xml:space="preserve"> </w:t>
      </w:r>
      <w:r w:rsidR="005956A9">
        <w:rPr>
          <w:rFonts w:hint="cs"/>
          <w:rtl/>
        </w:rPr>
        <w:t>ا</w:t>
      </w:r>
      <w:r>
        <w:rPr>
          <w:rtl/>
        </w:rPr>
        <w:t xml:space="preserve">مه </w:t>
      </w:r>
      <w:r w:rsidR="005956A9">
        <w:rPr>
          <w:rFonts w:hint="cs"/>
          <w:rtl/>
        </w:rPr>
        <w:t>ا</w:t>
      </w:r>
      <w:r>
        <w:rPr>
          <w:rtl/>
        </w:rPr>
        <w:t xml:space="preserve">م ولد كان جم الفضائل عظيم المناقب وكان يقال له حليف القرآن روى </w:t>
      </w:r>
      <w:r w:rsidR="005956A9">
        <w:rPr>
          <w:rFonts w:hint="cs"/>
          <w:rtl/>
        </w:rPr>
        <w:t>ا</w:t>
      </w:r>
      <w:r>
        <w:rPr>
          <w:rtl/>
        </w:rPr>
        <w:t xml:space="preserve">بو نصر البخاري عن </w:t>
      </w:r>
      <w:r w:rsidR="005956A9">
        <w:rPr>
          <w:rFonts w:hint="cs"/>
          <w:rtl/>
        </w:rPr>
        <w:t>ا</w:t>
      </w:r>
      <w:r>
        <w:rPr>
          <w:rtl/>
        </w:rPr>
        <w:t>بي الجارود قال قدمت المدينة فجعلت كلما سألت عن زيد ابن علي قيل لي ذلك حليف القرآن ذاك اسطوانة المسجد من كثرة صلاته.</w:t>
      </w:r>
    </w:p>
    <w:p w:rsidR="00BA4473" w:rsidRDefault="00BA4473" w:rsidP="00B754AD">
      <w:pPr>
        <w:rPr>
          <w:rtl/>
        </w:rPr>
      </w:pPr>
      <w:r w:rsidRPr="005956A9">
        <w:rPr>
          <w:rtl/>
        </w:rPr>
        <w:br w:type="page"/>
      </w:r>
      <w:r>
        <w:rPr>
          <w:rtl/>
        </w:rPr>
        <w:lastRenderedPageBreak/>
        <w:t xml:space="preserve">وفي عمدة الطالب </w:t>
      </w:r>
      <w:r w:rsidR="00AF4E12">
        <w:rPr>
          <w:rtl/>
        </w:rPr>
        <w:t>ص 2</w:t>
      </w:r>
      <w:r>
        <w:rPr>
          <w:rtl/>
        </w:rPr>
        <w:t xml:space="preserve">27 زيد الشهيد بن زين العابدين علي بن الحسين بن علي بن </w:t>
      </w:r>
      <w:r w:rsidR="00B754AD">
        <w:rPr>
          <w:rFonts w:hint="cs"/>
          <w:rtl/>
        </w:rPr>
        <w:t>ا</w:t>
      </w:r>
      <w:r>
        <w:rPr>
          <w:rtl/>
        </w:rPr>
        <w:t xml:space="preserve">بي طالب </w:t>
      </w:r>
      <w:r w:rsidR="00424C96" w:rsidRPr="00A50A68">
        <w:rPr>
          <w:rStyle w:val="rfdAlaem"/>
          <w:rFonts w:hint="cs"/>
          <w:rtl/>
        </w:rPr>
        <w:t>:</w:t>
      </w:r>
      <w:r>
        <w:rPr>
          <w:rtl/>
        </w:rPr>
        <w:t xml:space="preserve"> ويكنى </w:t>
      </w:r>
      <w:r w:rsidR="00B754AD">
        <w:rPr>
          <w:rFonts w:hint="cs"/>
          <w:rtl/>
        </w:rPr>
        <w:t>ا</w:t>
      </w:r>
      <w:r>
        <w:rPr>
          <w:rtl/>
        </w:rPr>
        <w:t>با الحسين و</w:t>
      </w:r>
      <w:r w:rsidR="00B754AD">
        <w:rPr>
          <w:rFonts w:hint="cs"/>
          <w:rtl/>
        </w:rPr>
        <w:t>ا</w:t>
      </w:r>
      <w:r>
        <w:rPr>
          <w:rtl/>
        </w:rPr>
        <w:t xml:space="preserve">مه </w:t>
      </w:r>
      <w:r w:rsidR="00B754AD">
        <w:rPr>
          <w:rFonts w:hint="cs"/>
          <w:rtl/>
        </w:rPr>
        <w:t>ا</w:t>
      </w:r>
      <w:r>
        <w:rPr>
          <w:rtl/>
        </w:rPr>
        <w:t xml:space="preserve">م ولد ومناقبه </w:t>
      </w:r>
      <w:r w:rsidR="00B754AD">
        <w:rPr>
          <w:rFonts w:hint="cs"/>
          <w:rtl/>
        </w:rPr>
        <w:t>ا</w:t>
      </w:r>
      <w:r>
        <w:rPr>
          <w:rtl/>
        </w:rPr>
        <w:t xml:space="preserve">جل من </w:t>
      </w:r>
      <w:r w:rsidR="00B754AD">
        <w:rPr>
          <w:rFonts w:hint="cs"/>
          <w:rtl/>
        </w:rPr>
        <w:t>ا</w:t>
      </w:r>
      <w:r>
        <w:rPr>
          <w:rtl/>
        </w:rPr>
        <w:t xml:space="preserve">ن تحصى وفضله </w:t>
      </w:r>
      <w:r w:rsidR="00B754AD">
        <w:rPr>
          <w:rFonts w:hint="cs"/>
          <w:rtl/>
        </w:rPr>
        <w:t>ا</w:t>
      </w:r>
      <w:r>
        <w:rPr>
          <w:rtl/>
        </w:rPr>
        <w:t xml:space="preserve">كثر من </w:t>
      </w:r>
      <w:r w:rsidR="00B754AD">
        <w:rPr>
          <w:rFonts w:hint="cs"/>
          <w:rtl/>
        </w:rPr>
        <w:t>ا</w:t>
      </w:r>
      <w:r>
        <w:rPr>
          <w:rtl/>
        </w:rPr>
        <w:t>ن يوصف ويقال له حليف القرآن.</w:t>
      </w:r>
    </w:p>
    <w:p w:rsidR="00BA4473" w:rsidRDefault="00BA4473" w:rsidP="00EA27C1">
      <w:pPr>
        <w:rPr>
          <w:rtl/>
        </w:rPr>
      </w:pPr>
      <w:r>
        <w:rPr>
          <w:rtl/>
        </w:rPr>
        <w:t xml:space="preserve">وفي الرياض السيد الجليل الشهيد ابو الحسين زيد بن علي ابن الحسين بن علي بن </w:t>
      </w:r>
      <w:r w:rsidR="00B754AD">
        <w:rPr>
          <w:rFonts w:hint="cs"/>
          <w:rtl/>
        </w:rPr>
        <w:t>ا</w:t>
      </w:r>
      <w:r>
        <w:rPr>
          <w:rtl/>
        </w:rPr>
        <w:t xml:space="preserve">بي طالب </w:t>
      </w:r>
      <w:r w:rsidR="00FF2CA0">
        <w:rPr>
          <w:rStyle w:val="rfdAlaem"/>
          <w:rFonts w:hint="cs"/>
          <w:rtl/>
        </w:rPr>
        <w:t>عليه‌السلام</w:t>
      </w:r>
      <w:r>
        <w:rPr>
          <w:rtl/>
        </w:rPr>
        <w:t xml:space="preserve"> </w:t>
      </w:r>
      <w:r w:rsidR="00B754AD">
        <w:rPr>
          <w:rFonts w:hint="cs"/>
          <w:rtl/>
        </w:rPr>
        <w:t>ا</w:t>
      </w:r>
      <w:r>
        <w:rPr>
          <w:rtl/>
        </w:rPr>
        <w:t>مام الزيدية كان سيدا</w:t>
      </w:r>
      <w:r w:rsidR="00AA615C">
        <w:rPr>
          <w:rFonts w:hint="cs"/>
          <w:rtl/>
        </w:rPr>
        <w:t>ً</w:t>
      </w:r>
      <w:r>
        <w:rPr>
          <w:rtl/>
        </w:rPr>
        <w:t xml:space="preserve"> كبيرا</w:t>
      </w:r>
      <w:r w:rsidR="00AA615C">
        <w:rPr>
          <w:rFonts w:hint="cs"/>
          <w:rtl/>
        </w:rPr>
        <w:t>ً</w:t>
      </w:r>
      <w:r>
        <w:rPr>
          <w:rtl/>
        </w:rPr>
        <w:t xml:space="preserve"> عظيما في </w:t>
      </w:r>
      <w:r w:rsidR="00B754AD">
        <w:rPr>
          <w:rFonts w:hint="cs"/>
          <w:rtl/>
        </w:rPr>
        <w:t>ا</w:t>
      </w:r>
      <w:r>
        <w:rPr>
          <w:rtl/>
        </w:rPr>
        <w:t xml:space="preserve">هله وعند شيعة </w:t>
      </w:r>
      <w:r w:rsidR="00B754AD">
        <w:rPr>
          <w:rFonts w:hint="cs"/>
          <w:rtl/>
        </w:rPr>
        <w:t>ا</w:t>
      </w:r>
      <w:r>
        <w:rPr>
          <w:rtl/>
        </w:rPr>
        <w:t>بيه والروايات في فضله كثيرة وقد ألف جماعة من متأخري علماء الشيعة ومتقدميهم كتبا</w:t>
      </w:r>
      <w:r w:rsidR="00AA615C">
        <w:rPr>
          <w:rFonts w:hint="cs"/>
          <w:rtl/>
        </w:rPr>
        <w:t>ً</w:t>
      </w:r>
      <w:r>
        <w:rPr>
          <w:rtl/>
        </w:rPr>
        <w:t xml:space="preserve"> عديدة مقصورة على ذكر </w:t>
      </w:r>
      <w:r w:rsidR="00B754AD">
        <w:rPr>
          <w:rFonts w:hint="cs"/>
          <w:rtl/>
        </w:rPr>
        <w:t>ا</w:t>
      </w:r>
      <w:r>
        <w:rPr>
          <w:rtl/>
        </w:rPr>
        <w:t>خبار فضائله كما يظهر من مطاوي كتب الرجال ومن غيرها ومن المتأخرين الميرزا محمد الاسترابادي</w:t>
      </w:r>
      <w:r w:rsidR="00B754AD">
        <w:rPr>
          <w:rFonts w:hint="cs"/>
          <w:rtl/>
        </w:rPr>
        <w:t xml:space="preserve"> </w:t>
      </w:r>
      <w:r>
        <w:rPr>
          <w:rtl/>
        </w:rPr>
        <w:t xml:space="preserve">( صاحب الرجال ) فله رسالة في </w:t>
      </w:r>
      <w:r w:rsidR="00B754AD">
        <w:rPr>
          <w:rFonts w:hint="cs"/>
          <w:rtl/>
        </w:rPr>
        <w:t>ا</w:t>
      </w:r>
      <w:r>
        <w:rPr>
          <w:rtl/>
        </w:rPr>
        <w:t xml:space="preserve">حواله </w:t>
      </w:r>
      <w:r w:rsidR="00B754AD">
        <w:rPr>
          <w:rFonts w:hint="cs"/>
          <w:rtl/>
        </w:rPr>
        <w:t>ا</w:t>
      </w:r>
      <w:r>
        <w:rPr>
          <w:rtl/>
        </w:rPr>
        <w:t xml:space="preserve">ورد فيها كلام المفيد في الارشاد بتمامه ونقل فيها </w:t>
      </w:r>
      <w:r w:rsidR="00B754AD">
        <w:rPr>
          <w:rFonts w:hint="cs"/>
          <w:rtl/>
        </w:rPr>
        <w:t>ا</w:t>
      </w:r>
      <w:r>
        <w:rPr>
          <w:rtl/>
        </w:rPr>
        <w:t>يضا</w:t>
      </w:r>
      <w:r w:rsidR="00AA615C">
        <w:rPr>
          <w:rFonts w:hint="cs"/>
          <w:rtl/>
        </w:rPr>
        <w:t>ً</w:t>
      </w:r>
      <w:r>
        <w:rPr>
          <w:rtl/>
        </w:rPr>
        <w:t xml:space="preserve"> ما رواه الطبرسي في </w:t>
      </w:r>
      <w:r w:rsidR="00B754AD">
        <w:rPr>
          <w:rFonts w:hint="cs"/>
          <w:rtl/>
        </w:rPr>
        <w:t>ا</w:t>
      </w:r>
      <w:r>
        <w:rPr>
          <w:rtl/>
        </w:rPr>
        <w:t>علام الورى وما رواه ابن طاوس في ربيع الشيعة و</w:t>
      </w:r>
      <w:r w:rsidR="00B754AD">
        <w:rPr>
          <w:rFonts w:hint="cs"/>
          <w:rtl/>
        </w:rPr>
        <w:t>ا</w:t>
      </w:r>
      <w:r>
        <w:rPr>
          <w:rtl/>
        </w:rPr>
        <w:t xml:space="preserve">ورد روايات كثيرة في مدحه وعن </w:t>
      </w:r>
      <w:r w:rsidR="00B754AD">
        <w:rPr>
          <w:rFonts w:hint="cs"/>
          <w:rtl/>
        </w:rPr>
        <w:t>ا</w:t>
      </w:r>
      <w:r>
        <w:rPr>
          <w:rtl/>
        </w:rPr>
        <w:t xml:space="preserve">بي المؤيد موفق ابن </w:t>
      </w:r>
      <w:r w:rsidR="00B754AD">
        <w:rPr>
          <w:rFonts w:hint="cs"/>
          <w:rtl/>
        </w:rPr>
        <w:t>ا</w:t>
      </w:r>
      <w:r>
        <w:rPr>
          <w:rtl/>
        </w:rPr>
        <w:t xml:space="preserve">حمد المكي </w:t>
      </w:r>
      <w:r w:rsidR="00B754AD">
        <w:rPr>
          <w:rFonts w:hint="cs"/>
          <w:rtl/>
        </w:rPr>
        <w:t>ا</w:t>
      </w:r>
      <w:r>
        <w:rPr>
          <w:rtl/>
        </w:rPr>
        <w:t xml:space="preserve">خطب خوارزم </w:t>
      </w:r>
      <w:r w:rsidR="00B754AD">
        <w:rPr>
          <w:rFonts w:hint="cs"/>
          <w:rtl/>
        </w:rPr>
        <w:t>ا</w:t>
      </w:r>
      <w:r>
        <w:rPr>
          <w:rtl/>
        </w:rPr>
        <w:t xml:space="preserve">نه روى في مقتله عن خالد ابن صفوان قال انتهت الفصاحة والخطابة والزهادة والعبادة في بني هاشم الى زيد بن علي </w:t>
      </w:r>
      <w:r w:rsidR="00FF2CA0">
        <w:rPr>
          <w:rStyle w:val="rfdAlaem"/>
          <w:rFonts w:hint="cs"/>
          <w:rtl/>
        </w:rPr>
        <w:t>رضي‌الله‌عنه</w:t>
      </w:r>
      <w:r>
        <w:rPr>
          <w:rtl/>
        </w:rPr>
        <w:t xml:space="preserve"> رأيته عند هشام بن عبد الملك يخاطبه وقد تضايق مجلسه</w:t>
      </w:r>
      <w:r w:rsidR="00AA615C">
        <w:rPr>
          <w:rFonts w:hint="cs"/>
          <w:rtl/>
        </w:rPr>
        <w:t xml:space="preserve"> </w:t>
      </w:r>
      <w:r>
        <w:rPr>
          <w:rtl/>
        </w:rPr>
        <w:t xml:space="preserve">وقال </w:t>
      </w:r>
      <w:r w:rsidR="00EA27C1">
        <w:rPr>
          <w:rFonts w:hint="cs"/>
          <w:rtl/>
        </w:rPr>
        <w:t>ا</w:t>
      </w:r>
      <w:r>
        <w:rPr>
          <w:rtl/>
        </w:rPr>
        <w:t>بو اسح</w:t>
      </w:r>
      <w:r w:rsidR="00EE72EE">
        <w:rPr>
          <w:rFonts w:hint="cs"/>
          <w:rtl/>
        </w:rPr>
        <w:t>ا</w:t>
      </w:r>
      <w:r>
        <w:rPr>
          <w:rtl/>
        </w:rPr>
        <w:t xml:space="preserve">ق الشبيعي رأيت زيد بن علي ابن الحسين فلم </w:t>
      </w:r>
      <w:r w:rsidR="00EA27C1">
        <w:rPr>
          <w:rFonts w:hint="cs"/>
          <w:rtl/>
        </w:rPr>
        <w:t>ا</w:t>
      </w:r>
      <w:r>
        <w:rPr>
          <w:rtl/>
        </w:rPr>
        <w:t xml:space="preserve">ر في </w:t>
      </w:r>
      <w:r w:rsidR="00EA27C1">
        <w:rPr>
          <w:rFonts w:hint="cs"/>
          <w:rtl/>
        </w:rPr>
        <w:t>ا</w:t>
      </w:r>
      <w:r>
        <w:rPr>
          <w:rtl/>
        </w:rPr>
        <w:t xml:space="preserve">هله مثله ولا </w:t>
      </w:r>
      <w:r w:rsidR="00EA27C1">
        <w:rPr>
          <w:rFonts w:hint="cs"/>
          <w:rtl/>
        </w:rPr>
        <w:t>ا</w:t>
      </w:r>
      <w:r>
        <w:rPr>
          <w:rtl/>
        </w:rPr>
        <w:t xml:space="preserve">فضل وكان </w:t>
      </w:r>
      <w:r w:rsidR="00EA27C1">
        <w:rPr>
          <w:rFonts w:hint="cs"/>
          <w:rtl/>
        </w:rPr>
        <w:t>ا</w:t>
      </w:r>
      <w:r>
        <w:rPr>
          <w:rtl/>
        </w:rPr>
        <w:t>فصحهم لسانا</w:t>
      </w:r>
      <w:r w:rsidR="00AA615C">
        <w:rPr>
          <w:rFonts w:hint="cs"/>
          <w:rtl/>
        </w:rPr>
        <w:t>ً</w:t>
      </w:r>
      <w:r>
        <w:rPr>
          <w:rtl/>
        </w:rPr>
        <w:t xml:space="preserve"> و</w:t>
      </w:r>
      <w:r w:rsidR="00EA27C1">
        <w:rPr>
          <w:rFonts w:hint="cs"/>
          <w:rtl/>
        </w:rPr>
        <w:t>ا</w:t>
      </w:r>
      <w:r>
        <w:rPr>
          <w:rtl/>
        </w:rPr>
        <w:t>كثرهم زهدا</w:t>
      </w:r>
      <w:r w:rsidR="00AA615C">
        <w:rPr>
          <w:rFonts w:hint="cs"/>
          <w:rtl/>
        </w:rPr>
        <w:t>ً</w:t>
      </w:r>
      <w:r>
        <w:rPr>
          <w:rtl/>
        </w:rPr>
        <w:t xml:space="preserve"> وبيانا</w:t>
      </w:r>
      <w:r w:rsidR="00AA615C">
        <w:rPr>
          <w:rFonts w:hint="cs"/>
          <w:rtl/>
        </w:rPr>
        <w:t>ً</w:t>
      </w:r>
      <w:r>
        <w:rPr>
          <w:rtl/>
        </w:rPr>
        <w:t xml:space="preserve"> قال </w:t>
      </w:r>
      <w:r w:rsidR="00EA27C1">
        <w:rPr>
          <w:rFonts w:hint="cs"/>
          <w:rtl/>
        </w:rPr>
        <w:t>ا</w:t>
      </w:r>
      <w:r>
        <w:rPr>
          <w:rtl/>
        </w:rPr>
        <w:t xml:space="preserve">بو حنيفة شاهدت زيد بن علي كما شاهدت </w:t>
      </w:r>
      <w:r w:rsidR="00EA27C1">
        <w:rPr>
          <w:rFonts w:hint="cs"/>
          <w:rtl/>
        </w:rPr>
        <w:t>ا</w:t>
      </w:r>
      <w:r>
        <w:rPr>
          <w:rtl/>
        </w:rPr>
        <w:t xml:space="preserve">هله فما رأيت في زمانه </w:t>
      </w:r>
      <w:r w:rsidR="00EA27C1">
        <w:rPr>
          <w:rFonts w:hint="cs"/>
          <w:rtl/>
        </w:rPr>
        <w:t>ا</w:t>
      </w:r>
      <w:r>
        <w:rPr>
          <w:rtl/>
        </w:rPr>
        <w:t xml:space="preserve">فقه منه ولا </w:t>
      </w:r>
      <w:r w:rsidR="00EA27C1">
        <w:rPr>
          <w:rFonts w:hint="cs"/>
          <w:rtl/>
        </w:rPr>
        <w:t>ا</w:t>
      </w:r>
      <w:r>
        <w:rPr>
          <w:rtl/>
        </w:rPr>
        <w:t xml:space="preserve">علم ولا </w:t>
      </w:r>
      <w:r w:rsidR="00EA27C1">
        <w:rPr>
          <w:rFonts w:hint="cs"/>
          <w:rtl/>
        </w:rPr>
        <w:t>ا</w:t>
      </w:r>
      <w:r>
        <w:rPr>
          <w:rtl/>
        </w:rPr>
        <w:t>سرع جوابا</w:t>
      </w:r>
      <w:r w:rsidR="00AA615C">
        <w:rPr>
          <w:rFonts w:hint="cs"/>
          <w:rtl/>
        </w:rPr>
        <w:t>ً</w:t>
      </w:r>
      <w:r>
        <w:rPr>
          <w:rtl/>
        </w:rPr>
        <w:t xml:space="preserve"> ولا </w:t>
      </w:r>
      <w:r w:rsidR="00AA615C">
        <w:rPr>
          <w:rFonts w:hint="cs"/>
          <w:rtl/>
        </w:rPr>
        <w:t>ا</w:t>
      </w:r>
      <w:r>
        <w:rPr>
          <w:rtl/>
        </w:rPr>
        <w:t>بين</w:t>
      </w:r>
    </w:p>
    <w:p w:rsidR="00BA4473" w:rsidRDefault="00BA4473" w:rsidP="0066600C">
      <w:pPr>
        <w:pStyle w:val="rfdNormal0"/>
        <w:rPr>
          <w:rtl/>
        </w:rPr>
      </w:pPr>
      <w:r w:rsidRPr="00EA27C1">
        <w:rPr>
          <w:rtl/>
        </w:rPr>
        <w:br w:type="page"/>
      </w:r>
      <w:r>
        <w:rPr>
          <w:rtl/>
        </w:rPr>
        <w:lastRenderedPageBreak/>
        <w:t xml:space="preserve">قولا لقد كان منقطع القرين وقال الاعمش ما كان في </w:t>
      </w:r>
      <w:r w:rsidR="0066600C">
        <w:rPr>
          <w:rFonts w:hint="cs"/>
          <w:rtl/>
        </w:rPr>
        <w:t>ا</w:t>
      </w:r>
      <w:r>
        <w:rPr>
          <w:rtl/>
        </w:rPr>
        <w:t xml:space="preserve">هل زيد بن علي مثل زيد ولا رأيت فيهم </w:t>
      </w:r>
      <w:r w:rsidR="0066600C">
        <w:rPr>
          <w:rFonts w:hint="cs"/>
          <w:rtl/>
        </w:rPr>
        <w:t>ا</w:t>
      </w:r>
      <w:r>
        <w:rPr>
          <w:rtl/>
        </w:rPr>
        <w:t xml:space="preserve">فضل منه ولا </w:t>
      </w:r>
      <w:r w:rsidR="0066600C">
        <w:rPr>
          <w:rFonts w:hint="cs"/>
          <w:rtl/>
        </w:rPr>
        <w:t>ا</w:t>
      </w:r>
      <w:r>
        <w:rPr>
          <w:rtl/>
        </w:rPr>
        <w:t xml:space="preserve">فصح ولا </w:t>
      </w:r>
      <w:r w:rsidR="0066600C">
        <w:rPr>
          <w:rFonts w:hint="cs"/>
          <w:rtl/>
        </w:rPr>
        <w:t>ا</w:t>
      </w:r>
      <w:r>
        <w:rPr>
          <w:rtl/>
        </w:rPr>
        <w:t xml:space="preserve">علم ولا </w:t>
      </w:r>
      <w:r w:rsidR="0066600C">
        <w:rPr>
          <w:rFonts w:hint="cs"/>
          <w:rtl/>
        </w:rPr>
        <w:t>ا</w:t>
      </w:r>
      <w:r>
        <w:rPr>
          <w:rtl/>
        </w:rPr>
        <w:t>شجع ولو وفى له من تابعه ل</w:t>
      </w:r>
      <w:r w:rsidR="0066600C">
        <w:rPr>
          <w:rFonts w:hint="cs"/>
          <w:rtl/>
        </w:rPr>
        <w:t>ا</w:t>
      </w:r>
      <w:r>
        <w:rPr>
          <w:rtl/>
        </w:rPr>
        <w:t xml:space="preserve">قامهم على المنهج الواضح وقال </w:t>
      </w:r>
      <w:r w:rsidR="0066600C">
        <w:rPr>
          <w:rFonts w:hint="cs"/>
          <w:rtl/>
        </w:rPr>
        <w:t>ا</w:t>
      </w:r>
      <w:r>
        <w:rPr>
          <w:rtl/>
        </w:rPr>
        <w:t xml:space="preserve">بو </w:t>
      </w:r>
      <w:r w:rsidR="0066600C">
        <w:rPr>
          <w:rFonts w:hint="cs"/>
          <w:rtl/>
        </w:rPr>
        <w:t>ا</w:t>
      </w:r>
      <w:r>
        <w:rPr>
          <w:rtl/>
        </w:rPr>
        <w:t>سح</w:t>
      </w:r>
      <w:r w:rsidR="00EE72EE">
        <w:rPr>
          <w:rFonts w:hint="cs"/>
          <w:rtl/>
        </w:rPr>
        <w:t>ا</w:t>
      </w:r>
      <w:r>
        <w:rPr>
          <w:rtl/>
        </w:rPr>
        <w:t xml:space="preserve">ق ابراهيم بن علي المعروف بالحصري القيرواني المالكي في زهر الآداب وثمر الالباب كان زيد بن علي </w:t>
      </w:r>
      <w:r w:rsidR="00FF2CA0">
        <w:rPr>
          <w:rStyle w:val="rfdAlaem"/>
          <w:rFonts w:hint="cs"/>
          <w:rtl/>
        </w:rPr>
        <w:t>رضي‌الله‌عنه</w:t>
      </w:r>
      <w:r>
        <w:rPr>
          <w:rtl/>
        </w:rPr>
        <w:t xml:space="preserve"> دينا</w:t>
      </w:r>
      <w:r w:rsidR="00AA615C">
        <w:rPr>
          <w:rFonts w:hint="cs"/>
          <w:rtl/>
        </w:rPr>
        <w:t>ً</w:t>
      </w:r>
      <w:r>
        <w:rPr>
          <w:rtl/>
        </w:rPr>
        <w:t xml:space="preserve"> شجاعا</w:t>
      </w:r>
      <w:r w:rsidR="00AA615C">
        <w:rPr>
          <w:rFonts w:hint="cs"/>
          <w:rtl/>
        </w:rPr>
        <w:t>ً</w:t>
      </w:r>
      <w:r>
        <w:rPr>
          <w:rtl/>
        </w:rPr>
        <w:t xml:space="preserve"> من </w:t>
      </w:r>
      <w:r w:rsidR="0066600C">
        <w:rPr>
          <w:rFonts w:hint="cs"/>
          <w:rtl/>
        </w:rPr>
        <w:t>ا</w:t>
      </w:r>
      <w:r>
        <w:rPr>
          <w:rtl/>
        </w:rPr>
        <w:t>حسن بني هاشم عبارة و</w:t>
      </w:r>
      <w:r w:rsidR="0066600C">
        <w:rPr>
          <w:rFonts w:hint="cs"/>
          <w:rtl/>
        </w:rPr>
        <w:t>ا</w:t>
      </w:r>
      <w:r>
        <w:rPr>
          <w:rtl/>
        </w:rPr>
        <w:t xml:space="preserve">جملهم </w:t>
      </w:r>
      <w:r w:rsidR="0066600C">
        <w:rPr>
          <w:rFonts w:hint="cs"/>
          <w:rtl/>
        </w:rPr>
        <w:t>ا</w:t>
      </w:r>
      <w:r>
        <w:rPr>
          <w:rtl/>
        </w:rPr>
        <w:t xml:space="preserve">شارة وكانت ملوك بني </w:t>
      </w:r>
      <w:r w:rsidR="0066600C">
        <w:rPr>
          <w:rFonts w:hint="cs"/>
          <w:rtl/>
        </w:rPr>
        <w:t>ا</w:t>
      </w:r>
      <w:r>
        <w:rPr>
          <w:rtl/>
        </w:rPr>
        <w:t xml:space="preserve">مية تكتب </w:t>
      </w:r>
      <w:r w:rsidR="0066600C">
        <w:rPr>
          <w:rFonts w:hint="cs"/>
          <w:rtl/>
        </w:rPr>
        <w:t>ا</w:t>
      </w:r>
      <w:r>
        <w:rPr>
          <w:rtl/>
        </w:rPr>
        <w:t xml:space="preserve">لى صاحب العراق </w:t>
      </w:r>
      <w:r w:rsidR="0066600C">
        <w:rPr>
          <w:rFonts w:hint="cs"/>
          <w:rtl/>
        </w:rPr>
        <w:t>ا</w:t>
      </w:r>
      <w:r>
        <w:rPr>
          <w:rtl/>
        </w:rPr>
        <w:t xml:space="preserve">ن </w:t>
      </w:r>
      <w:r w:rsidR="0066600C">
        <w:rPr>
          <w:rFonts w:hint="cs"/>
          <w:rtl/>
        </w:rPr>
        <w:t>ا</w:t>
      </w:r>
      <w:r>
        <w:rPr>
          <w:rtl/>
        </w:rPr>
        <w:t xml:space="preserve">منع </w:t>
      </w:r>
      <w:r w:rsidR="0066600C">
        <w:rPr>
          <w:rFonts w:hint="cs"/>
          <w:rtl/>
        </w:rPr>
        <w:t>ا</w:t>
      </w:r>
      <w:r>
        <w:rPr>
          <w:rtl/>
        </w:rPr>
        <w:t>هل الكوفة من حضور زيد بن علي ف</w:t>
      </w:r>
      <w:r w:rsidR="0066600C">
        <w:rPr>
          <w:rFonts w:hint="cs"/>
          <w:rtl/>
        </w:rPr>
        <w:t>ا</w:t>
      </w:r>
      <w:r>
        <w:rPr>
          <w:rtl/>
        </w:rPr>
        <w:t>ن له لسانا</w:t>
      </w:r>
      <w:r w:rsidR="00AA615C">
        <w:rPr>
          <w:rFonts w:hint="cs"/>
          <w:rtl/>
        </w:rPr>
        <w:t>ً</w:t>
      </w:r>
      <w:r>
        <w:rPr>
          <w:rtl/>
        </w:rPr>
        <w:t xml:space="preserve"> </w:t>
      </w:r>
      <w:r w:rsidR="0066600C">
        <w:rPr>
          <w:rFonts w:hint="cs"/>
          <w:rtl/>
        </w:rPr>
        <w:t>ا</w:t>
      </w:r>
      <w:r>
        <w:rPr>
          <w:rtl/>
        </w:rPr>
        <w:t>قطع من ظبة السيف و</w:t>
      </w:r>
      <w:r w:rsidR="0066600C">
        <w:rPr>
          <w:rFonts w:hint="cs"/>
          <w:rtl/>
        </w:rPr>
        <w:t>ا</w:t>
      </w:r>
      <w:r>
        <w:rPr>
          <w:rtl/>
        </w:rPr>
        <w:t>حد من شبا الاسنة و</w:t>
      </w:r>
      <w:r w:rsidR="0066600C">
        <w:rPr>
          <w:rFonts w:hint="cs"/>
          <w:rtl/>
        </w:rPr>
        <w:t>ا</w:t>
      </w:r>
      <w:r>
        <w:rPr>
          <w:rtl/>
        </w:rPr>
        <w:t>بلغ من السحر والكهانة ومن كل نفت في عقدة.</w:t>
      </w:r>
    </w:p>
    <w:p w:rsidR="00BA4473" w:rsidRDefault="00BA4473" w:rsidP="0066600C">
      <w:pPr>
        <w:rPr>
          <w:rtl/>
        </w:rPr>
      </w:pPr>
      <w:r>
        <w:rPr>
          <w:rtl/>
        </w:rPr>
        <w:t xml:space="preserve">وعن السيد علي خان الحويزي </w:t>
      </w:r>
      <w:r w:rsidR="0066600C">
        <w:rPr>
          <w:rFonts w:hint="cs"/>
          <w:rtl/>
        </w:rPr>
        <w:t>ا</w:t>
      </w:r>
      <w:r>
        <w:rPr>
          <w:rtl/>
        </w:rPr>
        <w:t>نه قال في نكت البيان كان زيد بن علي بن الحسين عليه الرحمة من خيرة اولاد الائمة المعصومين وكان فيه من الفضل والنقى والزهد والورع ما يتفوق به على غيره ولم يكن يفضله الا ال</w:t>
      </w:r>
      <w:r w:rsidR="0066600C">
        <w:rPr>
          <w:rFonts w:hint="cs"/>
          <w:rtl/>
        </w:rPr>
        <w:t>ا</w:t>
      </w:r>
      <w:r>
        <w:rPr>
          <w:rtl/>
        </w:rPr>
        <w:t>ئمة المعصومون و</w:t>
      </w:r>
      <w:r w:rsidR="0066600C">
        <w:rPr>
          <w:rFonts w:hint="cs"/>
          <w:rtl/>
        </w:rPr>
        <w:t>ا</w:t>
      </w:r>
      <w:r>
        <w:rPr>
          <w:rtl/>
        </w:rPr>
        <w:t xml:space="preserve">ما شجاعته وكرمه فهما </w:t>
      </w:r>
      <w:r w:rsidR="0066600C">
        <w:rPr>
          <w:rFonts w:hint="cs"/>
          <w:rtl/>
        </w:rPr>
        <w:t>ا</w:t>
      </w:r>
      <w:r>
        <w:rPr>
          <w:rtl/>
        </w:rPr>
        <w:t xml:space="preserve">ظهر من </w:t>
      </w:r>
      <w:r w:rsidR="0066600C">
        <w:rPr>
          <w:rFonts w:hint="cs"/>
          <w:rtl/>
        </w:rPr>
        <w:t>ا</w:t>
      </w:r>
      <w:r>
        <w:rPr>
          <w:rtl/>
        </w:rPr>
        <w:t xml:space="preserve">ن يوصفا وهو من رؤوس </w:t>
      </w:r>
      <w:r w:rsidR="0066600C">
        <w:rPr>
          <w:rFonts w:hint="cs"/>
          <w:rtl/>
        </w:rPr>
        <w:t>ا</w:t>
      </w:r>
      <w:r>
        <w:rPr>
          <w:rtl/>
        </w:rPr>
        <w:t xml:space="preserve">باة الضيم فكأنه سلك طريق جده الحسين </w:t>
      </w:r>
      <w:r w:rsidR="00FF2CA0">
        <w:rPr>
          <w:rStyle w:val="rfdAlaem"/>
          <w:rFonts w:hint="cs"/>
          <w:rtl/>
        </w:rPr>
        <w:t>عليه‌السلام</w:t>
      </w:r>
      <w:r>
        <w:rPr>
          <w:rtl/>
        </w:rPr>
        <w:t xml:space="preserve"> وأختار قتلة الكرام على ميتة اللئام واحتساء المنية على طيب العيشة في كرب الدية.</w:t>
      </w:r>
    </w:p>
    <w:tbl>
      <w:tblPr>
        <w:bidiVisual/>
        <w:tblW w:w="5000" w:type="pct"/>
        <w:tblLook w:val="01E0" w:firstRow="1" w:lastRow="1" w:firstColumn="1" w:lastColumn="1" w:noHBand="0" w:noVBand="0"/>
      </w:tblPr>
      <w:tblGrid>
        <w:gridCol w:w="3642"/>
        <w:gridCol w:w="303"/>
        <w:gridCol w:w="3642"/>
      </w:tblGrid>
      <w:tr w:rsidR="000E13BD">
        <w:tc>
          <w:tcPr>
            <w:tcW w:w="2400" w:type="pct"/>
            <w:shd w:val="clear" w:color="auto" w:fill="auto"/>
          </w:tcPr>
          <w:p w:rsidR="000E13BD" w:rsidRDefault="000E13BD" w:rsidP="0009458D">
            <w:pPr>
              <w:pStyle w:val="rfdPoem"/>
              <w:rPr>
                <w:rtl/>
              </w:rPr>
            </w:pPr>
            <w:r>
              <w:rPr>
                <w:rtl/>
              </w:rPr>
              <w:t>شربوا الموت في الكريهة حلوا</w:t>
            </w:r>
            <w:r w:rsidRPr="002E5C97">
              <w:rPr>
                <w:rStyle w:val="rfdPoemTiniCharChar"/>
                <w:rtl/>
              </w:rPr>
              <w:br/>
              <w:t> </w:t>
            </w:r>
          </w:p>
        </w:tc>
        <w:tc>
          <w:tcPr>
            <w:tcW w:w="200" w:type="pct"/>
            <w:shd w:val="clear" w:color="auto" w:fill="auto"/>
          </w:tcPr>
          <w:p w:rsidR="000E13BD" w:rsidRDefault="000E13BD" w:rsidP="0009458D">
            <w:pPr>
              <w:pStyle w:val="rfdPoem"/>
              <w:rPr>
                <w:rtl/>
              </w:rPr>
            </w:pPr>
          </w:p>
        </w:tc>
        <w:tc>
          <w:tcPr>
            <w:tcW w:w="2400" w:type="pct"/>
            <w:shd w:val="clear" w:color="auto" w:fill="auto"/>
          </w:tcPr>
          <w:p w:rsidR="000E13BD" w:rsidRDefault="000E13BD" w:rsidP="0009458D">
            <w:pPr>
              <w:pStyle w:val="rfdPoem"/>
              <w:rPr>
                <w:rtl/>
              </w:rPr>
            </w:pPr>
            <w:r>
              <w:rPr>
                <w:rtl/>
              </w:rPr>
              <w:t xml:space="preserve">خوف </w:t>
            </w:r>
            <w:r w:rsidR="0066600C">
              <w:rPr>
                <w:rFonts w:hint="cs"/>
                <w:rtl/>
              </w:rPr>
              <w:t>ا</w:t>
            </w:r>
            <w:r>
              <w:rPr>
                <w:rtl/>
              </w:rPr>
              <w:t>ن يشربوا من الذل مرا</w:t>
            </w:r>
            <w:r w:rsidRPr="002E5C97">
              <w:rPr>
                <w:rStyle w:val="rfdPoemTiniCharChar"/>
                <w:rtl/>
              </w:rPr>
              <w:br/>
              <w:t> </w:t>
            </w:r>
          </w:p>
        </w:tc>
      </w:tr>
    </w:tbl>
    <w:p w:rsidR="00BA4473" w:rsidRDefault="00BA4473" w:rsidP="0066600C">
      <w:pPr>
        <w:rPr>
          <w:rtl/>
        </w:rPr>
      </w:pPr>
      <w:r>
        <w:rPr>
          <w:rtl/>
        </w:rPr>
        <w:t>شمخ بانفه عن يجلس بين يدي عدوه مجلس ذليل و</w:t>
      </w:r>
      <w:r w:rsidR="0066600C">
        <w:rPr>
          <w:rFonts w:hint="cs"/>
          <w:rtl/>
        </w:rPr>
        <w:t>ا</w:t>
      </w:r>
      <w:r>
        <w:rPr>
          <w:rtl/>
        </w:rPr>
        <w:t xml:space="preserve">ن يحط من قدره الرفيع الجليل وما حداه على خوض غمار المنايا وتقحم </w:t>
      </w:r>
      <w:r w:rsidR="0066600C">
        <w:rPr>
          <w:rFonts w:hint="cs"/>
          <w:rtl/>
        </w:rPr>
        <w:t>ا</w:t>
      </w:r>
      <w:r>
        <w:rPr>
          <w:rtl/>
        </w:rPr>
        <w:t xml:space="preserve">هوال البلايا والرزايا الا استطالة </w:t>
      </w:r>
      <w:r w:rsidR="0066600C">
        <w:rPr>
          <w:rFonts w:hint="cs"/>
          <w:rtl/>
        </w:rPr>
        <w:t>ا</w:t>
      </w:r>
      <w:r>
        <w:rPr>
          <w:rtl/>
        </w:rPr>
        <w:t>عداء الله واعداء الرسول عليه</w:t>
      </w:r>
    </w:p>
    <w:p w:rsidR="00BA4473" w:rsidRDefault="00BA4473" w:rsidP="00A835A9">
      <w:pPr>
        <w:pStyle w:val="rfdNormal0"/>
        <w:rPr>
          <w:rtl/>
        </w:rPr>
      </w:pPr>
      <w:r w:rsidRPr="0066600C">
        <w:rPr>
          <w:rtl/>
        </w:rPr>
        <w:br w:type="page"/>
      </w:r>
      <w:r>
        <w:rPr>
          <w:rtl/>
        </w:rPr>
        <w:lastRenderedPageBreak/>
        <w:t>وبغضهم لجدة و</w:t>
      </w:r>
      <w:r w:rsidR="00A835A9">
        <w:rPr>
          <w:rFonts w:hint="cs"/>
          <w:rtl/>
        </w:rPr>
        <w:t>ا</w:t>
      </w:r>
      <w:r>
        <w:rPr>
          <w:rtl/>
        </w:rPr>
        <w:t xml:space="preserve">بيه فقام على </w:t>
      </w:r>
      <w:r w:rsidR="00A835A9">
        <w:rPr>
          <w:rFonts w:hint="cs"/>
          <w:rtl/>
        </w:rPr>
        <w:t>ا</w:t>
      </w:r>
      <w:r>
        <w:rPr>
          <w:rtl/>
        </w:rPr>
        <w:t xml:space="preserve">ن يجلي ظلمة الظلم بنوره جسامه </w:t>
      </w:r>
      <w:r w:rsidR="00A835A9">
        <w:rPr>
          <w:rFonts w:hint="cs"/>
          <w:rtl/>
        </w:rPr>
        <w:t>ا</w:t>
      </w:r>
      <w:r>
        <w:rPr>
          <w:rtl/>
        </w:rPr>
        <w:t xml:space="preserve">و يفوز من كاس الشهادة باحتساء حمامه ( نحاول ملكا </w:t>
      </w:r>
      <w:r w:rsidR="00A835A9">
        <w:rPr>
          <w:rFonts w:hint="cs"/>
          <w:rtl/>
        </w:rPr>
        <w:t>ا</w:t>
      </w:r>
      <w:r>
        <w:rPr>
          <w:rtl/>
        </w:rPr>
        <w:t>و نموت فنعذرا ) ولم يكن في قيامه معتقدا</w:t>
      </w:r>
      <w:r w:rsidR="00AA615C">
        <w:rPr>
          <w:rFonts w:hint="cs"/>
          <w:rtl/>
        </w:rPr>
        <w:t>ً</w:t>
      </w:r>
      <w:r>
        <w:rPr>
          <w:rtl/>
        </w:rPr>
        <w:t xml:space="preserve"> كمعتقد الذين يزعمون </w:t>
      </w:r>
      <w:r w:rsidR="00A835A9">
        <w:rPr>
          <w:rFonts w:hint="cs"/>
          <w:rtl/>
        </w:rPr>
        <w:t>ا</w:t>
      </w:r>
      <w:r>
        <w:rPr>
          <w:rtl/>
        </w:rPr>
        <w:t xml:space="preserve">نهم تبعوا آثاره واستناروا مناره من فرق الزيدية بل كان عزمه على ما يظهر من حزن الصادق (ع) عليه ومن ترحمه عليه وعلى </w:t>
      </w:r>
      <w:r w:rsidR="00A835A9">
        <w:rPr>
          <w:rFonts w:hint="cs"/>
          <w:rtl/>
        </w:rPr>
        <w:t>ا</w:t>
      </w:r>
      <w:r>
        <w:rPr>
          <w:rtl/>
        </w:rPr>
        <w:t xml:space="preserve">صحابه ومن </w:t>
      </w:r>
      <w:r w:rsidR="00A835A9">
        <w:rPr>
          <w:rFonts w:hint="cs"/>
          <w:rtl/>
        </w:rPr>
        <w:t>ا</w:t>
      </w:r>
      <w:r>
        <w:rPr>
          <w:rtl/>
        </w:rPr>
        <w:t xml:space="preserve">عطاء </w:t>
      </w:r>
      <w:r w:rsidR="00A835A9">
        <w:rPr>
          <w:rFonts w:hint="cs"/>
          <w:rtl/>
        </w:rPr>
        <w:t>ا</w:t>
      </w:r>
      <w:r>
        <w:rPr>
          <w:rtl/>
        </w:rPr>
        <w:t xml:space="preserve">ولاد الذين قتلوا بين يديه من الصدقة كما ورد في الاخبار </w:t>
      </w:r>
      <w:r w:rsidR="00A835A9">
        <w:rPr>
          <w:rFonts w:hint="cs"/>
          <w:rtl/>
        </w:rPr>
        <w:t>ا</w:t>
      </w:r>
      <w:r>
        <w:rPr>
          <w:rtl/>
        </w:rPr>
        <w:t xml:space="preserve">نه </w:t>
      </w:r>
      <w:r w:rsidR="00A835A9">
        <w:rPr>
          <w:rFonts w:hint="cs"/>
          <w:rtl/>
        </w:rPr>
        <w:t>ا</w:t>
      </w:r>
      <w:r>
        <w:rPr>
          <w:rtl/>
        </w:rPr>
        <w:t xml:space="preserve">ن ظفر بالامر وازال </w:t>
      </w:r>
      <w:r w:rsidR="00A835A9">
        <w:rPr>
          <w:rFonts w:hint="cs"/>
          <w:rtl/>
        </w:rPr>
        <w:t>ا</w:t>
      </w:r>
      <w:r>
        <w:rPr>
          <w:rtl/>
        </w:rPr>
        <w:t xml:space="preserve">هل الضلال يرجع الامر الى الامام المعصوم من آل محمد </w:t>
      </w:r>
      <w:r w:rsidR="00FF2CA0">
        <w:rPr>
          <w:rStyle w:val="rfdAlaem"/>
          <w:rFonts w:hint="cs"/>
          <w:rtl/>
        </w:rPr>
        <w:t>صلى‌الله‌عليه‌وآله‌وسلم</w:t>
      </w:r>
      <w:r>
        <w:rPr>
          <w:rtl/>
        </w:rPr>
        <w:t>.</w:t>
      </w:r>
    </w:p>
    <w:p w:rsidR="00BA4473" w:rsidRDefault="00BA4473" w:rsidP="00A835A9">
      <w:pPr>
        <w:rPr>
          <w:rtl/>
        </w:rPr>
      </w:pPr>
      <w:r>
        <w:rPr>
          <w:rtl/>
        </w:rPr>
        <w:t xml:space="preserve">وعن الشيخ البهائي في آخر رسالته المعمولة في </w:t>
      </w:r>
      <w:r w:rsidR="00A835A9">
        <w:rPr>
          <w:rFonts w:hint="cs"/>
          <w:rtl/>
        </w:rPr>
        <w:t>ا</w:t>
      </w:r>
      <w:r>
        <w:rPr>
          <w:rtl/>
        </w:rPr>
        <w:t xml:space="preserve">ثبات وجود القائم </w:t>
      </w:r>
      <w:r w:rsidR="00FF2CA0">
        <w:rPr>
          <w:rStyle w:val="rfdAlaem"/>
          <w:rFonts w:hint="cs"/>
          <w:rtl/>
        </w:rPr>
        <w:t>عليه‌السلام</w:t>
      </w:r>
      <w:r>
        <w:rPr>
          <w:rtl/>
        </w:rPr>
        <w:t xml:space="preserve"> الآن </w:t>
      </w:r>
      <w:r w:rsidR="00A835A9">
        <w:rPr>
          <w:rFonts w:hint="cs"/>
          <w:rtl/>
        </w:rPr>
        <w:t>ا</w:t>
      </w:r>
      <w:r>
        <w:rPr>
          <w:rtl/>
        </w:rPr>
        <w:t xml:space="preserve">نه قال : </w:t>
      </w:r>
      <w:r w:rsidR="00A835A9">
        <w:rPr>
          <w:rFonts w:hint="cs"/>
          <w:rtl/>
        </w:rPr>
        <w:t>ا</w:t>
      </w:r>
      <w:r>
        <w:rPr>
          <w:rtl/>
        </w:rPr>
        <w:t>نا معشر الامامية لا نقول في زيد الا خيرا</w:t>
      </w:r>
      <w:r w:rsidR="00AA615C">
        <w:rPr>
          <w:rFonts w:hint="cs"/>
          <w:rtl/>
        </w:rPr>
        <w:t>ً</w:t>
      </w:r>
      <w:r>
        <w:rPr>
          <w:rtl/>
        </w:rPr>
        <w:t xml:space="preserve"> وكان جعفر الصادق </w:t>
      </w:r>
      <w:r w:rsidR="00FF2CA0">
        <w:rPr>
          <w:rStyle w:val="rfdAlaem"/>
          <w:rFonts w:hint="cs"/>
          <w:rtl/>
        </w:rPr>
        <w:t>عليه‌السلام</w:t>
      </w:r>
      <w:r>
        <w:rPr>
          <w:rtl/>
        </w:rPr>
        <w:t xml:space="preserve"> يقول كثيرا</w:t>
      </w:r>
      <w:r w:rsidR="00AA615C">
        <w:rPr>
          <w:rFonts w:hint="cs"/>
          <w:rtl/>
        </w:rPr>
        <w:t>ً</w:t>
      </w:r>
      <w:r>
        <w:rPr>
          <w:rtl/>
        </w:rPr>
        <w:t xml:space="preserve"> رحم الله عمي زيدا</w:t>
      </w:r>
      <w:r w:rsidR="00AA615C">
        <w:rPr>
          <w:rFonts w:hint="cs"/>
          <w:rtl/>
        </w:rPr>
        <w:t>ً</w:t>
      </w:r>
      <w:r>
        <w:rPr>
          <w:rtl/>
        </w:rPr>
        <w:t xml:space="preserve"> وروي الرضا (ع) </w:t>
      </w:r>
      <w:r w:rsidR="00A835A9">
        <w:rPr>
          <w:rFonts w:hint="cs"/>
          <w:rtl/>
        </w:rPr>
        <w:t>ا</w:t>
      </w:r>
      <w:r>
        <w:rPr>
          <w:rtl/>
        </w:rPr>
        <w:t xml:space="preserve">نه قال لاصحابه </w:t>
      </w:r>
      <w:r w:rsidR="00A835A9">
        <w:rPr>
          <w:rFonts w:hint="cs"/>
          <w:rtl/>
        </w:rPr>
        <w:t>ا</w:t>
      </w:r>
      <w:r>
        <w:rPr>
          <w:rtl/>
        </w:rPr>
        <w:t>ن زيدا</w:t>
      </w:r>
      <w:r w:rsidR="00AA615C">
        <w:rPr>
          <w:rFonts w:hint="cs"/>
          <w:rtl/>
        </w:rPr>
        <w:t>ً</w:t>
      </w:r>
      <w:r>
        <w:rPr>
          <w:rtl/>
        </w:rPr>
        <w:t xml:space="preserve"> يتخطى يوم القيامة ب</w:t>
      </w:r>
      <w:r w:rsidR="00A835A9">
        <w:rPr>
          <w:rFonts w:hint="cs"/>
          <w:rtl/>
        </w:rPr>
        <w:t>ا</w:t>
      </w:r>
      <w:r>
        <w:rPr>
          <w:rtl/>
        </w:rPr>
        <w:t xml:space="preserve">هل المحشر حتى يدخل الجنة والروايات عن أئمتنا </w:t>
      </w:r>
      <w:r w:rsidR="00424C96" w:rsidRPr="00A50A68">
        <w:rPr>
          <w:rStyle w:val="rfdAlaem"/>
          <w:rFonts w:hint="cs"/>
          <w:rtl/>
        </w:rPr>
        <w:t>:</w:t>
      </w:r>
      <w:r>
        <w:rPr>
          <w:rtl/>
        </w:rPr>
        <w:t xml:space="preserve"> في هذا المعنى كث</w:t>
      </w:r>
      <w:r w:rsidR="00A835A9">
        <w:rPr>
          <w:rFonts w:hint="cs"/>
          <w:rtl/>
        </w:rPr>
        <w:t>ي</w:t>
      </w:r>
      <w:r>
        <w:rPr>
          <w:rtl/>
        </w:rPr>
        <w:t xml:space="preserve">رة وعن الشيخ حسن بن علي الطبرسي في آخر كتاب اسرار الامامة </w:t>
      </w:r>
      <w:r w:rsidR="00A835A9">
        <w:rPr>
          <w:rFonts w:hint="cs"/>
          <w:rtl/>
        </w:rPr>
        <w:t>ا</w:t>
      </w:r>
      <w:r>
        <w:rPr>
          <w:rtl/>
        </w:rPr>
        <w:t xml:space="preserve">نه أورد فصلا في </w:t>
      </w:r>
      <w:r w:rsidR="00A835A9">
        <w:rPr>
          <w:rFonts w:hint="cs"/>
          <w:rtl/>
        </w:rPr>
        <w:t>ا</w:t>
      </w:r>
      <w:r>
        <w:rPr>
          <w:rtl/>
        </w:rPr>
        <w:t xml:space="preserve">حوال زيد بن علي ذكر فيه الاخبار الواردة في فضائله وعن عاصم بن عمر بن الخطاب </w:t>
      </w:r>
      <w:r w:rsidR="00A835A9">
        <w:rPr>
          <w:rFonts w:hint="cs"/>
          <w:rtl/>
        </w:rPr>
        <w:t>ا</w:t>
      </w:r>
      <w:r>
        <w:rPr>
          <w:rtl/>
        </w:rPr>
        <w:t>نه قال بعد شهادة زيد مخاطبا</w:t>
      </w:r>
      <w:r w:rsidR="00AA615C">
        <w:rPr>
          <w:rFonts w:hint="cs"/>
          <w:rtl/>
        </w:rPr>
        <w:t>ً</w:t>
      </w:r>
      <w:r>
        <w:rPr>
          <w:rtl/>
        </w:rPr>
        <w:t xml:space="preserve"> </w:t>
      </w:r>
      <w:r w:rsidR="00A835A9">
        <w:rPr>
          <w:rFonts w:hint="cs"/>
          <w:rtl/>
        </w:rPr>
        <w:t>ا</w:t>
      </w:r>
      <w:r>
        <w:rPr>
          <w:rtl/>
        </w:rPr>
        <w:t xml:space="preserve">هل الكوفة لقد </w:t>
      </w:r>
      <w:r w:rsidR="00A835A9">
        <w:rPr>
          <w:rFonts w:hint="cs"/>
          <w:rtl/>
        </w:rPr>
        <w:t>ا</w:t>
      </w:r>
      <w:r>
        <w:rPr>
          <w:rtl/>
        </w:rPr>
        <w:t xml:space="preserve">صيب عندكم رجل ما كان في زمانه مثله ولا </w:t>
      </w:r>
      <w:r w:rsidR="00A835A9">
        <w:rPr>
          <w:rFonts w:hint="cs"/>
          <w:rtl/>
        </w:rPr>
        <w:t>ا</w:t>
      </w:r>
      <w:r>
        <w:rPr>
          <w:rtl/>
        </w:rPr>
        <w:t>رى يكون بعده مثله وقد رأيته وهو غلام حدث و</w:t>
      </w:r>
      <w:r w:rsidR="00A835A9">
        <w:rPr>
          <w:rFonts w:hint="cs"/>
          <w:rtl/>
        </w:rPr>
        <w:t>ا</w:t>
      </w:r>
      <w:r>
        <w:rPr>
          <w:rtl/>
        </w:rPr>
        <w:t xml:space="preserve">نه ليسمع الشيء من ذكر الله فيغشى عليه حتى يقول القائل ما هو عائد الى الدنيا. وقال الشعبي والله ما ولد النساء </w:t>
      </w:r>
      <w:r w:rsidR="00A835A9">
        <w:rPr>
          <w:rFonts w:hint="cs"/>
          <w:rtl/>
        </w:rPr>
        <w:t>ا</w:t>
      </w:r>
      <w:r w:rsidR="00A835A9">
        <w:rPr>
          <w:rtl/>
        </w:rPr>
        <w:t>فضل من زيد</w:t>
      </w:r>
    </w:p>
    <w:p w:rsidR="00BA4473" w:rsidRDefault="00BA4473" w:rsidP="00AB155A">
      <w:pPr>
        <w:pStyle w:val="rfdNormal0"/>
        <w:rPr>
          <w:rtl/>
        </w:rPr>
      </w:pPr>
      <w:r w:rsidRPr="00A835A9">
        <w:rPr>
          <w:rtl/>
        </w:rPr>
        <w:br w:type="page"/>
      </w:r>
      <w:r>
        <w:rPr>
          <w:rtl/>
        </w:rPr>
        <w:lastRenderedPageBreak/>
        <w:t xml:space="preserve">ابن علي ولا </w:t>
      </w:r>
      <w:r w:rsidR="00AB155A">
        <w:rPr>
          <w:rFonts w:hint="cs"/>
          <w:rtl/>
        </w:rPr>
        <w:t>ا</w:t>
      </w:r>
      <w:r>
        <w:rPr>
          <w:rtl/>
        </w:rPr>
        <w:t xml:space="preserve">فقه ولا </w:t>
      </w:r>
      <w:r w:rsidR="00AB155A">
        <w:rPr>
          <w:rFonts w:hint="cs"/>
          <w:rtl/>
        </w:rPr>
        <w:t>ا</w:t>
      </w:r>
      <w:r>
        <w:rPr>
          <w:rtl/>
        </w:rPr>
        <w:t xml:space="preserve">شجع ولا </w:t>
      </w:r>
      <w:r w:rsidR="00AB155A">
        <w:rPr>
          <w:rFonts w:hint="cs"/>
          <w:rtl/>
        </w:rPr>
        <w:t>ا</w:t>
      </w:r>
      <w:r>
        <w:rPr>
          <w:rtl/>
        </w:rPr>
        <w:t xml:space="preserve">زهد. وعن كتاب زينة المجالس </w:t>
      </w:r>
      <w:r w:rsidR="00AB155A">
        <w:rPr>
          <w:rFonts w:hint="cs"/>
          <w:rtl/>
        </w:rPr>
        <w:t>ا</w:t>
      </w:r>
      <w:r>
        <w:rPr>
          <w:rtl/>
        </w:rPr>
        <w:t>ن زيدا</w:t>
      </w:r>
      <w:r w:rsidR="00AA615C">
        <w:rPr>
          <w:rFonts w:hint="cs"/>
          <w:rtl/>
        </w:rPr>
        <w:t>ً</w:t>
      </w:r>
      <w:r>
        <w:rPr>
          <w:rtl/>
        </w:rPr>
        <w:t xml:space="preserve"> ذهب يوما</w:t>
      </w:r>
      <w:r w:rsidR="00AA615C">
        <w:rPr>
          <w:rFonts w:hint="cs"/>
          <w:rtl/>
        </w:rPr>
        <w:t>ً</w:t>
      </w:r>
      <w:r>
        <w:rPr>
          <w:rtl/>
        </w:rPr>
        <w:t xml:space="preserve"> الى خالد بن عبد</w:t>
      </w:r>
      <w:r w:rsidR="00AB155A">
        <w:rPr>
          <w:rFonts w:hint="cs"/>
          <w:rtl/>
        </w:rPr>
        <w:t xml:space="preserve"> </w:t>
      </w:r>
      <w:r>
        <w:rPr>
          <w:rtl/>
        </w:rPr>
        <w:t xml:space="preserve">الله القسري </w:t>
      </w:r>
      <w:r w:rsidR="00AB155A">
        <w:rPr>
          <w:rFonts w:hint="cs"/>
          <w:rtl/>
        </w:rPr>
        <w:t>ا</w:t>
      </w:r>
      <w:r>
        <w:rPr>
          <w:rtl/>
        </w:rPr>
        <w:t>مير الكوفة فقام له خالد وعظمه وسأل شخصا</w:t>
      </w:r>
      <w:r w:rsidR="00AA615C">
        <w:rPr>
          <w:rFonts w:hint="cs"/>
          <w:rtl/>
        </w:rPr>
        <w:t>ً</w:t>
      </w:r>
      <w:r>
        <w:rPr>
          <w:rtl/>
        </w:rPr>
        <w:t xml:space="preserve"> كان حاضرا</w:t>
      </w:r>
      <w:r w:rsidR="00AA615C">
        <w:rPr>
          <w:rFonts w:hint="cs"/>
          <w:rtl/>
        </w:rPr>
        <w:t>ً</w:t>
      </w:r>
      <w:r>
        <w:rPr>
          <w:rtl/>
        </w:rPr>
        <w:t xml:space="preserve"> في المجلس ل</w:t>
      </w:r>
      <w:r w:rsidR="00AB155A">
        <w:rPr>
          <w:rFonts w:hint="cs"/>
          <w:rtl/>
        </w:rPr>
        <w:t>ا</w:t>
      </w:r>
      <w:r>
        <w:rPr>
          <w:rtl/>
        </w:rPr>
        <w:t>ي شيء تعظمك اليهود وتقدمك عليها فقال ل</w:t>
      </w:r>
      <w:r w:rsidR="00AB155A">
        <w:rPr>
          <w:rFonts w:hint="cs"/>
          <w:rtl/>
        </w:rPr>
        <w:t>ا</w:t>
      </w:r>
      <w:r>
        <w:rPr>
          <w:rtl/>
        </w:rPr>
        <w:t>نني من نسل داود النبي فقال خالد كم بينك وبين داود قال بضعة واربعون واسطة فقال خالد هذا زيد بن علي ابن رسول الله يتصل به بثلاث وسائط فقال اليهودي عظم شخصا</w:t>
      </w:r>
      <w:r w:rsidR="00AA615C">
        <w:rPr>
          <w:rFonts w:hint="cs"/>
          <w:rtl/>
        </w:rPr>
        <w:t>ً</w:t>
      </w:r>
      <w:r>
        <w:rPr>
          <w:rtl/>
        </w:rPr>
        <w:t xml:space="preserve"> جعله الله تعالى عظيم</w:t>
      </w:r>
      <w:r w:rsidR="00AA615C">
        <w:rPr>
          <w:rFonts w:hint="cs"/>
          <w:rtl/>
        </w:rPr>
        <w:t>ا</w:t>
      </w:r>
      <w:r>
        <w:rPr>
          <w:rtl/>
        </w:rPr>
        <w:t xml:space="preserve"> بواسطته فقال خالد </w:t>
      </w:r>
      <w:r w:rsidR="00AB155A">
        <w:rPr>
          <w:rFonts w:hint="cs"/>
          <w:rtl/>
        </w:rPr>
        <w:t>ا</w:t>
      </w:r>
      <w:r>
        <w:rPr>
          <w:rtl/>
        </w:rPr>
        <w:t>ني</w:t>
      </w:r>
      <w:r w:rsidR="00AA615C">
        <w:rPr>
          <w:rtl/>
        </w:rPr>
        <w:t xml:space="preserve"> </w:t>
      </w:r>
      <w:r w:rsidR="00AB155A">
        <w:rPr>
          <w:rFonts w:hint="cs"/>
          <w:rtl/>
        </w:rPr>
        <w:t>ا</w:t>
      </w:r>
      <w:r w:rsidR="00AA615C">
        <w:rPr>
          <w:rtl/>
        </w:rPr>
        <w:t>رى احترامه وتوقيره واجباً علي</w:t>
      </w:r>
      <w:r>
        <w:rPr>
          <w:rtl/>
        </w:rPr>
        <w:t xml:space="preserve"> قال اليهودي كذبت لو كنت تعتقد تعظيمه لاجلسته مكانك فقال خالد </w:t>
      </w:r>
      <w:r w:rsidR="00AB155A">
        <w:rPr>
          <w:rFonts w:hint="cs"/>
          <w:rtl/>
        </w:rPr>
        <w:t>ا</w:t>
      </w:r>
      <w:r>
        <w:rPr>
          <w:rtl/>
        </w:rPr>
        <w:t xml:space="preserve">نا لا آبى ذلك لكن هشام بن عبد الملك لا يرضى به قال اليهودي </w:t>
      </w:r>
      <w:r w:rsidR="00AB155A">
        <w:rPr>
          <w:rFonts w:hint="cs"/>
          <w:rtl/>
        </w:rPr>
        <w:t>ا</w:t>
      </w:r>
      <w:r>
        <w:rPr>
          <w:rtl/>
        </w:rPr>
        <w:t>ن هشاما</w:t>
      </w:r>
      <w:r w:rsidR="00AA615C">
        <w:rPr>
          <w:rFonts w:hint="cs"/>
          <w:rtl/>
        </w:rPr>
        <w:t>ً</w:t>
      </w:r>
      <w:r>
        <w:rPr>
          <w:rtl/>
        </w:rPr>
        <w:t xml:space="preserve"> لا يقدر </w:t>
      </w:r>
      <w:r w:rsidR="00AB155A">
        <w:rPr>
          <w:rFonts w:hint="cs"/>
          <w:rtl/>
        </w:rPr>
        <w:t>ا</w:t>
      </w:r>
      <w:r>
        <w:rPr>
          <w:rtl/>
        </w:rPr>
        <w:t xml:space="preserve">ن يمنعك عن رضا الله تعالى قال خالد </w:t>
      </w:r>
      <w:r w:rsidR="00AB155A">
        <w:rPr>
          <w:rFonts w:hint="cs"/>
          <w:rtl/>
        </w:rPr>
        <w:t>ا</w:t>
      </w:r>
      <w:r>
        <w:rPr>
          <w:rtl/>
        </w:rPr>
        <w:t>هدأ واخرج من المجلس سالما</w:t>
      </w:r>
      <w:r w:rsidR="00AA615C">
        <w:rPr>
          <w:rFonts w:hint="cs"/>
          <w:rtl/>
        </w:rPr>
        <w:t>ً</w:t>
      </w:r>
      <w:r>
        <w:rPr>
          <w:rtl/>
        </w:rPr>
        <w:t xml:space="preserve"> قال اليهودي </w:t>
      </w:r>
      <w:r w:rsidR="00AB155A">
        <w:rPr>
          <w:rFonts w:hint="cs"/>
          <w:rtl/>
        </w:rPr>
        <w:t>ا</w:t>
      </w:r>
      <w:r>
        <w:rPr>
          <w:rtl/>
        </w:rPr>
        <w:t xml:space="preserve">ذا لم يرد الله تعالى لم يقدر </w:t>
      </w:r>
      <w:r w:rsidR="00AB155A">
        <w:rPr>
          <w:rFonts w:hint="cs"/>
          <w:rtl/>
        </w:rPr>
        <w:t>ا</w:t>
      </w:r>
      <w:r>
        <w:rPr>
          <w:rtl/>
        </w:rPr>
        <w:t xml:space="preserve">هل الدنيا على </w:t>
      </w:r>
      <w:r w:rsidR="00AB155A">
        <w:rPr>
          <w:rFonts w:hint="cs"/>
          <w:rtl/>
        </w:rPr>
        <w:t>ا</w:t>
      </w:r>
      <w:r>
        <w:rPr>
          <w:rtl/>
        </w:rPr>
        <w:t xml:space="preserve">يصال ضرر </w:t>
      </w:r>
      <w:r w:rsidR="00AB155A">
        <w:rPr>
          <w:rFonts w:hint="cs"/>
          <w:rtl/>
        </w:rPr>
        <w:t>ا</w:t>
      </w:r>
      <w:r>
        <w:rPr>
          <w:rtl/>
        </w:rPr>
        <w:t xml:space="preserve">لى </w:t>
      </w:r>
      <w:r w:rsidR="00AB155A">
        <w:rPr>
          <w:rFonts w:hint="cs"/>
          <w:rtl/>
        </w:rPr>
        <w:t>ا</w:t>
      </w:r>
      <w:r>
        <w:rPr>
          <w:rtl/>
        </w:rPr>
        <w:t xml:space="preserve">حد فلما وصل الكلام </w:t>
      </w:r>
      <w:r w:rsidR="00AB155A">
        <w:rPr>
          <w:rFonts w:hint="cs"/>
          <w:rtl/>
        </w:rPr>
        <w:t>ا</w:t>
      </w:r>
      <w:r>
        <w:rPr>
          <w:rtl/>
        </w:rPr>
        <w:t xml:space="preserve">لى هنا قام زيد وقال </w:t>
      </w:r>
      <w:r w:rsidR="00AB155A">
        <w:rPr>
          <w:rFonts w:hint="cs"/>
          <w:rtl/>
        </w:rPr>
        <w:t>ا</w:t>
      </w:r>
      <w:r>
        <w:rPr>
          <w:rtl/>
        </w:rPr>
        <w:t xml:space="preserve">ن </w:t>
      </w:r>
      <w:r w:rsidR="00AB155A">
        <w:rPr>
          <w:rFonts w:hint="cs"/>
          <w:rtl/>
        </w:rPr>
        <w:t>ا</w:t>
      </w:r>
      <w:r>
        <w:rPr>
          <w:rtl/>
        </w:rPr>
        <w:t xml:space="preserve">عتقاد اليهود بالرسول (ص) </w:t>
      </w:r>
      <w:r w:rsidR="00AA615C">
        <w:rPr>
          <w:rFonts w:hint="cs"/>
          <w:rtl/>
        </w:rPr>
        <w:t>ا</w:t>
      </w:r>
      <w:r>
        <w:rPr>
          <w:rtl/>
        </w:rPr>
        <w:t xml:space="preserve">كثر من </w:t>
      </w:r>
      <w:r w:rsidR="00AA615C">
        <w:rPr>
          <w:rFonts w:hint="cs"/>
          <w:rtl/>
        </w:rPr>
        <w:t>ا</w:t>
      </w:r>
      <w:r>
        <w:rPr>
          <w:rtl/>
        </w:rPr>
        <w:t xml:space="preserve">عتقاد هؤلاء. وروى </w:t>
      </w:r>
      <w:r w:rsidR="00AB155A">
        <w:rPr>
          <w:rFonts w:hint="cs"/>
          <w:rtl/>
        </w:rPr>
        <w:t>ا</w:t>
      </w:r>
      <w:r>
        <w:rPr>
          <w:rtl/>
        </w:rPr>
        <w:t xml:space="preserve">بو الفرج في المقاتل بسنده عن خصيب الوابشي كنت </w:t>
      </w:r>
      <w:r w:rsidR="00AB155A">
        <w:rPr>
          <w:rFonts w:hint="cs"/>
          <w:rtl/>
        </w:rPr>
        <w:t>ا</w:t>
      </w:r>
      <w:r>
        <w:rPr>
          <w:rtl/>
        </w:rPr>
        <w:t xml:space="preserve">ذا رأيت زيد بن علي رأيت </w:t>
      </w:r>
      <w:r w:rsidR="00AB155A">
        <w:rPr>
          <w:rFonts w:hint="cs"/>
          <w:rtl/>
        </w:rPr>
        <w:t>ا</w:t>
      </w:r>
      <w:r>
        <w:rPr>
          <w:rtl/>
        </w:rPr>
        <w:t xml:space="preserve">سارير النور في وجهه. وبسنده عن عاصم بن عبيد الله العمري انه ذكر عنده زيد بن علي فقال رايته بالمدينة وهو شاب يذكر الله عنده فيغشى عليه حتى يقول القائل ما يرجع الى الدنيا. وبسنده </w:t>
      </w:r>
      <w:r w:rsidRPr="00B72A7E">
        <w:rPr>
          <w:rtl/>
        </w:rPr>
        <w:t xml:space="preserve">عن محمد بن </w:t>
      </w:r>
      <w:r w:rsidR="00AB155A">
        <w:rPr>
          <w:rFonts w:hint="cs"/>
          <w:rtl/>
        </w:rPr>
        <w:t>ا</w:t>
      </w:r>
      <w:r w:rsidRPr="00B72A7E">
        <w:rPr>
          <w:rtl/>
        </w:rPr>
        <w:t xml:space="preserve">يوب الرافقي كانت البراجم </w:t>
      </w:r>
      <w:r w:rsidRPr="0072033B">
        <w:rPr>
          <w:rStyle w:val="rfdFootnotenum"/>
          <w:rtl/>
        </w:rPr>
        <w:t>(1)</w:t>
      </w:r>
      <w:r w:rsidRPr="00B72A7E">
        <w:rPr>
          <w:rtl/>
        </w:rPr>
        <w:t xml:space="preserve"> و</w:t>
      </w:r>
      <w:r w:rsidR="00AB155A">
        <w:rPr>
          <w:rFonts w:hint="cs"/>
          <w:rtl/>
        </w:rPr>
        <w:t>ا</w:t>
      </w:r>
      <w:r w:rsidRPr="00B72A7E">
        <w:rPr>
          <w:rtl/>
        </w:rPr>
        <w:t xml:space="preserve">هل النسك لا يعدلون بزيد </w:t>
      </w:r>
      <w:r w:rsidR="00AB155A">
        <w:rPr>
          <w:rFonts w:hint="cs"/>
          <w:rtl/>
        </w:rPr>
        <w:t>ا</w:t>
      </w:r>
      <w:r w:rsidRPr="00B72A7E">
        <w:rPr>
          <w:rtl/>
        </w:rPr>
        <w:t>حدا</w:t>
      </w:r>
      <w:r w:rsidR="00AA615C">
        <w:rPr>
          <w:rFonts w:hint="cs"/>
          <w:rtl/>
        </w:rPr>
        <w:t>ً</w:t>
      </w:r>
      <w:r>
        <w:rPr>
          <w:rtl/>
        </w:rPr>
        <w:t>.</w:t>
      </w:r>
      <w:r w:rsidRPr="00B72A7E">
        <w:rPr>
          <w:rtl/>
        </w:rPr>
        <w:t xml:space="preserve"> وفي تهذيب</w:t>
      </w:r>
    </w:p>
    <w:p w:rsidR="00BA4473" w:rsidRPr="00AB155A" w:rsidRDefault="00AB155A" w:rsidP="00AB155A">
      <w:pPr>
        <w:pStyle w:val="rfdLine"/>
        <w:rPr>
          <w:rtl/>
        </w:rPr>
      </w:pPr>
      <w:r w:rsidRPr="00AB155A">
        <w:rPr>
          <w:rtl/>
        </w:rPr>
        <w:t>__________________</w:t>
      </w:r>
    </w:p>
    <w:p w:rsidR="00BA4473" w:rsidRPr="007C0E53" w:rsidRDefault="00BA4473" w:rsidP="00F644CC">
      <w:pPr>
        <w:pStyle w:val="rfdFootnote0"/>
        <w:rPr>
          <w:rtl/>
        </w:rPr>
      </w:pPr>
      <w:r w:rsidRPr="007C0E53">
        <w:rPr>
          <w:rtl/>
        </w:rPr>
        <w:t xml:space="preserve">(1) في القاموس البراجم قوم من </w:t>
      </w:r>
      <w:r w:rsidR="00AB155A">
        <w:rPr>
          <w:rFonts w:hint="cs"/>
          <w:rtl/>
        </w:rPr>
        <w:t>ا</w:t>
      </w:r>
      <w:r w:rsidRPr="007C0E53">
        <w:rPr>
          <w:rtl/>
        </w:rPr>
        <w:t>ولاد حنظلة بن مالك. ولا مناسبة له هنا ولعله محرف فليراجع</w:t>
      </w:r>
      <w:r w:rsidR="00592010">
        <w:rPr>
          <w:rtl/>
        </w:rPr>
        <w:t>.</w:t>
      </w:r>
    </w:p>
    <w:p w:rsidR="00BA4473" w:rsidRDefault="00BA4473" w:rsidP="00403832">
      <w:pPr>
        <w:pStyle w:val="rfdNormal0"/>
        <w:rPr>
          <w:rtl/>
        </w:rPr>
      </w:pPr>
      <w:r w:rsidRPr="00592010">
        <w:rPr>
          <w:rtl/>
        </w:rPr>
        <w:br w:type="page"/>
      </w:r>
      <w:r>
        <w:rPr>
          <w:rtl/>
        </w:rPr>
        <w:lastRenderedPageBreak/>
        <w:t xml:space="preserve">التهذيب ذكره ابن حبان في الثقات وقال رأى جماعة من </w:t>
      </w:r>
      <w:r w:rsidR="00403832">
        <w:rPr>
          <w:rFonts w:hint="cs"/>
          <w:rtl/>
        </w:rPr>
        <w:t>ا</w:t>
      </w:r>
      <w:r>
        <w:rPr>
          <w:rtl/>
        </w:rPr>
        <w:t xml:space="preserve">صحاب رسول الله </w:t>
      </w:r>
      <w:r w:rsidR="00403832">
        <w:rPr>
          <w:rFonts w:hint="cs"/>
          <w:rtl/>
        </w:rPr>
        <w:t>صلّى الله عليه وسلّم</w:t>
      </w:r>
      <w:r>
        <w:rPr>
          <w:rtl/>
        </w:rPr>
        <w:t xml:space="preserve"> و</w:t>
      </w:r>
      <w:r w:rsidR="00403832">
        <w:rPr>
          <w:rFonts w:hint="cs"/>
          <w:rtl/>
        </w:rPr>
        <w:t>ا</w:t>
      </w:r>
      <w:r>
        <w:rPr>
          <w:rtl/>
        </w:rPr>
        <w:t xml:space="preserve">عاد ذكره في طبقة </w:t>
      </w:r>
      <w:r w:rsidR="00403832">
        <w:rPr>
          <w:rFonts w:hint="cs"/>
          <w:rtl/>
        </w:rPr>
        <w:t>ا</w:t>
      </w:r>
      <w:r>
        <w:rPr>
          <w:rtl/>
        </w:rPr>
        <w:t xml:space="preserve">تباع التابعين وقال روى عن </w:t>
      </w:r>
      <w:r w:rsidR="00403832">
        <w:rPr>
          <w:rFonts w:hint="cs"/>
          <w:rtl/>
        </w:rPr>
        <w:t>ا</w:t>
      </w:r>
      <w:r>
        <w:rPr>
          <w:rtl/>
        </w:rPr>
        <w:t>بيه و</w:t>
      </w:r>
      <w:r w:rsidR="00403832">
        <w:rPr>
          <w:rFonts w:hint="cs"/>
          <w:rtl/>
        </w:rPr>
        <w:t>ا</w:t>
      </w:r>
      <w:r>
        <w:rPr>
          <w:rtl/>
        </w:rPr>
        <w:t>ليه تنسب الزيدية من طوائف الشيعة.</w:t>
      </w:r>
    </w:p>
    <w:p w:rsidR="00BA4473" w:rsidRPr="007C0E53" w:rsidRDefault="00BA4473" w:rsidP="003C31F5">
      <w:pPr>
        <w:pStyle w:val="Heading1Center"/>
        <w:rPr>
          <w:rtl/>
        </w:rPr>
      </w:pPr>
      <w:bookmarkStart w:id="12" w:name="_Toc256850557"/>
      <w:bookmarkStart w:id="13" w:name="_Toc256854621"/>
      <w:bookmarkStart w:id="14" w:name="_Toc292190057"/>
      <w:bookmarkStart w:id="15" w:name="_Toc292205002"/>
      <w:r w:rsidRPr="00697DED">
        <w:rPr>
          <w:rtl/>
        </w:rPr>
        <w:t>( ما ورد في حقه الاخبار )</w:t>
      </w:r>
      <w:bookmarkEnd w:id="12"/>
      <w:bookmarkEnd w:id="13"/>
      <w:bookmarkEnd w:id="14"/>
      <w:bookmarkEnd w:id="15"/>
    </w:p>
    <w:p w:rsidR="00BA4473" w:rsidRDefault="00BA4473" w:rsidP="00403832">
      <w:pPr>
        <w:rPr>
          <w:rtl/>
        </w:rPr>
      </w:pPr>
      <w:r>
        <w:rPr>
          <w:rtl/>
        </w:rPr>
        <w:t>في الرياض اختلفت الاخبار وتعارضت الآثار بل كلام العلماء الاخيار في مدحه والروايات في فضله كثيرة</w:t>
      </w:r>
      <w:r w:rsidR="00403832">
        <w:rPr>
          <w:rFonts w:hint="cs"/>
          <w:rtl/>
        </w:rPr>
        <w:t>.</w:t>
      </w:r>
      <w:r>
        <w:rPr>
          <w:rtl/>
        </w:rPr>
        <w:t xml:space="preserve"> </w:t>
      </w:r>
      <w:r w:rsidR="00403832">
        <w:rPr>
          <w:rFonts w:hint="cs"/>
          <w:rtl/>
        </w:rPr>
        <w:t>ا</w:t>
      </w:r>
      <w:r>
        <w:rPr>
          <w:rtl/>
        </w:rPr>
        <w:t>قول بل العلماء مطبقون على فضله و</w:t>
      </w:r>
      <w:r w:rsidR="00403832">
        <w:rPr>
          <w:rFonts w:hint="cs"/>
          <w:rtl/>
        </w:rPr>
        <w:t>ا</w:t>
      </w:r>
      <w:r>
        <w:rPr>
          <w:rtl/>
        </w:rPr>
        <w:t>ن وجد من يخالفهم فشاذ.</w:t>
      </w:r>
    </w:p>
    <w:p w:rsidR="00BA4473" w:rsidRDefault="00BA4473" w:rsidP="00EA031D">
      <w:pPr>
        <w:pStyle w:val="Heading1Center"/>
        <w:rPr>
          <w:rtl/>
        </w:rPr>
      </w:pPr>
      <w:r>
        <w:rPr>
          <w:rtl/>
        </w:rPr>
        <w:t>( ما رواه الكشي في مدحه )</w:t>
      </w:r>
    </w:p>
    <w:p w:rsidR="00BA4473" w:rsidRDefault="00BA4473" w:rsidP="00403832">
      <w:pPr>
        <w:rPr>
          <w:rtl/>
        </w:rPr>
      </w:pPr>
      <w:r>
        <w:rPr>
          <w:rtl/>
        </w:rPr>
        <w:t xml:space="preserve">روى عن محمد بن محمود حدثني </w:t>
      </w:r>
      <w:r w:rsidR="00403832">
        <w:rPr>
          <w:rFonts w:hint="cs"/>
          <w:rtl/>
        </w:rPr>
        <w:t>ا</w:t>
      </w:r>
      <w:r>
        <w:rPr>
          <w:rtl/>
        </w:rPr>
        <w:t>بو عبد</w:t>
      </w:r>
      <w:r w:rsidR="00403832">
        <w:rPr>
          <w:rFonts w:hint="cs"/>
          <w:rtl/>
        </w:rPr>
        <w:t xml:space="preserve"> </w:t>
      </w:r>
      <w:r>
        <w:rPr>
          <w:rtl/>
        </w:rPr>
        <w:t xml:space="preserve">الله الشاذاني وكتب به الي حدثني الفضل حدثني </w:t>
      </w:r>
      <w:r w:rsidR="00403832">
        <w:rPr>
          <w:rFonts w:hint="cs"/>
          <w:rtl/>
        </w:rPr>
        <w:t>ا</w:t>
      </w:r>
      <w:r>
        <w:rPr>
          <w:rtl/>
        </w:rPr>
        <w:t xml:space="preserve">بي حدثنا </w:t>
      </w:r>
      <w:r w:rsidR="00403832">
        <w:rPr>
          <w:rFonts w:hint="cs"/>
          <w:rtl/>
        </w:rPr>
        <w:t>ا</w:t>
      </w:r>
      <w:r>
        <w:rPr>
          <w:rtl/>
        </w:rPr>
        <w:t xml:space="preserve">بو يعقوب المقري وكان من كبار الزيدية قال كنت عند </w:t>
      </w:r>
      <w:r w:rsidR="00403832">
        <w:rPr>
          <w:rFonts w:hint="cs"/>
          <w:rtl/>
        </w:rPr>
        <w:t>ا</w:t>
      </w:r>
      <w:r>
        <w:rPr>
          <w:rtl/>
        </w:rPr>
        <w:t>بي جعفر جالسا</w:t>
      </w:r>
      <w:r w:rsidR="00AA615C">
        <w:rPr>
          <w:rFonts w:hint="cs"/>
          <w:rtl/>
        </w:rPr>
        <w:t>ً</w:t>
      </w:r>
      <w:r>
        <w:rPr>
          <w:rtl/>
        </w:rPr>
        <w:t xml:space="preserve"> </w:t>
      </w:r>
      <w:r w:rsidR="00403832">
        <w:rPr>
          <w:rFonts w:hint="cs"/>
          <w:rtl/>
        </w:rPr>
        <w:t>ا</w:t>
      </w:r>
      <w:r>
        <w:rPr>
          <w:rtl/>
        </w:rPr>
        <w:t xml:space="preserve">ذ </w:t>
      </w:r>
      <w:r w:rsidR="00403832">
        <w:rPr>
          <w:rFonts w:hint="cs"/>
          <w:rtl/>
        </w:rPr>
        <w:t>ا</w:t>
      </w:r>
      <w:r>
        <w:rPr>
          <w:rtl/>
        </w:rPr>
        <w:t xml:space="preserve">قبل زيد ابن علي فلما نظر اليه </w:t>
      </w:r>
      <w:r w:rsidR="00403832">
        <w:rPr>
          <w:rFonts w:hint="cs"/>
          <w:rtl/>
        </w:rPr>
        <w:t>ا</w:t>
      </w:r>
      <w:r>
        <w:rPr>
          <w:rtl/>
        </w:rPr>
        <w:t xml:space="preserve">بو جعفر قال هذا سيد </w:t>
      </w:r>
      <w:r w:rsidR="00403832">
        <w:rPr>
          <w:rFonts w:hint="cs"/>
          <w:rtl/>
        </w:rPr>
        <w:t>ا</w:t>
      </w:r>
      <w:r>
        <w:rPr>
          <w:rtl/>
        </w:rPr>
        <w:t>هل بيتي والطالب باوثارهم. وروى الكشي في ترجمة الحميري عن نصر بن الصباح عن اسح</w:t>
      </w:r>
      <w:r w:rsidR="00EE72EE">
        <w:rPr>
          <w:rFonts w:hint="cs"/>
          <w:rtl/>
        </w:rPr>
        <w:t>ا</w:t>
      </w:r>
      <w:r>
        <w:rPr>
          <w:rtl/>
        </w:rPr>
        <w:t xml:space="preserve">ق ابن محمد البصري عن علي بن اسماعيل عن فضيل الرسان دخلت على </w:t>
      </w:r>
      <w:r w:rsidR="00403832">
        <w:rPr>
          <w:rFonts w:hint="cs"/>
          <w:rtl/>
        </w:rPr>
        <w:t>ا</w:t>
      </w:r>
      <w:r>
        <w:rPr>
          <w:rtl/>
        </w:rPr>
        <w:t>بي عبد</w:t>
      </w:r>
      <w:r w:rsidR="00403832">
        <w:rPr>
          <w:rFonts w:hint="cs"/>
          <w:rtl/>
        </w:rPr>
        <w:t xml:space="preserve"> </w:t>
      </w:r>
      <w:r>
        <w:rPr>
          <w:rtl/>
        </w:rPr>
        <w:t xml:space="preserve">الله </w:t>
      </w:r>
      <w:r w:rsidR="00FF2CA0">
        <w:rPr>
          <w:rStyle w:val="rfdAlaem"/>
          <w:rFonts w:hint="cs"/>
          <w:rtl/>
        </w:rPr>
        <w:t>عليه‌السلام</w:t>
      </w:r>
      <w:r>
        <w:rPr>
          <w:rtl/>
        </w:rPr>
        <w:t xml:space="preserve"> بعد ما ق</w:t>
      </w:r>
      <w:r w:rsidR="00403832">
        <w:rPr>
          <w:rFonts w:hint="cs"/>
          <w:rtl/>
        </w:rPr>
        <w:t>ت</w:t>
      </w:r>
      <w:r>
        <w:rPr>
          <w:rtl/>
        </w:rPr>
        <w:t>ل زيد بن علي ف</w:t>
      </w:r>
      <w:r w:rsidR="00403832">
        <w:rPr>
          <w:rFonts w:hint="cs"/>
          <w:rtl/>
        </w:rPr>
        <w:t>ا</w:t>
      </w:r>
      <w:r>
        <w:rPr>
          <w:rtl/>
        </w:rPr>
        <w:t>دخلت بيتا</w:t>
      </w:r>
      <w:r w:rsidR="00AA615C">
        <w:rPr>
          <w:rFonts w:hint="cs"/>
          <w:rtl/>
        </w:rPr>
        <w:t>ً</w:t>
      </w:r>
      <w:r>
        <w:rPr>
          <w:rtl/>
        </w:rPr>
        <w:t xml:space="preserve"> جوف بيت فقال لي يا فضيل قتل عمي زيد قلت نعم جعلت فداك قال </w:t>
      </w:r>
      <w:r w:rsidR="00403832" w:rsidRPr="00403832">
        <w:rPr>
          <w:rStyle w:val="rfdAlaem"/>
          <w:rFonts w:hint="cs"/>
          <w:rtl/>
        </w:rPr>
        <w:t>;</w:t>
      </w:r>
      <w:r>
        <w:rPr>
          <w:rtl/>
        </w:rPr>
        <w:t xml:space="preserve"> </w:t>
      </w:r>
      <w:r w:rsidR="00403832">
        <w:rPr>
          <w:rFonts w:hint="cs"/>
          <w:rtl/>
        </w:rPr>
        <w:t>ا</w:t>
      </w:r>
      <w:r>
        <w:rPr>
          <w:rtl/>
        </w:rPr>
        <w:t xml:space="preserve">ما </w:t>
      </w:r>
      <w:r w:rsidR="00403832">
        <w:rPr>
          <w:rFonts w:hint="cs"/>
          <w:rtl/>
        </w:rPr>
        <w:t>ا</w:t>
      </w:r>
      <w:r>
        <w:rPr>
          <w:rtl/>
        </w:rPr>
        <w:t>نه كان مؤمنا</w:t>
      </w:r>
      <w:r w:rsidR="00AA615C">
        <w:rPr>
          <w:rFonts w:hint="cs"/>
          <w:rtl/>
        </w:rPr>
        <w:t>ً</w:t>
      </w:r>
      <w:r>
        <w:rPr>
          <w:rtl/>
        </w:rPr>
        <w:t xml:space="preserve"> وكان عارفا</w:t>
      </w:r>
      <w:r w:rsidR="00AA615C">
        <w:rPr>
          <w:rFonts w:hint="cs"/>
          <w:rtl/>
        </w:rPr>
        <w:t>ً</w:t>
      </w:r>
      <w:r>
        <w:rPr>
          <w:rtl/>
        </w:rPr>
        <w:t xml:space="preserve"> وكان عالما</w:t>
      </w:r>
      <w:r w:rsidR="00AA615C">
        <w:rPr>
          <w:rFonts w:hint="cs"/>
          <w:rtl/>
        </w:rPr>
        <w:t>ً</w:t>
      </w:r>
      <w:r>
        <w:rPr>
          <w:rtl/>
        </w:rPr>
        <w:t xml:space="preserve"> صدوقا</w:t>
      </w:r>
      <w:r w:rsidR="002D0917">
        <w:rPr>
          <w:rFonts w:hint="cs"/>
          <w:rtl/>
        </w:rPr>
        <w:t>ً</w:t>
      </w:r>
      <w:r>
        <w:rPr>
          <w:rtl/>
        </w:rPr>
        <w:t xml:space="preserve"> </w:t>
      </w:r>
      <w:r w:rsidR="00403832">
        <w:rPr>
          <w:rFonts w:hint="cs"/>
          <w:rtl/>
        </w:rPr>
        <w:t>ا</w:t>
      </w:r>
      <w:r>
        <w:rPr>
          <w:rtl/>
        </w:rPr>
        <w:t xml:space="preserve">ما انه لو ظفر لوفى </w:t>
      </w:r>
      <w:r w:rsidR="00403832">
        <w:rPr>
          <w:rFonts w:hint="cs"/>
          <w:rtl/>
        </w:rPr>
        <w:t>ا</w:t>
      </w:r>
      <w:r>
        <w:rPr>
          <w:rtl/>
        </w:rPr>
        <w:t xml:space="preserve">ما انه لو ملك لعرف </w:t>
      </w:r>
      <w:r w:rsidR="00403832">
        <w:rPr>
          <w:rtl/>
        </w:rPr>
        <w:t>كيف يضمها. وفي ترجمة سليمان ابن</w:t>
      </w:r>
    </w:p>
    <w:p w:rsidR="00BA4473" w:rsidRDefault="00BA4473" w:rsidP="005D1C33">
      <w:pPr>
        <w:pStyle w:val="rfdNormal0"/>
        <w:rPr>
          <w:rtl/>
        </w:rPr>
      </w:pPr>
      <w:r w:rsidRPr="00403832">
        <w:rPr>
          <w:rtl/>
        </w:rPr>
        <w:br w:type="page"/>
      </w:r>
      <w:r>
        <w:rPr>
          <w:rtl/>
        </w:rPr>
        <w:lastRenderedPageBreak/>
        <w:t xml:space="preserve">خالد عن محمد بن الحسن وعثمان بن حامد قالا حدثنا محمد بن يزداد عن محمد بن الحسين عن الحسن بن علي بن فضال عن مروان ابن مسلم عن عمار الساباطي كان سليمان بن خالد خرج مع زيد بن علي حين خرج فقال له رجل ونحن وقوف في ناحية وزيد واقف في ناحية ما تقول في زيد هو خير </w:t>
      </w:r>
      <w:r w:rsidR="005D1C33">
        <w:rPr>
          <w:rFonts w:hint="cs"/>
          <w:rtl/>
        </w:rPr>
        <w:t>ا</w:t>
      </w:r>
      <w:r>
        <w:rPr>
          <w:rtl/>
        </w:rPr>
        <w:t xml:space="preserve">م جعفر فقال سليمان قلت والله ليوم من جعفر خير من زيد </w:t>
      </w:r>
      <w:r w:rsidR="005D1C33">
        <w:rPr>
          <w:rFonts w:hint="cs"/>
          <w:rtl/>
        </w:rPr>
        <w:t>ا</w:t>
      </w:r>
      <w:r>
        <w:rPr>
          <w:rtl/>
        </w:rPr>
        <w:t>يام الدنيا فحرك دابته واتى زيدا</w:t>
      </w:r>
      <w:r w:rsidR="002D0917">
        <w:rPr>
          <w:rFonts w:hint="cs"/>
          <w:rtl/>
        </w:rPr>
        <w:t>ً</w:t>
      </w:r>
      <w:r>
        <w:rPr>
          <w:rtl/>
        </w:rPr>
        <w:t xml:space="preserve"> وقص عليه القصة ومضيت نحوه فانتبهت الى زيد وهو يقول جعفر امامنا في الحلال والحرام. وفي ترجمة سودة بن كليب بسنده عن سودة ابن كليب قال لي زيد بن علي يا سودة كيف علمتم ان صاحبكم على ما تذكرونه فقلت على الخبير سقطت كنا نأتي </w:t>
      </w:r>
      <w:r w:rsidR="005D1C33">
        <w:rPr>
          <w:rFonts w:hint="cs"/>
          <w:rtl/>
        </w:rPr>
        <w:t>ا</w:t>
      </w:r>
      <w:r>
        <w:rPr>
          <w:rtl/>
        </w:rPr>
        <w:t xml:space="preserve">خاك محمد بن علي </w:t>
      </w:r>
      <w:r w:rsidR="00FF2CA0">
        <w:rPr>
          <w:rStyle w:val="rfdAlaem"/>
          <w:rFonts w:hint="cs"/>
          <w:rtl/>
        </w:rPr>
        <w:t>عليهما‌السلام</w:t>
      </w:r>
      <w:r>
        <w:rPr>
          <w:rtl/>
        </w:rPr>
        <w:t xml:space="preserve"> نسأله فيقول قال رسول الله (ص) وقال الله عز وجل في كتابه حتى مضى </w:t>
      </w:r>
      <w:r w:rsidR="005D1C33">
        <w:rPr>
          <w:rFonts w:hint="cs"/>
          <w:rtl/>
        </w:rPr>
        <w:t>ا</w:t>
      </w:r>
      <w:r>
        <w:rPr>
          <w:rtl/>
        </w:rPr>
        <w:t>خوك ف</w:t>
      </w:r>
      <w:r w:rsidR="005D1C33">
        <w:rPr>
          <w:rFonts w:hint="cs"/>
          <w:rtl/>
        </w:rPr>
        <w:t>ا</w:t>
      </w:r>
      <w:r>
        <w:rPr>
          <w:rtl/>
        </w:rPr>
        <w:t>تيناكم آل محمد و</w:t>
      </w:r>
      <w:r w:rsidR="005D1C33">
        <w:rPr>
          <w:rFonts w:hint="cs"/>
          <w:rtl/>
        </w:rPr>
        <w:t>ا</w:t>
      </w:r>
      <w:r>
        <w:rPr>
          <w:rtl/>
        </w:rPr>
        <w:t xml:space="preserve">نت فيمن اتينا فتخبرونا ببعض ولا تخبرونا بكل الذي نسألكم عنه حتى اتينا ابن </w:t>
      </w:r>
      <w:r w:rsidR="005D1C33">
        <w:rPr>
          <w:rFonts w:hint="cs"/>
          <w:rtl/>
        </w:rPr>
        <w:t>ا</w:t>
      </w:r>
      <w:r>
        <w:rPr>
          <w:rtl/>
        </w:rPr>
        <w:t>خيك جعفرا</w:t>
      </w:r>
      <w:r w:rsidR="002D0917">
        <w:rPr>
          <w:rFonts w:hint="cs"/>
          <w:rtl/>
        </w:rPr>
        <w:t>ً</w:t>
      </w:r>
      <w:r>
        <w:rPr>
          <w:rtl/>
        </w:rPr>
        <w:t xml:space="preserve"> فقال لنا كل ما قال </w:t>
      </w:r>
      <w:r w:rsidR="005D1C33">
        <w:rPr>
          <w:rFonts w:hint="cs"/>
          <w:rtl/>
        </w:rPr>
        <w:t>ا</w:t>
      </w:r>
      <w:r>
        <w:rPr>
          <w:rtl/>
        </w:rPr>
        <w:t xml:space="preserve">بوه قال رسول الله (ص) وقال الله تعالى فتبسم وقال </w:t>
      </w:r>
      <w:r w:rsidR="002D0917">
        <w:rPr>
          <w:rFonts w:hint="cs"/>
          <w:rtl/>
        </w:rPr>
        <w:t>ا</w:t>
      </w:r>
      <w:r>
        <w:rPr>
          <w:rtl/>
        </w:rPr>
        <w:t>ما والله ان قلت بدا ف</w:t>
      </w:r>
      <w:r w:rsidR="005D1C33">
        <w:rPr>
          <w:rFonts w:hint="cs"/>
          <w:rtl/>
        </w:rPr>
        <w:t>ا</w:t>
      </w:r>
      <w:r>
        <w:rPr>
          <w:rtl/>
        </w:rPr>
        <w:t xml:space="preserve">ن كتب علي صلوات الله عليه عنده. ومن كانت كتب علي عنده فهو وارثه في العلم وهو الامام وهذا اعتراف ضمني منه بامامة الصادق </w:t>
      </w:r>
      <w:r w:rsidR="00FF2CA0">
        <w:rPr>
          <w:rStyle w:val="rfdAlaem"/>
          <w:rFonts w:hint="cs"/>
          <w:rtl/>
        </w:rPr>
        <w:t>عليه‌السلام</w:t>
      </w:r>
      <w:r>
        <w:rPr>
          <w:rtl/>
        </w:rPr>
        <w:t xml:space="preserve"> ويأتي في ترجمة ابنه يحيى ما له تعلق بالمقام.</w:t>
      </w:r>
    </w:p>
    <w:p w:rsidR="00BA4473" w:rsidRPr="004F5F13" w:rsidRDefault="00BA4473" w:rsidP="0007143A">
      <w:pPr>
        <w:pStyle w:val="rfdCenterBold1"/>
        <w:rPr>
          <w:rtl/>
        </w:rPr>
      </w:pPr>
      <w:r w:rsidRPr="005D1C33">
        <w:rPr>
          <w:rtl/>
        </w:rPr>
        <w:br w:type="page"/>
      </w:r>
      <w:r w:rsidRPr="00241CA2">
        <w:rPr>
          <w:rtl/>
        </w:rPr>
        <w:lastRenderedPageBreak/>
        <w:t xml:space="preserve">( ما جاء عن </w:t>
      </w:r>
      <w:r w:rsidR="0007143A">
        <w:rPr>
          <w:rFonts w:hint="cs"/>
          <w:rtl/>
        </w:rPr>
        <w:t>ا</w:t>
      </w:r>
      <w:r w:rsidRPr="00241CA2">
        <w:rPr>
          <w:rtl/>
        </w:rPr>
        <w:t>ئمة اهل البيت وغيرهم في مدح زيد</w:t>
      </w:r>
      <w:r w:rsidRPr="004F5F13">
        <w:rPr>
          <w:rtl/>
        </w:rPr>
        <w:t xml:space="preserve"> )</w:t>
      </w:r>
    </w:p>
    <w:p w:rsidR="00BA4473" w:rsidRPr="004F5F13" w:rsidRDefault="00BA4473" w:rsidP="003C31F5">
      <w:pPr>
        <w:pStyle w:val="Heading1Center"/>
        <w:rPr>
          <w:rtl/>
        </w:rPr>
      </w:pPr>
      <w:bookmarkStart w:id="16" w:name="_Toc256850558"/>
      <w:bookmarkStart w:id="17" w:name="_Toc256854622"/>
      <w:bookmarkStart w:id="18" w:name="_Toc292190058"/>
      <w:bookmarkStart w:id="19" w:name="_Toc292205003"/>
      <w:r w:rsidRPr="00241CA2">
        <w:rPr>
          <w:rtl/>
        </w:rPr>
        <w:t>[ ما رواه الصدوق في العيون في مدحه</w:t>
      </w:r>
      <w:r w:rsidRPr="004F5F13">
        <w:rPr>
          <w:rtl/>
        </w:rPr>
        <w:t xml:space="preserve"> </w:t>
      </w:r>
      <w:r w:rsidRPr="00241CA2">
        <w:rPr>
          <w:rtl/>
        </w:rPr>
        <w:t>]</w:t>
      </w:r>
      <w:bookmarkEnd w:id="16"/>
      <w:bookmarkEnd w:id="17"/>
      <w:bookmarkEnd w:id="18"/>
      <w:bookmarkEnd w:id="19"/>
    </w:p>
    <w:p w:rsidR="00BA4473" w:rsidRDefault="00BA4473" w:rsidP="00136437">
      <w:pPr>
        <w:rPr>
          <w:rtl/>
        </w:rPr>
      </w:pPr>
      <w:r>
        <w:rPr>
          <w:rtl/>
        </w:rPr>
        <w:t xml:space="preserve">فروى بسنده عن محمد بن يزيد النحوي عن ابن ( ابي ) عبدون عن </w:t>
      </w:r>
      <w:r w:rsidR="00136437">
        <w:rPr>
          <w:rFonts w:hint="cs"/>
          <w:rtl/>
        </w:rPr>
        <w:t>ا</w:t>
      </w:r>
      <w:r>
        <w:rPr>
          <w:rtl/>
        </w:rPr>
        <w:t>بيه قال لما حمل زيد بن موسى بن جعفر الى المأمون وكان قد خرج بالبصرة و</w:t>
      </w:r>
      <w:r w:rsidR="00136437">
        <w:rPr>
          <w:rFonts w:hint="cs"/>
          <w:rtl/>
        </w:rPr>
        <w:t>ا</w:t>
      </w:r>
      <w:r>
        <w:rPr>
          <w:rtl/>
        </w:rPr>
        <w:t xml:space="preserve">حرق دور بني العباس وهب المأمون جرمه لاخيه علي بن موسى الرضا (ع) وقال يا </w:t>
      </w:r>
      <w:r w:rsidR="00136437">
        <w:rPr>
          <w:rFonts w:hint="cs"/>
          <w:rtl/>
        </w:rPr>
        <w:t>ا</w:t>
      </w:r>
      <w:r>
        <w:rPr>
          <w:rtl/>
        </w:rPr>
        <w:t xml:space="preserve">با الحسن لئن خرج </w:t>
      </w:r>
      <w:r w:rsidR="00136437">
        <w:rPr>
          <w:rFonts w:hint="cs"/>
          <w:rtl/>
        </w:rPr>
        <w:t>ا</w:t>
      </w:r>
      <w:r>
        <w:rPr>
          <w:rtl/>
        </w:rPr>
        <w:t xml:space="preserve">خوك وفعل ما فعل لقد خرج من قبله زيد بن علي فقتل ولولا مكانك لقتلته فليس ما </w:t>
      </w:r>
      <w:r w:rsidR="00136437">
        <w:rPr>
          <w:rFonts w:hint="cs"/>
          <w:rtl/>
        </w:rPr>
        <w:t>ا</w:t>
      </w:r>
      <w:r>
        <w:rPr>
          <w:rtl/>
        </w:rPr>
        <w:t xml:space="preserve">تاه بصغير فقال الرضا يا </w:t>
      </w:r>
      <w:r w:rsidR="00136437">
        <w:rPr>
          <w:rFonts w:hint="cs"/>
          <w:rtl/>
        </w:rPr>
        <w:t>ا</w:t>
      </w:r>
      <w:r>
        <w:rPr>
          <w:rtl/>
        </w:rPr>
        <w:t xml:space="preserve">مير المؤمنين لا تقس </w:t>
      </w:r>
      <w:r w:rsidR="002D0917">
        <w:rPr>
          <w:rFonts w:hint="cs"/>
          <w:rtl/>
        </w:rPr>
        <w:t>ا</w:t>
      </w:r>
      <w:r>
        <w:rPr>
          <w:rtl/>
        </w:rPr>
        <w:t>خي زيدا</w:t>
      </w:r>
      <w:r w:rsidR="002D0917">
        <w:rPr>
          <w:rFonts w:hint="cs"/>
          <w:rtl/>
        </w:rPr>
        <w:t>ً</w:t>
      </w:r>
      <w:r>
        <w:rPr>
          <w:rtl/>
        </w:rPr>
        <w:t xml:space="preserve"> الى زيد ابن علي ف</w:t>
      </w:r>
      <w:r w:rsidR="00136437">
        <w:rPr>
          <w:rFonts w:hint="cs"/>
          <w:rtl/>
        </w:rPr>
        <w:t>ا</w:t>
      </w:r>
      <w:r>
        <w:rPr>
          <w:rtl/>
        </w:rPr>
        <w:t xml:space="preserve">نه كان من علماء آل محمد غضب لله عز وجل فجاهد </w:t>
      </w:r>
      <w:r w:rsidR="00136437">
        <w:rPr>
          <w:rFonts w:hint="cs"/>
          <w:rtl/>
        </w:rPr>
        <w:t>ا</w:t>
      </w:r>
      <w:r>
        <w:rPr>
          <w:rtl/>
        </w:rPr>
        <w:t xml:space="preserve">عداءه حتى قتل في سبيله ولقد حدثني ابي موسى بن جعفر </w:t>
      </w:r>
      <w:r w:rsidR="00136437">
        <w:rPr>
          <w:rFonts w:hint="cs"/>
          <w:rtl/>
        </w:rPr>
        <w:t>ا</w:t>
      </w:r>
      <w:r>
        <w:rPr>
          <w:rtl/>
        </w:rPr>
        <w:t xml:space="preserve">نه سمع </w:t>
      </w:r>
      <w:r w:rsidR="00136437">
        <w:rPr>
          <w:rFonts w:hint="cs"/>
          <w:rtl/>
        </w:rPr>
        <w:t>ا</w:t>
      </w:r>
      <w:r>
        <w:rPr>
          <w:rtl/>
        </w:rPr>
        <w:t>باه جعفر بن محمد يقو</w:t>
      </w:r>
      <w:r w:rsidR="00136437">
        <w:rPr>
          <w:rFonts w:hint="cs"/>
          <w:rtl/>
        </w:rPr>
        <w:t>ل</w:t>
      </w:r>
      <w:r>
        <w:rPr>
          <w:rtl/>
        </w:rPr>
        <w:t xml:space="preserve"> رحم الله عمي زيدا</w:t>
      </w:r>
      <w:r w:rsidR="002D0917">
        <w:rPr>
          <w:rFonts w:hint="cs"/>
          <w:rtl/>
        </w:rPr>
        <w:t>ً</w:t>
      </w:r>
      <w:r>
        <w:rPr>
          <w:rtl/>
        </w:rPr>
        <w:t xml:space="preserve"> انه دعا الى الرضا من آل محمد ولو ظفر لوفى بما دعا </w:t>
      </w:r>
      <w:r w:rsidR="00136437">
        <w:rPr>
          <w:rFonts w:hint="cs"/>
          <w:rtl/>
        </w:rPr>
        <w:t>ا</w:t>
      </w:r>
      <w:r>
        <w:rPr>
          <w:rtl/>
        </w:rPr>
        <w:t xml:space="preserve">ليه ولقد استشارني في خروجه فقلت له يا عمي ان رضيت </w:t>
      </w:r>
      <w:r w:rsidR="00136437">
        <w:rPr>
          <w:rFonts w:hint="cs"/>
          <w:rtl/>
        </w:rPr>
        <w:t>ا</w:t>
      </w:r>
      <w:r>
        <w:rPr>
          <w:rtl/>
        </w:rPr>
        <w:t xml:space="preserve">ن تكون المقتول المصلوب بالكناسة فشأنك فلما ولى قال جعفر بن محمد ويل لمن سمع داعيته فلم يجبه فقال المأمون يا </w:t>
      </w:r>
      <w:r w:rsidR="00136437">
        <w:rPr>
          <w:rFonts w:hint="cs"/>
          <w:rtl/>
        </w:rPr>
        <w:t>ا</w:t>
      </w:r>
      <w:r>
        <w:rPr>
          <w:rtl/>
        </w:rPr>
        <w:t xml:space="preserve">با الحسن </w:t>
      </w:r>
      <w:r w:rsidR="00136437">
        <w:rPr>
          <w:rFonts w:hint="cs"/>
          <w:rtl/>
        </w:rPr>
        <w:t>ا</w:t>
      </w:r>
      <w:r>
        <w:rPr>
          <w:rtl/>
        </w:rPr>
        <w:t xml:space="preserve">ليس قد جاء فيمن ادعى الامامة بغير حقها ما جاء فقال الرضا </w:t>
      </w:r>
      <w:r w:rsidR="00136437">
        <w:rPr>
          <w:rFonts w:hint="cs"/>
          <w:rtl/>
        </w:rPr>
        <w:t>ا</w:t>
      </w:r>
      <w:r>
        <w:rPr>
          <w:rtl/>
        </w:rPr>
        <w:t>ن زيد بن علي لم يدع ما ليس له بحق و</w:t>
      </w:r>
      <w:r w:rsidR="00136437">
        <w:rPr>
          <w:rFonts w:hint="cs"/>
          <w:rtl/>
        </w:rPr>
        <w:t>ا</w:t>
      </w:r>
      <w:r>
        <w:rPr>
          <w:rtl/>
        </w:rPr>
        <w:t xml:space="preserve">نه كان اتقى لله من ذاك </w:t>
      </w:r>
      <w:r w:rsidR="002D0917">
        <w:rPr>
          <w:rFonts w:hint="cs"/>
          <w:rtl/>
        </w:rPr>
        <w:t>ا</w:t>
      </w:r>
      <w:r>
        <w:rPr>
          <w:rtl/>
        </w:rPr>
        <w:t>نه قال ادعوكم الى الرضا من آل محمد و</w:t>
      </w:r>
      <w:r w:rsidR="00136437">
        <w:rPr>
          <w:rFonts w:hint="cs"/>
          <w:rtl/>
        </w:rPr>
        <w:t>ا</w:t>
      </w:r>
      <w:r>
        <w:rPr>
          <w:rtl/>
        </w:rPr>
        <w:t xml:space="preserve">نما جاء فيمن يدعي ان الله نص عليه ثم يدعو الى غير دين الله ويضل عن سبيله بغير علم وكان زيد بن علي والله ممن </w:t>
      </w:r>
      <w:r w:rsidR="00136437">
        <w:rPr>
          <w:rtl/>
        </w:rPr>
        <w:t>خوطب بهذه الآية وجاهدوا في الله</w:t>
      </w:r>
    </w:p>
    <w:p w:rsidR="00BA4473" w:rsidRDefault="00BA4473" w:rsidP="0083237E">
      <w:pPr>
        <w:pStyle w:val="rfdNormal0"/>
        <w:rPr>
          <w:rtl/>
        </w:rPr>
      </w:pPr>
      <w:r w:rsidRPr="00136437">
        <w:rPr>
          <w:rtl/>
        </w:rPr>
        <w:br w:type="page"/>
      </w:r>
      <w:r>
        <w:rPr>
          <w:rtl/>
        </w:rPr>
        <w:lastRenderedPageBreak/>
        <w:t xml:space="preserve">حق جهاده هو اجتباكم ثم قال : قال محمد بن علي بن الحسين مصنف هذا الكتاب لزيد بن علي فضائل كثيرة عن غير الرضا </w:t>
      </w:r>
      <w:r w:rsidR="00FF2CA0">
        <w:rPr>
          <w:rStyle w:val="rfdAlaem"/>
          <w:rFonts w:hint="cs"/>
          <w:rtl/>
        </w:rPr>
        <w:t>عليه‌السلام</w:t>
      </w:r>
      <w:r>
        <w:rPr>
          <w:rtl/>
        </w:rPr>
        <w:t xml:space="preserve"> </w:t>
      </w:r>
      <w:r w:rsidR="0083237E">
        <w:rPr>
          <w:rFonts w:hint="cs"/>
          <w:rtl/>
        </w:rPr>
        <w:t>ا</w:t>
      </w:r>
      <w:r>
        <w:rPr>
          <w:rtl/>
        </w:rPr>
        <w:t xml:space="preserve">حببت ايراد بعضها على </w:t>
      </w:r>
      <w:r w:rsidR="0083237E">
        <w:rPr>
          <w:rFonts w:hint="cs"/>
          <w:rtl/>
        </w:rPr>
        <w:t>ا</w:t>
      </w:r>
      <w:r>
        <w:rPr>
          <w:rtl/>
        </w:rPr>
        <w:t xml:space="preserve">ثر هذا الحديث ليعلم من ينظر في كتابنا هذا اعتقاد الامامية فيه. فمن ذلك ما رواه محمد بن عبد الله بن جعفر الحميري عن </w:t>
      </w:r>
      <w:r w:rsidR="0083237E">
        <w:rPr>
          <w:rFonts w:hint="cs"/>
          <w:rtl/>
        </w:rPr>
        <w:t>ا</w:t>
      </w:r>
      <w:r>
        <w:rPr>
          <w:rtl/>
        </w:rPr>
        <w:t xml:space="preserve">بيه عن محمد بن الحسين بن </w:t>
      </w:r>
      <w:r w:rsidR="0083237E">
        <w:rPr>
          <w:rFonts w:hint="cs"/>
          <w:rtl/>
        </w:rPr>
        <w:t>ا</w:t>
      </w:r>
      <w:r>
        <w:rPr>
          <w:rtl/>
        </w:rPr>
        <w:t xml:space="preserve">بي الخطاب عن الحسين ابن علوان عن عمرو بن ثابت عن داود بن عبد الجبار عن جابر بن يزيد الجعفي عن </w:t>
      </w:r>
      <w:r w:rsidR="0083237E">
        <w:rPr>
          <w:rFonts w:hint="cs"/>
          <w:rtl/>
        </w:rPr>
        <w:t>ا</w:t>
      </w:r>
      <w:r>
        <w:rPr>
          <w:rtl/>
        </w:rPr>
        <w:t xml:space="preserve">بي جعفر محمد بن علي الباقر عن </w:t>
      </w:r>
      <w:r w:rsidR="0083237E">
        <w:rPr>
          <w:rFonts w:hint="cs"/>
          <w:rtl/>
        </w:rPr>
        <w:t>ا</w:t>
      </w:r>
      <w:r>
        <w:rPr>
          <w:rtl/>
        </w:rPr>
        <w:t xml:space="preserve">بيه عن علي </w:t>
      </w:r>
      <w:r w:rsidR="00424C96" w:rsidRPr="00A50A68">
        <w:rPr>
          <w:rStyle w:val="rfdAlaem"/>
          <w:rFonts w:hint="cs"/>
          <w:rtl/>
        </w:rPr>
        <w:t>:</w:t>
      </w:r>
      <w:r>
        <w:rPr>
          <w:rtl/>
        </w:rPr>
        <w:t xml:space="preserve"> قال رسول الله (ص) للحسين يا حسين يخرج من صلبك رجل يقال له زيد يتخطى هو و</w:t>
      </w:r>
      <w:r w:rsidR="0083237E">
        <w:rPr>
          <w:rFonts w:hint="cs"/>
          <w:rtl/>
        </w:rPr>
        <w:t>ا</w:t>
      </w:r>
      <w:r>
        <w:rPr>
          <w:rtl/>
        </w:rPr>
        <w:t>صحابه يوم القيامة رقاب الناس غرا م</w:t>
      </w:r>
      <w:r w:rsidR="0083237E">
        <w:rPr>
          <w:rFonts w:hint="cs"/>
          <w:rtl/>
        </w:rPr>
        <w:t>ح</w:t>
      </w:r>
      <w:r>
        <w:rPr>
          <w:rtl/>
        </w:rPr>
        <w:t xml:space="preserve">جلين يدخلون الجنة بغير الحساب. وما رواه عن علي بن </w:t>
      </w:r>
      <w:r w:rsidR="0083237E">
        <w:rPr>
          <w:rFonts w:hint="cs"/>
          <w:rtl/>
        </w:rPr>
        <w:t>ا</w:t>
      </w:r>
      <w:r>
        <w:rPr>
          <w:rtl/>
        </w:rPr>
        <w:t xml:space="preserve">حمد بن محمد ابن عمران الدقاق عن علي بن الحسين العباسي العلوي عن الحسن بن علي الناصر عن </w:t>
      </w:r>
      <w:r w:rsidR="0083237E">
        <w:rPr>
          <w:rFonts w:hint="cs"/>
          <w:rtl/>
        </w:rPr>
        <w:t>ا</w:t>
      </w:r>
      <w:r>
        <w:rPr>
          <w:rtl/>
        </w:rPr>
        <w:t xml:space="preserve">حمد بن رشيد عن عمير ( عمر ) بن سعيد عن </w:t>
      </w:r>
      <w:r w:rsidR="0083237E">
        <w:rPr>
          <w:rFonts w:hint="cs"/>
          <w:rtl/>
        </w:rPr>
        <w:t>ا</w:t>
      </w:r>
      <w:r>
        <w:rPr>
          <w:rtl/>
        </w:rPr>
        <w:t xml:space="preserve">خيه معمر ( وفي نسخة عن </w:t>
      </w:r>
      <w:r w:rsidR="0083237E">
        <w:rPr>
          <w:rFonts w:hint="cs"/>
          <w:rtl/>
        </w:rPr>
        <w:t>ا</w:t>
      </w:r>
      <w:r>
        <w:rPr>
          <w:rtl/>
        </w:rPr>
        <w:t xml:space="preserve">حمد بن رشد عن عمه </w:t>
      </w:r>
      <w:r w:rsidR="0083237E">
        <w:rPr>
          <w:rFonts w:hint="cs"/>
          <w:rtl/>
        </w:rPr>
        <w:t>ا</w:t>
      </w:r>
      <w:r>
        <w:rPr>
          <w:rtl/>
        </w:rPr>
        <w:t xml:space="preserve">بي معمر بن خثيم عن </w:t>
      </w:r>
      <w:r w:rsidR="002D0917">
        <w:rPr>
          <w:rFonts w:hint="cs"/>
          <w:rtl/>
        </w:rPr>
        <w:t>ا</w:t>
      </w:r>
      <w:r>
        <w:rPr>
          <w:rtl/>
        </w:rPr>
        <w:t>خيه معمر ) كنت جالسا</w:t>
      </w:r>
      <w:r w:rsidR="002D0917">
        <w:rPr>
          <w:rFonts w:hint="cs"/>
          <w:rtl/>
        </w:rPr>
        <w:t>ً</w:t>
      </w:r>
      <w:r>
        <w:rPr>
          <w:rtl/>
        </w:rPr>
        <w:t xml:space="preserve"> عند الصادق </w:t>
      </w:r>
      <w:r w:rsidR="00FF2CA0">
        <w:rPr>
          <w:rStyle w:val="rfdAlaem"/>
          <w:rFonts w:hint="cs"/>
          <w:rtl/>
        </w:rPr>
        <w:t>عليه‌السلام</w:t>
      </w:r>
      <w:r>
        <w:rPr>
          <w:rtl/>
        </w:rPr>
        <w:t xml:space="preserve"> فجاء زيد بن علي ابن الحسين (ع) ف</w:t>
      </w:r>
      <w:r w:rsidR="0083237E">
        <w:rPr>
          <w:rFonts w:hint="cs"/>
          <w:rtl/>
        </w:rPr>
        <w:t>ا</w:t>
      </w:r>
      <w:r>
        <w:rPr>
          <w:rtl/>
        </w:rPr>
        <w:t xml:space="preserve">خذ بعضادتي الباب فقال له الصادق (ع) يا عمي </w:t>
      </w:r>
      <w:r w:rsidR="002D0917">
        <w:rPr>
          <w:rFonts w:hint="cs"/>
          <w:rtl/>
        </w:rPr>
        <w:t>ا</w:t>
      </w:r>
      <w:r>
        <w:rPr>
          <w:rtl/>
        </w:rPr>
        <w:t xml:space="preserve">عيذك بالله </w:t>
      </w:r>
      <w:r w:rsidR="002D0917">
        <w:rPr>
          <w:rFonts w:hint="cs"/>
          <w:rtl/>
        </w:rPr>
        <w:t>ا</w:t>
      </w:r>
      <w:r>
        <w:rPr>
          <w:rtl/>
        </w:rPr>
        <w:t>ن تكون المصلوب بالكناسة فقال</w:t>
      </w:r>
      <w:r w:rsidR="0083237E">
        <w:rPr>
          <w:rFonts w:hint="cs"/>
          <w:rtl/>
        </w:rPr>
        <w:t>ت</w:t>
      </w:r>
      <w:r>
        <w:rPr>
          <w:rtl/>
        </w:rPr>
        <w:t xml:space="preserve"> </w:t>
      </w:r>
      <w:r w:rsidR="0083237E">
        <w:rPr>
          <w:rFonts w:hint="cs"/>
          <w:rtl/>
        </w:rPr>
        <w:t>ا</w:t>
      </w:r>
      <w:r>
        <w:rPr>
          <w:rtl/>
        </w:rPr>
        <w:t xml:space="preserve">م زيد ما يحملك على هذا القول غير الحسد لابني فقال </w:t>
      </w:r>
      <w:r w:rsidR="00FF2CA0">
        <w:rPr>
          <w:rStyle w:val="rfdAlaem"/>
          <w:rFonts w:hint="cs"/>
          <w:rtl/>
        </w:rPr>
        <w:t>عليه‌السلام</w:t>
      </w:r>
      <w:r>
        <w:rPr>
          <w:rtl/>
        </w:rPr>
        <w:t xml:space="preserve"> يا ليته حسد ثلاث مرات حدثني </w:t>
      </w:r>
      <w:r w:rsidR="0083237E">
        <w:rPr>
          <w:rFonts w:hint="cs"/>
          <w:rtl/>
        </w:rPr>
        <w:t>ا</w:t>
      </w:r>
      <w:r>
        <w:rPr>
          <w:rtl/>
        </w:rPr>
        <w:t xml:space="preserve">بي عن جدي </w:t>
      </w:r>
      <w:r w:rsidR="0083237E">
        <w:rPr>
          <w:rFonts w:hint="cs"/>
          <w:rtl/>
        </w:rPr>
        <w:t>ا</w:t>
      </w:r>
      <w:r>
        <w:rPr>
          <w:rtl/>
        </w:rPr>
        <w:t xml:space="preserve">نه قال يخرج من ولدي رجل يقال له زيد يقتل بالكوفة ويصلب بالكناسة </w:t>
      </w:r>
      <w:r w:rsidRPr="00994BA1">
        <w:rPr>
          <w:rStyle w:val="rfdFootnotenum"/>
          <w:rtl/>
        </w:rPr>
        <w:t>(1)</w:t>
      </w:r>
      <w:r w:rsidR="0083237E">
        <w:rPr>
          <w:rtl/>
        </w:rPr>
        <w:t xml:space="preserve"> يخرج من قبره حين ينشر</w:t>
      </w:r>
    </w:p>
    <w:p w:rsidR="00BA4473" w:rsidRPr="0083237E" w:rsidRDefault="00BA4473" w:rsidP="0083237E">
      <w:pPr>
        <w:pStyle w:val="rfdLine"/>
        <w:rPr>
          <w:rtl/>
        </w:rPr>
      </w:pPr>
      <w:r w:rsidRPr="0083237E">
        <w:rPr>
          <w:rtl/>
        </w:rPr>
        <w:t>__________________</w:t>
      </w:r>
    </w:p>
    <w:p w:rsidR="00BA4473" w:rsidRPr="007C0E53" w:rsidRDefault="00BA4473" w:rsidP="007C0E53">
      <w:pPr>
        <w:pStyle w:val="rfdFootnote0"/>
        <w:rPr>
          <w:rtl/>
        </w:rPr>
      </w:pPr>
      <w:r w:rsidRPr="007C0E53">
        <w:rPr>
          <w:rtl/>
        </w:rPr>
        <w:t>(1) الكناسة في القاموس موضع بالكو</w:t>
      </w:r>
      <w:r w:rsidR="0083237E">
        <w:rPr>
          <w:rtl/>
        </w:rPr>
        <w:t>فة وفي حاشية الكافي لملا صالح ـ</w:t>
      </w:r>
    </w:p>
    <w:p w:rsidR="00BA4473" w:rsidRDefault="00BA4473" w:rsidP="00045A95">
      <w:pPr>
        <w:pStyle w:val="rfdNormal0"/>
        <w:rPr>
          <w:rtl/>
        </w:rPr>
      </w:pPr>
      <w:r w:rsidRPr="0083237E">
        <w:rPr>
          <w:rtl/>
        </w:rPr>
        <w:br w:type="page"/>
      </w:r>
      <w:r w:rsidRPr="00B72A7E">
        <w:rPr>
          <w:rtl/>
        </w:rPr>
        <w:lastRenderedPageBreak/>
        <w:t xml:space="preserve">تفتح له </w:t>
      </w:r>
      <w:r w:rsidR="00045A95">
        <w:rPr>
          <w:rFonts w:hint="cs"/>
          <w:rtl/>
        </w:rPr>
        <w:t>ا</w:t>
      </w:r>
      <w:r w:rsidRPr="00B72A7E">
        <w:rPr>
          <w:rtl/>
        </w:rPr>
        <w:t xml:space="preserve">بواب السماء </w:t>
      </w:r>
      <w:r w:rsidR="00045A95">
        <w:rPr>
          <w:rFonts w:hint="cs"/>
          <w:rtl/>
        </w:rPr>
        <w:t>ي</w:t>
      </w:r>
      <w:r w:rsidRPr="00B72A7E">
        <w:rPr>
          <w:rtl/>
        </w:rPr>
        <w:t xml:space="preserve">بتهج به </w:t>
      </w:r>
      <w:r w:rsidR="00045A95">
        <w:rPr>
          <w:rFonts w:hint="cs"/>
          <w:rtl/>
        </w:rPr>
        <w:t>ا</w:t>
      </w:r>
      <w:r w:rsidRPr="00B72A7E">
        <w:rPr>
          <w:rtl/>
        </w:rPr>
        <w:t xml:space="preserve">هل السماوات والارض الحديث. وما رواه </w:t>
      </w:r>
      <w:r>
        <w:rPr>
          <w:rtl/>
        </w:rPr>
        <w:t xml:space="preserve">عن </w:t>
      </w:r>
      <w:r w:rsidR="00045A95">
        <w:rPr>
          <w:rFonts w:hint="cs"/>
          <w:rtl/>
        </w:rPr>
        <w:t>ا</w:t>
      </w:r>
      <w:r>
        <w:rPr>
          <w:rtl/>
        </w:rPr>
        <w:t xml:space="preserve">حمد بن الحسن القطان عن الحسن بن علي السكري عن محمد ( </w:t>
      </w:r>
      <w:r w:rsidR="00045A95">
        <w:rPr>
          <w:rFonts w:hint="cs"/>
          <w:rtl/>
        </w:rPr>
        <w:t>ا</w:t>
      </w:r>
      <w:r>
        <w:rPr>
          <w:rtl/>
        </w:rPr>
        <w:t xml:space="preserve">حمد ) بن زكريا الجوهري عن جعفر بن محمد بن عمارة عن </w:t>
      </w:r>
      <w:r w:rsidR="00045A95">
        <w:rPr>
          <w:rFonts w:hint="cs"/>
          <w:rtl/>
        </w:rPr>
        <w:t>ا</w:t>
      </w:r>
      <w:r>
        <w:rPr>
          <w:rtl/>
        </w:rPr>
        <w:t>بيه عن عمرو بن خالد عن عبد الله بن سيابة قال خرجنا ونحن سبعة نفر ف</w:t>
      </w:r>
      <w:r w:rsidR="00045A95">
        <w:rPr>
          <w:rFonts w:hint="cs"/>
          <w:rtl/>
        </w:rPr>
        <w:t>ا</w:t>
      </w:r>
      <w:r>
        <w:rPr>
          <w:rtl/>
        </w:rPr>
        <w:t xml:space="preserve">تينا المدينة فدخلنا على </w:t>
      </w:r>
      <w:r w:rsidR="00045A95">
        <w:rPr>
          <w:rFonts w:hint="cs"/>
          <w:rtl/>
        </w:rPr>
        <w:t>ا</w:t>
      </w:r>
      <w:r>
        <w:rPr>
          <w:rtl/>
        </w:rPr>
        <w:t>بي عبد</w:t>
      </w:r>
      <w:r w:rsidR="00045A95">
        <w:rPr>
          <w:rFonts w:hint="cs"/>
          <w:rtl/>
        </w:rPr>
        <w:t xml:space="preserve"> </w:t>
      </w:r>
      <w:r>
        <w:rPr>
          <w:rtl/>
        </w:rPr>
        <w:t xml:space="preserve">الله </w:t>
      </w:r>
      <w:r w:rsidR="00FF2CA0">
        <w:rPr>
          <w:rStyle w:val="rfdAlaem"/>
          <w:rFonts w:hint="cs"/>
          <w:rtl/>
        </w:rPr>
        <w:t>عليه‌السلام</w:t>
      </w:r>
      <w:r>
        <w:rPr>
          <w:rtl/>
        </w:rPr>
        <w:t xml:space="preserve"> فقال أعندكم خبر من عمي زيد فقلنا قد خرج وهو خارج قال ف</w:t>
      </w:r>
      <w:r w:rsidR="00045A95">
        <w:rPr>
          <w:rFonts w:hint="cs"/>
          <w:rtl/>
        </w:rPr>
        <w:t>ا</w:t>
      </w:r>
      <w:r>
        <w:rPr>
          <w:rtl/>
        </w:rPr>
        <w:t xml:space="preserve">ن </w:t>
      </w:r>
      <w:r w:rsidR="00045A95">
        <w:rPr>
          <w:rFonts w:hint="cs"/>
          <w:rtl/>
        </w:rPr>
        <w:t>ا</w:t>
      </w:r>
      <w:r>
        <w:rPr>
          <w:rtl/>
        </w:rPr>
        <w:t>تاكم خبر ف</w:t>
      </w:r>
      <w:r w:rsidR="00045A95">
        <w:rPr>
          <w:rFonts w:hint="cs"/>
          <w:rtl/>
        </w:rPr>
        <w:t>ا</w:t>
      </w:r>
      <w:r>
        <w:rPr>
          <w:rtl/>
        </w:rPr>
        <w:t>خبروني ف</w:t>
      </w:r>
      <w:r w:rsidR="00045A95">
        <w:rPr>
          <w:rFonts w:hint="cs"/>
          <w:rtl/>
        </w:rPr>
        <w:t>ا</w:t>
      </w:r>
      <w:r>
        <w:rPr>
          <w:rtl/>
        </w:rPr>
        <w:t xml:space="preserve">تى رسول بسام الصيرفي بكتاب فيه </w:t>
      </w:r>
      <w:r w:rsidR="00045A95">
        <w:rPr>
          <w:rFonts w:hint="cs"/>
          <w:rtl/>
        </w:rPr>
        <w:t>ا</w:t>
      </w:r>
      <w:r>
        <w:rPr>
          <w:rtl/>
        </w:rPr>
        <w:t>ما بعد ف</w:t>
      </w:r>
      <w:r w:rsidR="00045A95">
        <w:rPr>
          <w:rFonts w:hint="cs"/>
          <w:rtl/>
        </w:rPr>
        <w:t>ا</w:t>
      </w:r>
      <w:r>
        <w:rPr>
          <w:rtl/>
        </w:rPr>
        <w:t xml:space="preserve">ن زيد ابن علي قد خرج يوم الاربعاء غرة صفر ومكث الاربعاء والخميس وقتل يوم الجمعة وقتل معه فلان وفلان فدخلنا على الصادق </w:t>
      </w:r>
      <w:r w:rsidR="00FF2CA0">
        <w:rPr>
          <w:rStyle w:val="rfdAlaem"/>
          <w:rFonts w:hint="cs"/>
          <w:rtl/>
        </w:rPr>
        <w:t>عليه‌السلام</w:t>
      </w:r>
      <w:r>
        <w:rPr>
          <w:rtl/>
        </w:rPr>
        <w:t xml:space="preserve"> فدفعنا اليه الكتاب فقرأه وبكى ثم قال </w:t>
      </w:r>
      <w:r w:rsidR="00045A95">
        <w:rPr>
          <w:rFonts w:hint="cs"/>
          <w:rtl/>
        </w:rPr>
        <w:t>ا</w:t>
      </w:r>
      <w:r>
        <w:rPr>
          <w:rtl/>
        </w:rPr>
        <w:t>نا لله و</w:t>
      </w:r>
      <w:r w:rsidR="00045A95">
        <w:rPr>
          <w:rFonts w:hint="cs"/>
          <w:rtl/>
        </w:rPr>
        <w:t>ا</w:t>
      </w:r>
      <w:r>
        <w:rPr>
          <w:rtl/>
        </w:rPr>
        <w:t xml:space="preserve">نا اليه راجعون عند الله احتسب عمي </w:t>
      </w:r>
      <w:r w:rsidR="00045A95">
        <w:rPr>
          <w:rFonts w:hint="cs"/>
          <w:rtl/>
        </w:rPr>
        <w:t>ا</w:t>
      </w:r>
      <w:r>
        <w:rPr>
          <w:rtl/>
        </w:rPr>
        <w:t>نه كان نعم العم ان عمي كان رجلا لدنيانا وآخرتنا مضى والله عمي شهيدا</w:t>
      </w:r>
      <w:r w:rsidR="002D0917">
        <w:rPr>
          <w:rFonts w:hint="cs"/>
          <w:rtl/>
        </w:rPr>
        <w:t>ً</w:t>
      </w:r>
      <w:r>
        <w:rPr>
          <w:rtl/>
        </w:rPr>
        <w:t xml:space="preserve"> كشهداء استشهدوا مع النبي وعلي والحسن والحسين </w:t>
      </w:r>
      <w:r w:rsidR="00424C96" w:rsidRPr="00A50A68">
        <w:rPr>
          <w:rStyle w:val="rfdAlaem"/>
          <w:rFonts w:hint="cs"/>
          <w:rtl/>
        </w:rPr>
        <w:t>:</w:t>
      </w:r>
      <w:r>
        <w:rPr>
          <w:rtl/>
        </w:rPr>
        <w:t xml:space="preserve">. وما رواه عن محمد بن الحسين ( الحسن ) بن </w:t>
      </w:r>
      <w:r w:rsidR="00045A95">
        <w:rPr>
          <w:rFonts w:hint="cs"/>
          <w:rtl/>
        </w:rPr>
        <w:t>ا</w:t>
      </w:r>
      <w:r>
        <w:rPr>
          <w:rtl/>
        </w:rPr>
        <w:t xml:space="preserve">حمد بن الوليد عن محمد بن الحسن الصفار عن </w:t>
      </w:r>
      <w:r w:rsidR="00045A95">
        <w:rPr>
          <w:rFonts w:hint="cs"/>
          <w:rtl/>
        </w:rPr>
        <w:t>ا</w:t>
      </w:r>
      <w:r>
        <w:rPr>
          <w:rtl/>
        </w:rPr>
        <w:t xml:space="preserve">حمد بن </w:t>
      </w:r>
      <w:r w:rsidR="00045A95">
        <w:rPr>
          <w:rFonts w:hint="cs"/>
          <w:rtl/>
        </w:rPr>
        <w:t>ا</w:t>
      </w:r>
      <w:r>
        <w:rPr>
          <w:rtl/>
        </w:rPr>
        <w:t>بي عبد</w:t>
      </w:r>
      <w:r w:rsidR="00045A95">
        <w:rPr>
          <w:rFonts w:hint="cs"/>
          <w:rtl/>
        </w:rPr>
        <w:t xml:space="preserve"> </w:t>
      </w:r>
      <w:r>
        <w:rPr>
          <w:rtl/>
        </w:rPr>
        <w:t xml:space="preserve">الله البرقي عن </w:t>
      </w:r>
      <w:r w:rsidR="00045A95">
        <w:rPr>
          <w:rFonts w:hint="cs"/>
          <w:rtl/>
        </w:rPr>
        <w:t>ا</w:t>
      </w:r>
      <w:r>
        <w:rPr>
          <w:rtl/>
        </w:rPr>
        <w:t xml:space="preserve">بيه عن محمد بن شمون عن عبد الله ابن سنان عن الفضيل بن يسار انتهيت الى زيد بن علي صبيحة يوم خرج بالكوفة فسمعته يقول من بعينني منكم على انباط </w:t>
      </w:r>
      <w:r w:rsidR="00045A95">
        <w:rPr>
          <w:rFonts w:hint="cs"/>
          <w:rtl/>
        </w:rPr>
        <w:t>ا</w:t>
      </w:r>
      <w:r w:rsidR="00045A95">
        <w:rPr>
          <w:rtl/>
        </w:rPr>
        <w:t>هل الشام</w:t>
      </w:r>
    </w:p>
    <w:p w:rsidR="00BA4473" w:rsidRPr="007C0E53" w:rsidRDefault="00BA4473" w:rsidP="007C0E53">
      <w:pPr>
        <w:pStyle w:val="rfdFootnote0"/>
        <w:rPr>
          <w:rtl/>
        </w:rPr>
      </w:pPr>
      <w:r w:rsidRPr="007C0E53">
        <w:rPr>
          <w:rtl/>
        </w:rPr>
        <w:t xml:space="preserve">__________________ </w:t>
      </w:r>
    </w:p>
    <w:p w:rsidR="00BA4473" w:rsidRPr="007C0E53" w:rsidRDefault="00BA4473" w:rsidP="00BD61C7">
      <w:pPr>
        <w:pStyle w:val="rfdFootnote0"/>
        <w:rPr>
          <w:rtl/>
        </w:rPr>
      </w:pPr>
      <w:r w:rsidRPr="007C0E53">
        <w:rPr>
          <w:rtl/>
        </w:rPr>
        <w:t>ـ</w:t>
      </w:r>
      <w:r w:rsidR="00045A95">
        <w:rPr>
          <w:rFonts w:hint="cs"/>
          <w:rtl/>
        </w:rPr>
        <w:t xml:space="preserve"> </w:t>
      </w:r>
      <w:r w:rsidRPr="007C0E53">
        <w:rPr>
          <w:rtl/>
        </w:rPr>
        <w:t>المازندراني الكناسة ( بضم الكاف ) الك</w:t>
      </w:r>
      <w:r w:rsidR="00045A95">
        <w:rPr>
          <w:rFonts w:hint="cs"/>
          <w:rtl/>
        </w:rPr>
        <w:t>س</w:t>
      </w:r>
      <w:r w:rsidRPr="007C0E53">
        <w:rPr>
          <w:rtl/>
        </w:rPr>
        <w:t xml:space="preserve">احة والقمامة وموضعها </w:t>
      </w:r>
      <w:r w:rsidR="00045A95">
        <w:rPr>
          <w:rFonts w:hint="cs"/>
          <w:rtl/>
        </w:rPr>
        <w:t>ا</w:t>
      </w:r>
      <w:r w:rsidRPr="007C0E53">
        <w:rPr>
          <w:rtl/>
        </w:rPr>
        <w:t>يضا</w:t>
      </w:r>
      <w:r w:rsidR="002D0917">
        <w:rPr>
          <w:rFonts w:hint="cs"/>
          <w:rtl/>
        </w:rPr>
        <w:t>ً</w:t>
      </w:r>
      <w:r w:rsidRPr="007C0E53">
        <w:rPr>
          <w:rtl/>
        </w:rPr>
        <w:t xml:space="preserve"> وبها سميت كناسة كوفان وهي موضع قريب من الكوفة قتل بها وصلب زيد ابن علي بن الحسين </w:t>
      </w:r>
      <w:r w:rsidR="00FF2CA0">
        <w:rPr>
          <w:rStyle w:val="rfdAlaem"/>
          <w:rFonts w:hint="cs"/>
          <w:rtl/>
        </w:rPr>
        <w:t>عليهما‌السلام</w:t>
      </w:r>
      <w:r w:rsidR="00045A95">
        <w:rPr>
          <w:rFonts w:hint="cs"/>
          <w:rtl/>
        </w:rPr>
        <w:t>.</w:t>
      </w:r>
    </w:p>
    <w:p w:rsidR="00BA4473" w:rsidRDefault="00BA4473" w:rsidP="00AF6143">
      <w:pPr>
        <w:pStyle w:val="rfdNormal0"/>
        <w:rPr>
          <w:rtl/>
        </w:rPr>
      </w:pPr>
      <w:r w:rsidRPr="00045A95">
        <w:rPr>
          <w:rtl/>
        </w:rPr>
        <w:br w:type="page"/>
      </w:r>
      <w:r>
        <w:rPr>
          <w:rtl/>
        </w:rPr>
        <w:lastRenderedPageBreak/>
        <w:t>فوالذي بعث محمدا</w:t>
      </w:r>
      <w:r w:rsidR="005E626D">
        <w:rPr>
          <w:rFonts w:hint="cs"/>
          <w:rtl/>
        </w:rPr>
        <w:t>ً</w:t>
      </w:r>
      <w:r>
        <w:rPr>
          <w:rtl/>
        </w:rPr>
        <w:t xml:space="preserve"> (ص) بالحق بشيرا</w:t>
      </w:r>
      <w:r w:rsidR="005E626D">
        <w:rPr>
          <w:rFonts w:hint="cs"/>
          <w:rtl/>
        </w:rPr>
        <w:t>ً</w:t>
      </w:r>
      <w:r>
        <w:rPr>
          <w:rtl/>
        </w:rPr>
        <w:t xml:space="preserve"> ونذيرا</w:t>
      </w:r>
      <w:r w:rsidR="005E626D">
        <w:rPr>
          <w:rFonts w:hint="cs"/>
          <w:rtl/>
        </w:rPr>
        <w:t>ً</w:t>
      </w:r>
      <w:r>
        <w:rPr>
          <w:rtl/>
        </w:rPr>
        <w:t xml:space="preserve"> لا يعينني على قتالهم منكم </w:t>
      </w:r>
      <w:r w:rsidR="00AF6143">
        <w:rPr>
          <w:rFonts w:hint="cs"/>
          <w:rtl/>
        </w:rPr>
        <w:t>ا</w:t>
      </w:r>
      <w:r>
        <w:rPr>
          <w:rtl/>
        </w:rPr>
        <w:t xml:space="preserve">حد الا </w:t>
      </w:r>
      <w:r w:rsidR="00AF6143">
        <w:rPr>
          <w:rFonts w:hint="cs"/>
          <w:rtl/>
        </w:rPr>
        <w:t>ا</w:t>
      </w:r>
      <w:r>
        <w:rPr>
          <w:rtl/>
        </w:rPr>
        <w:t>خذت بيده يوم القيامة ف</w:t>
      </w:r>
      <w:r w:rsidR="00AF6143">
        <w:rPr>
          <w:rFonts w:hint="cs"/>
          <w:rtl/>
        </w:rPr>
        <w:t>ا</w:t>
      </w:r>
      <w:r>
        <w:rPr>
          <w:rtl/>
        </w:rPr>
        <w:t>دخلته الجنة ب</w:t>
      </w:r>
      <w:r w:rsidR="00AF6143">
        <w:rPr>
          <w:rFonts w:hint="cs"/>
          <w:rtl/>
        </w:rPr>
        <w:t>ا</w:t>
      </w:r>
      <w:r>
        <w:rPr>
          <w:rtl/>
        </w:rPr>
        <w:t xml:space="preserve">ذن الله عزوجل فلما قتل اكتريت راحلة وتوجهت نحو المدينة فدخلت على </w:t>
      </w:r>
      <w:r w:rsidR="00AF6143">
        <w:rPr>
          <w:rFonts w:hint="cs"/>
          <w:rtl/>
        </w:rPr>
        <w:t>ا</w:t>
      </w:r>
      <w:r>
        <w:rPr>
          <w:rtl/>
        </w:rPr>
        <w:t xml:space="preserve">بي عبد الله </w:t>
      </w:r>
      <w:r w:rsidR="00FF2CA0">
        <w:rPr>
          <w:rStyle w:val="rfdAlaem"/>
          <w:rFonts w:hint="cs"/>
          <w:rtl/>
        </w:rPr>
        <w:t>عليه‌السلام</w:t>
      </w:r>
      <w:r>
        <w:rPr>
          <w:rtl/>
        </w:rPr>
        <w:t xml:space="preserve"> ف</w:t>
      </w:r>
      <w:r w:rsidR="00AF6143">
        <w:rPr>
          <w:rFonts w:hint="cs"/>
          <w:rtl/>
        </w:rPr>
        <w:t>ق</w:t>
      </w:r>
      <w:r>
        <w:rPr>
          <w:rtl/>
        </w:rPr>
        <w:t xml:space="preserve">لت في نفسي والله لا </w:t>
      </w:r>
      <w:r w:rsidR="00AF6143">
        <w:rPr>
          <w:rFonts w:hint="cs"/>
          <w:rtl/>
        </w:rPr>
        <w:t>ا</w:t>
      </w:r>
      <w:r>
        <w:rPr>
          <w:rtl/>
        </w:rPr>
        <w:t>خبرته بقتل زيد بن علي فيجزع عليه فلما دخلت قال ما فعل عمي زيد فخنقتني العبرة فقال قتلوه قلت اي والله فقال صلبوه فقلت اي والله صلبوه فاقبل يبكي ودموعه تنحدر على ديباجتي خده ك</w:t>
      </w:r>
      <w:r w:rsidR="00AF6143">
        <w:rPr>
          <w:rFonts w:hint="cs"/>
          <w:rtl/>
        </w:rPr>
        <w:t>ا</w:t>
      </w:r>
      <w:r>
        <w:rPr>
          <w:rtl/>
        </w:rPr>
        <w:t>نها الجمان ثم قال يا فضيل شهدت مع عمي زيد قتال اهل الشام ( الى ان قال ) مضى والله عمي زيد و</w:t>
      </w:r>
      <w:r w:rsidR="00AF6143">
        <w:rPr>
          <w:rFonts w:hint="cs"/>
          <w:rtl/>
        </w:rPr>
        <w:t>ا</w:t>
      </w:r>
      <w:r>
        <w:rPr>
          <w:rtl/>
        </w:rPr>
        <w:t xml:space="preserve">صحابه شهداء مثل ما مضى عليه علي بن </w:t>
      </w:r>
      <w:r w:rsidR="00AF6143">
        <w:rPr>
          <w:rFonts w:hint="cs"/>
          <w:rtl/>
        </w:rPr>
        <w:t>ا</w:t>
      </w:r>
      <w:r>
        <w:rPr>
          <w:rtl/>
        </w:rPr>
        <w:t>بي طالب و</w:t>
      </w:r>
      <w:r w:rsidR="00AF6143">
        <w:rPr>
          <w:rFonts w:hint="cs"/>
          <w:rtl/>
        </w:rPr>
        <w:t>ا</w:t>
      </w:r>
      <w:r>
        <w:rPr>
          <w:rtl/>
        </w:rPr>
        <w:t>صحابه. ورواه الصدوق في الامالي في المجلس 59 الحديث الاول مثله سندا ومتنا.</w:t>
      </w:r>
    </w:p>
    <w:p w:rsidR="004E3150" w:rsidRDefault="00BA4473" w:rsidP="000D7D07">
      <w:pPr>
        <w:pStyle w:val="Heading1Center"/>
        <w:rPr>
          <w:rtl/>
        </w:rPr>
      </w:pPr>
      <w:bookmarkStart w:id="20" w:name="_Toc256850559"/>
      <w:bookmarkStart w:id="21" w:name="_Toc256854623"/>
      <w:bookmarkStart w:id="22" w:name="_Toc292190059"/>
      <w:bookmarkStart w:id="23" w:name="_Toc292205004"/>
      <w:r w:rsidRPr="000D7D07">
        <w:rPr>
          <w:rtl/>
        </w:rPr>
        <w:t>( ما رواه الصدوق في الامالي والكليني في الروضة )</w:t>
      </w:r>
      <w:bookmarkEnd w:id="20"/>
      <w:bookmarkEnd w:id="21"/>
      <w:bookmarkEnd w:id="22"/>
      <w:bookmarkEnd w:id="23"/>
    </w:p>
    <w:p w:rsidR="00BA4473" w:rsidRDefault="00BA4473" w:rsidP="00AF6143">
      <w:pPr>
        <w:rPr>
          <w:rtl/>
        </w:rPr>
      </w:pPr>
      <w:r>
        <w:rPr>
          <w:rtl/>
        </w:rPr>
        <w:t xml:space="preserve">روى الصدوق في الامالي والكليني في روضة الكافي بالاسناد عن الصادق </w:t>
      </w:r>
      <w:r w:rsidR="00FF2CA0">
        <w:rPr>
          <w:rStyle w:val="rfdAlaem"/>
          <w:rFonts w:hint="cs"/>
          <w:rtl/>
        </w:rPr>
        <w:t>عليه‌السلام</w:t>
      </w:r>
      <w:r>
        <w:rPr>
          <w:rtl/>
        </w:rPr>
        <w:t xml:space="preserve"> </w:t>
      </w:r>
      <w:r w:rsidR="00AF6143">
        <w:rPr>
          <w:rFonts w:hint="cs"/>
          <w:rtl/>
        </w:rPr>
        <w:t>ا</w:t>
      </w:r>
      <w:r>
        <w:rPr>
          <w:rtl/>
        </w:rPr>
        <w:t>نه قال لا تقولوا خرج زيد ف</w:t>
      </w:r>
      <w:r w:rsidR="005E626D">
        <w:rPr>
          <w:rFonts w:hint="cs"/>
          <w:rtl/>
        </w:rPr>
        <w:t>ا</w:t>
      </w:r>
      <w:r>
        <w:rPr>
          <w:rtl/>
        </w:rPr>
        <w:t>ن زيدا</w:t>
      </w:r>
      <w:r w:rsidR="005E626D">
        <w:rPr>
          <w:rFonts w:hint="cs"/>
          <w:rtl/>
        </w:rPr>
        <w:t>ً</w:t>
      </w:r>
      <w:r>
        <w:rPr>
          <w:rtl/>
        </w:rPr>
        <w:t xml:space="preserve"> كان عالما</w:t>
      </w:r>
      <w:r w:rsidR="00AF6143">
        <w:rPr>
          <w:rFonts w:hint="cs"/>
          <w:rtl/>
        </w:rPr>
        <w:t>ً</w:t>
      </w:r>
      <w:r>
        <w:rPr>
          <w:rtl/>
        </w:rPr>
        <w:t xml:space="preserve"> وكان صدوقا ولم يدعكم الى نفسه </w:t>
      </w:r>
      <w:r w:rsidR="005E626D">
        <w:rPr>
          <w:rFonts w:hint="cs"/>
          <w:rtl/>
        </w:rPr>
        <w:t>ا</w:t>
      </w:r>
      <w:r>
        <w:rPr>
          <w:rtl/>
        </w:rPr>
        <w:t xml:space="preserve">نما دعا الى الرضا من آل محمد (ص) ولو ظفر لوفى بما دعاكم اليه </w:t>
      </w:r>
      <w:r w:rsidR="00AF6143">
        <w:rPr>
          <w:rFonts w:hint="cs"/>
          <w:rtl/>
        </w:rPr>
        <w:t>ا</w:t>
      </w:r>
      <w:r>
        <w:rPr>
          <w:rtl/>
        </w:rPr>
        <w:t>نما خرج الى سلطان مجتمع لينقضه.</w:t>
      </w:r>
    </w:p>
    <w:p w:rsidR="00BA4473" w:rsidRPr="00EA031D" w:rsidRDefault="00BA4473" w:rsidP="00EA031D">
      <w:pPr>
        <w:pStyle w:val="Heading1Center"/>
        <w:rPr>
          <w:rtl/>
        </w:rPr>
      </w:pPr>
      <w:r w:rsidRPr="00EA031D">
        <w:rPr>
          <w:rtl/>
        </w:rPr>
        <w:t>( ما روي في مقاتل الطالبيين )</w:t>
      </w:r>
    </w:p>
    <w:p w:rsidR="00BA4473" w:rsidRDefault="00BA4473" w:rsidP="00AF6143">
      <w:pPr>
        <w:rPr>
          <w:rtl/>
        </w:rPr>
      </w:pPr>
      <w:r>
        <w:rPr>
          <w:rtl/>
        </w:rPr>
        <w:t xml:space="preserve">روى ابو الفرج الاصفهاني في مقاتل الطالبيين بسنده عن </w:t>
      </w:r>
      <w:r w:rsidR="00AF6143">
        <w:rPr>
          <w:rFonts w:hint="cs"/>
          <w:rtl/>
        </w:rPr>
        <w:t>ا</w:t>
      </w:r>
      <w:r>
        <w:rPr>
          <w:rtl/>
        </w:rPr>
        <w:t xml:space="preserve">بي قرة قال لي زيد والذي يعلم ما تحت وريد زيد بن علي </w:t>
      </w:r>
      <w:r w:rsidR="005E626D">
        <w:rPr>
          <w:rFonts w:hint="cs"/>
          <w:rtl/>
        </w:rPr>
        <w:t>ا</w:t>
      </w:r>
      <w:r>
        <w:rPr>
          <w:rtl/>
        </w:rPr>
        <w:t>ن زيد ابن</w:t>
      </w:r>
    </w:p>
    <w:p w:rsidR="00BA4473" w:rsidRDefault="00BA4473" w:rsidP="00015448">
      <w:pPr>
        <w:pStyle w:val="rfdNormal0"/>
        <w:rPr>
          <w:rtl/>
        </w:rPr>
      </w:pPr>
      <w:r w:rsidRPr="00AF6143">
        <w:rPr>
          <w:rtl/>
        </w:rPr>
        <w:br w:type="page"/>
      </w:r>
      <w:r>
        <w:rPr>
          <w:rtl/>
        </w:rPr>
        <w:lastRenderedPageBreak/>
        <w:t>علي لم يهتك لله محرما منذ عرف يمينه من شماله وبسنده عن عبد</w:t>
      </w:r>
      <w:r w:rsidR="00015448">
        <w:rPr>
          <w:rFonts w:hint="cs"/>
          <w:rtl/>
        </w:rPr>
        <w:t xml:space="preserve"> </w:t>
      </w:r>
      <w:r>
        <w:rPr>
          <w:rtl/>
        </w:rPr>
        <w:t xml:space="preserve">الله ابن جرير </w:t>
      </w:r>
      <w:r w:rsidR="005E626D">
        <w:rPr>
          <w:rFonts w:hint="cs"/>
          <w:rtl/>
        </w:rPr>
        <w:t>ا</w:t>
      </w:r>
      <w:r>
        <w:rPr>
          <w:rtl/>
        </w:rPr>
        <w:t>و ابن حرب رأيت جعفر بن محمد يمسك لزيد بن علي بالركاب ويسوي ثيابه على السرج ( قال المؤلف ) في هذا الحديث نظر ف</w:t>
      </w:r>
      <w:r w:rsidR="00015448">
        <w:rPr>
          <w:rFonts w:hint="cs"/>
          <w:rtl/>
        </w:rPr>
        <w:t>ا</w:t>
      </w:r>
      <w:r>
        <w:rPr>
          <w:rtl/>
        </w:rPr>
        <w:t xml:space="preserve">ن قلنا </w:t>
      </w:r>
      <w:r w:rsidR="00015448">
        <w:rPr>
          <w:rFonts w:hint="cs"/>
          <w:rtl/>
        </w:rPr>
        <w:t>ا</w:t>
      </w:r>
      <w:r>
        <w:rPr>
          <w:rtl/>
        </w:rPr>
        <w:t xml:space="preserve">ن الصادق يحسن خلقه وتواضعه وكمال ادبه يجوز </w:t>
      </w:r>
      <w:r w:rsidR="00015448">
        <w:rPr>
          <w:rFonts w:hint="cs"/>
          <w:rtl/>
        </w:rPr>
        <w:t>ا</w:t>
      </w:r>
      <w:r>
        <w:rPr>
          <w:rtl/>
        </w:rPr>
        <w:t>ن يفعل ذلك مع عمه زيد فزيد لم يكن ليدعه يفعل ذلك مع اعترافه بامامته عليه كما يأتي. وبسنده عن سعيد بن خثيم : كان بين زيد ابن علي وعبد</w:t>
      </w:r>
      <w:r w:rsidR="00015448">
        <w:rPr>
          <w:rFonts w:hint="cs"/>
          <w:rtl/>
        </w:rPr>
        <w:t xml:space="preserve"> </w:t>
      </w:r>
      <w:r>
        <w:rPr>
          <w:rtl/>
        </w:rPr>
        <w:t xml:space="preserve">الله بن الحسن مناظرة في صدقات علي </w:t>
      </w:r>
      <w:r w:rsidR="00FF2CA0">
        <w:rPr>
          <w:rStyle w:val="rfdAlaem"/>
          <w:rFonts w:hint="cs"/>
          <w:rtl/>
        </w:rPr>
        <w:t>عليه‌السلام</w:t>
      </w:r>
      <w:r>
        <w:rPr>
          <w:rtl/>
        </w:rPr>
        <w:t xml:space="preserve"> فكانا يتحاكمان الى قاض ف</w:t>
      </w:r>
      <w:r w:rsidR="005E626D">
        <w:rPr>
          <w:rFonts w:hint="cs"/>
          <w:rtl/>
        </w:rPr>
        <w:t>ا</w:t>
      </w:r>
      <w:r>
        <w:rPr>
          <w:rtl/>
        </w:rPr>
        <w:t xml:space="preserve">ذا قاما من عنده </w:t>
      </w:r>
      <w:r w:rsidR="00015448">
        <w:rPr>
          <w:rFonts w:hint="cs"/>
          <w:rtl/>
        </w:rPr>
        <w:t>ا</w:t>
      </w:r>
      <w:r>
        <w:rPr>
          <w:rtl/>
        </w:rPr>
        <w:t>سرع عبد</w:t>
      </w:r>
      <w:r w:rsidR="00015448">
        <w:rPr>
          <w:rFonts w:hint="cs"/>
          <w:rtl/>
        </w:rPr>
        <w:t xml:space="preserve"> </w:t>
      </w:r>
      <w:r>
        <w:rPr>
          <w:rtl/>
        </w:rPr>
        <w:t>الله الى دابة زيد ف</w:t>
      </w:r>
      <w:r w:rsidR="00015448">
        <w:rPr>
          <w:rFonts w:hint="cs"/>
          <w:rtl/>
        </w:rPr>
        <w:t>ا</w:t>
      </w:r>
      <w:r w:rsidR="00015448">
        <w:rPr>
          <w:rtl/>
        </w:rPr>
        <w:t>مسك له بالركاب.</w:t>
      </w:r>
    </w:p>
    <w:p w:rsidR="00BA4473" w:rsidRPr="00141A0B" w:rsidRDefault="00BA4473" w:rsidP="00EA031D">
      <w:pPr>
        <w:pStyle w:val="Heading1Center"/>
        <w:rPr>
          <w:rtl/>
        </w:rPr>
      </w:pPr>
      <w:r w:rsidRPr="00141A0B">
        <w:rPr>
          <w:rtl/>
        </w:rPr>
        <w:t>( ما رواه الخوارزمي في فضله )</w:t>
      </w:r>
    </w:p>
    <w:p w:rsidR="00BA4473" w:rsidRDefault="00BA4473" w:rsidP="00015448">
      <w:pPr>
        <w:rPr>
          <w:rtl/>
        </w:rPr>
      </w:pPr>
      <w:r>
        <w:rPr>
          <w:rtl/>
        </w:rPr>
        <w:t>عن مقتل الخوارزمي مسندا</w:t>
      </w:r>
      <w:r w:rsidR="00015448">
        <w:rPr>
          <w:rFonts w:hint="cs"/>
          <w:rtl/>
        </w:rPr>
        <w:t>ً</w:t>
      </w:r>
      <w:r>
        <w:rPr>
          <w:rtl/>
        </w:rPr>
        <w:t xml:space="preserve"> عن علي (ع) قال الشهيد من ذريتي والقائم بالحق من ولدي المصلوب بكناسة كوفان امام المجاهدين وقائد الغر المحجلين يأتي هو يوم القيامة و</w:t>
      </w:r>
      <w:r w:rsidR="00015448">
        <w:rPr>
          <w:rFonts w:hint="cs"/>
          <w:rtl/>
        </w:rPr>
        <w:t>ا</w:t>
      </w:r>
      <w:r>
        <w:rPr>
          <w:rtl/>
        </w:rPr>
        <w:t xml:space="preserve">صحابه تتلقاهم الملائكة ينادونهم ادخلوا الجنة لا خوف عليكم ولا </w:t>
      </w:r>
      <w:r w:rsidR="00015448">
        <w:rPr>
          <w:rFonts w:hint="cs"/>
          <w:rtl/>
        </w:rPr>
        <w:t>ا</w:t>
      </w:r>
      <w:r>
        <w:rPr>
          <w:rtl/>
        </w:rPr>
        <w:t>نتم تحزنون.</w:t>
      </w:r>
    </w:p>
    <w:p w:rsidR="00BA4473" w:rsidRDefault="00BA4473" w:rsidP="003C31F5">
      <w:pPr>
        <w:pStyle w:val="Heading1Center"/>
        <w:rPr>
          <w:rtl/>
        </w:rPr>
      </w:pPr>
      <w:bookmarkStart w:id="24" w:name="_Toc256850560"/>
      <w:bookmarkStart w:id="25" w:name="_Toc256854624"/>
      <w:bookmarkStart w:id="26" w:name="_Toc292190060"/>
      <w:bookmarkStart w:id="27" w:name="_Toc292205005"/>
      <w:r>
        <w:rPr>
          <w:rtl/>
        </w:rPr>
        <w:t>( ما رواه الخزاز في فضله )</w:t>
      </w:r>
      <w:bookmarkEnd w:id="24"/>
      <w:bookmarkEnd w:id="25"/>
      <w:bookmarkEnd w:id="26"/>
      <w:bookmarkEnd w:id="27"/>
    </w:p>
    <w:p w:rsidR="00BA4473" w:rsidRDefault="00BA4473" w:rsidP="00015448">
      <w:pPr>
        <w:rPr>
          <w:rtl/>
        </w:rPr>
      </w:pPr>
      <w:r>
        <w:rPr>
          <w:rtl/>
        </w:rPr>
        <w:t>روى الشيخ الجليل علي بن محمد الخزاز القمي في كفاية ال</w:t>
      </w:r>
      <w:r w:rsidR="00015448">
        <w:rPr>
          <w:rFonts w:hint="cs"/>
          <w:rtl/>
        </w:rPr>
        <w:t>ا</w:t>
      </w:r>
      <w:r>
        <w:rPr>
          <w:rtl/>
        </w:rPr>
        <w:t>ثر في النصوص على ال</w:t>
      </w:r>
      <w:r w:rsidR="00015448">
        <w:rPr>
          <w:rFonts w:hint="cs"/>
          <w:rtl/>
        </w:rPr>
        <w:t>ا</w:t>
      </w:r>
      <w:r>
        <w:rPr>
          <w:rtl/>
        </w:rPr>
        <w:t>ئمة الاثني عشر عن المتوكل بن</w:t>
      </w:r>
      <w:r w:rsidR="0000781F">
        <w:rPr>
          <w:rtl/>
        </w:rPr>
        <w:t xml:space="preserve"> هارون </w:t>
      </w:r>
      <w:r>
        <w:rPr>
          <w:rtl/>
        </w:rPr>
        <w:t xml:space="preserve">انه قال لقيت يحيى بن زيد بعد قتل </w:t>
      </w:r>
      <w:r w:rsidR="005E626D">
        <w:rPr>
          <w:rFonts w:hint="cs"/>
          <w:rtl/>
        </w:rPr>
        <w:t>ا</w:t>
      </w:r>
      <w:r w:rsidR="00015448">
        <w:rPr>
          <w:rtl/>
        </w:rPr>
        <w:t>بيه وهو متوجه الى خراسان</w:t>
      </w:r>
    </w:p>
    <w:p w:rsidR="00BA4473" w:rsidRDefault="00BA4473" w:rsidP="00AB4C26">
      <w:pPr>
        <w:pStyle w:val="rfdNormal0"/>
        <w:rPr>
          <w:rtl/>
        </w:rPr>
      </w:pPr>
      <w:r w:rsidRPr="00015448">
        <w:rPr>
          <w:rtl/>
        </w:rPr>
        <w:br w:type="page"/>
      </w:r>
      <w:r>
        <w:rPr>
          <w:rtl/>
        </w:rPr>
        <w:lastRenderedPageBreak/>
        <w:t xml:space="preserve">فما رأيت رجلا مثله في عقله وفضله وسألته عن </w:t>
      </w:r>
      <w:r w:rsidR="004E13A6">
        <w:rPr>
          <w:rFonts w:hint="cs"/>
          <w:rtl/>
        </w:rPr>
        <w:t>ا</w:t>
      </w:r>
      <w:r>
        <w:rPr>
          <w:rtl/>
        </w:rPr>
        <w:t xml:space="preserve">بيه فقال قتل وصلب في الكناسة ثم بكى وبكيت فلما سكت قلت له يا ابن رسول الله وما الذي </w:t>
      </w:r>
      <w:r w:rsidR="004E13A6">
        <w:rPr>
          <w:rFonts w:hint="cs"/>
          <w:rtl/>
        </w:rPr>
        <w:t>ا</w:t>
      </w:r>
      <w:r>
        <w:rPr>
          <w:rtl/>
        </w:rPr>
        <w:t xml:space="preserve">خرجه الى قتال هذا الطاغي وقد علم من </w:t>
      </w:r>
      <w:r w:rsidR="004E13A6">
        <w:rPr>
          <w:rFonts w:hint="cs"/>
          <w:rtl/>
        </w:rPr>
        <w:t>ا</w:t>
      </w:r>
      <w:r>
        <w:rPr>
          <w:rtl/>
        </w:rPr>
        <w:t xml:space="preserve">هل الكوفة ما علم فقال إني سألت </w:t>
      </w:r>
      <w:r w:rsidR="004E13A6">
        <w:rPr>
          <w:rFonts w:hint="cs"/>
          <w:rtl/>
        </w:rPr>
        <w:t>ا</w:t>
      </w:r>
      <w:r>
        <w:rPr>
          <w:rtl/>
        </w:rPr>
        <w:t xml:space="preserve">بي عن سبب ذلك فقال سمعت </w:t>
      </w:r>
      <w:r w:rsidR="004E13A6">
        <w:rPr>
          <w:rFonts w:hint="cs"/>
          <w:rtl/>
        </w:rPr>
        <w:t>ا</w:t>
      </w:r>
      <w:r>
        <w:rPr>
          <w:rtl/>
        </w:rPr>
        <w:t xml:space="preserve">بي يحدث عن </w:t>
      </w:r>
      <w:r w:rsidR="004E13A6">
        <w:rPr>
          <w:rFonts w:hint="cs"/>
          <w:rtl/>
        </w:rPr>
        <w:t>ا</w:t>
      </w:r>
      <w:r>
        <w:rPr>
          <w:rtl/>
        </w:rPr>
        <w:t xml:space="preserve">بيه الحسين بن علي </w:t>
      </w:r>
      <w:r w:rsidR="00FF2CA0">
        <w:rPr>
          <w:rStyle w:val="rfdAlaem"/>
          <w:rFonts w:hint="cs"/>
          <w:rtl/>
        </w:rPr>
        <w:t>عليهما‌السلام</w:t>
      </w:r>
      <w:r>
        <w:rPr>
          <w:rtl/>
        </w:rPr>
        <w:t xml:space="preserve"> قال وضع رسول الله (ص)</w:t>
      </w:r>
      <w:r w:rsidR="004E13A6">
        <w:rPr>
          <w:rFonts w:hint="cs"/>
          <w:rtl/>
        </w:rPr>
        <w:t xml:space="preserve"> يده</w:t>
      </w:r>
      <w:r>
        <w:rPr>
          <w:rtl/>
        </w:rPr>
        <w:t xml:space="preserve"> على صلبي فقال يا حسين يخرج من صلبك رجل يقال له زيد يقتل شهيدا</w:t>
      </w:r>
      <w:r w:rsidR="005E626D">
        <w:rPr>
          <w:rFonts w:hint="cs"/>
          <w:rtl/>
        </w:rPr>
        <w:t>ً</w:t>
      </w:r>
      <w:r>
        <w:rPr>
          <w:rtl/>
        </w:rPr>
        <w:t xml:space="preserve"> فإذا كان يوم القيامة عبر هو و</w:t>
      </w:r>
      <w:r w:rsidR="00AB4C26">
        <w:rPr>
          <w:rFonts w:hint="cs"/>
          <w:rtl/>
        </w:rPr>
        <w:t>ا</w:t>
      </w:r>
      <w:r>
        <w:rPr>
          <w:rtl/>
        </w:rPr>
        <w:t>صحابه على رقاب الناس ودخلوا الجنة و</w:t>
      </w:r>
      <w:r w:rsidR="00AB4C26">
        <w:rPr>
          <w:rFonts w:hint="cs"/>
          <w:rtl/>
        </w:rPr>
        <w:t>ا</w:t>
      </w:r>
      <w:r>
        <w:rPr>
          <w:rtl/>
        </w:rPr>
        <w:t xml:space="preserve">ني </w:t>
      </w:r>
      <w:r w:rsidR="00AB4C26">
        <w:rPr>
          <w:rFonts w:hint="cs"/>
          <w:rtl/>
        </w:rPr>
        <w:t>ا</w:t>
      </w:r>
      <w:r>
        <w:rPr>
          <w:rtl/>
        </w:rPr>
        <w:t xml:space="preserve">حب </w:t>
      </w:r>
      <w:r w:rsidR="00AB4C26">
        <w:rPr>
          <w:rFonts w:hint="cs"/>
          <w:rtl/>
        </w:rPr>
        <w:t>ا</w:t>
      </w:r>
      <w:r>
        <w:rPr>
          <w:rtl/>
        </w:rPr>
        <w:t xml:space="preserve">ن </w:t>
      </w:r>
      <w:r w:rsidR="00AB4C26">
        <w:rPr>
          <w:rFonts w:hint="cs"/>
          <w:rtl/>
        </w:rPr>
        <w:t>ا</w:t>
      </w:r>
      <w:r>
        <w:rPr>
          <w:rtl/>
        </w:rPr>
        <w:t xml:space="preserve">كون ذلك الذي </w:t>
      </w:r>
      <w:r w:rsidR="00AB4C26">
        <w:rPr>
          <w:rFonts w:hint="cs"/>
          <w:rtl/>
        </w:rPr>
        <w:t>ا</w:t>
      </w:r>
      <w:r>
        <w:rPr>
          <w:rtl/>
        </w:rPr>
        <w:t xml:space="preserve">خبر عنه رسول الله </w:t>
      </w:r>
      <w:r w:rsidR="00FF2CA0">
        <w:rPr>
          <w:rStyle w:val="rfdAlaem"/>
          <w:rFonts w:hint="cs"/>
          <w:rtl/>
        </w:rPr>
        <w:t>صلى‌الله‌عليه‌وآله‌وسلم</w:t>
      </w:r>
      <w:r>
        <w:rPr>
          <w:rtl/>
        </w:rPr>
        <w:t xml:space="preserve"> ثم قال يحيى رحم الله </w:t>
      </w:r>
      <w:r w:rsidR="00AB4C26">
        <w:rPr>
          <w:rFonts w:hint="cs"/>
          <w:rtl/>
        </w:rPr>
        <w:t>ا</w:t>
      </w:r>
      <w:r>
        <w:rPr>
          <w:rtl/>
        </w:rPr>
        <w:t>بي زيدا</w:t>
      </w:r>
      <w:r w:rsidR="005E626D">
        <w:rPr>
          <w:rFonts w:hint="cs"/>
          <w:rtl/>
        </w:rPr>
        <w:t>ً</w:t>
      </w:r>
      <w:r>
        <w:rPr>
          <w:rtl/>
        </w:rPr>
        <w:t xml:space="preserve"> كان والله </w:t>
      </w:r>
      <w:r w:rsidR="00AB4C26">
        <w:rPr>
          <w:rFonts w:hint="cs"/>
          <w:rtl/>
        </w:rPr>
        <w:t>ا</w:t>
      </w:r>
      <w:r>
        <w:rPr>
          <w:rtl/>
        </w:rPr>
        <w:t>حد المتعبدين قائم ليله صائم نهاره يجاهد في سبيل الله حق جهاده فقلت يا ابن رسول الله هذه صفة امام حق فقال يا ابا عبد</w:t>
      </w:r>
      <w:r w:rsidR="00AB4C26">
        <w:rPr>
          <w:rFonts w:hint="cs"/>
          <w:rtl/>
        </w:rPr>
        <w:t xml:space="preserve"> </w:t>
      </w:r>
      <w:r>
        <w:rPr>
          <w:rtl/>
        </w:rPr>
        <w:t xml:space="preserve">الله ان </w:t>
      </w:r>
      <w:r w:rsidR="00AB4C26">
        <w:rPr>
          <w:rFonts w:hint="cs"/>
          <w:rtl/>
        </w:rPr>
        <w:t>ا</w:t>
      </w:r>
      <w:r>
        <w:rPr>
          <w:rtl/>
        </w:rPr>
        <w:t>بي لم يكن بامام ولكن من السادات الكرام وزهادهم وكان من المجاهدين في سبيل الله.</w:t>
      </w:r>
    </w:p>
    <w:p w:rsidR="00BA4473" w:rsidRPr="004F5F13" w:rsidRDefault="00BA4473" w:rsidP="003C31F5">
      <w:pPr>
        <w:pStyle w:val="Heading1Center"/>
        <w:rPr>
          <w:rtl/>
        </w:rPr>
      </w:pPr>
      <w:bookmarkStart w:id="28" w:name="_Toc256850561"/>
      <w:bookmarkStart w:id="29" w:name="_Toc256854625"/>
      <w:bookmarkStart w:id="30" w:name="_Toc292190061"/>
      <w:bookmarkStart w:id="31" w:name="_Toc292205006"/>
      <w:r w:rsidRPr="0000136A">
        <w:rPr>
          <w:rtl/>
        </w:rPr>
        <w:t>( ما رواه المرتضى</w:t>
      </w:r>
      <w:r w:rsidRPr="004F5F13">
        <w:rPr>
          <w:rtl/>
        </w:rPr>
        <w:t xml:space="preserve"> </w:t>
      </w:r>
      <w:r w:rsidRPr="0000136A">
        <w:rPr>
          <w:rtl/>
        </w:rPr>
        <w:t>في مدحه )</w:t>
      </w:r>
      <w:bookmarkEnd w:id="28"/>
      <w:bookmarkEnd w:id="29"/>
      <w:bookmarkEnd w:id="30"/>
      <w:bookmarkEnd w:id="31"/>
    </w:p>
    <w:p w:rsidR="00BA4473" w:rsidRDefault="00BA4473" w:rsidP="00AB4C26">
      <w:pPr>
        <w:rPr>
          <w:rtl/>
        </w:rPr>
      </w:pPr>
      <w:r>
        <w:rPr>
          <w:rtl/>
        </w:rPr>
        <w:t xml:space="preserve">عن المسائل الناصرية للشريف المرتضى عن </w:t>
      </w:r>
      <w:r w:rsidR="00AB4C26">
        <w:rPr>
          <w:rFonts w:hint="cs"/>
          <w:rtl/>
        </w:rPr>
        <w:t>ا</w:t>
      </w:r>
      <w:r>
        <w:rPr>
          <w:rtl/>
        </w:rPr>
        <w:t>بي الجارود زياد بن المنذر قيل ل</w:t>
      </w:r>
      <w:r w:rsidR="00AB4C26">
        <w:rPr>
          <w:rFonts w:hint="cs"/>
          <w:rtl/>
        </w:rPr>
        <w:t>ا</w:t>
      </w:r>
      <w:r>
        <w:rPr>
          <w:rtl/>
        </w:rPr>
        <w:t xml:space="preserve">بي جعفر الباقر </w:t>
      </w:r>
      <w:r w:rsidR="00AB4C26">
        <w:rPr>
          <w:rFonts w:hint="cs"/>
          <w:rtl/>
        </w:rPr>
        <w:t>ا</w:t>
      </w:r>
      <w:r>
        <w:rPr>
          <w:rtl/>
        </w:rPr>
        <w:t xml:space="preserve">ي </w:t>
      </w:r>
      <w:r w:rsidR="00AB4C26">
        <w:rPr>
          <w:rFonts w:hint="cs"/>
          <w:rtl/>
        </w:rPr>
        <w:t>ا</w:t>
      </w:r>
      <w:r>
        <w:rPr>
          <w:rtl/>
        </w:rPr>
        <w:t xml:space="preserve">خوتك </w:t>
      </w:r>
      <w:r w:rsidR="00AB4C26">
        <w:rPr>
          <w:rFonts w:hint="cs"/>
          <w:rtl/>
        </w:rPr>
        <w:t>ا</w:t>
      </w:r>
      <w:r>
        <w:rPr>
          <w:rtl/>
        </w:rPr>
        <w:t xml:space="preserve">حب </w:t>
      </w:r>
      <w:r w:rsidR="00AB4C26">
        <w:rPr>
          <w:rFonts w:hint="cs"/>
          <w:rtl/>
        </w:rPr>
        <w:t>ا</w:t>
      </w:r>
      <w:r>
        <w:rPr>
          <w:rtl/>
        </w:rPr>
        <w:t>ليك و</w:t>
      </w:r>
      <w:r w:rsidR="00AB4C26">
        <w:rPr>
          <w:rFonts w:hint="cs"/>
          <w:rtl/>
        </w:rPr>
        <w:t>ا</w:t>
      </w:r>
      <w:r>
        <w:rPr>
          <w:rtl/>
        </w:rPr>
        <w:t xml:space="preserve">فضل قال </w:t>
      </w:r>
      <w:r w:rsidR="00AB4C26">
        <w:rPr>
          <w:rFonts w:hint="cs"/>
          <w:rtl/>
        </w:rPr>
        <w:t>ا</w:t>
      </w:r>
      <w:r>
        <w:rPr>
          <w:rtl/>
        </w:rPr>
        <w:t xml:space="preserve">ما عبد الله فيدي التي </w:t>
      </w:r>
      <w:r w:rsidR="005E626D">
        <w:rPr>
          <w:rFonts w:hint="cs"/>
          <w:rtl/>
        </w:rPr>
        <w:t>ا</w:t>
      </w:r>
      <w:r>
        <w:rPr>
          <w:rtl/>
        </w:rPr>
        <w:t>بطش بها و</w:t>
      </w:r>
      <w:r w:rsidR="005E626D">
        <w:rPr>
          <w:rFonts w:hint="cs"/>
          <w:rtl/>
        </w:rPr>
        <w:t>ا</w:t>
      </w:r>
      <w:r>
        <w:rPr>
          <w:rtl/>
        </w:rPr>
        <w:t xml:space="preserve">ما عمر فبصري الذي </w:t>
      </w:r>
      <w:r w:rsidR="00AB4C26">
        <w:rPr>
          <w:rFonts w:hint="cs"/>
          <w:rtl/>
        </w:rPr>
        <w:t>ا</w:t>
      </w:r>
      <w:r>
        <w:rPr>
          <w:rtl/>
        </w:rPr>
        <w:t>بصر به و</w:t>
      </w:r>
      <w:r w:rsidR="00AB4C26">
        <w:rPr>
          <w:rFonts w:hint="cs"/>
          <w:rtl/>
        </w:rPr>
        <w:t>ا</w:t>
      </w:r>
      <w:r>
        <w:rPr>
          <w:rtl/>
        </w:rPr>
        <w:t xml:space="preserve">ما زيد فلساني الذي </w:t>
      </w:r>
      <w:r w:rsidR="005E626D">
        <w:rPr>
          <w:rFonts w:hint="cs"/>
          <w:rtl/>
        </w:rPr>
        <w:t>ا</w:t>
      </w:r>
      <w:r>
        <w:rPr>
          <w:rtl/>
        </w:rPr>
        <w:t>نطق به و</w:t>
      </w:r>
      <w:r w:rsidR="005E626D">
        <w:rPr>
          <w:rFonts w:hint="cs"/>
          <w:rtl/>
        </w:rPr>
        <w:t>ا</w:t>
      </w:r>
      <w:r>
        <w:rPr>
          <w:rtl/>
        </w:rPr>
        <w:t>ما الحسين فحليم يمشي على ال</w:t>
      </w:r>
      <w:r w:rsidR="005E626D">
        <w:rPr>
          <w:rFonts w:hint="cs"/>
          <w:rtl/>
        </w:rPr>
        <w:t>ا</w:t>
      </w:r>
      <w:r>
        <w:rPr>
          <w:rtl/>
        </w:rPr>
        <w:t>رض هونا</w:t>
      </w:r>
      <w:r>
        <w:rPr>
          <w:rFonts w:hint="cs"/>
          <w:rtl/>
        </w:rPr>
        <w:t>.</w:t>
      </w:r>
    </w:p>
    <w:p w:rsidR="00BA4473" w:rsidRPr="007C0E53" w:rsidRDefault="00BA4473" w:rsidP="003C31F5">
      <w:pPr>
        <w:pStyle w:val="Heading1Center"/>
        <w:rPr>
          <w:rtl/>
        </w:rPr>
      </w:pPr>
      <w:r w:rsidRPr="00AB4C26">
        <w:rPr>
          <w:rtl/>
        </w:rPr>
        <w:br w:type="page"/>
      </w:r>
      <w:bookmarkStart w:id="32" w:name="_Toc256850562"/>
      <w:bookmarkStart w:id="33" w:name="_Toc256854626"/>
      <w:bookmarkStart w:id="34" w:name="_Toc292190062"/>
      <w:bookmarkStart w:id="35" w:name="_Toc292205007"/>
      <w:r w:rsidRPr="0000136A">
        <w:rPr>
          <w:rtl/>
        </w:rPr>
        <w:lastRenderedPageBreak/>
        <w:t>( ما رواه الحميري والصدوق في حقه )</w:t>
      </w:r>
      <w:bookmarkEnd w:id="32"/>
      <w:bookmarkEnd w:id="33"/>
      <w:bookmarkEnd w:id="34"/>
      <w:bookmarkEnd w:id="35"/>
    </w:p>
    <w:p w:rsidR="00BA4473" w:rsidRDefault="00BA4473" w:rsidP="00DF35DA">
      <w:pPr>
        <w:rPr>
          <w:rtl/>
        </w:rPr>
      </w:pPr>
      <w:r>
        <w:rPr>
          <w:rtl/>
        </w:rPr>
        <w:t xml:space="preserve">عن الحميري في كتاب الدلائل </w:t>
      </w:r>
      <w:r w:rsidR="00DF35DA">
        <w:rPr>
          <w:rFonts w:hint="cs"/>
          <w:rtl/>
        </w:rPr>
        <w:t>ا</w:t>
      </w:r>
      <w:r>
        <w:rPr>
          <w:rtl/>
        </w:rPr>
        <w:t xml:space="preserve">نه روى عن عبد الرحمن بن سعيد عن رجل من بني هاشم قال كنا عند الامام </w:t>
      </w:r>
      <w:r w:rsidR="00DF35DA">
        <w:rPr>
          <w:rFonts w:hint="cs"/>
          <w:rtl/>
        </w:rPr>
        <w:t>ا</w:t>
      </w:r>
      <w:r>
        <w:rPr>
          <w:rtl/>
        </w:rPr>
        <w:t xml:space="preserve">بي جعفر الباقر </w:t>
      </w:r>
      <w:r w:rsidR="00FF2CA0">
        <w:rPr>
          <w:rStyle w:val="rfdAlaem"/>
          <w:rFonts w:hint="cs"/>
          <w:rtl/>
        </w:rPr>
        <w:t>عليه‌السلام</w:t>
      </w:r>
      <w:r>
        <w:rPr>
          <w:rtl/>
        </w:rPr>
        <w:t xml:space="preserve"> فدخل عليه رجل من </w:t>
      </w:r>
      <w:r w:rsidR="00DF35DA">
        <w:rPr>
          <w:rFonts w:hint="cs"/>
          <w:rtl/>
        </w:rPr>
        <w:t>ا</w:t>
      </w:r>
      <w:r>
        <w:rPr>
          <w:rtl/>
        </w:rPr>
        <w:t xml:space="preserve">هل الكوفة فقال </w:t>
      </w:r>
      <w:r w:rsidR="00FF2CA0">
        <w:rPr>
          <w:rStyle w:val="rfdAlaem"/>
          <w:rFonts w:hint="cs"/>
          <w:rtl/>
        </w:rPr>
        <w:t>عليه‌السلام</w:t>
      </w:r>
      <w:r>
        <w:rPr>
          <w:rtl/>
        </w:rPr>
        <w:t xml:space="preserve"> للكوفي </w:t>
      </w:r>
      <w:r w:rsidR="00DF35DA">
        <w:rPr>
          <w:rFonts w:hint="cs"/>
          <w:rtl/>
        </w:rPr>
        <w:t>ا</w:t>
      </w:r>
      <w:r>
        <w:rPr>
          <w:rtl/>
        </w:rPr>
        <w:t>تروي شيئا</w:t>
      </w:r>
      <w:r w:rsidR="00FD6FAA">
        <w:rPr>
          <w:rFonts w:hint="cs"/>
          <w:rtl/>
        </w:rPr>
        <w:t>ً</w:t>
      </w:r>
      <w:r>
        <w:rPr>
          <w:rtl/>
        </w:rPr>
        <w:t xml:space="preserve"> من طرائف الشعر ف</w:t>
      </w:r>
      <w:r w:rsidR="00DF35DA">
        <w:rPr>
          <w:rFonts w:hint="cs"/>
          <w:rtl/>
        </w:rPr>
        <w:t>ا</w:t>
      </w:r>
      <w:r>
        <w:rPr>
          <w:rtl/>
        </w:rPr>
        <w:t>نشد</w:t>
      </w:r>
    </w:p>
    <w:tbl>
      <w:tblPr>
        <w:bidiVisual/>
        <w:tblW w:w="5000" w:type="pct"/>
        <w:tblLook w:val="01E0" w:firstRow="1" w:lastRow="1" w:firstColumn="1" w:lastColumn="1" w:noHBand="0" w:noVBand="0"/>
      </w:tblPr>
      <w:tblGrid>
        <w:gridCol w:w="3642"/>
        <w:gridCol w:w="303"/>
        <w:gridCol w:w="3642"/>
      </w:tblGrid>
      <w:tr w:rsidR="00265F73">
        <w:tc>
          <w:tcPr>
            <w:tcW w:w="2400" w:type="pct"/>
            <w:shd w:val="clear" w:color="auto" w:fill="auto"/>
          </w:tcPr>
          <w:p w:rsidR="00265F73" w:rsidRDefault="00265F73" w:rsidP="0009458D">
            <w:pPr>
              <w:pStyle w:val="rfdPoem"/>
              <w:rPr>
                <w:rtl/>
              </w:rPr>
            </w:pPr>
            <w:r>
              <w:rPr>
                <w:rtl/>
              </w:rPr>
              <w:t xml:space="preserve">لعمرك ما </w:t>
            </w:r>
            <w:r w:rsidR="00DF35DA">
              <w:rPr>
                <w:rFonts w:hint="cs"/>
                <w:rtl/>
              </w:rPr>
              <w:t>ا</w:t>
            </w:r>
            <w:r>
              <w:rPr>
                <w:rtl/>
              </w:rPr>
              <w:t xml:space="preserve">ن </w:t>
            </w:r>
            <w:r w:rsidR="00DF35DA">
              <w:rPr>
                <w:rFonts w:hint="cs"/>
                <w:rtl/>
              </w:rPr>
              <w:t>ا</w:t>
            </w:r>
            <w:r>
              <w:rPr>
                <w:rtl/>
              </w:rPr>
              <w:t>بو مالك</w:t>
            </w:r>
            <w:r w:rsidRPr="002E5C97">
              <w:rPr>
                <w:rStyle w:val="rfdPoemTiniCharChar"/>
                <w:rtl/>
              </w:rPr>
              <w:br/>
              <w:t> </w:t>
            </w:r>
          </w:p>
        </w:tc>
        <w:tc>
          <w:tcPr>
            <w:tcW w:w="200" w:type="pct"/>
            <w:shd w:val="clear" w:color="auto" w:fill="auto"/>
          </w:tcPr>
          <w:p w:rsidR="00265F73" w:rsidRDefault="00265F73" w:rsidP="0009458D">
            <w:pPr>
              <w:pStyle w:val="rfdPoem"/>
              <w:rPr>
                <w:rtl/>
              </w:rPr>
            </w:pPr>
          </w:p>
        </w:tc>
        <w:tc>
          <w:tcPr>
            <w:tcW w:w="2400" w:type="pct"/>
            <w:shd w:val="clear" w:color="auto" w:fill="auto"/>
          </w:tcPr>
          <w:p w:rsidR="00265F73" w:rsidRDefault="00265F73" w:rsidP="0009458D">
            <w:pPr>
              <w:pStyle w:val="rfdPoem"/>
              <w:rPr>
                <w:rtl/>
              </w:rPr>
            </w:pPr>
            <w:r>
              <w:rPr>
                <w:rtl/>
              </w:rPr>
              <w:t>بوان ولا بضعيف قواه</w:t>
            </w:r>
            <w:r w:rsidRPr="002E5C97">
              <w:rPr>
                <w:rStyle w:val="rfdPoemTiniCharChar"/>
                <w:rtl/>
              </w:rPr>
              <w:br/>
              <w:t> </w:t>
            </w:r>
          </w:p>
        </w:tc>
      </w:tr>
      <w:tr w:rsidR="00265F73">
        <w:tc>
          <w:tcPr>
            <w:tcW w:w="2400" w:type="pct"/>
          </w:tcPr>
          <w:p w:rsidR="00265F73" w:rsidRDefault="00265F73" w:rsidP="0009458D">
            <w:pPr>
              <w:pStyle w:val="rfdPoem"/>
              <w:rPr>
                <w:rtl/>
              </w:rPr>
            </w:pPr>
            <w:r>
              <w:rPr>
                <w:rtl/>
              </w:rPr>
              <w:t>ولا بالالد له مازع</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 xml:space="preserve">يماري </w:t>
            </w:r>
            <w:r w:rsidR="00DF35DA">
              <w:rPr>
                <w:rFonts w:hint="cs"/>
                <w:rtl/>
              </w:rPr>
              <w:t>ا</w:t>
            </w:r>
            <w:r>
              <w:rPr>
                <w:rtl/>
              </w:rPr>
              <w:t xml:space="preserve">خاه </w:t>
            </w:r>
            <w:r w:rsidR="00DF35DA">
              <w:rPr>
                <w:rFonts w:hint="cs"/>
                <w:rtl/>
              </w:rPr>
              <w:t>ا</w:t>
            </w:r>
            <w:r>
              <w:rPr>
                <w:rtl/>
              </w:rPr>
              <w:t>ذا ما نهاه</w:t>
            </w:r>
            <w:r w:rsidRPr="002E5C97">
              <w:rPr>
                <w:rStyle w:val="rfdPoemTiniCharChar"/>
                <w:rtl/>
              </w:rPr>
              <w:br/>
              <w:t> </w:t>
            </w:r>
          </w:p>
        </w:tc>
      </w:tr>
      <w:tr w:rsidR="00265F73">
        <w:tc>
          <w:tcPr>
            <w:tcW w:w="2400" w:type="pct"/>
          </w:tcPr>
          <w:p w:rsidR="00265F73" w:rsidRDefault="00265F73" w:rsidP="0009458D">
            <w:pPr>
              <w:pStyle w:val="rfdPoem"/>
              <w:rPr>
                <w:rtl/>
              </w:rPr>
            </w:pPr>
            <w:r>
              <w:rPr>
                <w:rtl/>
              </w:rPr>
              <w:t>ولكنه هين لين</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كعالية الرمح عردنساه</w:t>
            </w:r>
            <w:r w:rsidRPr="002E5C97">
              <w:rPr>
                <w:rStyle w:val="rfdPoemTiniCharChar"/>
                <w:rtl/>
              </w:rPr>
              <w:br/>
              <w:t> </w:t>
            </w:r>
          </w:p>
        </w:tc>
      </w:tr>
      <w:tr w:rsidR="00265F73">
        <w:tc>
          <w:tcPr>
            <w:tcW w:w="2400" w:type="pct"/>
          </w:tcPr>
          <w:p w:rsidR="00265F73" w:rsidRDefault="00265F73" w:rsidP="0009458D">
            <w:pPr>
              <w:pStyle w:val="rfdPoem"/>
              <w:rPr>
                <w:rtl/>
              </w:rPr>
            </w:pPr>
            <w:r>
              <w:rPr>
                <w:rtl/>
              </w:rPr>
              <w:t>اذا سدته سدت مطواعة</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ومهما وكلت اليه كفاه</w:t>
            </w:r>
            <w:r w:rsidRPr="002E5C97">
              <w:rPr>
                <w:rStyle w:val="rfdPoemTiniCharChar"/>
                <w:rtl/>
              </w:rPr>
              <w:br/>
              <w:t> </w:t>
            </w:r>
          </w:p>
        </w:tc>
      </w:tr>
      <w:tr w:rsidR="00265F73">
        <w:tc>
          <w:tcPr>
            <w:tcW w:w="2400" w:type="pct"/>
          </w:tcPr>
          <w:p w:rsidR="00265F73" w:rsidRDefault="00265F73" w:rsidP="0009458D">
            <w:pPr>
              <w:pStyle w:val="rfdPoem"/>
              <w:rPr>
                <w:rtl/>
              </w:rPr>
            </w:pPr>
            <w:r>
              <w:rPr>
                <w:rtl/>
              </w:rPr>
              <w:t xml:space="preserve">الا من ينادي </w:t>
            </w:r>
            <w:r w:rsidR="00DF35DA">
              <w:rPr>
                <w:rFonts w:hint="cs"/>
                <w:rtl/>
              </w:rPr>
              <w:t>ا</w:t>
            </w:r>
            <w:r>
              <w:rPr>
                <w:rtl/>
              </w:rPr>
              <w:t>با مالك</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DF35DA" w:rsidP="0009458D">
            <w:pPr>
              <w:pStyle w:val="rfdPoem"/>
              <w:rPr>
                <w:rtl/>
              </w:rPr>
            </w:pPr>
            <w:r>
              <w:rPr>
                <w:rFonts w:hint="cs"/>
                <w:rtl/>
              </w:rPr>
              <w:t>ا</w:t>
            </w:r>
            <w:r w:rsidR="00265F73">
              <w:rPr>
                <w:rtl/>
              </w:rPr>
              <w:t xml:space="preserve">في </w:t>
            </w:r>
            <w:r>
              <w:rPr>
                <w:rFonts w:hint="cs"/>
                <w:rtl/>
              </w:rPr>
              <w:t>ا</w:t>
            </w:r>
            <w:r w:rsidR="00265F73">
              <w:rPr>
                <w:rtl/>
              </w:rPr>
              <w:t xml:space="preserve">مرنا هو </w:t>
            </w:r>
            <w:r>
              <w:rPr>
                <w:rFonts w:hint="cs"/>
                <w:rtl/>
              </w:rPr>
              <w:t>ا</w:t>
            </w:r>
            <w:r w:rsidR="00265F73">
              <w:rPr>
                <w:rtl/>
              </w:rPr>
              <w:t>م في سواه</w:t>
            </w:r>
            <w:r w:rsidR="00265F73" w:rsidRPr="002E5C97">
              <w:rPr>
                <w:rStyle w:val="rfdPoemTiniCharChar"/>
                <w:rtl/>
              </w:rPr>
              <w:br/>
              <w:t> </w:t>
            </w:r>
          </w:p>
        </w:tc>
      </w:tr>
      <w:tr w:rsidR="00265F73">
        <w:tc>
          <w:tcPr>
            <w:tcW w:w="2400" w:type="pct"/>
          </w:tcPr>
          <w:p w:rsidR="00265F73" w:rsidRDefault="00DF35DA" w:rsidP="0009458D">
            <w:pPr>
              <w:pStyle w:val="rfdPoem"/>
              <w:rPr>
                <w:rtl/>
              </w:rPr>
            </w:pPr>
            <w:r>
              <w:rPr>
                <w:rFonts w:hint="cs"/>
                <w:rtl/>
              </w:rPr>
              <w:t>ا</w:t>
            </w:r>
            <w:r w:rsidR="00265F73">
              <w:rPr>
                <w:rtl/>
              </w:rPr>
              <w:t>بو مالك قاصر فقره</w:t>
            </w:r>
            <w:r w:rsidR="00265F73"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على نفسه ومشيع غناه</w:t>
            </w:r>
            <w:r w:rsidRPr="002E5C97">
              <w:rPr>
                <w:rStyle w:val="rfdPoemTiniCharChar"/>
                <w:rtl/>
              </w:rPr>
              <w:br/>
              <w:t> </w:t>
            </w:r>
          </w:p>
        </w:tc>
      </w:tr>
    </w:tbl>
    <w:p w:rsidR="00BA4473" w:rsidRDefault="00BA4473" w:rsidP="00DF35DA">
      <w:pPr>
        <w:rPr>
          <w:rtl/>
        </w:rPr>
      </w:pPr>
      <w:r>
        <w:rPr>
          <w:rtl/>
        </w:rPr>
        <w:t xml:space="preserve">فوضع الامام يده الشريفة على كتف </w:t>
      </w:r>
      <w:r w:rsidR="00DF35DA">
        <w:rPr>
          <w:rFonts w:hint="cs"/>
          <w:rtl/>
        </w:rPr>
        <w:t>ا</w:t>
      </w:r>
      <w:r>
        <w:rPr>
          <w:rtl/>
        </w:rPr>
        <w:t xml:space="preserve">خيه زيد بن علي وكان جالسا بجنبه وقال هذه صفتك يا </w:t>
      </w:r>
      <w:r w:rsidR="00FD6FAA">
        <w:rPr>
          <w:rFonts w:hint="cs"/>
          <w:rtl/>
        </w:rPr>
        <w:t>ا</w:t>
      </w:r>
      <w:r>
        <w:rPr>
          <w:rtl/>
        </w:rPr>
        <w:t>خي و</w:t>
      </w:r>
      <w:r w:rsidR="00FD6FAA">
        <w:rPr>
          <w:rFonts w:hint="cs"/>
          <w:rtl/>
        </w:rPr>
        <w:t>ا</w:t>
      </w:r>
      <w:r>
        <w:rPr>
          <w:rtl/>
        </w:rPr>
        <w:t xml:space="preserve">عيذك بالله </w:t>
      </w:r>
      <w:r w:rsidR="00FD6FAA">
        <w:rPr>
          <w:rFonts w:hint="cs"/>
          <w:rtl/>
        </w:rPr>
        <w:t>ا</w:t>
      </w:r>
      <w:r>
        <w:rPr>
          <w:rtl/>
        </w:rPr>
        <w:t xml:space="preserve">ن تكون قتيل </w:t>
      </w:r>
      <w:r w:rsidR="00FD6FAA">
        <w:rPr>
          <w:rFonts w:hint="cs"/>
          <w:rtl/>
        </w:rPr>
        <w:t>ا</w:t>
      </w:r>
      <w:r w:rsidR="00DF35DA">
        <w:rPr>
          <w:rtl/>
        </w:rPr>
        <w:t>هل العراق.</w:t>
      </w:r>
    </w:p>
    <w:p w:rsidR="00BA4473" w:rsidRDefault="00BA4473" w:rsidP="00DF35DA">
      <w:pPr>
        <w:rPr>
          <w:rtl/>
        </w:rPr>
      </w:pPr>
      <w:r>
        <w:rPr>
          <w:rtl/>
        </w:rPr>
        <w:t xml:space="preserve">وفي </w:t>
      </w:r>
      <w:r w:rsidR="00DF35DA">
        <w:rPr>
          <w:rFonts w:hint="cs"/>
          <w:rtl/>
        </w:rPr>
        <w:t>ا</w:t>
      </w:r>
      <w:r>
        <w:rPr>
          <w:rtl/>
        </w:rPr>
        <w:t xml:space="preserve">مالي اصدوق في المجلس العاشر حدثنا الحسن بن عبد الله ابن سعيد العسكري حدثنا عبد العزيز بن يحيى حدثنا الاشعث ابن محمد الضبي حدثني شعيب بن عمر عن </w:t>
      </w:r>
      <w:r w:rsidR="00DF35DA">
        <w:rPr>
          <w:rFonts w:hint="cs"/>
          <w:rtl/>
        </w:rPr>
        <w:t>ا</w:t>
      </w:r>
      <w:r>
        <w:rPr>
          <w:rtl/>
        </w:rPr>
        <w:t xml:space="preserve">بيه عن جابر الجعفي قال دخلت على </w:t>
      </w:r>
      <w:r w:rsidR="00DF35DA">
        <w:rPr>
          <w:rFonts w:hint="cs"/>
          <w:rtl/>
        </w:rPr>
        <w:t>ا</w:t>
      </w:r>
      <w:r>
        <w:rPr>
          <w:rtl/>
        </w:rPr>
        <w:t xml:space="preserve">بي جعفر محمد بن علي </w:t>
      </w:r>
      <w:r w:rsidR="00FF2CA0">
        <w:rPr>
          <w:rStyle w:val="rfdAlaem"/>
          <w:rFonts w:hint="cs"/>
          <w:rtl/>
        </w:rPr>
        <w:t>عليهما‌السلام</w:t>
      </w:r>
      <w:r>
        <w:rPr>
          <w:rtl/>
        </w:rPr>
        <w:t xml:space="preserve"> وعنده زيد </w:t>
      </w:r>
      <w:r w:rsidR="00FD6FAA">
        <w:rPr>
          <w:rFonts w:hint="cs"/>
          <w:rtl/>
        </w:rPr>
        <w:t>ا</w:t>
      </w:r>
      <w:r>
        <w:rPr>
          <w:rtl/>
        </w:rPr>
        <w:t xml:space="preserve">خوه فدخل عليه معروف بن خربوذ المكي فقال له </w:t>
      </w:r>
      <w:r w:rsidR="002D67F8">
        <w:rPr>
          <w:rFonts w:hint="cs"/>
          <w:rtl/>
        </w:rPr>
        <w:t>ا</w:t>
      </w:r>
      <w:r>
        <w:rPr>
          <w:rtl/>
        </w:rPr>
        <w:t>بو جعفر (ع)</w:t>
      </w:r>
    </w:p>
    <w:p w:rsidR="00265F73" w:rsidRDefault="00BA4473" w:rsidP="00265F73">
      <w:pPr>
        <w:pStyle w:val="rfdNormal0"/>
        <w:rPr>
          <w:rtl/>
        </w:rPr>
      </w:pPr>
      <w:r w:rsidRPr="00DF35DA">
        <w:rPr>
          <w:rtl/>
        </w:rPr>
        <w:br w:type="page"/>
      </w:r>
      <w:r w:rsidR="00265F73">
        <w:rPr>
          <w:rtl/>
        </w:rPr>
        <w:lastRenderedPageBreak/>
        <w:t>يا معروف انشدني من طرائف ما عندك فأنشده</w:t>
      </w:r>
    </w:p>
    <w:tbl>
      <w:tblPr>
        <w:bidiVisual/>
        <w:tblW w:w="5000" w:type="pct"/>
        <w:tblLook w:val="01E0" w:firstRow="1" w:lastRow="1" w:firstColumn="1" w:lastColumn="1" w:noHBand="0" w:noVBand="0"/>
      </w:tblPr>
      <w:tblGrid>
        <w:gridCol w:w="3642"/>
        <w:gridCol w:w="303"/>
        <w:gridCol w:w="3642"/>
      </w:tblGrid>
      <w:tr w:rsidR="00265F73">
        <w:tc>
          <w:tcPr>
            <w:tcW w:w="2400" w:type="pct"/>
            <w:shd w:val="clear" w:color="auto" w:fill="auto"/>
          </w:tcPr>
          <w:p w:rsidR="00265F73" w:rsidRDefault="00265F73" w:rsidP="0009458D">
            <w:pPr>
              <w:pStyle w:val="rfdPoem"/>
              <w:rPr>
                <w:rtl/>
              </w:rPr>
            </w:pPr>
            <w:r>
              <w:rPr>
                <w:rtl/>
              </w:rPr>
              <w:t xml:space="preserve">لعمرك ما </w:t>
            </w:r>
            <w:r w:rsidR="00282AA9">
              <w:rPr>
                <w:rFonts w:hint="cs"/>
                <w:rtl/>
              </w:rPr>
              <w:t>ا</w:t>
            </w:r>
            <w:r>
              <w:rPr>
                <w:rtl/>
              </w:rPr>
              <w:t xml:space="preserve">ن </w:t>
            </w:r>
            <w:r w:rsidR="00282AA9">
              <w:rPr>
                <w:rFonts w:hint="cs"/>
                <w:rtl/>
              </w:rPr>
              <w:t>ا</w:t>
            </w:r>
            <w:r>
              <w:rPr>
                <w:rtl/>
              </w:rPr>
              <w:t>بو مالك</w:t>
            </w:r>
            <w:r w:rsidRPr="002E5C97">
              <w:rPr>
                <w:rStyle w:val="rfdPoemTiniCharChar"/>
                <w:rtl/>
              </w:rPr>
              <w:br/>
              <w:t> </w:t>
            </w:r>
          </w:p>
        </w:tc>
        <w:tc>
          <w:tcPr>
            <w:tcW w:w="200" w:type="pct"/>
            <w:shd w:val="clear" w:color="auto" w:fill="auto"/>
          </w:tcPr>
          <w:p w:rsidR="00265F73" w:rsidRDefault="00265F73" w:rsidP="0009458D">
            <w:pPr>
              <w:pStyle w:val="rfdPoem"/>
              <w:rPr>
                <w:rtl/>
              </w:rPr>
            </w:pPr>
          </w:p>
        </w:tc>
        <w:tc>
          <w:tcPr>
            <w:tcW w:w="2400" w:type="pct"/>
            <w:shd w:val="clear" w:color="auto" w:fill="auto"/>
          </w:tcPr>
          <w:p w:rsidR="00265F73" w:rsidRDefault="00265F73" w:rsidP="0009458D">
            <w:pPr>
              <w:pStyle w:val="rfdPoem"/>
              <w:rPr>
                <w:rtl/>
              </w:rPr>
            </w:pPr>
            <w:r>
              <w:rPr>
                <w:rtl/>
              </w:rPr>
              <w:t>بوان ولا بضعيف قواه</w:t>
            </w:r>
            <w:r w:rsidRPr="002E5C97">
              <w:rPr>
                <w:rStyle w:val="rfdPoemTiniCharChar"/>
                <w:rtl/>
              </w:rPr>
              <w:br/>
              <w:t> </w:t>
            </w:r>
          </w:p>
        </w:tc>
      </w:tr>
      <w:tr w:rsidR="00265F73">
        <w:tc>
          <w:tcPr>
            <w:tcW w:w="2400" w:type="pct"/>
          </w:tcPr>
          <w:p w:rsidR="00265F73" w:rsidRDefault="00265F73" w:rsidP="0009458D">
            <w:pPr>
              <w:pStyle w:val="rfdPoem"/>
              <w:rPr>
                <w:rtl/>
              </w:rPr>
            </w:pPr>
            <w:r>
              <w:rPr>
                <w:rtl/>
              </w:rPr>
              <w:t>ولا بالألد لدى قوله</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 xml:space="preserve">يعادي الحكيم </w:t>
            </w:r>
            <w:r w:rsidR="00282AA9">
              <w:rPr>
                <w:rFonts w:hint="cs"/>
                <w:rtl/>
              </w:rPr>
              <w:t>ا</w:t>
            </w:r>
            <w:r>
              <w:rPr>
                <w:rtl/>
              </w:rPr>
              <w:t>ذا ما نهاه</w:t>
            </w:r>
            <w:r w:rsidRPr="002E5C97">
              <w:rPr>
                <w:rStyle w:val="rfdPoemTiniCharChar"/>
                <w:rtl/>
              </w:rPr>
              <w:br/>
              <w:t> </w:t>
            </w:r>
          </w:p>
        </w:tc>
      </w:tr>
      <w:tr w:rsidR="00265F73">
        <w:tc>
          <w:tcPr>
            <w:tcW w:w="2400" w:type="pct"/>
          </w:tcPr>
          <w:p w:rsidR="00265F73" w:rsidRDefault="00265F73" w:rsidP="0009458D">
            <w:pPr>
              <w:pStyle w:val="rfdPoem"/>
              <w:rPr>
                <w:rtl/>
              </w:rPr>
            </w:pPr>
            <w:r>
              <w:rPr>
                <w:rtl/>
              </w:rPr>
              <w:t>ولكنه سيد بارع</w:t>
            </w:r>
            <w:r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كريم الطبائع حلو ثناه</w:t>
            </w:r>
            <w:r w:rsidRPr="002E5C97">
              <w:rPr>
                <w:rStyle w:val="rfdPoemTiniCharChar"/>
                <w:rtl/>
              </w:rPr>
              <w:br/>
              <w:t> </w:t>
            </w:r>
          </w:p>
        </w:tc>
      </w:tr>
      <w:tr w:rsidR="00265F73">
        <w:tc>
          <w:tcPr>
            <w:tcW w:w="2400" w:type="pct"/>
          </w:tcPr>
          <w:p w:rsidR="00265F73" w:rsidRDefault="00282AA9" w:rsidP="0009458D">
            <w:pPr>
              <w:pStyle w:val="rfdPoem"/>
              <w:rPr>
                <w:rtl/>
              </w:rPr>
            </w:pPr>
            <w:r>
              <w:rPr>
                <w:rFonts w:hint="cs"/>
                <w:rtl/>
              </w:rPr>
              <w:t>ا</w:t>
            </w:r>
            <w:r w:rsidR="00265F73">
              <w:rPr>
                <w:rtl/>
              </w:rPr>
              <w:t>ذا سدته سدت مطواعة</w:t>
            </w:r>
            <w:r w:rsidR="00265F73" w:rsidRPr="002E5C97">
              <w:rPr>
                <w:rStyle w:val="rfdPoemTiniCharChar"/>
                <w:rtl/>
              </w:rPr>
              <w:br/>
              <w:t> </w:t>
            </w:r>
          </w:p>
        </w:tc>
        <w:tc>
          <w:tcPr>
            <w:tcW w:w="200" w:type="pct"/>
          </w:tcPr>
          <w:p w:rsidR="00265F73" w:rsidRDefault="00265F73" w:rsidP="0009458D">
            <w:pPr>
              <w:pStyle w:val="rfdPoem"/>
              <w:rPr>
                <w:rtl/>
              </w:rPr>
            </w:pPr>
          </w:p>
        </w:tc>
        <w:tc>
          <w:tcPr>
            <w:tcW w:w="2400" w:type="pct"/>
          </w:tcPr>
          <w:p w:rsidR="00265F73" w:rsidRDefault="00265F73" w:rsidP="0009458D">
            <w:pPr>
              <w:pStyle w:val="rfdPoem"/>
              <w:rPr>
                <w:rtl/>
              </w:rPr>
            </w:pPr>
            <w:r>
              <w:rPr>
                <w:rtl/>
              </w:rPr>
              <w:t xml:space="preserve">ومهما وكلت </w:t>
            </w:r>
            <w:r w:rsidR="00282AA9">
              <w:rPr>
                <w:rFonts w:hint="cs"/>
                <w:rtl/>
              </w:rPr>
              <w:t>ا</w:t>
            </w:r>
            <w:r>
              <w:rPr>
                <w:rtl/>
              </w:rPr>
              <w:t>ليه كفاه</w:t>
            </w:r>
            <w:r w:rsidRPr="002E5C97">
              <w:rPr>
                <w:rStyle w:val="rfdPoemTiniCharChar"/>
                <w:rtl/>
              </w:rPr>
              <w:br/>
              <w:t> </w:t>
            </w:r>
          </w:p>
        </w:tc>
      </w:tr>
    </w:tbl>
    <w:p w:rsidR="00BA4473" w:rsidRDefault="00BA4473" w:rsidP="00833945">
      <w:pPr>
        <w:rPr>
          <w:rtl/>
        </w:rPr>
      </w:pPr>
      <w:r>
        <w:rPr>
          <w:rtl/>
        </w:rPr>
        <w:t xml:space="preserve">قال فوضع محمد بن علي (ع) يده على كتفي زيد فقال هذه صفتك يا </w:t>
      </w:r>
      <w:r w:rsidR="00282AA9">
        <w:rPr>
          <w:rFonts w:hint="cs"/>
          <w:rtl/>
        </w:rPr>
        <w:t>ا</w:t>
      </w:r>
      <w:r>
        <w:rPr>
          <w:rtl/>
        </w:rPr>
        <w:t>با الحسين ورواه الصدوق في العيون مثله سندا</w:t>
      </w:r>
      <w:r w:rsidR="00D91395">
        <w:rPr>
          <w:rFonts w:hint="cs"/>
          <w:rtl/>
        </w:rPr>
        <w:t>ً</w:t>
      </w:r>
      <w:r>
        <w:rPr>
          <w:rtl/>
        </w:rPr>
        <w:t xml:space="preserve"> ومتنا وروى الصدوق في الامالي </w:t>
      </w:r>
      <w:r w:rsidR="00282AA9">
        <w:rPr>
          <w:rFonts w:hint="cs"/>
          <w:rtl/>
        </w:rPr>
        <w:t>ا</w:t>
      </w:r>
      <w:r>
        <w:rPr>
          <w:rtl/>
        </w:rPr>
        <w:t>يضا</w:t>
      </w:r>
      <w:r w:rsidR="00282AA9">
        <w:rPr>
          <w:rFonts w:hint="cs"/>
          <w:rtl/>
        </w:rPr>
        <w:t>ً</w:t>
      </w:r>
      <w:r>
        <w:rPr>
          <w:rtl/>
        </w:rPr>
        <w:t xml:space="preserve"> في </w:t>
      </w:r>
      <w:r w:rsidRPr="0006467C">
        <w:rPr>
          <w:rtl/>
        </w:rPr>
        <w:t xml:space="preserve">الحديث (11) من المجلس 54 بسنده عن </w:t>
      </w:r>
      <w:r w:rsidR="00282AA9">
        <w:rPr>
          <w:rFonts w:hint="cs"/>
          <w:rtl/>
        </w:rPr>
        <w:t>ا</w:t>
      </w:r>
      <w:r w:rsidRPr="0006467C">
        <w:rPr>
          <w:rtl/>
        </w:rPr>
        <w:t xml:space="preserve">بي </w:t>
      </w:r>
      <w:r>
        <w:rPr>
          <w:rtl/>
        </w:rPr>
        <w:t xml:space="preserve">الجارود زياد بن المنذر قال </w:t>
      </w:r>
      <w:r w:rsidR="00282AA9">
        <w:rPr>
          <w:rFonts w:hint="cs"/>
          <w:rtl/>
        </w:rPr>
        <w:t>ا</w:t>
      </w:r>
      <w:r>
        <w:rPr>
          <w:rtl/>
        </w:rPr>
        <w:t xml:space="preserve">ني لجالس عند </w:t>
      </w:r>
      <w:r w:rsidR="00282AA9">
        <w:rPr>
          <w:rFonts w:hint="cs"/>
          <w:rtl/>
        </w:rPr>
        <w:t>ا</w:t>
      </w:r>
      <w:r>
        <w:rPr>
          <w:rtl/>
        </w:rPr>
        <w:t xml:space="preserve">بي جعفر محمد بن علي الباقر </w:t>
      </w:r>
      <w:r w:rsidR="00FF2CA0">
        <w:rPr>
          <w:rStyle w:val="rfdAlaem"/>
          <w:rFonts w:hint="cs"/>
          <w:rtl/>
        </w:rPr>
        <w:t>عليه‌السلام</w:t>
      </w:r>
      <w:r>
        <w:rPr>
          <w:rtl/>
        </w:rPr>
        <w:t xml:space="preserve"> </w:t>
      </w:r>
      <w:r w:rsidR="00D91395">
        <w:rPr>
          <w:rFonts w:hint="cs"/>
          <w:rtl/>
        </w:rPr>
        <w:t>ا</w:t>
      </w:r>
      <w:r>
        <w:rPr>
          <w:rtl/>
        </w:rPr>
        <w:t xml:space="preserve">ذ </w:t>
      </w:r>
      <w:r w:rsidR="00282AA9">
        <w:rPr>
          <w:rFonts w:hint="cs"/>
          <w:rtl/>
        </w:rPr>
        <w:t>ا</w:t>
      </w:r>
      <w:r>
        <w:rPr>
          <w:rtl/>
        </w:rPr>
        <w:t xml:space="preserve">قبل زيد بن علي </w:t>
      </w:r>
      <w:r w:rsidR="00FF2CA0">
        <w:rPr>
          <w:rStyle w:val="rfdAlaem"/>
          <w:rFonts w:hint="cs"/>
          <w:rtl/>
        </w:rPr>
        <w:t>عليه‌السلام</w:t>
      </w:r>
      <w:r>
        <w:rPr>
          <w:rtl/>
        </w:rPr>
        <w:t xml:space="preserve"> فلما نظر </w:t>
      </w:r>
      <w:r w:rsidR="00282AA9">
        <w:rPr>
          <w:rFonts w:hint="cs"/>
          <w:rtl/>
        </w:rPr>
        <w:t>ا</w:t>
      </w:r>
      <w:r>
        <w:rPr>
          <w:rtl/>
        </w:rPr>
        <w:t xml:space="preserve">ليه </w:t>
      </w:r>
      <w:r w:rsidR="00282AA9">
        <w:rPr>
          <w:rFonts w:hint="cs"/>
          <w:rtl/>
        </w:rPr>
        <w:t>ا</w:t>
      </w:r>
      <w:r>
        <w:rPr>
          <w:rtl/>
        </w:rPr>
        <w:t xml:space="preserve">بو جعفر </w:t>
      </w:r>
      <w:r w:rsidR="00FF2CA0">
        <w:rPr>
          <w:rStyle w:val="rfdAlaem"/>
          <w:rFonts w:hint="cs"/>
          <w:rtl/>
        </w:rPr>
        <w:t>عليه‌السلام</w:t>
      </w:r>
      <w:r>
        <w:rPr>
          <w:rtl/>
        </w:rPr>
        <w:t xml:space="preserve"> وهو مقبل قال هذا سيد من سادات </w:t>
      </w:r>
      <w:r w:rsidR="00282AA9">
        <w:rPr>
          <w:rFonts w:hint="cs"/>
          <w:rtl/>
        </w:rPr>
        <w:t>ا</w:t>
      </w:r>
      <w:r>
        <w:rPr>
          <w:rtl/>
        </w:rPr>
        <w:t xml:space="preserve">هل بيته والطالب باوتارهم لقد انجبت </w:t>
      </w:r>
      <w:r w:rsidR="00833945">
        <w:rPr>
          <w:rFonts w:hint="cs"/>
          <w:rtl/>
        </w:rPr>
        <w:t>ا</w:t>
      </w:r>
      <w:r>
        <w:rPr>
          <w:rtl/>
        </w:rPr>
        <w:t xml:space="preserve">م ولدتك </w:t>
      </w:r>
      <w:r w:rsidR="00833945">
        <w:rPr>
          <w:rFonts w:hint="cs"/>
          <w:rtl/>
        </w:rPr>
        <w:t xml:space="preserve">يا </w:t>
      </w:r>
      <w:r>
        <w:rPr>
          <w:rtl/>
        </w:rPr>
        <w:t xml:space="preserve">زيد وفي </w:t>
      </w:r>
      <w:r w:rsidR="00833945">
        <w:rPr>
          <w:rFonts w:hint="cs"/>
          <w:rtl/>
        </w:rPr>
        <w:t>ا</w:t>
      </w:r>
      <w:r>
        <w:rPr>
          <w:rtl/>
        </w:rPr>
        <w:t xml:space="preserve">مالي الصدوق </w:t>
      </w:r>
      <w:r w:rsidR="00833945">
        <w:rPr>
          <w:rFonts w:hint="cs"/>
          <w:rtl/>
        </w:rPr>
        <w:t>ا</w:t>
      </w:r>
      <w:r>
        <w:rPr>
          <w:rtl/>
        </w:rPr>
        <w:t>يضا</w:t>
      </w:r>
      <w:r w:rsidR="00D91395">
        <w:rPr>
          <w:rFonts w:hint="cs"/>
          <w:rtl/>
        </w:rPr>
        <w:t>ً</w:t>
      </w:r>
      <w:r>
        <w:rPr>
          <w:rtl/>
        </w:rPr>
        <w:t xml:space="preserve"> في المجلس العاشر حدثنا علي بن </w:t>
      </w:r>
      <w:r w:rsidR="00833945">
        <w:rPr>
          <w:rFonts w:hint="cs"/>
          <w:rtl/>
        </w:rPr>
        <w:t>ا</w:t>
      </w:r>
      <w:r>
        <w:rPr>
          <w:rtl/>
        </w:rPr>
        <w:t xml:space="preserve">حمد بن موسى الدقاق حدثنا علي بن الحسين القاضي العلوي العباسي حدثني الحسن بن علي الناصر قدس الله روحه حدثني </w:t>
      </w:r>
      <w:r w:rsidR="00833945">
        <w:rPr>
          <w:rFonts w:hint="cs"/>
          <w:rtl/>
        </w:rPr>
        <w:t>ا</w:t>
      </w:r>
      <w:r>
        <w:rPr>
          <w:rtl/>
        </w:rPr>
        <w:t xml:space="preserve">حمد بن رشد عن عمه </w:t>
      </w:r>
      <w:r w:rsidR="00833945">
        <w:rPr>
          <w:rFonts w:hint="cs"/>
          <w:rtl/>
        </w:rPr>
        <w:t>ا</w:t>
      </w:r>
      <w:r>
        <w:rPr>
          <w:rtl/>
        </w:rPr>
        <w:t xml:space="preserve">بي معمر سعيد بن خثيم عن </w:t>
      </w:r>
      <w:r w:rsidR="00833945">
        <w:rPr>
          <w:rFonts w:hint="cs"/>
          <w:rtl/>
        </w:rPr>
        <w:t>ا</w:t>
      </w:r>
      <w:r>
        <w:rPr>
          <w:rtl/>
        </w:rPr>
        <w:t>خيه معمر كنت جالسا</w:t>
      </w:r>
      <w:r w:rsidR="00D91395">
        <w:rPr>
          <w:rFonts w:hint="cs"/>
          <w:rtl/>
        </w:rPr>
        <w:t>ً</w:t>
      </w:r>
      <w:r>
        <w:rPr>
          <w:rtl/>
        </w:rPr>
        <w:t xml:space="preserve"> عند الصادق جعفر بن محمد </w:t>
      </w:r>
      <w:r w:rsidR="00FF2CA0">
        <w:rPr>
          <w:rStyle w:val="rfdAlaem"/>
          <w:rFonts w:hint="cs"/>
          <w:rtl/>
        </w:rPr>
        <w:t>عليهما‌السلام</w:t>
      </w:r>
      <w:r>
        <w:rPr>
          <w:rtl/>
        </w:rPr>
        <w:t xml:space="preserve"> فجاء زيد بن علي بن الحسين </w:t>
      </w:r>
      <w:r w:rsidR="00FF2CA0">
        <w:rPr>
          <w:rStyle w:val="rfdAlaem"/>
          <w:rFonts w:hint="cs"/>
          <w:rtl/>
        </w:rPr>
        <w:t>عليه‌السلام</w:t>
      </w:r>
      <w:r>
        <w:rPr>
          <w:rtl/>
        </w:rPr>
        <w:t xml:space="preserve"> ف</w:t>
      </w:r>
      <w:r w:rsidR="00833945">
        <w:rPr>
          <w:rFonts w:hint="cs"/>
          <w:rtl/>
        </w:rPr>
        <w:t>ا</w:t>
      </w:r>
      <w:r>
        <w:rPr>
          <w:rtl/>
        </w:rPr>
        <w:t xml:space="preserve">خذ بعضادتي الباب فقال له الصادق (ع) يا عم </w:t>
      </w:r>
      <w:r w:rsidR="00833945">
        <w:rPr>
          <w:rFonts w:hint="cs"/>
          <w:rtl/>
        </w:rPr>
        <w:t>ا</w:t>
      </w:r>
      <w:r>
        <w:rPr>
          <w:rtl/>
        </w:rPr>
        <w:t xml:space="preserve">عيذك بالله </w:t>
      </w:r>
      <w:r w:rsidR="00833945">
        <w:rPr>
          <w:rFonts w:hint="cs"/>
          <w:rtl/>
        </w:rPr>
        <w:t>ا</w:t>
      </w:r>
      <w:r>
        <w:rPr>
          <w:rtl/>
        </w:rPr>
        <w:t xml:space="preserve">ن تكون المصلوب بالكناسة فقالت له </w:t>
      </w:r>
      <w:r w:rsidR="002844FC">
        <w:rPr>
          <w:rFonts w:hint="cs"/>
          <w:rtl/>
        </w:rPr>
        <w:t>ا</w:t>
      </w:r>
      <w:r>
        <w:rPr>
          <w:rtl/>
        </w:rPr>
        <w:t>م زيد والله ما يحملك على هذا القول غير الحسد لابني فقال (ع) يا ليته حسد ثلاثا</w:t>
      </w:r>
      <w:r w:rsidR="00D91395">
        <w:rPr>
          <w:rFonts w:hint="cs"/>
          <w:rtl/>
        </w:rPr>
        <w:t>ً</w:t>
      </w:r>
      <w:r>
        <w:rPr>
          <w:rtl/>
        </w:rPr>
        <w:t xml:space="preserve"> ثم قال حدثني</w:t>
      </w:r>
    </w:p>
    <w:p w:rsidR="00BA4473" w:rsidRDefault="00BA4473" w:rsidP="005F5DA2">
      <w:pPr>
        <w:pStyle w:val="rfdNormal0"/>
        <w:rPr>
          <w:rtl/>
        </w:rPr>
      </w:pPr>
      <w:r w:rsidRPr="00833945">
        <w:rPr>
          <w:rtl/>
        </w:rPr>
        <w:br w:type="page"/>
      </w:r>
      <w:r w:rsidR="00343AA3">
        <w:rPr>
          <w:rFonts w:hint="cs"/>
          <w:rtl/>
        </w:rPr>
        <w:lastRenderedPageBreak/>
        <w:t>ا</w:t>
      </w:r>
      <w:r>
        <w:rPr>
          <w:rtl/>
        </w:rPr>
        <w:t xml:space="preserve">بي عن جدي </w:t>
      </w:r>
      <w:r w:rsidR="00343AA3">
        <w:rPr>
          <w:rFonts w:hint="cs"/>
          <w:rtl/>
        </w:rPr>
        <w:t>ا</w:t>
      </w:r>
      <w:r>
        <w:rPr>
          <w:rtl/>
        </w:rPr>
        <w:t>نه يخرج من ولده رجل يقال له زيد يقتل بالكوفة ويصلب بالكناسة يخرج من قبره نبشا</w:t>
      </w:r>
      <w:r w:rsidR="00A73D8F">
        <w:rPr>
          <w:rFonts w:hint="cs"/>
          <w:rtl/>
        </w:rPr>
        <w:t>ً</w:t>
      </w:r>
      <w:r>
        <w:rPr>
          <w:rtl/>
        </w:rPr>
        <w:t xml:space="preserve"> تفتح ل</w:t>
      </w:r>
      <w:r w:rsidR="005F5DA2">
        <w:rPr>
          <w:rFonts w:hint="cs"/>
          <w:rtl/>
        </w:rPr>
        <w:t>رو</w:t>
      </w:r>
      <w:r>
        <w:rPr>
          <w:rtl/>
        </w:rPr>
        <w:t xml:space="preserve">حه </w:t>
      </w:r>
      <w:r w:rsidR="005F5DA2">
        <w:rPr>
          <w:rFonts w:hint="cs"/>
          <w:rtl/>
        </w:rPr>
        <w:t>ا</w:t>
      </w:r>
      <w:r>
        <w:rPr>
          <w:rtl/>
        </w:rPr>
        <w:t xml:space="preserve">بواب السماء يبتهج به </w:t>
      </w:r>
      <w:r w:rsidR="005F5DA2">
        <w:rPr>
          <w:rFonts w:hint="cs"/>
          <w:rtl/>
        </w:rPr>
        <w:t>ا</w:t>
      </w:r>
      <w:r>
        <w:rPr>
          <w:rtl/>
        </w:rPr>
        <w:t xml:space="preserve">هل السماوات الحديث. ومر مثله عن الصدوق في العيون. وفي </w:t>
      </w:r>
      <w:r w:rsidR="005F5DA2">
        <w:rPr>
          <w:rFonts w:hint="cs"/>
          <w:rtl/>
        </w:rPr>
        <w:t>ا</w:t>
      </w:r>
      <w:r>
        <w:rPr>
          <w:rtl/>
        </w:rPr>
        <w:t>مالي الصدوق في المجلس 53 الحديث 9 حدثنا أحمد بن</w:t>
      </w:r>
      <w:r w:rsidR="0000781F">
        <w:rPr>
          <w:rtl/>
        </w:rPr>
        <w:t xml:space="preserve"> هارون </w:t>
      </w:r>
      <w:r>
        <w:rPr>
          <w:rtl/>
        </w:rPr>
        <w:t xml:space="preserve">الفامي </w:t>
      </w:r>
      <w:r w:rsidR="00FF2CA0">
        <w:rPr>
          <w:rStyle w:val="rfdAlaem"/>
          <w:rFonts w:hint="cs"/>
          <w:rtl/>
        </w:rPr>
        <w:t>رضي‌الله‌عنه</w:t>
      </w:r>
      <w:r>
        <w:rPr>
          <w:rtl/>
        </w:rPr>
        <w:t xml:space="preserve"> حدثنا محمد بن عبد الله بن جعفر الحميري عن </w:t>
      </w:r>
      <w:r w:rsidR="005F5DA2">
        <w:rPr>
          <w:rFonts w:hint="cs"/>
          <w:rtl/>
        </w:rPr>
        <w:t>ا</w:t>
      </w:r>
      <w:r>
        <w:rPr>
          <w:rtl/>
        </w:rPr>
        <w:t xml:space="preserve">بيه عن محمد بن الحسين بن </w:t>
      </w:r>
      <w:r w:rsidR="005F5DA2">
        <w:rPr>
          <w:rFonts w:hint="cs"/>
          <w:rtl/>
        </w:rPr>
        <w:t>ا</w:t>
      </w:r>
      <w:r>
        <w:rPr>
          <w:rtl/>
        </w:rPr>
        <w:t xml:space="preserve">بي الخطاب عن الحسين بن علوان عن عمرو ابن ثابت عن داود بن عبد الجبار عن جابر بن يزيد الجعفي عن </w:t>
      </w:r>
      <w:r w:rsidR="005F5DA2">
        <w:rPr>
          <w:rFonts w:hint="cs"/>
          <w:rtl/>
        </w:rPr>
        <w:t>ا</w:t>
      </w:r>
      <w:r>
        <w:rPr>
          <w:rtl/>
        </w:rPr>
        <w:t xml:space="preserve">بي جعفر محمد بن علي الباقر عن آبائه </w:t>
      </w:r>
      <w:r w:rsidR="00424C96" w:rsidRPr="00A50A68">
        <w:rPr>
          <w:rStyle w:val="rfdAlaem"/>
          <w:rFonts w:hint="cs"/>
          <w:rtl/>
        </w:rPr>
        <w:t>:</w:t>
      </w:r>
      <w:r>
        <w:rPr>
          <w:rtl/>
        </w:rPr>
        <w:t xml:space="preserve"> قال : قال رسول الله </w:t>
      </w:r>
      <w:r w:rsidR="005F5DA2">
        <w:rPr>
          <w:rFonts w:hint="cs"/>
          <w:rtl/>
        </w:rPr>
        <w:t>صلّى الله عليه وسلّم</w:t>
      </w:r>
      <w:r>
        <w:rPr>
          <w:rtl/>
        </w:rPr>
        <w:t xml:space="preserve"> للحسين يا حسين يخرج من صلبك رجل يقال له زيد يتخط</w:t>
      </w:r>
      <w:r w:rsidR="005F5DA2">
        <w:rPr>
          <w:rFonts w:hint="cs"/>
          <w:rtl/>
        </w:rPr>
        <w:t>ا</w:t>
      </w:r>
      <w:r>
        <w:rPr>
          <w:rtl/>
        </w:rPr>
        <w:t xml:space="preserve"> هو </w:t>
      </w:r>
      <w:r w:rsidR="005F5DA2">
        <w:rPr>
          <w:rFonts w:hint="cs"/>
          <w:rtl/>
        </w:rPr>
        <w:t>ا</w:t>
      </w:r>
      <w:r>
        <w:rPr>
          <w:rtl/>
        </w:rPr>
        <w:t>صحابه رقاب الناس غرا</w:t>
      </w:r>
      <w:r w:rsidR="005F5DA2">
        <w:rPr>
          <w:rFonts w:hint="cs"/>
          <w:rtl/>
        </w:rPr>
        <w:t>ً</w:t>
      </w:r>
      <w:r>
        <w:rPr>
          <w:rtl/>
        </w:rPr>
        <w:t xml:space="preserve"> محجلين يدخلون الجنة بلا حساب ومر مثله عن الصدوق في العيون.</w:t>
      </w:r>
    </w:p>
    <w:p w:rsidR="00BA4473" w:rsidRPr="004F5F13" w:rsidRDefault="00BA4473" w:rsidP="005F5DA2">
      <w:pPr>
        <w:pStyle w:val="Heading1Center"/>
        <w:rPr>
          <w:rtl/>
        </w:rPr>
      </w:pPr>
      <w:bookmarkStart w:id="36" w:name="_Toc256850563"/>
      <w:bookmarkStart w:id="37" w:name="_Toc256854627"/>
      <w:bookmarkStart w:id="38" w:name="_Toc292190063"/>
      <w:bookmarkStart w:id="39" w:name="_Toc292205008"/>
      <w:r w:rsidRPr="00EC7C6C">
        <w:rPr>
          <w:rtl/>
        </w:rPr>
        <w:t xml:space="preserve">[ ما رواه </w:t>
      </w:r>
      <w:r w:rsidR="005F5DA2">
        <w:rPr>
          <w:rFonts w:hint="cs"/>
          <w:rtl/>
        </w:rPr>
        <w:t>ا</w:t>
      </w:r>
      <w:r w:rsidRPr="00EC7C6C">
        <w:rPr>
          <w:rtl/>
        </w:rPr>
        <w:t>بو</w:t>
      </w:r>
      <w:r w:rsidRPr="004F5F13">
        <w:rPr>
          <w:rtl/>
        </w:rPr>
        <w:t xml:space="preserve"> </w:t>
      </w:r>
      <w:r w:rsidRPr="00EC7C6C">
        <w:rPr>
          <w:rtl/>
        </w:rPr>
        <w:t>ولاد الكاهلي ]</w:t>
      </w:r>
      <w:bookmarkEnd w:id="36"/>
      <w:bookmarkEnd w:id="37"/>
      <w:bookmarkEnd w:id="38"/>
      <w:bookmarkEnd w:id="39"/>
    </w:p>
    <w:p w:rsidR="00BA4473" w:rsidRDefault="00BA4473" w:rsidP="005F5DA2">
      <w:pPr>
        <w:rPr>
          <w:rtl/>
        </w:rPr>
      </w:pPr>
      <w:r>
        <w:rPr>
          <w:rtl/>
        </w:rPr>
        <w:t>في الرياض</w:t>
      </w:r>
      <w:r w:rsidR="005F5DA2">
        <w:rPr>
          <w:rFonts w:hint="cs"/>
          <w:rtl/>
        </w:rPr>
        <w:t xml:space="preserve"> </w:t>
      </w:r>
      <w:r>
        <w:rPr>
          <w:rtl/>
        </w:rPr>
        <w:t>ـ</w:t>
      </w:r>
      <w:r w:rsidR="005F5DA2">
        <w:rPr>
          <w:rFonts w:hint="cs"/>
          <w:rtl/>
        </w:rPr>
        <w:t xml:space="preserve"> </w:t>
      </w:r>
      <w:r>
        <w:rPr>
          <w:rtl/>
        </w:rPr>
        <w:t>ولم يتيسر لي معرفة مصدره</w:t>
      </w:r>
      <w:r w:rsidR="005F5DA2">
        <w:rPr>
          <w:rFonts w:hint="cs"/>
          <w:rtl/>
        </w:rPr>
        <w:t xml:space="preserve"> </w:t>
      </w:r>
      <w:r>
        <w:rPr>
          <w:rtl/>
        </w:rPr>
        <w:t>ـ</w:t>
      </w:r>
      <w:r w:rsidR="005F5DA2">
        <w:rPr>
          <w:rFonts w:hint="cs"/>
          <w:rtl/>
        </w:rPr>
        <w:t xml:space="preserve"> </w:t>
      </w:r>
      <w:r>
        <w:rPr>
          <w:rtl/>
        </w:rPr>
        <w:t xml:space="preserve">ما صورته : عن </w:t>
      </w:r>
      <w:r w:rsidR="005F5DA2">
        <w:rPr>
          <w:rFonts w:hint="cs"/>
          <w:rtl/>
        </w:rPr>
        <w:t>ا</w:t>
      </w:r>
      <w:r>
        <w:rPr>
          <w:rtl/>
        </w:rPr>
        <w:t xml:space="preserve">بي ولاد الكاهلي قال لي الصادق </w:t>
      </w:r>
      <w:r w:rsidR="00FF2CA0">
        <w:rPr>
          <w:rStyle w:val="rfdAlaem"/>
          <w:rFonts w:hint="cs"/>
          <w:rtl/>
        </w:rPr>
        <w:t>عليه‌السلام</w:t>
      </w:r>
      <w:r>
        <w:rPr>
          <w:rtl/>
        </w:rPr>
        <w:t xml:space="preserve"> أرأيت عمي زيدا</w:t>
      </w:r>
      <w:r w:rsidR="00A73D8F">
        <w:rPr>
          <w:rFonts w:hint="cs"/>
          <w:rtl/>
        </w:rPr>
        <w:t>ً</w:t>
      </w:r>
      <w:r>
        <w:rPr>
          <w:rtl/>
        </w:rPr>
        <w:t xml:space="preserve"> قلت نعم رأيته مصلوبا</w:t>
      </w:r>
      <w:r w:rsidR="00A73D8F">
        <w:rPr>
          <w:rFonts w:hint="cs"/>
          <w:rtl/>
        </w:rPr>
        <w:t>ً</w:t>
      </w:r>
      <w:r>
        <w:rPr>
          <w:rtl/>
        </w:rPr>
        <w:t xml:space="preserve"> ورأيت الناس بين شامت حنق وبين محزون محترق قال </w:t>
      </w:r>
      <w:r w:rsidR="005F5DA2">
        <w:rPr>
          <w:rFonts w:hint="cs"/>
          <w:rtl/>
        </w:rPr>
        <w:t>ا</w:t>
      </w:r>
      <w:r>
        <w:rPr>
          <w:rtl/>
        </w:rPr>
        <w:t>ما الثاني فمعه في الجنة و</w:t>
      </w:r>
      <w:r w:rsidR="005F5DA2">
        <w:rPr>
          <w:rFonts w:hint="cs"/>
          <w:rtl/>
        </w:rPr>
        <w:t>ا</w:t>
      </w:r>
      <w:r>
        <w:rPr>
          <w:rtl/>
        </w:rPr>
        <w:t>ما الشامت فشريك في دمه.</w:t>
      </w:r>
    </w:p>
    <w:p w:rsidR="00BA4473" w:rsidRPr="00EA031D" w:rsidRDefault="00BA4473" w:rsidP="00EA031D">
      <w:pPr>
        <w:pStyle w:val="Heading1Center"/>
        <w:rPr>
          <w:rtl/>
        </w:rPr>
      </w:pPr>
      <w:r w:rsidRPr="00EA031D">
        <w:rPr>
          <w:rtl/>
        </w:rPr>
        <w:t>[ ما رواه الحسن بن راشد ]</w:t>
      </w:r>
    </w:p>
    <w:p w:rsidR="00BA4473" w:rsidRDefault="00BA4473" w:rsidP="000F6E15">
      <w:pPr>
        <w:rPr>
          <w:rtl/>
        </w:rPr>
      </w:pPr>
      <w:r>
        <w:rPr>
          <w:rtl/>
        </w:rPr>
        <w:t xml:space="preserve">في الرياض </w:t>
      </w:r>
      <w:r w:rsidR="000F6E15">
        <w:rPr>
          <w:rFonts w:hint="cs"/>
          <w:rtl/>
        </w:rPr>
        <w:t>ا</w:t>
      </w:r>
      <w:r>
        <w:rPr>
          <w:rtl/>
        </w:rPr>
        <w:t>يضا</w:t>
      </w:r>
      <w:r w:rsidR="00A73D8F">
        <w:rPr>
          <w:rFonts w:hint="cs"/>
          <w:rtl/>
        </w:rPr>
        <w:t>ً</w:t>
      </w:r>
      <w:r w:rsidR="000F6E15">
        <w:rPr>
          <w:rFonts w:hint="cs"/>
          <w:rtl/>
        </w:rPr>
        <w:t xml:space="preserve"> </w:t>
      </w:r>
      <w:r>
        <w:rPr>
          <w:rtl/>
        </w:rPr>
        <w:t>ـ</w:t>
      </w:r>
      <w:r w:rsidR="000F6E15">
        <w:rPr>
          <w:rFonts w:hint="cs"/>
          <w:rtl/>
        </w:rPr>
        <w:t xml:space="preserve"> </w:t>
      </w:r>
      <w:r>
        <w:rPr>
          <w:rtl/>
        </w:rPr>
        <w:t>ولم يتيسر لي معرفة مصدره</w:t>
      </w:r>
      <w:r w:rsidR="000F6E15">
        <w:rPr>
          <w:rFonts w:hint="cs"/>
          <w:rtl/>
        </w:rPr>
        <w:t xml:space="preserve"> </w:t>
      </w:r>
      <w:r>
        <w:rPr>
          <w:rtl/>
        </w:rPr>
        <w:t>ـ</w:t>
      </w:r>
      <w:r w:rsidR="000F6E15">
        <w:rPr>
          <w:rFonts w:hint="cs"/>
          <w:rtl/>
        </w:rPr>
        <w:t xml:space="preserve"> </w:t>
      </w:r>
      <w:r>
        <w:rPr>
          <w:rtl/>
        </w:rPr>
        <w:t>: روى</w:t>
      </w:r>
    </w:p>
    <w:p w:rsidR="00BA4473" w:rsidRDefault="00BA4473" w:rsidP="00BF6B9F">
      <w:pPr>
        <w:pStyle w:val="rfdNormal0"/>
        <w:rPr>
          <w:rtl/>
        </w:rPr>
      </w:pPr>
      <w:r w:rsidRPr="000F6E15">
        <w:rPr>
          <w:rtl/>
        </w:rPr>
        <w:br w:type="page"/>
      </w:r>
      <w:r>
        <w:rPr>
          <w:rtl/>
        </w:rPr>
        <w:lastRenderedPageBreak/>
        <w:t>الحسن بن راشد قال ذكرت زيد بن علي فتنقصته عند ابي عبد الله (ع) فقال لا تفعل رحم الله عمي زيدا</w:t>
      </w:r>
      <w:r w:rsidR="00D74C7C">
        <w:rPr>
          <w:rFonts w:hint="cs"/>
          <w:rtl/>
        </w:rPr>
        <w:t>ً</w:t>
      </w:r>
      <w:r>
        <w:rPr>
          <w:rtl/>
        </w:rPr>
        <w:t xml:space="preserve"> ف</w:t>
      </w:r>
      <w:r w:rsidR="00BF6B9F">
        <w:rPr>
          <w:rFonts w:hint="cs"/>
          <w:rtl/>
        </w:rPr>
        <w:t>ا</w:t>
      </w:r>
      <w:r>
        <w:rPr>
          <w:rtl/>
        </w:rPr>
        <w:t xml:space="preserve">نه </w:t>
      </w:r>
      <w:r w:rsidR="00BF6B9F">
        <w:rPr>
          <w:rFonts w:hint="cs"/>
          <w:rtl/>
        </w:rPr>
        <w:t>ا</w:t>
      </w:r>
      <w:r>
        <w:rPr>
          <w:rtl/>
        </w:rPr>
        <w:t xml:space="preserve">تى الى </w:t>
      </w:r>
      <w:r w:rsidR="00BF6B9F">
        <w:rPr>
          <w:rFonts w:hint="cs"/>
          <w:rtl/>
        </w:rPr>
        <w:t>ا</w:t>
      </w:r>
      <w:r>
        <w:rPr>
          <w:rtl/>
        </w:rPr>
        <w:t xml:space="preserve">بي فقال </w:t>
      </w:r>
      <w:r w:rsidR="00BF6B9F">
        <w:rPr>
          <w:rFonts w:hint="cs"/>
          <w:rtl/>
        </w:rPr>
        <w:t>ا</w:t>
      </w:r>
      <w:r>
        <w:rPr>
          <w:rtl/>
        </w:rPr>
        <w:t xml:space="preserve">ني </w:t>
      </w:r>
      <w:r w:rsidR="00BF6B9F">
        <w:rPr>
          <w:rFonts w:hint="cs"/>
          <w:rtl/>
        </w:rPr>
        <w:t>ا</w:t>
      </w:r>
      <w:r>
        <w:rPr>
          <w:rtl/>
        </w:rPr>
        <w:t>ريد الخروج على هذا الطاغية فقال لا تفعل يا زيد ف</w:t>
      </w:r>
      <w:r w:rsidR="00BF6B9F">
        <w:rPr>
          <w:rFonts w:hint="cs"/>
          <w:rtl/>
        </w:rPr>
        <w:t>ا</w:t>
      </w:r>
      <w:r>
        <w:rPr>
          <w:rtl/>
        </w:rPr>
        <w:t xml:space="preserve">ني </w:t>
      </w:r>
      <w:r w:rsidR="00BF6B9F">
        <w:rPr>
          <w:rFonts w:hint="cs"/>
          <w:rtl/>
        </w:rPr>
        <w:t>ا</w:t>
      </w:r>
      <w:r>
        <w:rPr>
          <w:rtl/>
        </w:rPr>
        <w:t xml:space="preserve">خاف </w:t>
      </w:r>
      <w:r w:rsidR="00BF6B9F">
        <w:rPr>
          <w:rFonts w:hint="cs"/>
          <w:rtl/>
        </w:rPr>
        <w:t>ا</w:t>
      </w:r>
      <w:r>
        <w:rPr>
          <w:rtl/>
        </w:rPr>
        <w:t>ن تكون المقتول المصلوب بظهر الكوفة الحديث. فنهيه إنما كان شفقة عليه ولذا لم يرض بتنقصه وترحم عليه.</w:t>
      </w:r>
    </w:p>
    <w:p w:rsidR="00BA4473" w:rsidRPr="004F5F13" w:rsidRDefault="00BA4473" w:rsidP="003C31F5">
      <w:pPr>
        <w:pStyle w:val="Heading1Center"/>
        <w:rPr>
          <w:rtl/>
        </w:rPr>
      </w:pPr>
      <w:bookmarkStart w:id="40" w:name="_Toc256850564"/>
      <w:bookmarkStart w:id="41" w:name="_Toc256854628"/>
      <w:bookmarkStart w:id="42" w:name="_Toc292190064"/>
      <w:bookmarkStart w:id="43" w:name="_Toc292205009"/>
      <w:r w:rsidRPr="00EC7C6C">
        <w:rPr>
          <w:rtl/>
        </w:rPr>
        <w:t>( ما روي مما</w:t>
      </w:r>
      <w:r w:rsidRPr="004F5F13">
        <w:rPr>
          <w:rtl/>
        </w:rPr>
        <w:t xml:space="preserve"> </w:t>
      </w:r>
      <w:r w:rsidRPr="00EC7C6C">
        <w:rPr>
          <w:rtl/>
        </w:rPr>
        <w:t>يوهم القدح فيه )</w:t>
      </w:r>
      <w:bookmarkEnd w:id="40"/>
      <w:bookmarkEnd w:id="41"/>
      <w:bookmarkEnd w:id="42"/>
      <w:bookmarkEnd w:id="43"/>
    </w:p>
    <w:p w:rsidR="00BA4473" w:rsidRDefault="00BA4473" w:rsidP="003F6863">
      <w:pPr>
        <w:rPr>
          <w:rtl/>
        </w:rPr>
      </w:pPr>
      <w:r>
        <w:rPr>
          <w:rtl/>
        </w:rPr>
        <w:t xml:space="preserve">قال الفاضل المازندراني في حاشية الكافي : </w:t>
      </w:r>
      <w:r w:rsidR="00BF6B9F">
        <w:rPr>
          <w:rFonts w:hint="cs"/>
          <w:rtl/>
        </w:rPr>
        <w:t>ا</w:t>
      </w:r>
      <w:r>
        <w:rPr>
          <w:rtl/>
        </w:rPr>
        <w:t xml:space="preserve">علم </w:t>
      </w:r>
      <w:r w:rsidR="00BF6B9F">
        <w:rPr>
          <w:rFonts w:hint="cs"/>
          <w:rtl/>
        </w:rPr>
        <w:t>ا</w:t>
      </w:r>
      <w:r>
        <w:rPr>
          <w:rtl/>
        </w:rPr>
        <w:t xml:space="preserve">ن الروايات في مدح زيد وذمه مختلفة وروايات المدح </w:t>
      </w:r>
      <w:r w:rsidR="00BF6B9F">
        <w:rPr>
          <w:rFonts w:hint="cs"/>
          <w:rtl/>
        </w:rPr>
        <w:t>ا</w:t>
      </w:r>
      <w:r>
        <w:rPr>
          <w:rtl/>
        </w:rPr>
        <w:t xml:space="preserve">كثر مع </w:t>
      </w:r>
      <w:r w:rsidR="00BF6B9F">
        <w:rPr>
          <w:rFonts w:hint="cs"/>
          <w:rtl/>
        </w:rPr>
        <w:t>ا</w:t>
      </w:r>
      <w:r>
        <w:rPr>
          <w:rtl/>
        </w:rPr>
        <w:t>ن روايات الذم لا تخلو من علة</w:t>
      </w:r>
      <w:r w:rsidR="00BF6B9F">
        <w:rPr>
          <w:rFonts w:hint="cs"/>
          <w:rtl/>
        </w:rPr>
        <w:t>.</w:t>
      </w:r>
      <w:r>
        <w:rPr>
          <w:rtl/>
        </w:rPr>
        <w:t xml:space="preserve"> فمن الروايات التي توهم الذم ما رواه الكشي في رجاله بسنده عن </w:t>
      </w:r>
      <w:r w:rsidR="00BF6B9F">
        <w:rPr>
          <w:rFonts w:hint="cs"/>
          <w:rtl/>
        </w:rPr>
        <w:t>ا</w:t>
      </w:r>
      <w:r>
        <w:rPr>
          <w:rtl/>
        </w:rPr>
        <w:t xml:space="preserve">بي خالد القماط قال لي رجل من الزيدية </w:t>
      </w:r>
      <w:r w:rsidR="00BF6B9F">
        <w:rPr>
          <w:rFonts w:hint="cs"/>
          <w:rtl/>
        </w:rPr>
        <w:t>ا</w:t>
      </w:r>
      <w:r>
        <w:rPr>
          <w:rtl/>
        </w:rPr>
        <w:t xml:space="preserve">يام زيد ما منعك </w:t>
      </w:r>
      <w:r w:rsidR="00BF6B9F">
        <w:rPr>
          <w:rFonts w:hint="cs"/>
          <w:rtl/>
        </w:rPr>
        <w:t>ا</w:t>
      </w:r>
      <w:r>
        <w:rPr>
          <w:rtl/>
        </w:rPr>
        <w:t xml:space="preserve">ن تخرج مع زيد قلت له </w:t>
      </w:r>
      <w:r w:rsidR="00BF6B9F">
        <w:rPr>
          <w:rFonts w:hint="cs"/>
          <w:rtl/>
        </w:rPr>
        <w:t>ا</w:t>
      </w:r>
      <w:r>
        <w:rPr>
          <w:rtl/>
        </w:rPr>
        <w:t xml:space="preserve">ن كان </w:t>
      </w:r>
      <w:r w:rsidR="003F6863">
        <w:rPr>
          <w:rFonts w:hint="cs"/>
          <w:rtl/>
        </w:rPr>
        <w:t>ا</w:t>
      </w:r>
      <w:r>
        <w:rPr>
          <w:rtl/>
        </w:rPr>
        <w:t>حد في ال</w:t>
      </w:r>
      <w:r w:rsidR="003F6863">
        <w:rPr>
          <w:rFonts w:hint="cs"/>
          <w:rtl/>
        </w:rPr>
        <w:t>ا</w:t>
      </w:r>
      <w:r>
        <w:rPr>
          <w:rtl/>
        </w:rPr>
        <w:t>رض مفروض الطاعة فالخارج قبله هالك و</w:t>
      </w:r>
      <w:r w:rsidR="003F6863">
        <w:rPr>
          <w:rFonts w:hint="cs"/>
          <w:rtl/>
        </w:rPr>
        <w:t>ا</w:t>
      </w:r>
      <w:r>
        <w:rPr>
          <w:rtl/>
        </w:rPr>
        <w:t>ن كان ليس في ال</w:t>
      </w:r>
      <w:r w:rsidR="003F6863">
        <w:rPr>
          <w:rFonts w:hint="cs"/>
          <w:rtl/>
        </w:rPr>
        <w:t>ا</w:t>
      </w:r>
      <w:r>
        <w:rPr>
          <w:rtl/>
        </w:rPr>
        <w:t>رض مفروض الطاعة فالخارج والجالس موسع لهما فلم يرد علي بشيء ف</w:t>
      </w:r>
      <w:r w:rsidR="003F6863">
        <w:rPr>
          <w:rFonts w:hint="cs"/>
          <w:rtl/>
        </w:rPr>
        <w:t>ا</w:t>
      </w:r>
      <w:r>
        <w:rPr>
          <w:rtl/>
        </w:rPr>
        <w:t xml:space="preserve">خبرت </w:t>
      </w:r>
      <w:r w:rsidR="003F6863">
        <w:rPr>
          <w:rFonts w:hint="cs"/>
          <w:rtl/>
        </w:rPr>
        <w:t>ا</w:t>
      </w:r>
      <w:r>
        <w:rPr>
          <w:rtl/>
        </w:rPr>
        <w:t>با عبد</w:t>
      </w:r>
      <w:r w:rsidR="003F6863">
        <w:rPr>
          <w:rFonts w:hint="cs"/>
          <w:rtl/>
        </w:rPr>
        <w:t xml:space="preserve"> </w:t>
      </w:r>
      <w:r>
        <w:rPr>
          <w:rtl/>
        </w:rPr>
        <w:t xml:space="preserve">الله </w:t>
      </w:r>
      <w:r w:rsidR="00FF2CA0">
        <w:rPr>
          <w:rStyle w:val="rfdAlaem"/>
          <w:rFonts w:hint="cs"/>
          <w:rtl/>
        </w:rPr>
        <w:t>عليه‌السلام</w:t>
      </w:r>
      <w:r>
        <w:rPr>
          <w:rtl/>
        </w:rPr>
        <w:t xml:space="preserve"> بما قال لي وبما قلت له وكان متكئا</w:t>
      </w:r>
      <w:r w:rsidR="00D74C7C">
        <w:rPr>
          <w:rFonts w:hint="cs"/>
          <w:rtl/>
        </w:rPr>
        <w:t>ً</w:t>
      </w:r>
      <w:r>
        <w:rPr>
          <w:rtl/>
        </w:rPr>
        <w:t xml:space="preserve"> فجلس ثم قال </w:t>
      </w:r>
      <w:r w:rsidR="003F6863">
        <w:rPr>
          <w:rFonts w:hint="cs"/>
          <w:rtl/>
        </w:rPr>
        <w:t>ا</w:t>
      </w:r>
      <w:r>
        <w:rPr>
          <w:rtl/>
        </w:rPr>
        <w:t>خذته من بين يديه ومن خلفه وعن يمينه وعن شماله ومن فوقه ومن تحته ولم تجعل له مخرجا</w:t>
      </w:r>
      <w:r w:rsidR="00D74C7C">
        <w:rPr>
          <w:rFonts w:hint="cs"/>
          <w:rtl/>
        </w:rPr>
        <w:t>ً</w:t>
      </w:r>
      <w:r>
        <w:rPr>
          <w:rtl/>
        </w:rPr>
        <w:t xml:space="preserve">. ( والجواب ) عن هذا الحديث </w:t>
      </w:r>
      <w:r w:rsidR="003F6863">
        <w:rPr>
          <w:rFonts w:hint="cs"/>
          <w:rtl/>
        </w:rPr>
        <w:t>ا</w:t>
      </w:r>
      <w:r>
        <w:rPr>
          <w:rtl/>
        </w:rPr>
        <w:t xml:space="preserve">ن الخارج </w:t>
      </w:r>
      <w:r w:rsidR="003F6863">
        <w:rPr>
          <w:rFonts w:hint="cs"/>
          <w:rtl/>
        </w:rPr>
        <w:t>ا</w:t>
      </w:r>
      <w:r>
        <w:rPr>
          <w:rtl/>
        </w:rPr>
        <w:t xml:space="preserve">نما يكون هالكا </w:t>
      </w:r>
      <w:r w:rsidR="003F6863">
        <w:rPr>
          <w:rFonts w:hint="cs"/>
          <w:rtl/>
        </w:rPr>
        <w:t>ا</w:t>
      </w:r>
      <w:r>
        <w:rPr>
          <w:rtl/>
        </w:rPr>
        <w:t>ذا خرج مدعيا</w:t>
      </w:r>
      <w:r w:rsidR="003F6863">
        <w:rPr>
          <w:rFonts w:hint="cs"/>
          <w:rtl/>
        </w:rPr>
        <w:t>ً</w:t>
      </w:r>
      <w:r>
        <w:rPr>
          <w:rtl/>
        </w:rPr>
        <w:t xml:space="preserve"> الامامة لنفسه وزيد </w:t>
      </w:r>
      <w:r w:rsidR="003F6863">
        <w:rPr>
          <w:rFonts w:hint="cs"/>
          <w:rtl/>
        </w:rPr>
        <w:t>ا</w:t>
      </w:r>
      <w:r>
        <w:rPr>
          <w:rtl/>
        </w:rPr>
        <w:t>نما خرج لل</w:t>
      </w:r>
      <w:r w:rsidR="00D74C7C">
        <w:rPr>
          <w:rFonts w:hint="cs"/>
          <w:rtl/>
        </w:rPr>
        <w:t>ا</w:t>
      </w:r>
      <w:r>
        <w:rPr>
          <w:rtl/>
        </w:rPr>
        <w:t>مر بالمعروف والنهي عن المنكر داعيا</w:t>
      </w:r>
      <w:r w:rsidR="00D74C7C">
        <w:rPr>
          <w:rFonts w:hint="cs"/>
          <w:rtl/>
        </w:rPr>
        <w:t>ً</w:t>
      </w:r>
      <w:r>
        <w:rPr>
          <w:rtl/>
        </w:rPr>
        <w:t xml:space="preserve"> </w:t>
      </w:r>
      <w:r w:rsidR="00D74C7C">
        <w:rPr>
          <w:rFonts w:hint="cs"/>
          <w:rtl/>
        </w:rPr>
        <w:t>ا</w:t>
      </w:r>
      <w:r>
        <w:rPr>
          <w:rtl/>
        </w:rPr>
        <w:t>لى الرضا من آل محمد.</w:t>
      </w:r>
    </w:p>
    <w:p w:rsidR="00BA4473" w:rsidRDefault="00BA4473" w:rsidP="003F6863">
      <w:pPr>
        <w:rPr>
          <w:rtl/>
        </w:rPr>
      </w:pPr>
      <w:r>
        <w:rPr>
          <w:rtl/>
        </w:rPr>
        <w:t xml:space="preserve">وروى الكشي </w:t>
      </w:r>
      <w:r w:rsidR="003F6863">
        <w:rPr>
          <w:rFonts w:hint="cs"/>
          <w:rtl/>
        </w:rPr>
        <w:t>ا</w:t>
      </w:r>
      <w:r>
        <w:rPr>
          <w:rtl/>
        </w:rPr>
        <w:t>يضا</w:t>
      </w:r>
      <w:r w:rsidR="00D74C7C">
        <w:rPr>
          <w:rFonts w:hint="cs"/>
          <w:rtl/>
        </w:rPr>
        <w:t>ً</w:t>
      </w:r>
      <w:r>
        <w:rPr>
          <w:rtl/>
        </w:rPr>
        <w:t xml:space="preserve"> في ترجمة </w:t>
      </w:r>
      <w:r w:rsidR="003F6863">
        <w:rPr>
          <w:rFonts w:hint="cs"/>
          <w:rtl/>
        </w:rPr>
        <w:t>ا</w:t>
      </w:r>
      <w:r>
        <w:rPr>
          <w:rtl/>
        </w:rPr>
        <w:t>بي بكر الحضرمي وعلقمة بسنده</w:t>
      </w:r>
    </w:p>
    <w:p w:rsidR="00BA4473" w:rsidRDefault="00BA4473" w:rsidP="00104B88">
      <w:pPr>
        <w:pStyle w:val="rfdNormal0"/>
        <w:rPr>
          <w:rtl/>
        </w:rPr>
      </w:pPr>
      <w:r w:rsidRPr="003F6863">
        <w:rPr>
          <w:rtl/>
        </w:rPr>
        <w:br w:type="page"/>
      </w:r>
      <w:r>
        <w:rPr>
          <w:rtl/>
        </w:rPr>
        <w:lastRenderedPageBreak/>
        <w:t xml:space="preserve">عن بكار بن </w:t>
      </w:r>
      <w:r w:rsidR="00104B88">
        <w:rPr>
          <w:rFonts w:hint="cs"/>
          <w:rtl/>
        </w:rPr>
        <w:t>ا</w:t>
      </w:r>
      <w:r>
        <w:rPr>
          <w:rtl/>
        </w:rPr>
        <w:t xml:space="preserve">بي بكر الحضرمي قال دخل </w:t>
      </w:r>
      <w:r w:rsidR="00104B88">
        <w:rPr>
          <w:rFonts w:hint="cs"/>
          <w:rtl/>
        </w:rPr>
        <w:t>ا</w:t>
      </w:r>
      <w:r>
        <w:rPr>
          <w:rtl/>
        </w:rPr>
        <w:t xml:space="preserve">بي وعلقمة على زيد بن علي وكان بلغهما </w:t>
      </w:r>
      <w:r w:rsidR="00104B88">
        <w:rPr>
          <w:rFonts w:hint="cs"/>
          <w:rtl/>
        </w:rPr>
        <w:t>ا</w:t>
      </w:r>
      <w:r>
        <w:rPr>
          <w:rtl/>
        </w:rPr>
        <w:t xml:space="preserve">نه قال ليس الامام منا من </w:t>
      </w:r>
      <w:r w:rsidR="00104B88">
        <w:rPr>
          <w:rFonts w:hint="cs"/>
          <w:rtl/>
        </w:rPr>
        <w:t>ا</w:t>
      </w:r>
      <w:r>
        <w:rPr>
          <w:rtl/>
        </w:rPr>
        <w:t xml:space="preserve">رخى عليه ستره </w:t>
      </w:r>
      <w:r w:rsidR="00104B88">
        <w:rPr>
          <w:rFonts w:hint="cs"/>
          <w:rtl/>
        </w:rPr>
        <w:t>ا</w:t>
      </w:r>
      <w:r>
        <w:rPr>
          <w:rtl/>
        </w:rPr>
        <w:t>نما ال</w:t>
      </w:r>
      <w:r w:rsidR="00104B88">
        <w:rPr>
          <w:rFonts w:hint="cs"/>
          <w:rtl/>
        </w:rPr>
        <w:t>غ</w:t>
      </w:r>
      <w:r>
        <w:rPr>
          <w:rtl/>
        </w:rPr>
        <w:t xml:space="preserve">مام من شهر سيفه فقال له </w:t>
      </w:r>
      <w:r w:rsidR="00104B88">
        <w:rPr>
          <w:rFonts w:hint="cs"/>
          <w:rtl/>
        </w:rPr>
        <w:t>ا</w:t>
      </w:r>
      <w:r>
        <w:rPr>
          <w:rtl/>
        </w:rPr>
        <w:t xml:space="preserve">بو بكر يا </w:t>
      </w:r>
      <w:r w:rsidR="00104B88">
        <w:rPr>
          <w:rFonts w:hint="cs"/>
          <w:rtl/>
        </w:rPr>
        <w:t>ا</w:t>
      </w:r>
      <w:r>
        <w:rPr>
          <w:rtl/>
        </w:rPr>
        <w:t xml:space="preserve">با الحسين </w:t>
      </w:r>
      <w:r w:rsidR="00104B88">
        <w:rPr>
          <w:rFonts w:hint="cs"/>
          <w:rtl/>
        </w:rPr>
        <w:t>ا</w:t>
      </w:r>
      <w:r>
        <w:rPr>
          <w:rtl/>
        </w:rPr>
        <w:t xml:space="preserve">خبرني عن علي بن </w:t>
      </w:r>
      <w:r w:rsidR="00104B88">
        <w:rPr>
          <w:rFonts w:hint="cs"/>
          <w:rtl/>
        </w:rPr>
        <w:t>ا</w:t>
      </w:r>
      <w:r>
        <w:rPr>
          <w:rtl/>
        </w:rPr>
        <w:t xml:space="preserve">بي طالب </w:t>
      </w:r>
      <w:r w:rsidR="00104B88">
        <w:rPr>
          <w:rFonts w:hint="cs"/>
          <w:rtl/>
        </w:rPr>
        <w:t>ا</w:t>
      </w:r>
      <w:r>
        <w:rPr>
          <w:rtl/>
        </w:rPr>
        <w:t xml:space="preserve">كان </w:t>
      </w:r>
      <w:r w:rsidR="00104B88">
        <w:rPr>
          <w:rFonts w:hint="cs"/>
          <w:rtl/>
        </w:rPr>
        <w:t>ا</w:t>
      </w:r>
      <w:r>
        <w:rPr>
          <w:rtl/>
        </w:rPr>
        <w:t>ماما</w:t>
      </w:r>
      <w:r w:rsidR="00D74C7C">
        <w:rPr>
          <w:rFonts w:hint="cs"/>
          <w:rtl/>
        </w:rPr>
        <w:t>ً</w:t>
      </w:r>
      <w:r>
        <w:rPr>
          <w:rtl/>
        </w:rPr>
        <w:t xml:space="preserve"> وهو مرخ عليه ستره </w:t>
      </w:r>
      <w:r w:rsidR="00104B88">
        <w:rPr>
          <w:rFonts w:hint="cs"/>
          <w:rtl/>
        </w:rPr>
        <w:t>ا</w:t>
      </w:r>
      <w:r>
        <w:rPr>
          <w:rtl/>
        </w:rPr>
        <w:t xml:space="preserve">و لم يكن </w:t>
      </w:r>
      <w:r w:rsidR="00104B88">
        <w:rPr>
          <w:rFonts w:hint="cs"/>
          <w:rtl/>
        </w:rPr>
        <w:t>ا</w:t>
      </w:r>
      <w:r>
        <w:rPr>
          <w:rtl/>
        </w:rPr>
        <w:t>ماما</w:t>
      </w:r>
      <w:r w:rsidR="00D74C7C">
        <w:rPr>
          <w:rFonts w:hint="cs"/>
          <w:rtl/>
        </w:rPr>
        <w:t>ً</w:t>
      </w:r>
      <w:r>
        <w:rPr>
          <w:rtl/>
        </w:rPr>
        <w:t xml:space="preserve"> حتى خرج وشهر سيفه قال وكان زيد يبصر الكلام فسكت ولم يجبه فرد عليه الكلام ثلاث مرات كل ذلك لا يجيبه بشيء فقال له </w:t>
      </w:r>
      <w:r w:rsidR="00104B88">
        <w:rPr>
          <w:rFonts w:hint="cs"/>
          <w:rtl/>
        </w:rPr>
        <w:t>ا</w:t>
      </w:r>
      <w:r>
        <w:rPr>
          <w:rtl/>
        </w:rPr>
        <w:t xml:space="preserve">بو بكر </w:t>
      </w:r>
      <w:r w:rsidR="00104B88">
        <w:rPr>
          <w:rFonts w:hint="cs"/>
          <w:rtl/>
        </w:rPr>
        <w:t>ا</w:t>
      </w:r>
      <w:r>
        <w:rPr>
          <w:rtl/>
        </w:rPr>
        <w:t xml:space="preserve">ن كان علي بن </w:t>
      </w:r>
      <w:r w:rsidR="00104B88">
        <w:rPr>
          <w:rFonts w:hint="cs"/>
          <w:rtl/>
        </w:rPr>
        <w:t>ا</w:t>
      </w:r>
      <w:r>
        <w:rPr>
          <w:rtl/>
        </w:rPr>
        <w:t xml:space="preserve">بي طالب </w:t>
      </w:r>
      <w:r w:rsidR="00104B88">
        <w:rPr>
          <w:rFonts w:hint="cs"/>
          <w:rtl/>
        </w:rPr>
        <w:t>ا</w:t>
      </w:r>
      <w:r>
        <w:rPr>
          <w:rtl/>
        </w:rPr>
        <w:t>ماما</w:t>
      </w:r>
      <w:r w:rsidR="00D74C7C">
        <w:rPr>
          <w:rFonts w:hint="cs"/>
          <w:rtl/>
        </w:rPr>
        <w:t>ً</w:t>
      </w:r>
      <w:r>
        <w:rPr>
          <w:rtl/>
        </w:rPr>
        <w:t xml:space="preserve"> فقد يجوز </w:t>
      </w:r>
      <w:r w:rsidR="00104B88">
        <w:rPr>
          <w:rFonts w:hint="cs"/>
          <w:rtl/>
        </w:rPr>
        <w:t>ا</w:t>
      </w:r>
      <w:r>
        <w:rPr>
          <w:rtl/>
        </w:rPr>
        <w:t xml:space="preserve">ن يكون بعده </w:t>
      </w:r>
      <w:r w:rsidR="00104B88">
        <w:rPr>
          <w:rFonts w:hint="cs"/>
          <w:rtl/>
        </w:rPr>
        <w:t>ا</w:t>
      </w:r>
      <w:r>
        <w:rPr>
          <w:rtl/>
        </w:rPr>
        <w:t>مام مرخ عليه ستره و</w:t>
      </w:r>
      <w:r w:rsidR="00104B88">
        <w:rPr>
          <w:rFonts w:hint="cs"/>
          <w:rtl/>
        </w:rPr>
        <w:t>ا</w:t>
      </w:r>
      <w:r>
        <w:rPr>
          <w:rtl/>
        </w:rPr>
        <w:t xml:space="preserve">ن لم يكن </w:t>
      </w:r>
      <w:r w:rsidR="00104B88">
        <w:rPr>
          <w:rFonts w:hint="cs"/>
          <w:rtl/>
        </w:rPr>
        <w:t>ا</w:t>
      </w:r>
      <w:r>
        <w:rPr>
          <w:rtl/>
        </w:rPr>
        <w:t>ماما</w:t>
      </w:r>
      <w:r w:rsidR="00D74C7C">
        <w:rPr>
          <w:rFonts w:hint="cs"/>
          <w:rtl/>
        </w:rPr>
        <w:t>ً</w:t>
      </w:r>
      <w:r>
        <w:rPr>
          <w:rtl/>
        </w:rPr>
        <w:t xml:space="preserve"> وهو مرخ عليه ستره ف</w:t>
      </w:r>
      <w:r w:rsidR="00104B88">
        <w:rPr>
          <w:rFonts w:hint="cs"/>
          <w:rtl/>
        </w:rPr>
        <w:t>ا</w:t>
      </w:r>
      <w:r>
        <w:rPr>
          <w:rtl/>
        </w:rPr>
        <w:t xml:space="preserve">نت ما جاء بك ها هنا فطلب </w:t>
      </w:r>
      <w:r w:rsidR="00104B88">
        <w:rPr>
          <w:rFonts w:hint="cs"/>
          <w:rtl/>
        </w:rPr>
        <w:t>ا</w:t>
      </w:r>
      <w:r>
        <w:rPr>
          <w:rtl/>
        </w:rPr>
        <w:t xml:space="preserve">ليه علقمة </w:t>
      </w:r>
      <w:r w:rsidR="00104B88">
        <w:rPr>
          <w:rFonts w:hint="cs"/>
          <w:rtl/>
        </w:rPr>
        <w:t>ا</w:t>
      </w:r>
      <w:r>
        <w:rPr>
          <w:rtl/>
        </w:rPr>
        <w:t>ن يكف عنه فكف عنه.</w:t>
      </w:r>
    </w:p>
    <w:p w:rsidR="00BA4473" w:rsidRDefault="00BA4473" w:rsidP="00104B88">
      <w:pPr>
        <w:rPr>
          <w:rtl/>
        </w:rPr>
      </w:pPr>
      <w:r>
        <w:rPr>
          <w:rtl/>
        </w:rPr>
        <w:t xml:space="preserve">والجواب عنه كالجواب عن حديث </w:t>
      </w:r>
      <w:r w:rsidR="00104B88">
        <w:rPr>
          <w:rFonts w:hint="cs"/>
          <w:rtl/>
        </w:rPr>
        <w:t>ا</w:t>
      </w:r>
      <w:r>
        <w:rPr>
          <w:rtl/>
        </w:rPr>
        <w:t xml:space="preserve">بي مالك الاحمسي الآتي وغيره وفي المناقب عن زرارة بن </w:t>
      </w:r>
      <w:r w:rsidR="00104B88">
        <w:rPr>
          <w:rFonts w:hint="cs"/>
          <w:rtl/>
        </w:rPr>
        <w:t>ا</w:t>
      </w:r>
      <w:r>
        <w:rPr>
          <w:rtl/>
        </w:rPr>
        <w:t xml:space="preserve">عين قال لي زيد بن علي عند الصادق </w:t>
      </w:r>
      <w:r w:rsidR="00FF2CA0">
        <w:rPr>
          <w:rStyle w:val="rfdAlaem"/>
          <w:rFonts w:hint="cs"/>
          <w:rtl/>
        </w:rPr>
        <w:t>عليه‌السلام</w:t>
      </w:r>
      <w:r>
        <w:rPr>
          <w:rtl/>
        </w:rPr>
        <w:t xml:space="preserve"> ما تقول في رجل من آل محمد استنصرك فقلت </w:t>
      </w:r>
      <w:r w:rsidR="00104B88">
        <w:rPr>
          <w:rFonts w:hint="cs"/>
          <w:rtl/>
        </w:rPr>
        <w:t>ا</w:t>
      </w:r>
      <w:r>
        <w:rPr>
          <w:rtl/>
        </w:rPr>
        <w:t xml:space="preserve">ن كان مفروض الطاعة نصرته وإن كان غير مفروض الطاعة فلي </w:t>
      </w:r>
      <w:r w:rsidR="00104B88">
        <w:rPr>
          <w:rFonts w:hint="cs"/>
          <w:rtl/>
        </w:rPr>
        <w:t>ا</w:t>
      </w:r>
      <w:r>
        <w:rPr>
          <w:rtl/>
        </w:rPr>
        <w:t xml:space="preserve">ن </w:t>
      </w:r>
      <w:r w:rsidR="00104B88">
        <w:rPr>
          <w:rFonts w:hint="cs"/>
          <w:rtl/>
        </w:rPr>
        <w:t>ا</w:t>
      </w:r>
      <w:r>
        <w:rPr>
          <w:rtl/>
        </w:rPr>
        <w:t xml:space="preserve">فعل ولي </w:t>
      </w:r>
      <w:r w:rsidR="00104B88">
        <w:rPr>
          <w:rFonts w:hint="cs"/>
          <w:rtl/>
        </w:rPr>
        <w:t>ا</w:t>
      </w:r>
      <w:r>
        <w:rPr>
          <w:rtl/>
        </w:rPr>
        <w:t xml:space="preserve">ن لا </w:t>
      </w:r>
      <w:r w:rsidR="00104B88">
        <w:rPr>
          <w:rFonts w:hint="cs"/>
          <w:rtl/>
        </w:rPr>
        <w:t>ا</w:t>
      </w:r>
      <w:r>
        <w:rPr>
          <w:rtl/>
        </w:rPr>
        <w:t xml:space="preserve">فعل فقال </w:t>
      </w:r>
      <w:r w:rsidR="00104B88">
        <w:rPr>
          <w:rFonts w:hint="cs"/>
          <w:rtl/>
        </w:rPr>
        <w:t>ا</w:t>
      </w:r>
      <w:r>
        <w:rPr>
          <w:rtl/>
        </w:rPr>
        <w:t xml:space="preserve">بو عبد الله لما خرج زيد </w:t>
      </w:r>
      <w:r w:rsidR="00104B88">
        <w:rPr>
          <w:rFonts w:hint="cs"/>
          <w:rtl/>
        </w:rPr>
        <w:t>ا</w:t>
      </w:r>
      <w:r>
        <w:rPr>
          <w:rtl/>
        </w:rPr>
        <w:t xml:space="preserve">خذته والله من بين يديه ومن خلفه ولم تدع له مخرجا. وهذا الحديث </w:t>
      </w:r>
      <w:r w:rsidR="00104B88">
        <w:rPr>
          <w:rFonts w:hint="cs"/>
          <w:rtl/>
        </w:rPr>
        <w:t>ا</w:t>
      </w:r>
      <w:r>
        <w:rPr>
          <w:rtl/>
        </w:rPr>
        <w:t>يضا</w:t>
      </w:r>
      <w:r w:rsidR="00D74C7C">
        <w:rPr>
          <w:rFonts w:hint="cs"/>
          <w:rtl/>
        </w:rPr>
        <w:t>ً</w:t>
      </w:r>
      <w:r>
        <w:rPr>
          <w:rtl/>
        </w:rPr>
        <w:t xml:space="preserve"> لا دلالة فيه على </w:t>
      </w:r>
      <w:r w:rsidR="00104B88">
        <w:rPr>
          <w:rFonts w:hint="cs"/>
          <w:rtl/>
        </w:rPr>
        <w:t>ا</w:t>
      </w:r>
      <w:r>
        <w:rPr>
          <w:rtl/>
        </w:rPr>
        <w:t>ن زيدا</w:t>
      </w:r>
      <w:r w:rsidR="00D74C7C">
        <w:rPr>
          <w:rFonts w:hint="cs"/>
          <w:rtl/>
        </w:rPr>
        <w:t>ً</w:t>
      </w:r>
      <w:r>
        <w:rPr>
          <w:rtl/>
        </w:rPr>
        <w:t xml:space="preserve"> كان يدعي الامامة.</w:t>
      </w:r>
    </w:p>
    <w:p w:rsidR="00BA4473" w:rsidRDefault="00BA4473" w:rsidP="00104B88">
      <w:pPr>
        <w:rPr>
          <w:rtl/>
        </w:rPr>
      </w:pPr>
      <w:r>
        <w:rPr>
          <w:rtl/>
        </w:rPr>
        <w:t xml:space="preserve">وفيه عن </w:t>
      </w:r>
      <w:r w:rsidR="00104B88">
        <w:rPr>
          <w:rFonts w:hint="cs"/>
          <w:rtl/>
        </w:rPr>
        <w:t>ا</w:t>
      </w:r>
      <w:r>
        <w:rPr>
          <w:rtl/>
        </w:rPr>
        <w:t>بي مالك ال</w:t>
      </w:r>
      <w:r w:rsidR="00104B88">
        <w:rPr>
          <w:rFonts w:hint="cs"/>
          <w:rtl/>
        </w:rPr>
        <w:t>ا</w:t>
      </w:r>
      <w:r>
        <w:rPr>
          <w:rtl/>
        </w:rPr>
        <w:t>حمسي قال زيد بن علي لصاحب الط</w:t>
      </w:r>
      <w:r w:rsidR="00104B88">
        <w:rPr>
          <w:rFonts w:hint="cs"/>
          <w:rtl/>
        </w:rPr>
        <w:t>ا</w:t>
      </w:r>
      <w:r>
        <w:rPr>
          <w:rtl/>
        </w:rPr>
        <w:t xml:space="preserve">ق تزعم ان في آل محمد </w:t>
      </w:r>
      <w:r w:rsidR="00104B88">
        <w:rPr>
          <w:rFonts w:hint="cs"/>
          <w:rtl/>
        </w:rPr>
        <w:t>ا</w:t>
      </w:r>
      <w:r>
        <w:rPr>
          <w:rtl/>
        </w:rPr>
        <w:t>ماما</w:t>
      </w:r>
      <w:r w:rsidR="00D74C7C">
        <w:rPr>
          <w:rFonts w:hint="cs"/>
          <w:rtl/>
        </w:rPr>
        <w:t>ً</w:t>
      </w:r>
      <w:r>
        <w:rPr>
          <w:rtl/>
        </w:rPr>
        <w:t xml:space="preserve"> مفترض الطاعة معروفا</w:t>
      </w:r>
      <w:r w:rsidR="00D74C7C">
        <w:rPr>
          <w:rFonts w:hint="cs"/>
          <w:rtl/>
        </w:rPr>
        <w:t>ً</w:t>
      </w:r>
      <w:r>
        <w:rPr>
          <w:rtl/>
        </w:rPr>
        <w:t xml:space="preserve"> بعينه قال نعم وكان </w:t>
      </w:r>
      <w:r w:rsidR="00D74C7C">
        <w:rPr>
          <w:rFonts w:hint="cs"/>
          <w:rtl/>
        </w:rPr>
        <w:t>ا</w:t>
      </w:r>
      <w:r>
        <w:rPr>
          <w:rtl/>
        </w:rPr>
        <w:t xml:space="preserve">بوك </w:t>
      </w:r>
      <w:r w:rsidR="00D74C7C">
        <w:rPr>
          <w:rFonts w:hint="cs"/>
          <w:rtl/>
        </w:rPr>
        <w:t>ا</w:t>
      </w:r>
      <w:r>
        <w:rPr>
          <w:rtl/>
        </w:rPr>
        <w:t xml:space="preserve">حدهم قال ويحك فما كان يمنعه من </w:t>
      </w:r>
      <w:r w:rsidR="00104B88">
        <w:rPr>
          <w:rFonts w:hint="cs"/>
          <w:rtl/>
        </w:rPr>
        <w:t>ا</w:t>
      </w:r>
      <w:r>
        <w:rPr>
          <w:rtl/>
        </w:rPr>
        <w:t>ن يقول لي فوالله لقد كان يؤتى بالطعام الحار فيقعدني على</w:t>
      </w:r>
      <w:r w:rsidR="00104B88">
        <w:rPr>
          <w:rtl/>
        </w:rPr>
        <w:t xml:space="preserve"> فخذه ويتناول المضغة فيبردها ثم</w:t>
      </w:r>
    </w:p>
    <w:p w:rsidR="00BA4473" w:rsidRDefault="00BA4473" w:rsidP="005F308F">
      <w:pPr>
        <w:pStyle w:val="rfdNormal0"/>
        <w:rPr>
          <w:rtl/>
        </w:rPr>
      </w:pPr>
      <w:r w:rsidRPr="00104B88">
        <w:rPr>
          <w:rtl/>
        </w:rPr>
        <w:br w:type="page"/>
      </w:r>
      <w:r>
        <w:rPr>
          <w:rtl/>
        </w:rPr>
        <w:lastRenderedPageBreak/>
        <w:t xml:space="preserve">يلقمنيها أفتراه كان يشفق علي من حر الطعام ولا يشفق علي من حر النار فيقول لي </w:t>
      </w:r>
      <w:r w:rsidR="005F308F">
        <w:rPr>
          <w:rFonts w:hint="cs"/>
          <w:rtl/>
        </w:rPr>
        <w:t>ا</w:t>
      </w:r>
      <w:r>
        <w:rPr>
          <w:rtl/>
        </w:rPr>
        <w:t xml:space="preserve">ذا </w:t>
      </w:r>
      <w:r w:rsidR="005F308F">
        <w:rPr>
          <w:rFonts w:hint="cs"/>
          <w:rtl/>
        </w:rPr>
        <w:t>ا</w:t>
      </w:r>
      <w:r>
        <w:rPr>
          <w:rtl/>
        </w:rPr>
        <w:t>نا مت فاسمع و</w:t>
      </w:r>
      <w:r w:rsidR="005F308F">
        <w:rPr>
          <w:rFonts w:hint="cs"/>
          <w:rtl/>
        </w:rPr>
        <w:t>ا</w:t>
      </w:r>
      <w:r>
        <w:rPr>
          <w:rtl/>
        </w:rPr>
        <w:t>طع ل</w:t>
      </w:r>
      <w:r w:rsidR="005F308F">
        <w:rPr>
          <w:rFonts w:hint="cs"/>
          <w:rtl/>
        </w:rPr>
        <w:t>ا</w:t>
      </w:r>
      <w:r>
        <w:rPr>
          <w:rtl/>
        </w:rPr>
        <w:t xml:space="preserve">خيك محمد الباقر </w:t>
      </w:r>
      <w:r w:rsidR="005F308F">
        <w:rPr>
          <w:rFonts w:hint="cs"/>
          <w:rtl/>
        </w:rPr>
        <w:t>ا</w:t>
      </w:r>
      <w:r>
        <w:rPr>
          <w:rtl/>
        </w:rPr>
        <w:t>بني ف</w:t>
      </w:r>
      <w:r w:rsidR="005F308F">
        <w:rPr>
          <w:rFonts w:hint="cs"/>
          <w:rtl/>
        </w:rPr>
        <w:t>ا</w:t>
      </w:r>
      <w:r>
        <w:rPr>
          <w:rtl/>
        </w:rPr>
        <w:t xml:space="preserve">نه الحجة عليك ولا يدعني </w:t>
      </w:r>
      <w:r w:rsidR="00952E5C">
        <w:rPr>
          <w:rFonts w:hint="cs"/>
          <w:rtl/>
        </w:rPr>
        <w:t>ا</w:t>
      </w:r>
      <w:r>
        <w:rPr>
          <w:rtl/>
        </w:rPr>
        <w:t xml:space="preserve">موت ميتة جاهلية فقال كره </w:t>
      </w:r>
      <w:r w:rsidR="005F308F">
        <w:rPr>
          <w:rFonts w:hint="cs"/>
          <w:rtl/>
        </w:rPr>
        <w:t>ا</w:t>
      </w:r>
      <w:r>
        <w:rPr>
          <w:rtl/>
        </w:rPr>
        <w:t>ن يقول لك فتكفر فيجب من الله عليك الوعيد ولا يكون له فيك شفاعة فتركك مرجئا</w:t>
      </w:r>
      <w:r w:rsidR="00952E5C">
        <w:rPr>
          <w:rFonts w:hint="cs"/>
          <w:rtl/>
        </w:rPr>
        <w:t>ً</w:t>
      </w:r>
      <w:r>
        <w:rPr>
          <w:rtl/>
        </w:rPr>
        <w:t xml:space="preserve"> لله فيك المشيئة وله فيك الشفاعة ثم قال </w:t>
      </w:r>
      <w:r w:rsidR="005F308F">
        <w:rPr>
          <w:rFonts w:hint="cs"/>
          <w:rtl/>
        </w:rPr>
        <w:t>ا</w:t>
      </w:r>
      <w:r>
        <w:rPr>
          <w:rtl/>
        </w:rPr>
        <w:t xml:space="preserve">نتم </w:t>
      </w:r>
      <w:r w:rsidR="005F308F">
        <w:rPr>
          <w:rFonts w:hint="cs"/>
          <w:rtl/>
        </w:rPr>
        <w:t>ا</w:t>
      </w:r>
      <w:r>
        <w:rPr>
          <w:rtl/>
        </w:rPr>
        <w:t xml:space="preserve">فضل </w:t>
      </w:r>
      <w:r w:rsidR="005F308F">
        <w:rPr>
          <w:rFonts w:hint="cs"/>
          <w:rtl/>
        </w:rPr>
        <w:t>ا</w:t>
      </w:r>
      <w:r>
        <w:rPr>
          <w:rtl/>
        </w:rPr>
        <w:t>م ال</w:t>
      </w:r>
      <w:r w:rsidR="005F308F">
        <w:rPr>
          <w:rFonts w:hint="cs"/>
          <w:rtl/>
        </w:rPr>
        <w:t>ا</w:t>
      </w:r>
      <w:r>
        <w:rPr>
          <w:rtl/>
        </w:rPr>
        <w:t>نبياء قال بل ال</w:t>
      </w:r>
      <w:r w:rsidR="005F308F">
        <w:rPr>
          <w:rFonts w:hint="cs"/>
          <w:rtl/>
        </w:rPr>
        <w:t>ا</w:t>
      </w:r>
      <w:r>
        <w:rPr>
          <w:rtl/>
        </w:rPr>
        <w:t xml:space="preserve">نبياء قال يقول يعقوب ليوسف لا تقصص رؤياك على </w:t>
      </w:r>
      <w:r w:rsidR="005F308F">
        <w:rPr>
          <w:rFonts w:hint="cs"/>
          <w:rtl/>
        </w:rPr>
        <w:t>ا</w:t>
      </w:r>
      <w:r>
        <w:rPr>
          <w:rtl/>
        </w:rPr>
        <w:t>خوتك فيكيدوا لك كيدا</w:t>
      </w:r>
      <w:r w:rsidR="00952E5C">
        <w:rPr>
          <w:rFonts w:hint="cs"/>
          <w:rtl/>
        </w:rPr>
        <w:t>ً</w:t>
      </w:r>
      <w:r>
        <w:rPr>
          <w:rtl/>
        </w:rPr>
        <w:t xml:space="preserve"> لم يخبرهم حتى لا يكيدوا له كيداً ولكن كتمهم وكذا </w:t>
      </w:r>
      <w:r w:rsidR="005F308F">
        <w:rPr>
          <w:rFonts w:hint="cs"/>
          <w:rtl/>
        </w:rPr>
        <w:t>ا</w:t>
      </w:r>
      <w:r>
        <w:rPr>
          <w:rtl/>
        </w:rPr>
        <w:t>بوك كتمك ل</w:t>
      </w:r>
      <w:r w:rsidR="005F308F">
        <w:rPr>
          <w:rFonts w:hint="cs"/>
          <w:rtl/>
        </w:rPr>
        <w:t>ا</w:t>
      </w:r>
      <w:r>
        <w:rPr>
          <w:rtl/>
        </w:rPr>
        <w:t xml:space="preserve">نه خاف منك على محمد </w:t>
      </w:r>
      <w:r w:rsidR="005F308F">
        <w:rPr>
          <w:rFonts w:hint="cs"/>
          <w:rtl/>
        </w:rPr>
        <w:t>ا</w:t>
      </w:r>
      <w:r>
        <w:rPr>
          <w:rtl/>
        </w:rPr>
        <w:t xml:space="preserve">ن هو </w:t>
      </w:r>
      <w:r w:rsidR="005F308F">
        <w:rPr>
          <w:rFonts w:hint="cs"/>
          <w:rtl/>
        </w:rPr>
        <w:t>ا</w:t>
      </w:r>
      <w:r>
        <w:rPr>
          <w:rtl/>
        </w:rPr>
        <w:t>خبرك بموضعه من ق</w:t>
      </w:r>
      <w:r w:rsidR="005F308F">
        <w:rPr>
          <w:rFonts w:hint="cs"/>
          <w:rtl/>
        </w:rPr>
        <w:t>لب</w:t>
      </w:r>
      <w:r>
        <w:rPr>
          <w:rtl/>
        </w:rPr>
        <w:t>ه وبما خصه الله فتكيد له كيدا</w:t>
      </w:r>
      <w:r w:rsidR="00952E5C">
        <w:rPr>
          <w:rFonts w:hint="cs"/>
          <w:rtl/>
        </w:rPr>
        <w:t>ً</w:t>
      </w:r>
      <w:r>
        <w:rPr>
          <w:rtl/>
        </w:rPr>
        <w:t xml:space="preserve"> كما خاف يعقوب على يوسف من </w:t>
      </w:r>
      <w:r w:rsidR="005F308F">
        <w:rPr>
          <w:rFonts w:hint="cs"/>
          <w:rtl/>
        </w:rPr>
        <w:t>ا</w:t>
      </w:r>
      <w:r>
        <w:rPr>
          <w:rtl/>
        </w:rPr>
        <w:t xml:space="preserve">خوته الحديث وهذا الحديث مع فرض صحة سنده معارض بالاخبار الكثيرة المستفيضة المتقدمة الدالة على </w:t>
      </w:r>
      <w:r w:rsidR="005F308F">
        <w:rPr>
          <w:rFonts w:hint="cs"/>
          <w:rtl/>
        </w:rPr>
        <w:t>ا</w:t>
      </w:r>
      <w:r>
        <w:rPr>
          <w:rtl/>
        </w:rPr>
        <w:t>حترام زيد ل</w:t>
      </w:r>
      <w:r w:rsidR="00952E5C">
        <w:rPr>
          <w:rFonts w:hint="cs"/>
          <w:rtl/>
        </w:rPr>
        <w:t>ا</w:t>
      </w:r>
      <w:r>
        <w:rPr>
          <w:rtl/>
        </w:rPr>
        <w:t>خيه الباقر و</w:t>
      </w:r>
      <w:r w:rsidR="00952E5C">
        <w:rPr>
          <w:rFonts w:hint="cs"/>
          <w:rtl/>
        </w:rPr>
        <w:t>ا</w:t>
      </w:r>
      <w:r>
        <w:rPr>
          <w:rtl/>
        </w:rPr>
        <w:t xml:space="preserve">عترافه بامامته وعلى </w:t>
      </w:r>
      <w:r w:rsidR="00952E5C">
        <w:rPr>
          <w:rFonts w:hint="cs"/>
          <w:rtl/>
        </w:rPr>
        <w:t>ا</w:t>
      </w:r>
      <w:r>
        <w:rPr>
          <w:rtl/>
        </w:rPr>
        <w:t xml:space="preserve">حترامه لابن </w:t>
      </w:r>
      <w:r w:rsidR="00952E5C">
        <w:rPr>
          <w:rFonts w:hint="cs"/>
          <w:rtl/>
        </w:rPr>
        <w:t>ا</w:t>
      </w:r>
      <w:r>
        <w:rPr>
          <w:rtl/>
        </w:rPr>
        <w:t>خيه الصادق و</w:t>
      </w:r>
      <w:r w:rsidR="00952E5C">
        <w:rPr>
          <w:rFonts w:hint="cs"/>
          <w:rtl/>
        </w:rPr>
        <w:t>ا</w:t>
      </w:r>
      <w:r>
        <w:rPr>
          <w:rtl/>
        </w:rPr>
        <w:t>عترافه بامامته و</w:t>
      </w:r>
      <w:r w:rsidR="00952E5C">
        <w:rPr>
          <w:rFonts w:hint="cs"/>
          <w:rtl/>
        </w:rPr>
        <w:t>ا</w:t>
      </w:r>
      <w:r>
        <w:rPr>
          <w:rtl/>
        </w:rPr>
        <w:t xml:space="preserve">حترام الصادق له وحزنه لقتله وتفريقه المال في عيال من قتل معه. وفي الكافي في باب الاضطرار الى الحجة من كتاب الحجة الحديث الخامس عدة من </w:t>
      </w:r>
      <w:r w:rsidR="005F308F">
        <w:rPr>
          <w:rFonts w:hint="cs"/>
          <w:rtl/>
        </w:rPr>
        <w:t>ا</w:t>
      </w:r>
      <w:r>
        <w:rPr>
          <w:rtl/>
        </w:rPr>
        <w:t xml:space="preserve">صحابنا عن </w:t>
      </w:r>
      <w:r w:rsidR="005F308F">
        <w:rPr>
          <w:rFonts w:hint="cs"/>
          <w:rtl/>
        </w:rPr>
        <w:t>ا</w:t>
      </w:r>
      <w:r>
        <w:rPr>
          <w:rtl/>
        </w:rPr>
        <w:t xml:space="preserve">حمد ابن محمد بن عيسى عن علي بن الحكم عن </w:t>
      </w:r>
      <w:r w:rsidR="00952E5C">
        <w:rPr>
          <w:rFonts w:hint="cs"/>
          <w:rtl/>
        </w:rPr>
        <w:t>ا</w:t>
      </w:r>
      <w:r>
        <w:rPr>
          <w:rtl/>
        </w:rPr>
        <w:t xml:space="preserve">بان </w:t>
      </w:r>
      <w:r w:rsidR="00952E5C">
        <w:rPr>
          <w:rFonts w:hint="cs"/>
          <w:rtl/>
        </w:rPr>
        <w:t>ا</w:t>
      </w:r>
      <w:r>
        <w:rPr>
          <w:rtl/>
        </w:rPr>
        <w:t xml:space="preserve">خبرني الاحوال </w:t>
      </w:r>
      <w:r w:rsidR="00952E5C">
        <w:rPr>
          <w:rFonts w:hint="cs"/>
          <w:rtl/>
        </w:rPr>
        <w:t>ا</w:t>
      </w:r>
      <w:r>
        <w:rPr>
          <w:rtl/>
        </w:rPr>
        <w:t xml:space="preserve">ن </w:t>
      </w:r>
      <w:r w:rsidR="00472A97">
        <w:rPr>
          <w:rtl/>
        </w:rPr>
        <w:t xml:space="preserve">زيد ابن علي بن الحسين </w:t>
      </w:r>
      <w:r w:rsidR="00FF2CA0">
        <w:rPr>
          <w:rStyle w:val="rfdAlaem"/>
          <w:rFonts w:hint="cs"/>
          <w:rtl/>
        </w:rPr>
        <w:t>عليهما‌السلام</w:t>
      </w:r>
      <w:r>
        <w:rPr>
          <w:rtl/>
        </w:rPr>
        <w:t xml:space="preserve"> بعث </w:t>
      </w:r>
      <w:r w:rsidR="00952E5C">
        <w:rPr>
          <w:rFonts w:hint="cs"/>
          <w:rtl/>
        </w:rPr>
        <w:t>ا</w:t>
      </w:r>
      <w:r>
        <w:rPr>
          <w:rtl/>
        </w:rPr>
        <w:t>ليه وهو مستخف قال ف</w:t>
      </w:r>
      <w:r w:rsidR="00952E5C">
        <w:rPr>
          <w:rFonts w:hint="cs"/>
          <w:rtl/>
        </w:rPr>
        <w:t>ا</w:t>
      </w:r>
      <w:r>
        <w:rPr>
          <w:rtl/>
        </w:rPr>
        <w:t xml:space="preserve">تيته فقال لي يا </w:t>
      </w:r>
      <w:r w:rsidR="00952E5C">
        <w:rPr>
          <w:rFonts w:hint="cs"/>
          <w:rtl/>
        </w:rPr>
        <w:t>ا</w:t>
      </w:r>
      <w:r>
        <w:rPr>
          <w:rtl/>
        </w:rPr>
        <w:t xml:space="preserve">با جعفر ما تقول </w:t>
      </w:r>
      <w:r w:rsidR="005F308F">
        <w:rPr>
          <w:rFonts w:hint="cs"/>
          <w:rtl/>
        </w:rPr>
        <w:t>ا</w:t>
      </w:r>
      <w:r>
        <w:rPr>
          <w:rtl/>
        </w:rPr>
        <w:t xml:space="preserve">ذا ( ان ) طرقك طارق منا أتخرج معه فقلت له إن كان </w:t>
      </w:r>
      <w:r w:rsidR="00952E5C">
        <w:rPr>
          <w:rFonts w:hint="cs"/>
          <w:rtl/>
        </w:rPr>
        <w:t>ا</w:t>
      </w:r>
      <w:r>
        <w:rPr>
          <w:rtl/>
        </w:rPr>
        <w:t xml:space="preserve">باك </w:t>
      </w:r>
      <w:r w:rsidR="00952E5C">
        <w:rPr>
          <w:rFonts w:hint="cs"/>
          <w:rtl/>
        </w:rPr>
        <w:t>ا</w:t>
      </w:r>
      <w:r>
        <w:rPr>
          <w:rtl/>
        </w:rPr>
        <w:t xml:space="preserve">و </w:t>
      </w:r>
      <w:r w:rsidR="00952E5C">
        <w:rPr>
          <w:rFonts w:hint="cs"/>
          <w:rtl/>
        </w:rPr>
        <w:t>ا</w:t>
      </w:r>
      <w:r>
        <w:rPr>
          <w:rtl/>
        </w:rPr>
        <w:t>خاك خرجت معه فقال لي ف</w:t>
      </w:r>
      <w:r w:rsidR="00952E5C">
        <w:rPr>
          <w:rFonts w:hint="cs"/>
          <w:rtl/>
        </w:rPr>
        <w:t>ا</w:t>
      </w:r>
      <w:r>
        <w:rPr>
          <w:rtl/>
        </w:rPr>
        <w:t xml:space="preserve">نا أريد </w:t>
      </w:r>
      <w:r w:rsidR="00952E5C">
        <w:rPr>
          <w:rFonts w:hint="cs"/>
          <w:rtl/>
        </w:rPr>
        <w:t>ا</w:t>
      </w:r>
      <w:r>
        <w:rPr>
          <w:rtl/>
        </w:rPr>
        <w:t xml:space="preserve">ن </w:t>
      </w:r>
      <w:r w:rsidR="00952E5C">
        <w:rPr>
          <w:rFonts w:hint="cs"/>
          <w:rtl/>
        </w:rPr>
        <w:t>ا</w:t>
      </w:r>
      <w:r>
        <w:rPr>
          <w:rtl/>
        </w:rPr>
        <w:t xml:space="preserve">خرج </w:t>
      </w:r>
      <w:r w:rsidR="005F308F">
        <w:rPr>
          <w:rFonts w:hint="cs"/>
          <w:rtl/>
        </w:rPr>
        <w:t>ا</w:t>
      </w:r>
      <w:r>
        <w:rPr>
          <w:rtl/>
        </w:rPr>
        <w:t>جاهد هؤلاء القوم ف</w:t>
      </w:r>
      <w:r w:rsidR="00952E5C">
        <w:rPr>
          <w:rFonts w:hint="cs"/>
          <w:rtl/>
        </w:rPr>
        <w:t>ا</w:t>
      </w:r>
      <w:r>
        <w:rPr>
          <w:rtl/>
        </w:rPr>
        <w:t xml:space="preserve">خرج معي قلت لا ما </w:t>
      </w:r>
      <w:r w:rsidR="00952E5C">
        <w:rPr>
          <w:rFonts w:hint="cs"/>
          <w:rtl/>
        </w:rPr>
        <w:t>ا</w:t>
      </w:r>
      <w:r>
        <w:rPr>
          <w:rtl/>
        </w:rPr>
        <w:t>فعل جعلت فداك</w:t>
      </w:r>
    </w:p>
    <w:p w:rsidR="00BA4473" w:rsidRDefault="00BA4473" w:rsidP="00663E40">
      <w:pPr>
        <w:pStyle w:val="rfdNormal0"/>
        <w:rPr>
          <w:rtl/>
        </w:rPr>
      </w:pPr>
      <w:r w:rsidRPr="005F308F">
        <w:rPr>
          <w:rtl/>
        </w:rPr>
        <w:br w:type="page"/>
      </w:r>
      <w:r>
        <w:rPr>
          <w:rtl/>
        </w:rPr>
        <w:lastRenderedPageBreak/>
        <w:t>فقال لي أترغب بنفسك عن</w:t>
      </w:r>
      <w:r w:rsidR="00663E40">
        <w:rPr>
          <w:rFonts w:hint="cs"/>
          <w:rtl/>
        </w:rPr>
        <w:t>ي</w:t>
      </w:r>
      <w:r>
        <w:rPr>
          <w:rtl/>
        </w:rPr>
        <w:t xml:space="preserve"> فقلت له إنما هي نفس واحدة ف</w:t>
      </w:r>
      <w:r w:rsidR="00663E40">
        <w:rPr>
          <w:rFonts w:hint="cs"/>
          <w:rtl/>
        </w:rPr>
        <w:t>ا</w:t>
      </w:r>
      <w:r>
        <w:rPr>
          <w:rtl/>
        </w:rPr>
        <w:t>ن كان لله في ال</w:t>
      </w:r>
      <w:r w:rsidR="00663E40">
        <w:rPr>
          <w:rFonts w:hint="cs"/>
          <w:rtl/>
        </w:rPr>
        <w:t>ا</w:t>
      </w:r>
      <w:r>
        <w:rPr>
          <w:rtl/>
        </w:rPr>
        <w:t>رض حجة فالمتخلف عنك ناج والخارج معك هالك و</w:t>
      </w:r>
      <w:r w:rsidR="00663E40">
        <w:rPr>
          <w:rFonts w:hint="cs"/>
          <w:rtl/>
        </w:rPr>
        <w:t>ا</w:t>
      </w:r>
      <w:r>
        <w:rPr>
          <w:rtl/>
        </w:rPr>
        <w:t>ن لم يكن لله حجة في ال</w:t>
      </w:r>
      <w:r w:rsidR="00663E40">
        <w:rPr>
          <w:rFonts w:hint="cs"/>
          <w:rtl/>
        </w:rPr>
        <w:t>ا</w:t>
      </w:r>
      <w:r>
        <w:rPr>
          <w:rtl/>
        </w:rPr>
        <w:t xml:space="preserve">رض فالمتخلف عنك والخارج معك سواء فقال لي يا </w:t>
      </w:r>
      <w:r w:rsidR="00663E40">
        <w:rPr>
          <w:rFonts w:hint="cs"/>
          <w:rtl/>
        </w:rPr>
        <w:t>ا</w:t>
      </w:r>
      <w:r>
        <w:rPr>
          <w:rtl/>
        </w:rPr>
        <w:t xml:space="preserve">با جعفر كنت </w:t>
      </w:r>
      <w:r w:rsidR="00663E40">
        <w:rPr>
          <w:rFonts w:hint="cs"/>
          <w:rtl/>
        </w:rPr>
        <w:t>ا</w:t>
      </w:r>
      <w:r>
        <w:rPr>
          <w:rtl/>
        </w:rPr>
        <w:t xml:space="preserve">جلس مع </w:t>
      </w:r>
      <w:r w:rsidR="00663E40">
        <w:rPr>
          <w:rFonts w:hint="cs"/>
          <w:rtl/>
        </w:rPr>
        <w:t>ا</w:t>
      </w:r>
      <w:r>
        <w:rPr>
          <w:rtl/>
        </w:rPr>
        <w:t xml:space="preserve">بي على الخوان فيلقمني البضعة السمينة ويبرد لي اللقمة الحارة شفقة علي ولم يشفق علي من حر النار </w:t>
      </w:r>
      <w:r w:rsidR="00663E40">
        <w:rPr>
          <w:rFonts w:hint="cs"/>
          <w:rtl/>
        </w:rPr>
        <w:t>ا</w:t>
      </w:r>
      <w:r>
        <w:rPr>
          <w:rtl/>
        </w:rPr>
        <w:t xml:space="preserve">ذ </w:t>
      </w:r>
      <w:r w:rsidR="00663E40">
        <w:rPr>
          <w:rFonts w:hint="cs"/>
          <w:rtl/>
        </w:rPr>
        <w:t>ا</w:t>
      </w:r>
      <w:r>
        <w:rPr>
          <w:rtl/>
        </w:rPr>
        <w:t xml:space="preserve">خبرك بالدين ولم يخبرني به فقلت له جعلت فداك من شفقته عليك من حر النار لم يخبرك خاف عليك </w:t>
      </w:r>
      <w:r w:rsidR="00663E40">
        <w:rPr>
          <w:rFonts w:hint="cs"/>
          <w:rtl/>
        </w:rPr>
        <w:t>ا</w:t>
      </w:r>
      <w:r>
        <w:rPr>
          <w:rtl/>
        </w:rPr>
        <w:t>ن لا تقبله فتدخل النار و</w:t>
      </w:r>
      <w:r w:rsidR="00663E40">
        <w:rPr>
          <w:rFonts w:hint="cs"/>
          <w:rtl/>
        </w:rPr>
        <w:t>ا</w:t>
      </w:r>
      <w:r>
        <w:rPr>
          <w:rtl/>
        </w:rPr>
        <w:t xml:space="preserve">خبرني </w:t>
      </w:r>
      <w:r w:rsidR="00663E40">
        <w:rPr>
          <w:rFonts w:hint="cs"/>
          <w:rtl/>
        </w:rPr>
        <w:t>ا</w:t>
      </w:r>
      <w:r>
        <w:rPr>
          <w:rtl/>
        </w:rPr>
        <w:t>نا ف</w:t>
      </w:r>
      <w:r w:rsidR="00663E40">
        <w:rPr>
          <w:rFonts w:hint="cs"/>
          <w:rtl/>
        </w:rPr>
        <w:t>ا</w:t>
      </w:r>
      <w:r>
        <w:rPr>
          <w:rtl/>
        </w:rPr>
        <w:t>ن قبلت نجوت و</w:t>
      </w:r>
      <w:r w:rsidR="00663E40">
        <w:rPr>
          <w:rFonts w:hint="cs"/>
          <w:rtl/>
        </w:rPr>
        <w:t>ا</w:t>
      </w:r>
      <w:r>
        <w:rPr>
          <w:rtl/>
        </w:rPr>
        <w:t xml:space="preserve">ن لم </w:t>
      </w:r>
      <w:r w:rsidR="00663E40">
        <w:rPr>
          <w:rFonts w:hint="cs"/>
          <w:rtl/>
        </w:rPr>
        <w:t>ا</w:t>
      </w:r>
      <w:r>
        <w:rPr>
          <w:rtl/>
        </w:rPr>
        <w:t xml:space="preserve">قبل لم يبال ان </w:t>
      </w:r>
      <w:r w:rsidR="00663E40">
        <w:rPr>
          <w:rFonts w:hint="cs"/>
          <w:rtl/>
        </w:rPr>
        <w:t>ا</w:t>
      </w:r>
      <w:r>
        <w:rPr>
          <w:rtl/>
        </w:rPr>
        <w:t xml:space="preserve">دخل النار ثم قلت له جعلت فداك </w:t>
      </w:r>
      <w:r w:rsidR="00663E40">
        <w:rPr>
          <w:rFonts w:hint="cs"/>
          <w:rtl/>
        </w:rPr>
        <w:t>ا</w:t>
      </w:r>
      <w:r>
        <w:rPr>
          <w:rtl/>
        </w:rPr>
        <w:t xml:space="preserve">نتم </w:t>
      </w:r>
      <w:r w:rsidR="00663E40">
        <w:rPr>
          <w:rFonts w:hint="cs"/>
          <w:rtl/>
        </w:rPr>
        <w:t>ا</w:t>
      </w:r>
      <w:r>
        <w:rPr>
          <w:rtl/>
        </w:rPr>
        <w:t xml:space="preserve">فضل </w:t>
      </w:r>
      <w:r w:rsidR="00663E40">
        <w:rPr>
          <w:rFonts w:hint="cs"/>
          <w:rtl/>
        </w:rPr>
        <w:t>ا</w:t>
      </w:r>
      <w:r>
        <w:rPr>
          <w:rtl/>
        </w:rPr>
        <w:t>م ال</w:t>
      </w:r>
      <w:r w:rsidR="00663E40">
        <w:rPr>
          <w:rFonts w:hint="cs"/>
          <w:rtl/>
        </w:rPr>
        <w:t>ا</w:t>
      </w:r>
      <w:r>
        <w:rPr>
          <w:rtl/>
        </w:rPr>
        <w:t>نبياء قال بل ال</w:t>
      </w:r>
      <w:r w:rsidR="00663E40">
        <w:rPr>
          <w:rFonts w:hint="cs"/>
          <w:rtl/>
        </w:rPr>
        <w:t>ا</w:t>
      </w:r>
      <w:r>
        <w:rPr>
          <w:rtl/>
        </w:rPr>
        <w:t xml:space="preserve">نبياء قلت يقول يعقوب ليوسف </w:t>
      </w:r>
      <w:r w:rsidR="00FF2CA0">
        <w:rPr>
          <w:rStyle w:val="rfdAlaem"/>
          <w:rFonts w:hint="cs"/>
          <w:rtl/>
        </w:rPr>
        <w:t>عليهما‌السلام</w:t>
      </w:r>
      <w:r>
        <w:rPr>
          <w:rtl/>
        </w:rPr>
        <w:t xml:space="preserve"> يا بني لا تقصص رؤياك على </w:t>
      </w:r>
      <w:r w:rsidR="00663E40">
        <w:rPr>
          <w:rFonts w:hint="cs"/>
          <w:rtl/>
        </w:rPr>
        <w:t>ا</w:t>
      </w:r>
      <w:r>
        <w:rPr>
          <w:rtl/>
        </w:rPr>
        <w:t>خوتك فيكيدوا لك كيدا</w:t>
      </w:r>
      <w:r w:rsidR="00FD71F0">
        <w:rPr>
          <w:rFonts w:hint="cs"/>
          <w:rtl/>
        </w:rPr>
        <w:t>ً</w:t>
      </w:r>
      <w:r>
        <w:rPr>
          <w:rtl/>
        </w:rPr>
        <w:t xml:space="preserve"> ثم لم يخبرهم حتى كانوا لا يكيدونه ولكن كتمهم ذلك فكذا </w:t>
      </w:r>
      <w:r w:rsidR="00663E40">
        <w:rPr>
          <w:rFonts w:hint="cs"/>
          <w:rtl/>
        </w:rPr>
        <w:t>ا</w:t>
      </w:r>
      <w:r>
        <w:rPr>
          <w:rtl/>
        </w:rPr>
        <w:t>بوك كتمك ل</w:t>
      </w:r>
      <w:r w:rsidR="00663E40">
        <w:rPr>
          <w:rFonts w:hint="cs"/>
          <w:rtl/>
        </w:rPr>
        <w:t>ا</w:t>
      </w:r>
      <w:r>
        <w:rPr>
          <w:rtl/>
        </w:rPr>
        <w:t xml:space="preserve">نه خاف عليك فقال </w:t>
      </w:r>
      <w:r w:rsidR="00663E40">
        <w:rPr>
          <w:rFonts w:hint="cs"/>
          <w:rtl/>
        </w:rPr>
        <w:t>ا</w:t>
      </w:r>
      <w:r>
        <w:rPr>
          <w:rtl/>
        </w:rPr>
        <w:t xml:space="preserve">ما والله لئن قلت ذلك لقد حدثني صاحبك بالمدينة </w:t>
      </w:r>
      <w:r w:rsidR="00663E40">
        <w:rPr>
          <w:rFonts w:hint="cs"/>
          <w:rtl/>
        </w:rPr>
        <w:t>ا</w:t>
      </w:r>
      <w:r>
        <w:rPr>
          <w:rtl/>
        </w:rPr>
        <w:t xml:space="preserve">ني </w:t>
      </w:r>
      <w:r w:rsidR="00663E40">
        <w:rPr>
          <w:rFonts w:hint="cs"/>
          <w:rtl/>
        </w:rPr>
        <w:t>ا</w:t>
      </w:r>
      <w:r>
        <w:rPr>
          <w:rtl/>
        </w:rPr>
        <w:t>قتل و</w:t>
      </w:r>
      <w:r w:rsidR="00663E40">
        <w:rPr>
          <w:rFonts w:hint="cs"/>
          <w:rtl/>
        </w:rPr>
        <w:t>ا</w:t>
      </w:r>
      <w:r>
        <w:rPr>
          <w:rtl/>
        </w:rPr>
        <w:t xml:space="preserve">صلب بالكناسة وان عنده صحيفة فيها قتلي وصلبي فحججت فحدثت </w:t>
      </w:r>
      <w:r w:rsidR="00663E40">
        <w:rPr>
          <w:rFonts w:hint="cs"/>
          <w:rtl/>
        </w:rPr>
        <w:t>ا</w:t>
      </w:r>
      <w:r>
        <w:rPr>
          <w:rtl/>
        </w:rPr>
        <w:t xml:space="preserve">با عبد الله </w:t>
      </w:r>
      <w:r w:rsidR="00FF2CA0">
        <w:rPr>
          <w:rStyle w:val="rfdAlaem"/>
          <w:rFonts w:hint="cs"/>
          <w:rtl/>
        </w:rPr>
        <w:t>عليه‌السلام</w:t>
      </w:r>
      <w:r>
        <w:rPr>
          <w:rtl/>
        </w:rPr>
        <w:t xml:space="preserve"> بمقالة زيد وما قلت له فقال لي </w:t>
      </w:r>
      <w:r w:rsidR="00663E40">
        <w:rPr>
          <w:rFonts w:hint="cs"/>
          <w:rtl/>
        </w:rPr>
        <w:t>ا</w:t>
      </w:r>
      <w:r>
        <w:rPr>
          <w:rtl/>
        </w:rPr>
        <w:t>خذته من بين يديه ومن خلفه وعن يمينه وعن شماله ومن فوق رأسه ومن تحت قدميه ولم تترك له مسلكا بسلكه. وهذا الحديث ليس فيه ان زيدا</w:t>
      </w:r>
      <w:r w:rsidR="00FD71F0">
        <w:rPr>
          <w:rFonts w:hint="cs"/>
          <w:rtl/>
        </w:rPr>
        <w:t>ً</w:t>
      </w:r>
      <w:r>
        <w:rPr>
          <w:rtl/>
        </w:rPr>
        <w:t xml:space="preserve"> ادعى الامامة و</w:t>
      </w:r>
      <w:r w:rsidR="00663E40">
        <w:rPr>
          <w:rFonts w:hint="cs"/>
          <w:rtl/>
        </w:rPr>
        <w:t>ا</w:t>
      </w:r>
      <w:r>
        <w:rPr>
          <w:rtl/>
        </w:rPr>
        <w:t xml:space="preserve">نما فيه </w:t>
      </w:r>
      <w:r w:rsidR="00663E40">
        <w:rPr>
          <w:rFonts w:hint="cs"/>
          <w:rtl/>
        </w:rPr>
        <w:t>ا</w:t>
      </w:r>
      <w:r>
        <w:rPr>
          <w:rtl/>
        </w:rPr>
        <w:t xml:space="preserve">نه دعا مؤمن الطاق للخروج معه حيث عزم على الخروج على </w:t>
      </w:r>
      <w:r w:rsidR="00663E40">
        <w:rPr>
          <w:rFonts w:hint="cs"/>
          <w:rtl/>
        </w:rPr>
        <w:t>ا</w:t>
      </w:r>
      <w:r>
        <w:rPr>
          <w:rtl/>
        </w:rPr>
        <w:t xml:space="preserve">ئمة الجور وظاهره </w:t>
      </w:r>
      <w:r w:rsidR="00663E40">
        <w:rPr>
          <w:rFonts w:hint="cs"/>
          <w:rtl/>
        </w:rPr>
        <w:t>ا</w:t>
      </w:r>
      <w:r>
        <w:rPr>
          <w:rtl/>
        </w:rPr>
        <w:t>نه كان مصدقا</w:t>
      </w:r>
      <w:r w:rsidR="00FD71F0">
        <w:rPr>
          <w:rFonts w:hint="cs"/>
          <w:rtl/>
        </w:rPr>
        <w:t>ً</w:t>
      </w:r>
      <w:r>
        <w:rPr>
          <w:rtl/>
        </w:rPr>
        <w:t xml:space="preserve"> بما </w:t>
      </w:r>
      <w:r w:rsidR="00663E40">
        <w:rPr>
          <w:rFonts w:hint="cs"/>
          <w:rtl/>
        </w:rPr>
        <w:t>ا</w:t>
      </w:r>
      <w:r>
        <w:rPr>
          <w:rtl/>
        </w:rPr>
        <w:t xml:space="preserve">خبره به الصادق </w:t>
      </w:r>
      <w:r w:rsidR="00FF2CA0">
        <w:rPr>
          <w:rStyle w:val="rfdAlaem"/>
          <w:rFonts w:hint="cs"/>
          <w:rtl/>
        </w:rPr>
        <w:t>عليه‌السلام</w:t>
      </w:r>
      <w:r>
        <w:rPr>
          <w:rtl/>
        </w:rPr>
        <w:t xml:space="preserve"> من قتله وصلبه لكن تعبيره عنه بصاحبك ربما ينافي بظاهره تصديقه بامامته</w:t>
      </w:r>
    </w:p>
    <w:p w:rsidR="00BA4473" w:rsidRDefault="00BA4473" w:rsidP="0052670F">
      <w:pPr>
        <w:pStyle w:val="rfdNormal0"/>
        <w:rPr>
          <w:rtl/>
        </w:rPr>
      </w:pPr>
      <w:r w:rsidRPr="00663E40">
        <w:rPr>
          <w:rtl/>
        </w:rPr>
        <w:br w:type="page"/>
      </w:r>
      <w:r>
        <w:rPr>
          <w:rtl/>
        </w:rPr>
        <w:lastRenderedPageBreak/>
        <w:t xml:space="preserve">الا </w:t>
      </w:r>
      <w:r w:rsidR="00FD71F0">
        <w:rPr>
          <w:rFonts w:hint="cs"/>
          <w:rtl/>
        </w:rPr>
        <w:t>ا</w:t>
      </w:r>
      <w:r>
        <w:rPr>
          <w:rtl/>
        </w:rPr>
        <w:t>ن هذا الظاهر لا يعارض التصريح فيما مر بتصديقه بامامته و</w:t>
      </w:r>
      <w:r w:rsidR="00FD71F0">
        <w:rPr>
          <w:rFonts w:hint="cs"/>
          <w:rtl/>
        </w:rPr>
        <w:t>ا</w:t>
      </w:r>
      <w:r>
        <w:rPr>
          <w:rtl/>
        </w:rPr>
        <w:t xml:space="preserve">ما قول الصادق </w:t>
      </w:r>
      <w:r w:rsidR="00FF2CA0">
        <w:rPr>
          <w:rStyle w:val="rfdAlaem"/>
          <w:rFonts w:hint="cs"/>
          <w:rtl/>
        </w:rPr>
        <w:t>عليه‌السلام</w:t>
      </w:r>
      <w:r>
        <w:rPr>
          <w:rtl/>
        </w:rPr>
        <w:t xml:space="preserve"> هنا وفي بعض ما مر </w:t>
      </w:r>
      <w:r w:rsidR="0052670F">
        <w:rPr>
          <w:rFonts w:hint="cs"/>
          <w:rtl/>
        </w:rPr>
        <w:t>ا</w:t>
      </w:r>
      <w:r>
        <w:rPr>
          <w:rtl/>
        </w:rPr>
        <w:t xml:space="preserve">خذته من بين يديه الخ فإنما يراد به </w:t>
      </w:r>
      <w:r w:rsidR="0052670F">
        <w:rPr>
          <w:rFonts w:hint="cs"/>
          <w:rtl/>
        </w:rPr>
        <w:t>ا</w:t>
      </w:r>
      <w:r>
        <w:rPr>
          <w:rtl/>
        </w:rPr>
        <w:t xml:space="preserve">خذته في طلبه منك الخروج معه والله </w:t>
      </w:r>
      <w:r w:rsidR="0052670F">
        <w:rPr>
          <w:rFonts w:hint="cs"/>
          <w:rtl/>
        </w:rPr>
        <w:t>ا</w:t>
      </w:r>
      <w:r>
        <w:rPr>
          <w:rtl/>
        </w:rPr>
        <w:t>علم.</w:t>
      </w:r>
    </w:p>
    <w:p w:rsidR="00BA4473" w:rsidRDefault="00AB579B" w:rsidP="0052670F">
      <w:pPr>
        <w:rPr>
          <w:rtl/>
        </w:rPr>
      </w:pPr>
      <w:r>
        <w:rPr>
          <w:rFonts w:hint="cs"/>
          <w:rtl/>
        </w:rPr>
        <w:t xml:space="preserve">وفي الكافي في باب ما يفصل به بين دعوى المحق والمبطل بسنده عن موسى بن بكر عمن حدثه ان زيد بن علي بن الحسين دخل على ابي جعفر محمد بن علي (ع) ومعه كتب من اهل الكوفه </w:t>
      </w:r>
      <w:r w:rsidR="00871F65">
        <w:rPr>
          <w:rFonts w:hint="cs"/>
          <w:rtl/>
        </w:rPr>
        <w:t>يدعونه فيها ال</w:t>
      </w:r>
      <w:r w:rsidR="0052670F">
        <w:rPr>
          <w:rFonts w:hint="cs"/>
          <w:rtl/>
        </w:rPr>
        <w:t>ى</w:t>
      </w:r>
      <w:r w:rsidR="00871F65">
        <w:rPr>
          <w:rFonts w:hint="cs"/>
          <w:rtl/>
        </w:rPr>
        <w:t xml:space="preserve"> انفسهم ويخبرونه باجتماعهم ويأمرونه بالخروج فقال له ابو جعفر هذه الكتب ابتداء</w:t>
      </w:r>
      <w:r w:rsidR="0052670F">
        <w:rPr>
          <w:rFonts w:hint="cs"/>
          <w:rtl/>
        </w:rPr>
        <w:t xml:space="preserve"> من</w:t>
      </w:r>
      <w:r w:rsidR="00871F65">
        <w:rPr>
          <w:rFonts w:hint="cs"/>
          <w:rtl/>
        </w:rPr>
        <w:t>هم او جواب ما كتبت به اليهم ودعوتهم اليه فقال بل ابتداء من القوم لمعرفتهم بحقنا وبقرابتنا من رسول الله (ص) ولما يجدون في ك</w:t>
      </w:r>
      <w:r w:rsidR="00F35243">
        <w:rPr>
          <w:rFonts w:hint="cs"/>
          <w:rtl/>
        </w:rPr>
        <w:t>تاب الله عزوجل من وجوب مودتنا و</w:t>
      </w:r>
      <w:r w:rsidR="00871F65">
        <w:rPr>
          <w:rFonts w:hint="cs"/>
          <w:rtl/>
        </w:rPr>
        <w:t xml:space="preserve">فرض طاعتنا ولما نحن فيه من الضيق والضنك والبلاء فقال له ابو جعفر </w:t>
      </w:r>
      <w:r w:rsidR="00FF2CA0">
        <w:rPr>
          <w:rStyle w:val="rfdAlaem"/>
          <w:rFonts w:hint="cs"/>
          <w:rtl/>
        </w:rPr>
        <w:t>عليه‌السلام</w:t>
      </w:r>
      <w:r w:rsidR="00871F65">
        <w:rPr>
          <w:rFonts w:hint="cs"/>
          <w:rtl/>
        </w:rPr>
        <w:t xml:space="preserve"> ان الطاعة مفروضة من الله عزوجل وسنة امضاها في الاولين وكذلك يجريها في الآخرين والطاعة لواحد منا والمودة للجميع وامر الله يجري لاوليائه بحكم موصول وقضاء مفصول وحتم مقضي وقدر مقدور واجل مسمى لوقت معلوم فلا يستخفنك الذين لا يوقنون انهم لن يغنوا عنك من الله شيئاً فلا تعجل ان الله لا يعجل لعجلة العباد ولا تستبقن الله فتعجزك البلية فتصرعك فغضب زيد عند ذلك ثم قال ليس الامام منا من </w:t>
      </w:r>
      <w:r w:rsidR="00AF25B4">
        <w:rPr>
          <w:rFonts w:hint="cs"/>
          <w:rtl/>
        </w:rPr>
        <w:t>جلس</w:t>
      </w:r>
      <w:r w:rsidR="00871F65">
        <w:rPr>
          <w:rFonts w:hint="cs"/>
          <w:rtl/>
        </w:rPr>
        <w:t xml:space="preserve"> في بيته وارخى ستره وثبط </w:t>
      </w:r>
      <w:r w:rsidR="00871F65" w:rsidRPr="0011039F">
        <w:rPr>
          <w:rStyle w:val="rfdFootnotenum"/>
          <w:rFonts w:hint="cs"/>
          <w:rtl/>
        </w:rPr>
        <w:t>(1)</w:t>
      </w:r>
      <w:r w:rsidR="00871F65">
        <w:rPr>
          <w:rFonts w:hint="cs"/>
          <w:rtl/>
        </w:rPr>
        <w:t xml:space="preserve"> عن الجهاد ولكن الامام منا من منع حوزته وجاهد</w:t>
      </w:r>
    </w:p>
    <w:p w:rsidR="00BA4473" w:rsidRPr="0052670F" w:rsidRDefault="00BA4473" w:rsidP="0052670F">
      <w:pPr>
        <w:pStyle w:val="rfdLine"/>
        <w:rPr>
          <w:rtl/>
        </w:rPr>
      </w:pPr>
      <w:r w:rsidRPr="0052670F">
        <w:rPr>
          <w:rtl/>
        </w:rPr>
        <w:t>_________</w:t>
      </w:r>
      <w:r w:rsidR="0052670F" w:rsidRPr="0052670F">
        <w:rPr>
          <w:rtl/>
        </w:rPr>
        <w:t>_________</w:t>
      </w:r>
    </w:p>
    <w:p w:rsidR="00BA4473" w:rsidRPr="007C0E53" w:rsidRDefault="00BA4473" w:rsidP="0003248C">
      <w:pPr>
        <w:pStyle w:val="rfdFootnote0"/>
        <w:rPr>
          <w:rtl/>
        </w:rPr>
      </w:pPr>
      <w:r w:rsidRPr="007C0E53">
        <w:rPr>
          <w:rtl/>
        </w:rPr>
        <w:t>(1) ثبط بفتح الثاء وكس</w:t>
      </w:r>
      <w:r w:rsidR="0052670F">
        <w:rPr>
          <w:rtl/>
        </w:rPr>
        <w:t>ر الباء أي ثقل وبطىء</w:t>
      </w:r>
      <w:r w:rsidR="0052670F">
        <w:rPr>
          <w:rFonts w:hint="cs"/>
          <w:rtl/>
        </w:rPr>
        <w:t>.</w:t>
      </w:r>
    </w:p>
    <w:p w:rsidR="00BA4473" w:rsidRDefault="00BA4473" w:rsidP="00664C54">
      <w:pPr>
        <w:pStyle w:val="rfdNormal0"/>
        <w:rPr>
          <w:rtl/>
        </w:rPr>
      </w:pPr>
      <w:r w:rsidRPr="0052670F">
        <w:rPr>
          <w:rtl/>
        </w:rPr>
        <w:br w:type="page"/>
      </w:r>
      <w:r>
        <w:rPr>
          <w:rtl/>
        </w:rPr>
        <w:lastRenderedPageBreak/>
        <w:t xml:space="preserve">في سبيل الله حق جهاده ودفع عن رعيته وذب عن حريمه قال ابو جعفر هل تعرف يا </w:t>
      </w:r>
      <w:r w:rsidR="006002B5">
        <w:rPr>
          <w:rFonts w:hint="cs"/>
          <w:rtl/>
        </w:rPr>
        <w:t>ا</w:t>
      </w:r>
      <w:r>
        <w:rPr>
          <w:rtl/>
        </w:rPr>
        <w:t>خي من نفسك شيئا</w:t>
      </w:r>
      <w:r w:rsidR="00FD71F0">
        <w:rPr>
          <w:rFonts w:hint="cs"/>
          <w:rtl/>
        </w:rPr>
        <w:t>ً</w:t>
      </w:r>
      <w:r>
        <w:rPr>
          <w:rtl/>
        </w:rPr>
        <w:t xml:space="preserve"> مما نسبتها </w:t>
      </w:r>
      <w:r w:rsidR="006002B5">
        <w:rPr>
          <w:rFonts w:hint="cs"/>
          <w:rtl/>
        </w:rPr>
        <w:t>ا</w:t>
      </w:r>
      <w:r>
        <w:rPr>
          <w:rtl/>
        </w:rPr>
        <w:t xml:space="preserve">ليه فتجيء عليه بشاهد من كتاب الله </w:t>
      </w:r>
      <w:r w:rsidR="006002B5">
        <w:rPr>
          <w:rFonts w:hint="cs"/>
          <w:rtl/>
        </w:rPr>
        <w:t>ا</w:t>
      </w:r>
      <w:r>
        <w:rPr>
          <w:rtl/>
        </w:rPr>
        <w:t xml:space="preserve">و حجة من رسول الله </w:t>
      </w:r>
      <w:r w:rsidR="006002B5">
        <w:rPr>
          <w:rFonts w:hint="cs"/>
          <w:rtl/>
        </w:rPr>
        <w:t>صلّى الله عليه وسلّم</w:t>
      </w:r>
      <w:r>
        <w:rPr>
          <w:rtl/>
        </w:rPr>
        <w:t xml:space="preserve"> </w:t>
      </w:r>
      <w:r w:rsidR="006002B5">
        <w:rPr>
          <w:rFonts w:hint="cs"/>
          <w:rtl/>
        </w:rPr>
        <w:t>ا</w:t>
      </w:r>
      <w:r>
        <w:rPr>
          <w:rtl/>
        </w:rPr>
        <w:t>و يضرب به مثلا ف</w:t>
      </w:r>
      <w:r w:rsidR="006002B5">
        <w:rPr>
          <w:rFonts w:hint="cs"/>
          <w:rtl/>
        </w:rPr>
        <w:t>ا</w:t>
      </w:r>
      <w:r>
        <w:rPr>
          <w:rtl/>
        </w:rPr>
        <w:t xml:space="preserve">ن الله عزوجل </w:t>
      </w:r>
      <w:r w:rsidR="006002B5">
        <w:rPr>
          <w:rFonts w:hint="cs"/>
          <w:rtl/>
        </w:rPr>
        <w:t>ا</w:t>
      </w:r>
      <w:r>
        <w:rPr>
          <w:rtl/>
        </w:rPr>
        <w:t>حل حلالا وحرم حراما</w:t>
      </w:r>
      <w:r w:rsidR="00FD71F0">
        <w:rPr>
          <w:rFonts w:hint="cs"/>
          <w:rtl/>
        </w:rPr>
        <w:t>ً</w:t>
      </w:r>
      <w:r>
        <w:rPr>
          <w:rtl/>
        </w:rPr>
        <w:t xml:space="preserve"> وفرض فرائض وضرب </w:t>
      </w:r>
      <w:r w:rsidR="006002B5">
        <w:rPr>
          <w:rFonts w:hint="cs"/>
          <w:rtl/>
        </w:rPr>
        <w:t>ا</w:t>
      </w:r>
      <w:r>
        <w:rPr>
          <w:rtl/>
        </w:rPr>
        <w:t>مثالا وسن سننا</w:t>
      </w:r>
      <w:r w:rsidR="00FD71F0">
        <w:rPr>
          <w:rFonts w:hint="cs"/>
          <w:rtl/>
        </w:rPr>
        <w:t>ً</w:t>
      </w:r>
      <w:r>
        <w:rPr>
          <w:rtl/>
        </w:rPr>
        <w:t xml:space="preserve"> ولم يجعل الامام القائم ب</w:t>
      </w:r>
      <w:r w:rsidR="006002B5">
        <w:rPr>
          <w:rFonts w:hint="cs"/>
          <w:rtl/>
        </w:rPr>
        <w:t>ا</w:t>
      </w:r>
      <w:r>
        <w:rPr>
          <w:rtl/>
        </w:rPr>
        <w:t xml:space="preserve">مره في شبهة فيما فرض له من الطاعة </w:t>
      </w:r>
      <w:r w:rsidR="006002B5">
        <w:rPr>
          <w:rFonts w:hint="cs"/>
          <w:rtl/>
        </w:rPr>
        <w:t>ا</w:t>
      </w:r>
      <w:r>
        <w:rPr>
          <w:rtl/>
        </w:rPr>
        <w:t>ن يسبقه ب</w:t>
      </w:r>
      <w:r w:rsidR="006002B5">
        <w:rPr>
          <w:rFonts w:hint="cs"/>
          <w:rtl/>
        </w:rPr>
        <w:t>ا</w:t>
      </w:r>
      <w:r>
        <w:rPr>
          <w:rtl/>
        </w:rPr>
        <w:t xml:space="preserve">مر قبل محله </w:t>
      </w:r>
      <w:r w:rsidR="006002B5">
        <w:rPr>
          <w:rFonts w:hint="cs"/>
          <w:rtl/>
        </w:rPr>
        <w:t>ا</w:t>
      </w:r>
      <w:r>
        <w:rPr>
          <w:rtl/>
        </w:rPr>
        <w:t>و يجاهد فيه قبل حلوله وقد قال لله عزوجل في الصيد ولا تقتلوا الصيد و</w:t>
      </w:r>
      <w:r w:rsidR="006002B5">
        <w:rPr>
          <w:rFonts w:hint="cs"/>
          <w:rtl/>
        </w:rPr>
        <w:t>ا</w:t>
      </w:r>
      <w:r>
        <w:rPr>
          <w:rtl/>
        </w:rPr>
        <w:t xml:space="preserve">نتم حرم أفقتل الصيد </w:t>
      </w:r>
      <w:r w:rsidR="006002B5">
        <w:rPr>
          <w:rFonts w:hint="cs"/>
          <w:rtl/>
        </w:rPr>
        <w:t>ا</w:t>
      </w:r>
      <w:r>
        <w:rPr>
          <w:rtl/>
        </w:rPr>
        <w:t xml:space="preserve">عظم </w:t>
      </w:r>
      <w:r w:rsidR="006002B5">
        <w:rPr>
          <w:rFonts w:hint="cs"/>
          <w:rtl/>
        </w:rPr>
        <w:t>ا</w:t>
      </w:r>
      <w:r>
        <w:rPr>
          <w:rtl/>
        </w:rPr>
        <w:t>م قتل النفس التي حرم الله عزوجل وجعل لكل شيء محلا وقال الله عزوجل ف</w:t>
      </w:r>
      <w:r w:rsidR="006002B5">
        <w:rPr>
          <w:rFonts w:hint="cs"/>
          <w:rtl/>
        </w:rPr>
        <w:t>ا</w:t>
      </w:r>
      <w:r>
        <w:rPr>
          <w:rtl/>
        </w:rPr>
        <w:t xml:space="preserve">ذا حللتم فاصطادوا وقال عزوجل لا تحلوا شعائر الله ولا الشهر الحرام فجعل الشهور عدة معلومة فجعل منها </w:t>
      </w:r>
      <w:r w:rsidR="006002B5">
        <w:rPr>
          <w:rFonts w:hint="cs"/>
          <w:rtl/>
        </w:rPr>
        <w:t>ا</w:t>
      </w:r>
      <w:r>
        <w:rPr>
          <w:rtl/>
        </w:rPr>
        <w:t>ربعة حرما</w:t>
      </w:r>
      <w:r w:rsidR="00FD71F0">
        <w:rPr>
          <w:rFonts w:hint="cs"/>
          <w:rtl/>
        </w:rPr>
        <w:t>ً</w:t>
      </w:r>
      <w:r>
        <w:rPr>
          <w:rtl/>
        </w:rPr>
        <w:t xml:space="preserve"> وقال فسيحوا في ال</w:t>
      </w:r>
      <w:r w:rsidR="006002B5">
        <w:rPr>
          <w:rFonts w:hint="cs"/>
          <w:rtl/>
        </w:rPr>
        <w:t>ا</w:t>
      </w:r>
      <w:r>
        <w:rPr>
          <w:rtl/>
        </w:rPr>
        <w:t xml:space="preserve">رض </w:t>
      </w:r>
      <w:r w:rsidR="006002B5">
        <w:rPr>
          <w:rFonts w:hint="cs"/>
          <w:rtl/>
        </w:rPr>
        <w:t>ا</w:t>
      </w:r>
      <w:r>
        <w:rPr>
          <w:rtl/>
        </w:rPr>
        <w:t xml:space="preserve">ربعة </w:t>
      </w:r>
      <w:r w:rsidR="006002B5">
        <w:rPr>
          <w:rFonts w:hint="cs"/>
          <w:rtl/>
        </w:rPr>
        <w:t>ا</w:t>
      </w:r>
      <w:r>
        <w:rPr>
          <w:rtl/>
        </w:rPr>
        <w:t xml:space="preserve">شهر واعلموا </w:t>
      </w:r>
      <w:r w:rsidR="006002B5">
        <w:rPr>
          <w:rFonts w:hint="cs"/>
          <w:rtl/>
        </w:rPr>
        <w:t>ا</w:t>
      </w:r>
      <w:r>
        <w:rPr>
          <w:rtl/>
        </w:rPr>
        <w:t>نكم غير معجزي الله ثم قال تبارك وتعالى ف</w:t>
      </w:r>
      <w:r w:rsidR="006002B5">
        <w:rPr>
          <w:rFonts w:hint="cs"/>
          <w:rtl/>
        </w:rPr>
        <w:t>ا</w:t>
      </w:r>
      <w:r>
        <w:rPr>
          <w:rtl/>
        </w:rPr>
        <w:t xml:space="preserve">ذا انسلخ الاشهر الحرم فاقتلوا المشركين حيث وجدتموهم فجعل لذلك محلا وقال ولا تعزموا عقدة النكاح حتى يبلغ الكتاب </w:t>
      </w:r>
      <w:r w:rsidR="00181723">
        <w:rPr>
          <w:rFonts w:hint="cs"/>
          <w:rtl/>
        </w:rPr>
        <w:t>ا</w:t>
      </w:r>
      <w:r>
        <w:rPr>
          <w:rtl/>
        </w:rPr>
        <w:t xml:space="preserve">جله فجعل لكل شيء محلا ولكل </w:t>
      </w:r>
      <w:r w:rsidR="00181723">
        <w:rPr>
          <w:rFonts w:hint="cs"/>
          <w:rtl/>
        </w:rPr>
        <w:t>ا</w:t>
      </w:r>
      <w:r>
        <w:rPr>
          <w:rtl/>
        </w:rPr>
        <w:t>جل كتابا ف</w:t>
      </w:r>
      <w:r w:rsidR="00181723">
        <w:rPr>
          <w:rFonts w:hint="cs"/>
          <w:rtl/>
        </w:rPr>
        <w:t>ا</w:t>
      </w:r>
      <w:r>
        <w:rPr>
          <w:rtl/>
        </w:rPr>
        <w:t xml:space="preserve">ن كنت على بينة من ربك ويقين من </w:t>
      </w:r>
      <w:r w:rsidR="00181723">
        <w:rPr>
          <w:rFonts w:hint="cs"/>
          <w:rtl/>
        </w:rPr>
        <w:t>ا</w:t>
      </w:r>
      <w:r>
        <w:rPr>
          <w:rtl/>
        </w:rPr>
        <w:t>مرك وتبيان من شأنك فشأنك و</w:t>
      </w:r>
      <w:r w:rsidR="00664C54">
        <w:rPr>
          <w:rFonts w:hint="cs"/>
          <w:rtl/>
        </w:rPr>
        <w:t>ا</w:t>
      </w:r>
      <w:r>
        <w:rPr>
          <w:rtl/>
        </w:rPr>
        <w:t>لا فلا ترو</w:t>
      </w:r>
      <w:r w:rsidR="00664C54">
        <w:rPr>
          <w:rFonts w:hint="cs"/>
          <w:rtl/>
        </w:rPr>
        <w:t xml:space="preserve"> </w:t>
      </w:r>
      <w:r>
        <w:rPr>
          <w:rtl/>
        </w:rPr>
        <w:t xml:space="preserve">من </w:t>
      </w:r>
      <w:r w:rsidR="002844FC">
        <w:rPr>
          <w:rFonts w:hint="cs"/>
          <w:rtl/>
        </w:rPr>
        <w:t>ا</w:t>
      </w:r>
      <w:r>
        <w:rPr>
          <w:rtl/>
        </w:rPr>
        <w:t>مرا</w:t>
      </w:r>
      <w:r w:rsidR="00FD71F0">
        <w:rPr>
          <w:rFonts w:hint="cs"/>
          <w:rtl/>
        </w:rPr>
        <w:t>ً</w:t>
      </w:r>
      <w:r>
        <w:rPr>
          <w:rtl/>
        </w:rPr>
        <w:t xml:space="preserve"> </w:t>
      </w:r>
      <w:r w:rsidR="00664C54">
        <w:rPr>
          <w:rFonts w:hint="cs"/>
          <w:rtl/>
        </w:rPr>
        <w:t>ا</w:t>
      </w:r>
      <w:r>
        <w:rPr>
          <w:rtl/>
        </w:rPr>
        <w:t xml:space="preserve">نت منه في شك وشبهة ولا تتعاط زوال ملك لم ينقض </w:t>
      </w:r>
      <w:r w:rsidR="00664C54">
        <w:rPr>
          <w:rFonts w:hint="cs"/>
          <w:rtl/>
        </w:rPr>
        <w:t>ا</w:t>
      </w:r>
      <w:r>
        <w:rPr>
          <w:rtl/>
        </w:rPr>
        <w:t>كله ولم ينقطع مداه</w:t>
      </w:r>
      <w:r w:rsidR="00664C54">
        <w:rPr>
          <w:rFonts w:hint="cs"/>
          <w:rtl/>
        </w:rPr>
        <w:t xml:space="preserve"> </w:t>
      </w:r>
      <w:r>
        <w:rPr>
          <w:rtl/>
        </w:rPr>
        <w:t xml:space="preserve">ولم يبلغ الكتاب </w:t>
      </w:r>
      <w:r w:rsidR="00664C54">
        <w:rPr>
          <w:rFonts w:hint="cs"/>
          <w:rtl/>
        </w:rPr>
        <w:t>ا</w:t>
      </w:r>
      <w:r>
        <w:rPr>
          <w:rtl/>
        </w:rPr>
        <w:t xml:space="preserve">جله فلو قد بلغ مداه وانقطع أكله وبلغ الكتاب </w:t>
      </w:r>
      <w:r w:rsidR="00664C54">
        <w:rPr>
          <w:rFonts w:hint="cs"/>
          <w:rtl/>
        </w:rPr>
        <w:t>ا</w:t>
      </w:r>
      <w:r>
        <w:rPr>
          <w:rtl/>
        </w:rPr>
        <w:t xml:space="preserve">جله لانقطع الفضل وتتابع النظام ولا عقب الله في التابع والمتبوع الذل والصغار </w:t>
      </w:r>
      <w:r w:rsidRPr="00994BA1">
        <w:rPr>
          <w:rStyle w:val="rfdFootnotenum"/>
          <w:rtl/>
        </w:rPr>
        <w:t>(1)</w:t>
      </w:r>
      <w:r>
        <w:rPr>
          <w:rtl/>
        </w:rPr>
        <w:t xml:space="preserve"> </w:t>
      </w:r>
      <w:r w:rsidR="00FD71F0">
        <w:rPr>
          <w:rFonts w:hint="cs"/>
          <w:rtl/>
        </w:rPr>
        <w:t>ا</w:t>
      </w:r>
      <w:r w:rsidR="00664C54">
        <w:rPr>
          <w:rtl/>
        </w:rPr>
        <w:t>عوذ بالله</w:t>
      </w:r>
    </w:p>
    <w:p w:rsidR="00BA4473" w:rsidRPr="00664C54" w:rsidRDefault="00664C54" w:rsidP="00664C54">
      <w:pPr>
        <w:pStyle w:val="rfdLine"/>
        <w:rPr>
          <w:rtl/>
        </w:rPr>
      </w:pPr>
      <w:r w:rsidRPr="00664C54">
        <w:rPr>
          <w:rtl/>
        </w:rPr>
        <w:t>__________________</w:t>
      </w:r>
    </w:p>
    <w:p w:rsidR="00BA4473" w:rsidRPr="007C0E53" w:rsidRDefault="00BA4473" w:rsidP="00664C54">
      <w:pPr>
        <w:pStyle w:val="rfdFootnote0"/>
        <w:rPr>
          <w:rtl/>
        </w:rPr>
      </w:pPr>
      <w:r w:rsidRPr="007C0E53">
        <w:rPr>
          <w:rtl/>
        </w:rPr>
        <w:t xml:space="preserve">(1) هذا الكلام لا يخلو من </w:t>
      </w:r>
      <w:r w:rsidR="00865898">
        <w:rPr>
          <w:rFonts w:hint="cs"/>
          <w:rtl/>
        </w:rPr>
        <w:t>ا</w:t>
      </w:r>
      <w:r w:rsidRPr="007C0E53">
        <w:rPr>
          <w:rtl/>
        </w:rPr>
        <w:t>غلاق ولعل لذلك لم</w:t>
      </w:r>
      <w:r w:rsidR="00664C54">
        <w:rPr>
          <w:rtl/>
        </w:rPr>
        <w:t xml:space="preserve"> يفسره المازندراني</w:t>
      </w:r>
      <w:r w:rsidR="00664C54">
        <w:rPr>
          <w:rFonts w:hint="cs"/>
          <w:rtl/>
        </w:rPr>
        <w:t xml:space="preserve"> </w:t>
      </w:r>
      <w:r w:rsidR="00664C54">
        <w:rPr>
          <w:rtl/>
        </w:rPr>
        <w:t>ـ</w:t>
      </w:r>
    </w:p>
    <w:p w:rsidR="00BA4473" w:rsidRDefault="00BA4473" w:rsidP="00957F7D">
      <w:pPr>
        <w:pStyle w:val="rfdNormal0"/>
        <w:rPr>
          <w:rtl/>
        </w:rPr>
      </w:pPr>
      <w:r w:rsidRPr="00664C54">
        <w:rPr>
          <w:rtl/>
        </w:rPr>
        <w:br w:type="page"/>
      </w:r>
      <w:r>
        <w:rPr>
          <w:rtl/>
        </w:rPr>
        <w:lastRenderedPageBreak/>
        <w:t xml:space="preserve">من امام ضل عن وقته فكان التابع فيه </w:t>
      </w:r>
      <w:r w:rsidR="00957F7D">
        <w:rPr>
          <w:rFonts w:hint="cs"/>
          <w:rtl/>
        </w:rPr>
        <w:t>ا</w:t>
      </w:r>
      <w:r>
        <w:rPr>
          <w:rtl/>
        </w:rPr>
        <w:t xml:space="preserve">علم من المتبوع </w:t>
      </w:r>
      <w:r w:rsidRPr="00994BA1">
        <w:rPr>
          <w:rStyle w:val="rfdFootnotenum"/>
          <w:rtl/>
        </w:rPr>
        <w:t>(1)</w:t>
      </w:r>
      <w:r>
        <w:rPr>
          <w:rtl/>
        </w:rPr>
        <w:t xml:space="preserve"> أتريد يا </w:t>
      </w:r>
      <w:r w:rsidR="00957F7D">
        <w:rPr>
          <w:rFonts w:hint="cs"/>
          <w:rtl/>
        </w:rPr>
        <w:t>ا</w:t>
      </w:r>
      <w:r>
        <w:rPr>
          <w:rtl/>
        </w:rPr>
        <w:t>خي أ</w:t>
      </w:r>
      <w:r w:rsidR="00957F7D">
        <w:rPr>
          <w:rFonts w:hint="cs"/>
          <w:rtl/>
        </w:rPr>
        <w:t>لا</w:t>
      </w:r>
      <w:r>
        <w:rPr>
          <w:rtl/>
        </w:rPr>
        <w:t xml:space="preserve"> تحيي ملة قوم قد كفروا بآيات الله وعصوا رسوله واتبعوا </w:t>
      </w:r>
      <w:r w:rsidR="00957F7D">
        <w:rPr>
          <w:rFonts w:hint="cs"/>
          <w:rtl/>
        </w:rPr>
        <w:t>اهواءهم</w:t>
      </w:r>
      <w:r>
        <w:rPr>
          <w:rtl/>
        </w:rPr>
        <w:t xml:space="preserve"> بغير هدى من الله وادعوا الخلافة بلا برهان من الله ولا عهد من رسوله واعيذك بالله يا </w:t>
      </w:r>
      <w:r w:rsidR="00957F7D">
        <w:rPr>
          <w:rFonts w:hint="cs"/>
          <w:rtl/>
        </w:rPr>
        <w:t>ا</w:t>
      </w:r>
      <w:r>
        <w:rPr>
          <w:rtl/>
        </w:rPr>
        <w:t xml:space="preserve">خي </w:t>
      </w:r>
      <w:r w:rsidR="00957F7D">
        <w:rPr>
          <w:rFonts w:hint="cs"/>
          <w:rtl/>
        </w:rPr>
        <w:t>ا</w:t>
      </w:r>
      <w:r>
        <w:rPr>
          <w:rtl/>
        </w:rPr>
        <w:t>ن تكون غدا</w:t>
      </w:r>
      <w:r w:rsidR="00B2239A">
        <w:rPr>
          <w:rFonts w:hint="cs"/>
          <w:rtl/>
        </w:rPr>
        <w:t>ً</w:t>
      </w:r>
      <w:r>
        <w:rPr>
          <w:rtl/>
        </w:rPr>
        <w:t xml:space="preserve"> المصلوب بالكناسة ثم </w:t>
      </w:r>
      <w:r w:rsidR="00957F7D">
        <w:rPr>
          <w:rFonts w:hint="cs"/>
          <w:rtl/>
        </w:rPr>
        <w:t>ا</w:t>
      </w:r>
      <w:r>
        <w:rPr>
          <w:rtl/>
        </w:rPr>
        <w:t xml:space="preserve">رفضت عيناه وسالت دموعه ثم قال الله بيننا وبين من </w:t>
      </w:r>
      <w:r w:rsidR="00957F7D">
        <w:rPr>
          <w:rFonts w:hint="cs"/>
          <w:rtl/>
        </w:rPr>
        <w:t>هتك</w:t>
      </w:r>
      <w:r>
        <w:rPr>
          <w:rtl/>
        </w:rPr>
        <w:t xml:space="preserve"> سترنا وجحدنا حقنا وافشى سرنا ونسبنا الى غير جدنا </w:t>
      </w:r>
      <w:r w:rsidRPr="00994BA1">
        <w:rPr>
          <w:rStyle w:val="rfdFootnotenum"/>
          <w:rtl/>
        </w:rPr>
        <w:t>(2)</w:t>
      </w:r>
      <w:r>
        <w:rPr>
          <w:rtl/>
        </w:rPr>
        <w:t xml:space="preserve"> وقال فينا ما لم نقله في </w:t>
      </w:r>
      <w:r w:rsidR="00957F7D">
        <w:rPr>
          <w:rFonts w:hint="cs"/>
          <w:rtl/>
        </w:rPr>
        <w:t>ا</w:t>
      </w:r>
      <w:r>
        <w:rPr>
          <w:rtl/>
        </w:rPr>
        <w:t xml:space="preserve">نفسنا </w:t>
      </w:r>
      <w:r w:rsidRPr="00994BA1">
        <w:rPr>
          <w:rStyle w:val="rfdFootnotenum"/>
          <w:rtl/>
        </w:rPr>
        <w:t>(3)</w:t>
      </w:r>
      <w:r>
        <w:rPr>
          <w:rtl/>
        </w:rPr>
        <w:t xml:space="preserve"> وهذا الحديث مع ضعف سنده ليس فيه </w:t>
      </w:r>
      <w:r w:rsidR="00957F7D">
        <w:rPr>
          <w:rFonts w:hint="cs"/>
          <w:rtl/>
        </w:rPr>
        <w:t>ا</w:t>
      </w:r>
      <w:r>
        <w:rPr>
          <w:rtl/>
        </w:rPr>
        <w:t xml:space="preserve">لا </w:t>
      </w:r>
      <w:r w:rsidR="00B2239A">
        <w:rPr>
          <w:rFonts w:hint="cs"/>
          <w:rtl/>
        </w:rPr>
        <w:t>ا</w:t>
      </w:r>
      <w:r>
        <w:rPr>
          <w:rtl/>
        </w:rPr>
        <w:t>ن زيدا</w:t>
      </w:r>
      <w:r w:rsidR="00B2239A">
        <w:rPr>
          <w:rFonts w:hint="cs"/>
          <w:rtl/>
        </w:rPr>
        <w:t>ً</w:t>
      </w:r>
      <w:r>
        <w:rPr>
          <w:rtl/>
        </w:rPr>
        <w:t xml:space="preserve"> قال ان الامام من خرج بالسيف ولم يرخ ستره ويقعد في بيته وهذه هي مقالة الزيدية وقد </w:t>
      </w:r>
      <w:r w:rsidR="00957F7D">
        <w:rPr>
          <w:rFonts w:hint="cs"/>
          <w:rtl/>
        </w:rPr>
        <w:t>ا</w:t>
      </w:r>
      <w:r>
        <w:rPr>
          <w:rtl/>
        </w:rPr>
        <w:t xml:space="preserve">قام عليه </w:t>
      </w:r>
      <w:r w:rsidR="00957F7D">
        <w:rPr>
          <w:rFonts w:hint="cs"/>
          <w:rtl/>
        </w:rPr>
        <w:t>ا</w:t>
      </w:r>
      <w:r>
        <w:rPr>
          <w:rtl/>
        </w:rPr>
        <w:t xml:space="preserve">خوه الباقر (ع) الحجة الواضحة والبرهان القاطع وفند ما قاله بما لا مزيد عليه ولم يظهر من زيد </w:t>
      </w:r>
      <w:r w:rsidR="00957F7D">
        <w:rPr>
          <w:rFonts w:hint="cs"/>
          <w:rtl/>
        </w:rPr>
        <w:t>ا</w:t>
      </w:r>
      <w:r>
        <w:rPr>
          <w:rtl/>
        </w:rPr>
        <w:t>نه بقي مصرا</w:t>
      </w:r>
      <w:r w:rsidR="00B2239A">
        <w:rPr>
          <w:rFonts w:hint="cs"/>
          <w:rtl/>
        </w:rPr>
        <w:t>ً</w:t>
      </w:r>
      <w:r>
        <w:rPr>
          <w:rtl/>
        </w:rPr>
        <w:t xml:space="preserve"> على رأيه ولكنه مع ذلك خرج </w:t>
      </w:r>
      <w:r w:rsidR="00957F7D">
        <w:rPr>
          <w:rFonts w:hint="cs"/>
          <w:rtl/>
        </w:rPr>
        <w:t>ا</w:t>
      </w:r>
      <w:r>
        <w:rPr>
          <w:rtl/>
        </w:rPr>
        <w:t>لا ان خروجه</w:t>
      </w:r>
      <w:r w:rsidR="00957F7D">
        <w:rPr>
          <w:rFonts w:hint="cs"/>
          <w:rtl/>
        </w:rPr>
        <w:t xml:space="preserve"> </w:t>
      </w:r>
      <w:r>
        <w:rPr>
          <w:rtl/>
        </w:rPr>
        <w:t>ـ</w:t>
      </w:r>
      <w:r w:rsidR="00957F7D">
        <w:rPr>
          <w:rFonts w:hint="cs"/>
          <w:rtl/>
        </w:rPr>
        <w:t xml:space="preserve"> </w:t>
      </w:r>
      <w:r>
        <w:rPr>
          <w:rtl/>
        </w:rPr>
        <w:t>كما دلت عليه الروايات الاخرى</w:t>
      </w:r>
      <w:r w:rsidR="00957F7D">
        <w:rPr>
          <w:rFonts w:hint="cs"/>
          <w:rtl/>
        </w:rPr>
        <w:t xml:space="preserve"> </w:t>
      </w:r>
      <w:r>
        <w:rPr>
          <w:rtl/>
        </w:rPr>
        <w:t>ـ</w:t>
      </w:r>
      <w:r w:rsidR="00957F7D">
        <w:rPr>
          <w:rFonts w:hint="cs"/>
          <w:rtl/>
        </w:rPr>
        <w:t xml:space="preserve"> </w:t>
      </w:r>
      <w:r>
        <w:rPr>
          <w:rtl/>
        </w:rPr>
        <w:t>لم يكن لدعواه الامامة بل لل</w:t>
      </w:r>
      <w:r w:rsidR="00957F7D">
        <w:rPr>
          <w:rFonts w:hint="cs"/>
          <w:rtl/>
        </w:rPr>
        <w:t>ا</w:t>
      </w:r>
      <w:r>
        <w:rPr>
          <w:rtl/>
        </w:rPr>
        <w:t>مر بالمعروف والنهي عن ال</w:t>
      </w:r>
      <w:r w:rsidR="00957F7D">
        <w:rPr>
          <w:rtl/>
        </w:rPr>
        <w:t>منكر وجهاد الظالمين. وفي الرياض</w:t>
      </w:r>
    </w:p>
    <w:p w:rsidR="00BA4473" w:rsidRPr="00FD16EE" w:rsidRDefault="00FD16EE" w:rsidP="00FD16EE">
      <w:pPr>
        <w:pStyle w:val="rfdLine"/>
        <w:rPr>
          <w:rtl/>
        </w:rPr>
      </w:pPr>
      <w:r w:rsidRPr="00FD16EE">
        <w:rPr>
          <w:rtl/>
        </w:rPr>
        <w:t>__________________</w:t>
      </w:r>
    </w:p>
    <w:p w:rsidR="00BA4473" w:rsidRPr="007C0E53" w:rsidRDefault="00BA4473" w:rsidP="00556F59">
      <w:pPr>
        <w:pStyle w:val="rfdFootnote0"/>
        <w:rPr>
          <w:rtl/>
        </w:rPr>
      </w:pPr>
      <w:r w:rsidRPr="007C0E53">
        <w:rPr>
          <w:rtl/>
        </w:rPr>
        <w:t>ـ</w:t>
      </w:r>
      <w:r w:rsidR="00556F59">
        <w:rPr>
          <w:rFonts w:hint="cs"/>
          <w:rtl/>
        </w:rPr>
        <w:t xml:space="preserve"> </w:t>
      </w:r>
      <w:r w:rsidRPr="007C0E53">
        <w:rPr>
          <w:rtl/>
        </w:rPr>
        <w:t>ولعله وقع فيه تحريف وان كان حاصله معلوما</w:t>
      </w:r>
      <w:r w:rsidR="00B2239A">
        <w:rPr>
          <w:rFonts w:hint="cs"/>
          <w:rtl/>
        </w:rPr>
        <w:t>ً</w:t>
      </w:r>
      <w:r w:rsidRPr="007C0E53">
        <w:rPr>
          <w:rtl/>
        </w:rPr>
        <w:t xml:space="preserve"> وهو </w:t>
      </w:r>
      <w:r w:rsidR="00556F59">
        <w:rPr>
          <w:rFonts w:hint="cs"/>
          <w:rtl/>
        </w:rPr>
        <w:t>ا</w:t>
      </w:r>
      <w:r w:rsidRPr="007C0E53">
        <w:rPr>
          <w:rtl/>
        </w:rPr>
        <w:t>نه اذا انتهت مدة الملك وقع فيه الخلل و</w:t>
      </w:r>
      <w:r w:rsidR="00556F59">
        <w:rPr>
          <w:rFonts w:hint="cs"/>
          <w:rtl/>
        </w:rPr>
        <w:t>ا</w:t>
      </w:r>
      <w:r w:rsidRPr="007C0E53">
        <w:rPr>
          <w:rtl/>
        </w:rPr>
        <w:t>مكن للغير الاستيلاء عليه و</w:t>
      </w:r>
      <w:r w:rsidR="00556F59">
        <w:rPr>
          <w:rFonts w:hint="cs"/>
          <w:rtl/>
        </w:rPr>
        <w:t>ا</w:t>
      </w:r>
      <w:r w:rsidRPr="007C0E53">
        <w:rPr>
          <w:rtl/>
        </w:rPr>
        <w:t>عقب الله في الملك والرعية الذل والصغار.</w:t>
      </w:r>
    </w:p>
    <w:p w:rsidR="00BA4473" w:rsidRPr="007C0E53" w:rsidRDefault="00BA4473" w:rsidP="007C0E53">
      <w:pPr>
        <w:pStyle w:val="rfdFootnote0"/>
        <w:rPr>
          <w:rtl/>
        </w:rPr>
      </w:pPr>
      <w:r w:rsidRPr="007C0E53">
        <w:rPr>
          <w:rtl/>
        </w:rPr>
        <w:t>(1) هذا الكلام رد على من يجوز عدم عصمة للامام وعدم كونه اعلم رعيته.</w:t>
      </w:r>
    </w:p>
    <w:p w:rsidR="00BA4473" w:rsidRPr="007C0E53" w:rsidRDefault="00BA4473" w:rsidP="00556F59">
      <w:pPr>
        <w:pStyle w:val="rfdFootnote0"/>
        <w:rPr>
          <w:rtl/>
        </w:rPr>
      </w:pPr>
      <w:r w:rsidRPr="007C0E53">
        <w:rPr>
          <w:rtl/>
        </w:rPr>
        <w:t xml:space="preserve">(2) قال الفاضل المازندراني المراد النسبة المعنوية وهي النسبة في العلم والعمل ورياسة الدارين وأما النسبة الصورية فالظاهر </w:t>
      </w:r>
      <w:r w:rsidR="00556F59">
        <w:rPr>
          <w:rFonts w:hint="cs"/>
          <w:rtl/>
        </w:rPr>
        <w:t>ا</w:t>
      </w:r>
      <w:r w:rsidRPr="007C0E53">
        <w:rPr>
          <w:rtl/>
        </w:rPr>
        <w:t xml:space="preserve">نه لم ينكرها </w:t>
      </w:r>
      <w:r w:rsidR="00556F59">
        <w:rPr>
          <w:rFonts w:hint="cs"/>
          <w:rtl/>
        </w:rPr>
        <w:t>ا</w:t>
      </w:r>
      <w:r w:rsidRPr="007C0E53">
        <w:rPr>
          <w:rtl/>
        </w:rPr>
        <w:t>حد.</w:t>
      </w:r>
    </w:p>
    <w:p w:rsidR="00BA4473" w:rsidRPr="007C0E53" w:rsidRDefault="00556F59" w:rsidP="007C0E53">
      <w:pPr>
        <w:pStyle w:val="rfdFootnote0"/>
        <w:rPr>
          <w:rtl/>
        </w:rPr>
      </w:pPr>
      <w:r>
        <w:rPr>
          <w:rtl/>
        </w:rPr>
        <w:t>(3) اشارة الى الغلاة ـ المؤلف ـ</w:t>
      </w:r>
      <w:r>
        <w:rPr>
          <w:rFonts w:hint="cs"/>
          <w:rtl/>
        </w:rPr>
        <w:t>.</w:t>
      </w:r>
    </w:p>
    <w:p w:rsidR="00BA4473" w:rsidRDefault="00BA4473" w:rsidP="00702BDA">
      <w:pPr>
        <w:pStyle w:val="rfdNormal0"/>
        <w:rPr>
          <w:rtl/>
        </w:rPr>
      </w:pPr>
      <w:r w:rsidRPr="00556F59">
        <w:rPr>
          <w:rtl/>
        </w:rPr>
        <w:br w:type="page"/>
      </w:r>
      <w:r>
        <w:rPr>
          <w:rtl/>
        </w:rPr>
        <w:lastRenderedPageBreak/>
        <w:t>روي الشيخ حسين بن عبد الوهاب المعاصر للشيخ الطوسي في كتاب عيون المعجزات ان زيد بن علي مر ب</w:t>
      </w:r>
      <w:r w:rsidR="006713C7">
        <w:rPr>
          <w:rFonts w:hint="cs"/>
          <w:rtl/>
        </w:rPr>
        <w:t>ا</w:t>
      </w:r>
      <w:r>
        <w:rPr>
          <w:rtl/>
        </w:rPr>
        <w:t xml:space="preserve">خيه الباقر فقال لاصحابه ترون </w:t>
      </w:r>
      <w:r w:rsidR="006713C7">
        <w:rPr>
          <w:rFonts w:hint="cs"/>
          <w:rtl/>
        </w:rPr>
        <w:t>ا</w:t>
      </w:r>
      <w:r>
        <w:rPr>
          <w:rtl/>
        </w:rPr>
        <w:t xml:space="preserve">خي هذا والله </w:t>
      </w:r>
      <w:r w:rsidR="006713C7">
        <w:rPr>
          <w:rFonts w:hint="cs"/>
          <w:rtl/>
        </w:rPr>
        <w:t>ا</w:t>
      </w:r>
      <w:r>
        <w:rPr>
          <w:rtl/>
        </w:rPr>
        <w:t xml:space="preserve">نه يدعي ما ليس له ويدعو الناس الى نفسه الحديث قال وروى </w:t>
      </w:r>
      <w:r w:rsidR="006713C7">
        <w:rPr>
          <w:rFonts w:hint="cs"/>
          <w:rtl/>
        </w:rPr>
        <w:t>ا</w:t>
      </w:r>
      <w:r>
        <w:rPr>
          <w:rtl/>
        </w:rPr>
        <w:t>يضا</w:t>
      </w:r>
      <w:r w:rsidR="00B2239A">
        <w:rPr>
          <w:rFonts w:hint="cs"/>
          <w:rtl/>
        </w:rPr>
        <w:t>ً</w:t>
      </w:r>
      <w:r>
        <w:rPr>
          <w:rtl/>
        </w:rPr>
        <w:t xml:space="preserve"> في ذلك الكتاب في ضمن حديث وصية الباقر </w:t>
      </w:r>
      <w:r w:rsidR="006713C7">
        <w:rPr>
          <w:rFonts w:hint="cs"/>
          <w:rtl/>
        </w:rPr>
        <w:t>ا</w:t>
      </w:r>
      <w:r>
        <w:rPr>
          <w:rtl/>
        </w:rPr>
        <w:t xml:space="preserve">نه قال لابنه </w:t>
      </w:r>
      <w:r w:rsidR="006713C7">
        <w:rPr>
          <w:rFonts w:hint="cs"/>
          <w:rtl/>
        </w:rPr>
        <w:t>ا</w:t>
      </w:r>
      <w:r>
        <w:rPr>
          <w:rtl/>
        </w:rPr>
        <w:t>بي عبد</w:t>
      </w:r>
      <w:r w:rsidR="006713C7">
        <w:rPr>
          <w:rFonts w:hint="cs"/>
          <w:rtl/>
        </w:rPr>
        <w:t xml:space="preserve"> </w:t>
      </w:r>
      <w:r>
        <w:rPr>
          <w:rtl/>
        </w:rPr>
        <w:t xml:space="preserve">الله </w:t>
      </w:r>
      <w:r w:rsidR="00FF2CA0">
        <w:rPr>
          <w:rStyle w:val="rfdAlaem"/>
          <w:rFonts w:hint="cs"/>
          <w:rtl/>
        </w:rPr>
        <w:t>عليه‌السلام</w:t>
      </w:r>
      <w:r>
        <w:rPr>
          <w:rtl/>
        </w:rPr>
        <w:t xml:space="preserve"> ان زيدا</w:t>
      </w:r>
      <w:r w:rsidR="00B2239A">
        <w:rPr>
          <w:rFonts w:hint="cs"/>
          <w:rtl/>
        </w:rPr>
        <w:t>ً</w:t>
      </w:r>
      <w:r>
        <w:rPr>
          <w:rtl/>
        </w:rPr>
        <w:t xml:space="preserve"> </w:t>
      </w:r>
      <w:r w:rsidR="006713C7">
        <w:rPr>
          <w:rFonts w:hint="cs"/>
          <w:rtl/>
        </w:rPr>
        <w:t>ا</w:t>
      </w:r>
      <w:r>
        <w:rPr>
          <w:rtl/>
        </w:rPr>
        <w:t>خي سيدعو بعدي الى نفسه فدعه ولا تنازعه ف</w:t>
      </w:r>
      <w:r w:rsidR="006713C7">
        <w:rPr>
          <w:rFonts w:hint="cs"/>
          <w:rtl/>
        </w:rPr>
        <w:t>ا</w:t>
      </w:r>
      <w:r>
        <w:rPr>
          <w:rtl/>
        </w:rPr>
        <w:t xml:space="preserve">نه يدعو ويخرج ويقتل ثالث يوم خروجه. وقد عرفت </w:t>
      </w:r>
      <w:r w:rsidR="00702BDA">
        <w:rPr>
          <w:rFonts w:hint="cs"/>
          <w:rtl/>
        </w:rPr>
        <w:t>ا</w:t>
      </w:r>
      <w:r>
        <w:rPr>
          <w:rtl/>
        </w:rPr>
        <w:t>نه لم يدع الى نفسه و</w:t>
      </w:r>
      <w:r w:rsidR="00702BDA">
        <w:rPr>
          <w:rFonts w:hint="cs"/>
          <w:rtl/>
        </w:rPr>
        <w:t>ا</w:t>
      </w:r>
      <w:r>
        <w:rPr>
          <w:rtl/>
        </w:rPr>
        <w:t xml:space="preserve">نما أخرجه اهتضام بني أمية له فخرج ليأمر بالمعروف وينهي عن المنكر وصورة مبايعته الاتية تدل على ذلك. ولنا جواب واحد عن جميع هذه الاخبار بعد تسليم سندها هو </w:t>
      </w:r>
      <w:r w:rsidR="00B2239A">
        <w:rPr>
          <w:rFonts w:hint="cs"/>
          <w:rtl/>
        </w:rPr>
        <w:t>ا</w:t>
      </w:r>
      <w:r>
        <w:rPr>
          <w:rtl/>
        </w:rPr>
        <w:t xml:space="preserve">ن ما دل على مدحه </w:t>
      </w:r>
      <w:r w:rsidR="00702BDA">
        <w:rPr>
          <w:rFonts w:hint="cs"/>
          <w:rtl/>
        </w:rPr>
        <w:t>ا</w:t>
      </w:r>
      <w:r>
        <w:rPr>
          <w:rtl/>
        </w:rPr>
        <w:t>كثر و</w:t>
      </w:r>
      <w:r w:rsidR="00702BDA">
        <w:rPr>
          <w:rFonts w:hint="cs"/>
          <w:rtl/>
        </w:rPr>
        <w:t>ا</w:t>
      </w:r>
      <w:r>
        <w:rPr>
          <w:rtl/>
        </w:rPr>
        <w:t>شهر ومعتضد بقرائن أخر.</w:t>
      </w:r>
    </w:p>
    <w:p w:rsidR="00BA4473" w:rsidRDefault="00BA4473" w:rsidP="00702BDA">
      <w:pPr>
        <w:rPr>
          <w:rtl/>
        </w:rPr>
      </w:pPr>
      <w:r>
        <w:rPr>
          <w:rtl/>
        </w:rPr>
        <w:t>وفي المناقب سأل زيدي الشيخ المفيد واراد الفتنة فقال ب</w:t>
      </w:r>
      <w:r w:rsidR="00702BDA">
        <w:rPr>
          <w:rFonts w:hint="cs"/>
          <w:rtl/>
        </w:rPr>
        <w:t>ا</w:t>
      </w:r>
      <w:r>
        <w:rPr>
          <w:rtl/>
        </w:rPr>
        <w:t xml:space="preserve">ي شيء ( نبأ ) استجزت </w:t>
      </w:r>
      <w:r w:rsidR="00702BDA">
        <w:rPr>
          <w:rFonts w:hint="cs"/>
          <w:rtl/>
        </w:rPr>
        <w:t>ا</w:t>
      </w:r>
      <w:r>
        <w:rPr>
          <w:rtl/>
        </w:rPr>
        <w:t xml:space="preserve">نكار </w:t>
      </w:r>
      <w:r w:rsidR="00702BDA">
        <w:rPr>
          <w:rFonts w:hint="cs"/>
          <w:rtl/>
        </w:rPr>
        <w:t>ا</w:t>
      </w:r>
      <w:r>
        <w:rPr>
          <w:rtl/>
        </w:rPr>
        <w:t xml:space="preserve">مامة زيد فقال </w:t>
      </w:r>
      <w:r w:rsidR="00702BDA">
        <w:rPr>
          <w:rFonts w:hint="cs"/>
          <w:rtl/>
        </w:rPr>
        <w:t>ا</w:t>
      </w:r>
      <w:r>
        <w:rPr>
          <w:rtl/>
        </w:rPr>
        <w:t>نك قد ظننت علي ظنا</w:t>
      </w:r>
      <w:r w:rsidR="00B2239A">
        <w:rPr>
          <w:rFonts w:hint="cs"/>
          <w:rtl/>
        </w:rPr>
        <w:t>ً</w:t>
      </w:r>
      <w:r>
        <w:rPr>
          <w:rtl/>
        </w:rPr>
        <w:t xml:space="preserve"> باطلا وقولي في زيد لا يخالفني فيه </w:t>
      </w:r>
      <w:r w:rsidR="00B2239A">
        <w:rPr>
          <w:rFonts w:hint="cs"/>
          <w:rtl/>
        </w:rPr>
        <w:t>ا</w:t>
      </w:r>
      <w:r>
        <w:rPr>
          <w:rtl/>
        </w:rPr>
        <w:t xml:space="preserve">حد من الزيدية فقال وما مذهبك فيه قال </w:t>
      </w:r>
      <w:r w:rsidR="00702BDA">
        <w:rPr>
          <w:rFonts w:hint="cs"/>
          <w:rtl/>
        </w:rPr>
        <w:t>ا</w:t>
      </w:r>
      <w:r>
        <w:rPr>
          <w:rtl/>
        </w:rPr>
        <w:t xml:space="preserve">ثبت في </w:t>
      </w:r>
      <w:r w:rsidR="00702BDA">
        <w:rPr>
          <w:rFonts w:hint="cs"/>
          <w:rtl/>
        </w:rPr>
        <w:t>ا</w:t>
      </w:r>
      <w:r>
        <w:rPr>
          <w:rtl/>
        </w:rPr>
        <w:t>مامته ما تثبته الزيدية و</w:t>
      </w:r>
      <w:r w:rsidR="00702BDA">
        <w:rPr>
          <w:rFonts w:hint="cs"/>
          <w:rtl/>
        </w:rPr>
        <w:t>ا</w:t>
      </w:r>
      <w:r>
        <w:rPr>
          <w:rtl/>
        </w:rPr>
        <w:t>نفي عنه من ذلك ما تنفيه و</w:t>
      </w:r>
      <w:r w:rsidR="00702BDA">
        <w:rPr>
          <w:rFonts w:hint="cs"/>
          <w:rtl/>
        </w:rPr>
        <w:t>ا</w:t>
      </w:r>
      <w:r>
        <w:rPr>
          <w:rtl/>
        </w:rPr>
        <w:t xml:space="preserve">قول كان </w:t>
      </w:r>
      <w:r w:rsidR="00702BDA">
        <w:rPr>
          <w:rFonts w:hint="cs"/>
          <w:rtl/>
        </w:rPr>
        <w:t>ا</w:t>
      </w:r>
      <w:r>
        <w:rPr>
          <w:rtl/>
        </w:rPr>
        <w:t>ماما</w:t>
      </w:r>
      <w:r w:rsidR="00B2239A">
        <w:rPr>
          <w:rFonts w:hint="cs"/>
          <w:rtl/>
        </w:rPr>
        <w:t>ً</w:t>
      </w:r>
      <w:r>
        <w:rPr>
          <w:rtl/>
        </w:rPr>
        <w:t xml:space="preserve"> في العلم والزهد والأمر بالمعروف والنهي عن المنكر و</w:t>
      </w:r>
      <w:r w:rsidR="00702BDA">
        <w:rPr>
          <w:rFonts w:hint="cs"/>
          <w:rtl/>
        </w:rPr>
        <w:t>ا</w:t>
      </w:r>
      <w:r>
        <w:rPr>
          <w:rtl/>
        </w:rPr>
        <w:t>نفي عنه ال</w:t>
      </w:r>
      <w:r w:rsidR="00702BDA">
        <w:rPr>
          <w:rFonts w:hint="cs"/>
          <w:rtl/>
        </w:rPr>
        <w:t>ا</w:t>
      </w:r>
      <w:r>
        <w:rPr>
          <w:rtl/>
        </w:rPr>
        <w:t xml:space="preserve">مامة الموجبة لصاحبها العصمة والنص والمعجز فهذا ما لا يخالفني فيه </w:t>
      </w:r>
      <w:r w:rsidR="00B2239A">
        <w:rPr>
          <w:rFonts w:hint="cs"/>
          <w:rtl/>
        </w:rPr>
        <w:t>ا</w:t>
      </w:r>
      <w:r>
        <w:rPr>
          <w:rtl/>
        </w:rPr>
        <w:t>حد.</w:t>
      </w:r>
    </w:p>
    <w:p w:rsidR="00BA4473" w:rsidRPr="004F5F13" w:rsidRDefault="00BA4473" w:rsidP="003C31F5">
      <w:pPr>
        <w:pStyle w:val="Heading1Center"/>
        <w:rPr>
          <w:rtl/>
        </w:rPr>
      </w:pPr>
      <w:r w:rsidRPr="00702BDA">
        <w:rPr>
          <w:rtl/>
        </w:rPr>
        <w:br w:type="page"/>
      </w:r>
      <w:bookmarkStart w:id="44" w:name="_Toc256850565"/>
      <w:bookmarkStart w:id="45" w:name="_Toc256854629"/>
      <w:bookmarkStart w:id="46" w:name="_Toc292190065"/>
      <w:bookmarkStart w:id="47" w:name="_Toc292205010"/>
      <w:r w:rsidRPr="00271A84">
        <w:rPr>
          <w:rtl/>
        </w:rPr>
        <w:lastRenderedPageBreak/>
        <w:t>(</w:t>
      </w:r>
      <w:r w:rsidRPr="004F5F13">
        <w:rPr>
          <w:rtl/>
        </w:rPr>
        <w:t xml:space="preserve"> </w:t>
      </w:r>
      <w:r w:rsidRPr="00271A84">
        <w:rPr>
          <w:rtl/>
        </w:rPr>
        <w:t>عبادته )</w:t>
      </w:r>
      <w:bookmarkEnd w:id="44"/>
      <w:bookmarkEnd w:id="45"/>
      <w:bookmarkEnd w:id="46"/>
      <w:bookmarkEnd w:id="47"/>
    </w:p>
    <w:p w:rsidR="00BA4473" w:rsidRDefault="00BA4473" w:rsidP="002F4FF4">
      <w:pPr>
        <w:rPr>
          <w:rtl/>
        </w:rPr>
      </w:pPr>
      <w:r>
        <w:rPr>
          <w:rtl/>
        </w:rPr>
        <w:t xml:space="preserve">عن تفسير فرات بن ابراهيم أنه روى عن سعيد بن جبير </w:t>
      </w:r>
      <w:r w:rsidR="002F4FF4">
        <w:rPr>
          <w:rFonts w:hint="cs"/>
          <w:rtl/>
        </w:rPr>
        <w:t>ا</w:t>
      </w:r>
      <w:r>
        <w:rPr>
          <w:rtl/>
        </w:rPr>
        <w:t xml:space="preserve">نه قال قلت لمحمد بن خالد كيف قلوب </w:t>
      </w:r>
      <w:r w:rsidR="002F4FF4">
        <w:rPr>
          <w:rFonts w:hint="cs"/>
          <w:rtl/>
        </w:rPr>
        <w:t>ا</w:t>
      </w:r>
      <w:r>
        <w:rPr>
          <w:rtl/>
        </w:rPr>
        <w:t xml:space="preserve">هل العراق مع زيد بن علي فقال لا </w:t>
      </w:r>
      <w:r w:rsidR="002F4FF4">
        <w:rPr>
          <w:rFonts w:hint="cs"/>
          <w:rtl/>
        </w:rPr>
        <w:t>ا</w:t>
      </w:r>
      <w:r>
        <w:rPr>
          <w:rtl/>
        </w:rPr>
        <w:t xml:space="preserve">حدثك عن </w:t>
      </w:r>
      <w:r w:rsidR="002F4FF4">
        <w:rPr>
          <w:rFonts w:hint="cs"/>
          <w:rtl/>
        </w:rPr>
        <w:t>ا</w:t>
      </w:r>
      <w:r>
        <w:rPr>
          <w:rtl/>
        </w:rPr>
        <w:t xml:space="preserve">هل العراق لكن </w:t>
      </w:r>
      <w:r w:rsidR="002F4FF4">
        <w:rPr>
          <w:rFonts w:hint="cs"/>
          <w:rtl/>
        </w:rPr>
        <w:t>ا</w:t>
      </w:r>
      <w:r>
        <w:rPr>
          <w:rtl/>
        </w:rPr>
        <w:t>حدثك عن رجل يسمى النازلي بالمدينة قال صحبت زيدا</w:t>
      </w:r>
      <w:r w:rsidR="00417171">
        <w:rPr>
          <w:rFonts w:hint="cs"/>
          <w:rtl/>
        </w:rPr>
        <w:t>ً</w:t>
      </w:r>
      <w:r>
        <w:rPr>
          <w:rtl/>
        </w:rPr>
        <w:t xml:space="preserve"> ما بين مكة والمدينة وكان يصلي الفريضة ثم يصل ما بين الصلاة الى الصلاة ويصلي الليل كله ويكثر التسبيح ويكرر هذه الآية : </w:t>
      </w:r>
      <w:r w:rsidR="002F4FF4" w:rsidRPr="002F4FF4">
        <w:rPr>
          <w:rStyle w:val="rfdAlaem"/>
          <w:rFonts w:hint="cs"/>
          <w:rtl/>
        </w:rPr>
        <w:t>(</w:t>
      </w:r>
      <w:r w:rsidR="002F4FF4">
        <w:rPr>
          <w:rFonts w:hint="cs"/>
          <w:rtl/>
        </w:rPr>
        <w:t xml:space="preserve"> </w:t>
      </w:r>
      <w:r w:rsidR="002F4FF4" w:rsidRPr="002F4FF4">
        <w:rPr>
          <w:rStyle w:val="rfdAie"/>
          <w:rFonts w:hint="cs"/>
          <w:rtl/>
        </w:rPr>
        <w:t>وَجَاءَتْ سَكْرَةُ المَوْتِ بِالحَقِّ ذَٰلِكَ مَا كُنتَ مِنْهُ تَحِيدُ</w:t>
      </w:r>
      <w:r w:rsidR="002F4FF4" w:rsidRPr="00D74299">
        <w:rPr>
          <w:rFonts w:hint="cs"/>
          <w:rtl/>
        </w:rPr>
        <w:t xml:space="preserve"> </w:t>
      </w:r>
      <w:r w:rsidR="002F4FF4" w:rsidRPr="002F4FF4">
        <w:rPr>
          <w:rStyle w:val="rfdAlaem"/>
          <w:rFonts w:hint="cs"/>
          <w:rtl/>
        </w:rPr>
        <w:t>)</w:t>
      </w:r>
      <w:r>
        <w:rPr>
          <w:rtl/>
        </w:rPr>
        <w:t xml:space="preserve"> فصلى ليلة معي وقرأ هذه الآية الى قريب نصف الليل فانتبهت من نومي ف</w:t>
      </w:r>
      <w:r w:rsidR="002F4FF4">
        <w:rPr>
          <w:rFonts w:hint="cs"/>
          <w:rtl/>
        </w:rPr>
        <w:t>ا</w:t>
      </w:r>
      <w:r>
        <w:rPr>
          <w:rtl/>
        </w:rPr>
        <w:t xml:space="preserve">ذا </w:t>
      </w:r>
      <w:r w:rsidR="002F4FF4">
        <w:rPr>
          <w:rFonts w:hint="cs"/>
          <w:rtl/>
        </w:rPr>
        <w:t>ا</w:t>
      </w:r>
      <w:r>
        <w:rPr>
          <w:rtl/>
        </w:rPr>
        <w:t xml:space="preserve">نا به ماد يديه نحو السماء وهو يقول : الهي عذاب الدنيا </w:t>
      </w:r>
      <w:r w:rsidR="002F4FF4">
        <w:rPr>
          <w:rFonts w:hint="cs"/>
          <w:rtl/>
        </w:rPr>
        <w:t>ا</w:t>
      </w:r>
      <w:r>
        <w:rPr>
          <w:rtl/>
        </w:rPr>
        <w:t>يسر من عذاب الآخرة ثم انتحب فقمت اليه وقلت يا ابن رسول الله لقد جز</w:t>
      </w:r>
      <w:r w:rsidR="002F4FF4">
        <w:rPr>
          <w:rFonts w:hint="cs"/>
          <w:rtl/>
        </w:rPr>
        <w:t>ع</w:t>
      </w:r>
      <w:r>
        <w:rPr>
          <w:rtl/>
        </w:rPr>
        <w:t xml:space="preserve">ت في ليلتك هذه جزعا ما كنت </w:t>
      </w:r>
      <w:r w:rsidR="002F4FF4">
        <w:rPr>
          <w:rFonts w:hint="cs"/>
          <w:rtl/>
        </w:rPr>
        <w:t>ا</w:t>
      </w:r>
      <w:r>
        <w:rPr>
          <w:rtl/>
        </w:rPr>
        <w:t xml:space="preserve">عرفه فقال ويحك يا نازلي </w:t>
      </w:r>
      <w:r w:rsidR="002F4FF4">
        <w:rPr>
          <w:rFonts w:hint="cs"/>
          <w:rtl/>
        </w:rPr>
        <w:t>ا</w:t>
      </w:r>
      <w:r>
        <w:rPr>
          <w:rtl/>
        </w:rPr>
        <w:t>ني نمت هذه الليلة و</w:t>
      </w:r>
      <w:r w:rsidR="002F4FF4">
        <w:rPr>
          <w:rFonts w:hint="cs"/>
          <w:rtl/>
        </w:rPr>
        <w:t>ا</w:t>
      </w:r>
      <w:r>
        <w:rPr>
          <w:rtl/>
        </w:rPr>
        <w:t xml:space="preserve">نا ساجد فرأيت جماعة عليهم لباس لم </w:t>
      </w:r>
      <w:r w:rsidR="002F4FF4">
        <w:rPr>
          <w:rFonts w:hint="cs"/>
          <w:rtl/>
        </w:rPr>
        <w:t>ا</w:t>
      </w:r>
      <w:r>
        <w:rPr>
          <w:rtl/>
        </w:rPr>
        <w:t xml:space="preserve">ر </w:t>
      </w:r>
      <w:r w:rsidR="002F4FF4">
        <w:rPr>
          <w:rFonts w:hint="cs"/>
          <w:rtl/>
        </w:rPr>
        <w:t>ا</w:t>
      </w:r>
      <w:r>
        <w:rPr>
          <w:rtl/>
        </w:rPr>
        <w:t>حسن منه فجلسوا حولي و</w:t>
      </w:r>
      <w:r w:rsidR="002F4FF4">
        <w:rPr>
          <w:rFonts w:hint="cs"/>
          <w:rtl/>
        </w:rPr>
        <w:t>ا</w:t>
      </w:r>
      <w:r>
        <w:rPr>
          <w:rtl/>
        </w:rPr>
        <w:t xml:space="preserve">نا ساجد فقال رئيسهم هل هو هذا فقالوا نعم فقال </w:t>
      </w:r>
      <w:r w:rsidR="002F4FF4">
        <w:rPr>
          <w:rFonts w:hint="cs"/>
          <w:rtl/>
        </w:rPr>
        <w:t>ا</w:t>
      </w:r>
      <w:r>
        <w:rPr>
          <w:rtl/>
        </w:rPr>
        <w:t>بشر يا زيد ف</w:t>
      </w:r>
      <w:r w:rsidR="002F4FF4">
        <w:rPr>
          <w:rFonts w:hint="cs"/>
          <w:rtl/>
        </w:rPr>
        <w:t>ا</w:t>
      </w:r>
      <w:r>
        <w:rPr>
          <w:rtl/>
        </w:rPr>
        <w:t>نك مقتول في الله ومصلوب ومحروق بالنار ولا تمسك النار بعدها أبدا</w:t>
      </w:r>
      <w:r w:rsidR="00417171">
        <w:rPr>
          <w:rFonts w:hint="cs"/>
          <w:rtl/>
        </w:rPr>
        <w:t>ً</w:t>
      </w:r>
      <w:r>
        <w:rPr>
          <w:rtl/>
        </w:rPr>
        <w:t xml:space="preserve"> فانتبهت و</w:t>
      </w:r>
      <w:r w:rsidR="002F4FF4">
        <w:rPr>
          <w:rFonts w:hint="cs"/>
          <w:rtl/>
        </w:rPr>
        <w:t>ا</w:t>
      </w:r>
      <w:r>
        <w:rPr>
          <w:rtl/>
        </w:rPr>
        <w:t>نا فزع.</w:t>
      </w:r>
    </w:p>
    <w:p w:rsidR="00BA4473" w:rsidRDefault="00BA4473" w:rsidP="002F4FF4">
      <w:pPr>
        <w:rPr>
          <w:rtl/>
        </w:rPr>
      </w:pPr>
      <w:r>
        <w:rPr>
          <w:rtl/>
        </w:rPr>
        <w:t xml:space="preserve">ومر قول يحيى بن زيد رحم الله </w:t>
      </w:r>
      <w:r w:rsidR="002F4FF4">
        <w:rPr>
          <w:rFonts w:hint="cs"/>
          <w:rtl/>
        </w:rPr>
        <w:t>ا</w:t>
      </w:r>
      <w:r>
        <w:rPr>
          <w:rtl/>
        </w:rPr>
        <w:t xml:space="preserve">بي كان والله </w:t>
      </w:r>
      <w:r w:rsidR="002F4FF4">
        <w:rPr>
          <w:rFonts w:hint="cs"/>
          <w:rtl/>
        </w:rPr>
        <w:t>ا</w:t>
      </w:r>
      <w:r>
        <w:rPr>
          <w:rtl/>
        </w:rPr>
        <w:t>حد المتعبدين قائم ليله صائم نهاره. وروى الخزاز في كفاية النصوص بسنده عن المتوكل بن</w:t>
      </w:r>
      <w:r w:rsidR="0000781F">
        <w:rPr>
          <w:rtl/>
        </w:rPr>
        <w:t xml:space="preserve"> هارون </w:t>
      </w:r>
      <w:r>
        <w:rPr>
          <w:rtl/>
        </w:rPr>
        <w:t xml:space="preserve">عن يحيى بن زيد </w:t>
      </w:r>
      <w:r w:rsidR="002F4FF4">
        <w:rPr>
          <w:rFonts w:hint="cs"/>
          <w:rtl/>
        </w:rPr>
        <w:t>ا</w:t>
      </w:r>
      <w:r>
        <w:rPr>
          <w:rtl/>
        </w:rPr>
        <w:t>نه قال له في حديث يا أبا عبد الله</w:t>
      </w:r>
    </w:p>
    <w:p w:rsidR="00BA4473" w:rsidRDefault="00BA4473" w:rsidP="00557A69">
      <w:pPr>
        <w:pStyle w:val="rfdNormal0"/>
        <w:rPr>
          <w:rtl/>
        </w:rPr>
      </w:pPr>
      <w:r w:rsidRPr="002F4FF4">
        <w:rPr>
          <w:rtl/>
        </w:rPr>
        <w:br w:type="page"/>
      </w:r>
      <w:r w:rsidR="004502C0">
        <w:rPr>
          <w:rFonts w:hint="cs"/>
          <w:rtl/>
        </w:rPr>
        <w:lastRenderedPageBreak/>
        <w:t>ا</w:t>
      </w:r>
      <w:r>
        <w:rPr>
          <w:rtl/>
        </w:rPr>
        <w:t xml:space="preserve">ني </w:t>
      </w:r>
      <w:r w:rsidR="004502C0">
        <w:rPr>
          <w:rFonts w:hint="cs"/>
          <w:rtl/>
        </w:rPr>
        <w:t>ا</w:t>
      </w:r>
      <w:r>
        <w:rPr>
          <w:rtl/>
        </w:rPr>
        <w:t xml:space="preserve">خبرك عن </w:t>
      </w:r>
      <w:r w:rsidR="004502C0">
        <w:rPr>
          <w:rFonts w:hint="cs"/>
          <w:rtl/>
        </w:rPr>
        <w:t>ا</w:t>
      </w:r>
      <w:r>
        <w:rPr>
          <w:rtl/>
        </w:rPr>
        <w:t xml:space="preserve">بي </w:t>
      </w:r>
      <w:r w:rsidR="00FF2CA0">
        <w:rPr>
          <w:rStyle w:val="rfdAlaem"/>
          <w:rFonts w:hint="cs"/>
          <w:rtl/>
        </w:rPr>
        <w:t>عليه‌السلام</w:t>
      </w:r>
      <w:r>
        <w:rPr>
          <w:rtl/>
        </w:rPr>
        <w:t xml:space="preserve"> وزهده وعبادته </w:t>
      </w:r>
      <w:r w:rsidR="004502C0">
        <w:rPr>
          <w:rFonts w:hint="cs"/>
          <w:rtl/>
        </w:rPr>
        <w:t>ا</w:t>
      </w:r>
      <w:r>
        <w:rPr>
          <w:rtl/>
        </w:rPr>
        <w:t>نه كان يصلي في نهاره ما شاء الله فاذا جن الليل عليه نام نومة خفيفة ثم يقوم فيصلي في جوف الليل ما شاء الله ثم يقوم قائما</w:t>
      </w:r>
      <w:r w:rsidR="004502C0">
        <w:rPr>
          <w:rFonts w:hint="cs"/>
          <w:rtl/>
        </w:rPr>
        <w:t>ً</w:t>
      </w:r>
      <w:r>
        <w:rPr>
          <w:rtl/>
        </w:rPr>
        <w:t xml:space="preserve"> على قدميه يدعو الله تبارك وتعالى ويتضرع له ويبكي بدموع جارية حتى يطلع الفجر ف</w:t>
      </w:r>
      <w:r w:rsidR="004502C0">
        <w:rPr>
          <w:rFonts w:hint="cs"/>
          <w:rtl/>
        </w:rPr>
        <w:t>ا</w:t>
      </w:r>
      <w:r>
        <w:rPr>
          <w:rtl/>
        </w:rPr>
        <w:t xml:space="preserve">ذا طلع الفجر سجد سجدة ثم يصلي الفجر ثم يجلس للتعقيب حتى يرتفع النهار ثم يذهب لقضاء حوائجه فاذا كان قريب الزوال </w:t>
      </w:r>
      <w:r w:rsidR="004502C0">
        <w:rPr>
          <w:rFonts w:hint="cs"/>
          <w:rtl/>
        </w:rPr>
        <w:t>ا</w:t>
      </w:r>
      <w:r>
        <w:rPr>
          <w:rtl/>
        </w:rPr>
        <w:t>تى وجلس في مصلاه واشتغل بالتسبيح والتمجيد للرب المجيد ف</w:t>
      </w:r>
      <w:r w:rsidR="004502C0">
        <w:rPr>
          <w:rFonts w:hint="cs"/>
          <w:rtl/>
        </w:rPr>
        <w:t>ا</w:t>
      </w:r>
      <w:r>
        <w:rPr>
          <w:rtl/>
        </w:rPr>
        <w:t>ذا صار الزوال صلى الظهر وجلس ثم يصلي العصر ثم يشتغل بالتعقيب ساعة ثم يسجد سجدة فاذا غربت الشمس صلى المغرب والعشاء فقلت هل كان يصوم دائما</w:t>
      </w:r>
      <w:r w:rsidR="00155AB2">
        <w:rPr>
          <w:rFonts w:hint="cs"/>
          <w:rtl/>
        </w:rPr>
        <w:t>ً</w:t>
      </w:r>
      <w:r>
        <w:rPr>
          <w:rtl/>
        </w:rPr>
        <w:t xml:space="preserve"> قال لا ولكنه يصوم في كل سنة ثلاثة </w:t>
      </w:r>
      <w:r w:rsidR="00557A69">
        <w:rPr>
          <w:rFonts w:hint="cs"/>
          <w:rtl/>
        </w:rPr>
        <w:t>ا</w:t>
      </w:r>
      <w:r>
        <w:rPr>
          <w:rtl/>
        </w:rPr>
        <w:t xml:space="preserve">شهر وفي كل شهر ثلاثة </w:t>
      </w:r>
      <w:r w:rsidR="00557A69">
        <w:rPr>
          <w:rFonts w:hint="cs"/>
          <w:rtl/>
        </w:rPr>
        <w:t>ا</w:t>
      </w:r>
      <w:r>
        <w:rPr>
          <w:rtl/>
        </w:rPr>
        <w:t xml:space="preserve">يام ثم </w:t>
      </w:r>
      <w:r w:rsidR="00557A69">
        <w:rPr>
          <w:rFonts w:hint="cs"/>
          <w:rtl/>
        </w:rPr>
        <w:t>ا</w:t>
      </w:r>
      <w:r>
        <w:rPr>
          <w:rtl/>
        </w:rPr>
        <w:t xml:space="preserve">خرج </w:t>
      </w:r>
      <w:r w:rsidR="00557A69">
        <w:rPr>
          <w:rFonts w:hint="cs"/>
          <w:rtl/>
        </w:rPr>
        <w:t>ا</w:t>
      </w:r>
      <w:r>
        <w:rPr>
          <w:rtl/>
        </w:rPr>
        <w:t xml:space="preserve">لي صحيفة كاملة فيها </w:t>
      </w:r>
      <w:r w:rsidR="00557A69">
        <w:rPr>
          <w:rFonts w:hint="cs"/>
          <w:rtl/>
        </w:rPr>
        <w:t>ا</w:t>
      </w:r>
      <w:r>
        <w:rPr>
          <w:rtl/>
        </w:rPr>
        <w:t xml:space="preserve">دعية علي بن الحسين </w:t>
      </w:r>
      <w:r w:rsidR="00FF2CA0">
        <w:rPr>
          <w:rStyle w:val="rfdAlaem"/>
          <w:rFonts w:hint="cs"/>
          <w:rtl/>
        </w:rPr>
        <w:t>عليه‌السلام</w:t>
      </w:r>
      <w:r>
        <w:rPr>
          <w:rtl/>
        </w:rPr>
        <w:t xml:space="preserve"> ومر قول عاصم رأيته يذكر الله عنده فيغشى عليه حتى يقول القائل ما يرجع الى الدنيا و</w:t>
      </w:r>
      <w:r w:rsidR="00557A69">
        <w:rPr>
          <w:rFonts w:hint="cs"/>
          <w:rtl/>
        </w:rPr>
        <w:t>ا</w:t>
      </w:r>
      <w:r>
        <w:rPr>
          <w:rtl/>
        </w:rPr>
        <w:t xml:space="preserve">نه </w:t>
      </w:r>
      <w:r w:rsidR="00557A69">
        <w:rPr>
          <w:rFonts w:hint="cs"/>
          <w:rtl/>
        </w:rPr>
        <w:t>ا</w:t>
      </w:r>
      <w:r>
        <w:rPr>
          <w:rtl/>
        </w:rPr>
        <w:t>ثر السجود بوجهه.</w:t>
      </w:r>
    </w:p>
    <w:p w:rsidR="00BA4473" w:rsidRPr="004F5F13" w:rsidRDefault="00BA4473" w:rsidP="003C31F5">
      <w:pPr>
        <w:pStyle w:val="Heading1Center"/>
        <w:rPr>
          <w:rtl/>
        </w:rPr>
      </w:pPr>
      <w:bookmarkStart w:id="48" w:name="_Toc256850566"/>
      <w:bookmarkStart w:id="49" w:name="_Toc256854630"/>
      <w:bookmarkStart w:id="50" w:name="_Toc292190066"/>
      <w:bookmarkStart w:id="51" w:name="_Toc292205011"/>
      <w:r w:rsidRPr="00EC7C6C">
        <w:rPr>
          <w:rtl/>
        </w:rPr>
        <w:t>( قراءته</w:t>
      </w:r>
      <w:r w:rsidRPr="004F5F13">
        <w:rPr>
          <w:rtl/>
        </w:rPr>
        <w:t xml:space="preserve"> </w:t>
      </w:r>
      <w:r w:rsidRPr="00EC7C6C">
        <w:rPr>
          <w:rtl/>
        </w:rPr>
        <w:t>)</w:t>
      </w:r>
      <w:bookmarkEnd w:id="48"/>
      <w:bookmarkEnd w:id="49"/>
      <w:bookmarkEnd w:id="50"/>
      <w:bookmarkEnd w:id="51"/>
    </w:p>
    <w:p w:rsidR="00BA4473" w:rsidRDefault="00BA4473" w:rsidP="008E1742">
      <w:pPr>
        <w:rPr>
          <w:rtl/>
        </w:rPr>
      </w:pPr>
      <w:r>
        <w:rPr>
          <w:rtl/>
        </w:rPr>
        <w:t>لزيد قراءة مشهورة معروفة الف فيها بعض العلماء مؤلفا</w:t>
      </w:r>
      <w:r w:rsidR="00155AB2">
        <w:rPr>
          <w:rFonts w:hint="cs"/>
          <w:rtl/>
        </w:rPr>
        <w:t>ً</w:t>
      </w:r>
      <w:r>
        <w:rPr>
          <w:rtl/>
        </w:rPr>
        <w:t xml:space="preserve"> ففي كشف الظنون </w:t>
      </w:r>
      <w:r w:rsidR="00AF4E12">
        <w:rPr>
          <w:rtl/>
        </w:rPr>
        <w:t>ج 2</w:t>
      </w:r>
      <w:r>
        <w:rPr>
          <w:rtl/>
        </w:rPr>
        <w:t xml:space="preserve"> </w:t>
      </w:r>
      <w:r w:rsidR="00AF4E12">
        <w:rPr>
          <w:rtl/>
        </w:rPr>
        <w:t>ص 6</w:t>
      </w:r>
      <w:r>
        <w:rPr>
          <w:rtl/>
        </w:rPr>
        <w:t>24 كتاب النير الجلي في قراءة زيد ابن علي ل</w:t>
      </w:r>
      <w:r w:rsidR="008E1742">
        <w:rPr>
          <w:rFonts w:hint="cs"/>
          <w:rtl/>
        </w:rPr>
        <w:t>ا</w:t>
      </w:r>
      <w:r>
        <w:rPr>
          <w:rtl/>
        </w:rPr>
        <w:t xml:space="preserve">بي علي الاهوازي المقري وفي عمدة الطالب كان الحسين ذو الدمعة يحفظ القران وكذا آباؤه الى </w:t>
      </w:r>
      <w:r w:rsidR="008E1742">
        <w:rPr>
          <w:rFonts w:hint="cs"/>
          <w:rtl/>
        </w:rPr>
        <w:t>ا</w:t>
      </w:r>
      <w:r>
        <w:rPr>
          <w:rtl/>
        </w:rPr>
        <w:t xml:space="preserve">مير المؤمنين علي بن أبي طالب (ع) وهذه فضيلة حسنة ورأيت بعض النسابين قد ذكر </w:t>
      </w:r>
      <w:r w:rsidR="00155AB2">
        <w:rPr>
          <w:rFonts w:hint="cs"/>
          <w:rtl/>
        </w:rPr>
        <w:t>ا</w:t>
      </w:r>
      <w:r>
        <w:rPr>
          <w:rtl/>
        </w:rPr>
        <w:t>ن</w:t>
      </w:r>
    </w:p>
    <w:p w:rsidR="00BA4473" w:rsidRDefault="00BA4473" w:rsidP="008E1742">
      <w:pPr>
        <w:pStyle w:val="rfdNormal0"/>
        <w:rPr>
          <w:rtl/>
        </w:rPr>
      </w:pPr>
      <w:r w:rsidRPr="008E1742">
        <w:rPr>
          <w:rtl/>
        </w:rPr>
        <w:br w:type="page"/>
      </w:r>
      <w:r>
        <w:rPr>
          <w:rtl/>
        </w:rPr>
        <w:lastRenderedPageBreak/>
        <w:t xml:space="preserve">الاب كان يلقن الابن منه الى </w:t>
      </w:r>
      <w:r w:rsidR="008E1742">
        <w:rPr>
          <w:rFonts w:hint="cs"/>
          <w:rtl/>
        </w:rPr>
        <w:t>ا</w:t>
      </w:r>
      <w:r>
        <w:rPr>
          <w:rtl/>
        </w:rPr>
        <w:t>مير المؤمنين علي (ع) وهذا مشكل ل</w:t>
      </w:r>
      <w:r w:rsidR="008E1742">
        <w:rPr>
          <w:rFonts w:hint="cs"/>
          <w:rtl/>
        </w:rPr>
        <w:t>ا</w:t>
      </w:r>
      <w:r>
        <w:rPr>
          <w:rtl/>
        </w:rPr>
        <w:t xml:space="preserve">ن الحسين ذا الدمعة كان يوم قتل </w:t>
      </w:r>
      <w:r w:rsidR="008E1742">
        <w:rPr>
          <w:rFonts w:hint="cs"/>
          <w:rtl/>
        </w:rPr>
        <w:t>ا</w:t>
      </w:r>
      <w:r>
        <w:rPr>
          <w:rtl/>
        </w:rPr>
        <w:t xml:space="preserve">بوه ابن سبع سنين ويبعد </w:t>
      </w:r>
      <w:r w:rsidR="008E1742">
        <w:rPr>
          <w:rFonts w:hint="cs"/>
          <w:rtl/>
        </w:rPr>
        <w:t>ا</w:t>
      </w:r>
      <w:r>
        <w:rPr>
          <w:rtl/>
        </w:rPr>
        <w:t xml:space="preserve">ن يكون في هذا السن قد تلقن القرآن من </w:t>
      </w:r>
      <w:r w:rsidR="008E1742">
        <w:rPr>
          <w:rFonts w:hint="cs"/>
          <w:rtl/>
        </w:rPr>
        <w:t>ا</w:t>
      </w:r>
      <w:r>
        <w:rPr>
          <w:rtl/>
        </w:rPr>
        <w:t>بيه زيد ( و</w:t>
      </w:r>
      <w:r w:rsidR="008E1742">
        <w:rPr>
          <w:rFonts w:hint="cs"/>
          <w:rtl/>
        </w:rPr>
        <w:t>ا</w:t>
      </w:r>
      <w:r>
        <w:rPr>
          <w:rtl/>
        </w:rPr>
        <w:t>قول ) لا بعد فيه ف</w:t>
      </w:r>
      <w:r w:rsidR="008E1742">
        <w:rPr>
          <w:rFonts w:hint="cs"/>
          <w:rtl/>
        </w:rPr>
        <w:t>ا</w:t>
      </w:r>
      <w:r>
        <w:rPr>
          <w:rtl/>
        </w:rPr>
        <w:t xml:space="preserve">ن ابن سبع قابل لذلك بالتجارب وفي مسودة الكتاب : ولزيد قراءة جده </w:t>
      </w:r>
      <w:r w:rsidR="008E1742">
        <w:rPr>
          <w:rFonts w:hint="cs"/>
          <w:rtl/>
        </w:rPr>
        <w:t>ا</w:t>
      </w:r>
      <w:r>
        <w:rPr>
          <w:rtl/>
        </w:rPr>
        <w:t>مير المؤمنين قال عمر بن موسى الرحبي الزيدي في كتاب قراءة زيد هذه القراءة سمعتها من زيد بن علي بن الحسين وما ر</w:t>
      </w:r>
      <w:r w:rsidR="008E1742">
        <w:rPr>
          <w:rFonts w:hint="cs"/>
          <w:rtl/>
        </w:rPr>
        <w:t>ا</w:t>
      </w:r>
      <w:r>
        <w:rPr>
          <w:rtl/>
        </w:rPr>
        <w:t xml:space="preserve">يت </w:t>
      </w:r>
      <w:r w:rsidR="008E1742">
        <w:rPr>
          <w:rFonts w:hint="cs"/>
          <w:rtl/>
        </w:rPr>
        <w:t>ا</w:t>
      </w:r>
      <w:r>
        <w:rPr>
          <w:rtl/>
        </w:rPr>
        <w:t>علم بكتاب الله منه الخ.</w:t>
      </w:r>
    </w:p>
    <w:p w:rsidR="00BA4473" w:rsidRPr="007D49FB" w:rsidRDefault="00BA4473" w:rsidP="003C31F5">
      <w:pPr>
        <w:pStyle w:val="Heading1Center"/>
        <w:rPr>
          <w:rtl/>
        </w:rPr>
      </w:pPr>
      <w:bookmarkStart w:id="52" w:name="_Toc256850567"/>
      <w:bookmarkStart w:id="53" w:name="_Toc256854631"/>
      <w:bookmarkStart w:id="54" w:name="_Toc292190067"/>
      <w:bookmarkStart w:id="55" w:name="_Toc292205012"/>
      <w:r w:rsidRPr="007D49FB">
        <w:rPr>
          <w:rtl/>
        </w:rPr>
        <w:t>( براءته من</w:t>
      </w:r>
      <w:r w:rsidRPr="004F5F13">
        <w:rPr>
          <w:rtl/>
        </w:rPr>
        <w:t xml:space="preserve"> </w:t>
      </w:r>
      <w:r w:rsidRPr="007D49FB">
        <w:rPr>
          <w:rtl/>
        </w:rPr>
        <w:t>دعوى الامامة )</w:t>
      </w:r>
      <w:bookmarkEnd w:id="52"/>
      <w:bookmarkEnd w:id="53"/>
      <w:bookmarkEnd w:id="54"/>
      <w:bookmarkEnd w:id="55"/>
    </w:p>
    <w:p w:rsidR="00BA4473" w:rsidRDefault="00BA4473" w:rsidP="00FF2CA0">
      <w:pPr>
        <w:rPr>
          <w:rtl/>
        </w:rPr>
      </w:pPr>
      <w:r>
        <w:rPr>
          <w:rtl/>
        </w:rPr>
        <w:t xml:space="preserve">مر عن المفيد </w:t>
      </w:r>
      <w:r w:rsidR="007429D3">
        <w:rPr>
          <w:rFonts w:hint="cs"/>
          <w:rtl/>
        </w:rPr>
        <w:t>ا</w:t>
      </w:r>
      <w:r>
        <w:rPr>
          <w:rtl/>
        </w:rPr>
        <w:t xml:space="preserve">نه اعتقد كثير من الشيعة فيه الامامة لخروجه يدعو الى الرضا من آل محمد </w:t>
      </w:r>
      <w:r w:rsidR="007429D3">
        <w:rPr>
          <w:rFonts w:hint="cs"/>
          <w:rtl/>
        </w:rPr>
        <w:t>صلّى الله عليه وسلّم</w:t>
      </w:r>
      <w:r>
        <w:rPr>
          <w:rtl/>
        </w:rPr>
        <w:t xml:space="preserve"> فظنوه يريد بذلك نفسه ولم يكن يريدها به لمعرفته باستحقاق </w:t>
      </w:r>
      <w:r w:rsidR="007429D3">
        <w:rPr>
          <w:rFonts w:hint="cs"/>
          <w:rtl/>
        </w:rPr>
        <w:t>ا</w:t>
      </w:r>
      <w:r>
        <w:rPr>
          <w:rtl/>
        </w:rPr>
        <w:t xml:space="preserve">خيه الباقر </w:t>
      </w:r>
      <w:r w:rsidR="00FF2CA0">
        <w:rPr>
          <w:rStyle w:val="rfdAlaem"/>
          <w:rFonts w:hint="cs"/>
          <w:rtl/>
        </w:rPr>
        <w:t>عليه‌السلام</w:t>
      </w:r>
      <w:r>
        <w:rPr>
          <w:rtl/>
        </w:rPr>
        <w:t xml:space="preserve"> للامامة من قبله ووصية </w:t>
      </w:r>
      <w:r w:rsidR="007429D3">
        <w:rPr>
          <w:rFonts w:hint="cs"/>
          <w:rtl/>
        </w:rPr>
        <w:t>ا</w:t>
      </w:r>
      <w:r>
        <w:rPr>
          <w:rtl/>
        </w:rPr>
        <w:t xml:space="preserve">خيه الباقر عند وفاته الى ولده الصادق </w:t>
      </w:r>
      <w:r w:rsidR="00FF2CA0">
        <w:rPr>
          <w:rStyle w:val="rfdAlaem"/>
          <w:rFonts w:hint="cs"/>
          <w:rtl/>
        </w:rPr>
        <w:t>عليه‌السلام</w:t>
      </w:r>
      <w:r>
        <w:rPr>
          <w:rtl/>
        </w:rPr>
        <w:t xml:space="preserve"> ( وعن رياض الجنة ) ما تعريبه </w:t>
      </w:r>
      <w:r w:rsidR="007429D3">
        <w:rPr>
          <w:rFonts w:hint="cs"/>
          <w:rtl/>
        </w:rPr>
        <w:t>ا</w:t>
      </w:r>
      <w:r>
        <w:rPr>
          <w:rtl/>
        </w:rPr>
        <w:t>ن زيد بن علي كان دائما</w:t>
      </w:r>
      <w:r w:rsidR="00090E3E">
        <w:rPr>
          <w:rFonts w:hint="cs"/>
          <w:rtl/>
        </w:rPr>
        <w:t>ً</w:t>
      </w:r>
      <w:r>
        <w:rPr>
          <w:rtl/>
        </w:rPr>
        <w:t xml:space="preserve"> في فكر الانتقام وال</w:t>
      </w:r>
      <w:r w:rsidR="007429D3">
        <w:rPr>
          <w:rFonts w:hint="cs"/>
          <w:rtl/>
        </w:rPr>
        <w:t>ا</w:t>
      </w:r>
      <w:r>
        <w:rPr>
          <w:rtl/>
        </w:rPr>
        <w:t xml:space="preserve">خذ بثأر جده الحسين </w:t>
      </w:r>
      <w:r w:rsidR="00FF2CA0">
        <w:rPr>
          <w:rStyle w:val="rfdAlaem"/>
          <w:rFonts w:hint="cs"/>
          <w:rtl/>
        </w:rPr>
        <w:t>عليه‌السلام</w:t>
      </w:r>
      <w:r>
        <w:rPr>
          <w:rtl/>
        </w:rPr>
        <w:t xml:space="preserve"> ومن هذه الجهة توهم بعضهم </w:t>
      </w:r>
      <w:r w:rsidR="007429D3">
        <w:rPr>
          <w:rFonts w:hint="cs"/>
          <w:rtl/>
        </w:rPr>
        <w:t>ا</w:t>
      </w:r>
      <w:r>
        <w:rPr>
          <w:rtl/>
        </w:rPr>
        <w:t>نه ادعى ال</w:t>
      </w:r>
      <w:r w:rsidR="007429D3">
        <w:rPr>
          <w:rFonts w:hint="cs"/>
          <w:rtl/>
        </w:rPr>
        <w:t>ا</w:t>
      </w:r>
      <w:r>
        <w:rPr>
          <w:rtl/>
        </w:rPr>
        <w:t>مامة وهذا الظن خطأ ل</w:t>
      </w:r>
      <w:r w:rsidR="00484BC3">
        <w:rPr>
          <w:rFonts w:hint="cs"/>
          <w:rtl/>
        </w:rPr>
        <w:t>ا</w:t>
      </w:r>
      <w:r>
        <w:rPr>
          <w:rtl/>
        </w:rPr>
        <w:t>نه كان عا</w:t>
      </w:r>
      <w:r w:rsidR="00090E3E">
        <w:rPr>
          <w:rFonts w:hint="cs"/>
          <w:rtl/>
        </w:rPr>
        <w:t>ر</w:t>
      </w:r>
      <w:r>
        <w:rPr>
          <w:rtl/>
        </w:rPr>
        <w:t>فا</w:t>
      </w:r>
      <w:r w:rsidR="00090E3E">
        <w:rPr>
          <w:rFonts w:hint="cs"/>
          <w:rtl/>
        </w:rPr>
        <w:t>ً</w:t>
      </w:r>
      <w:r>
        <w:rPr>
          <w:rtl/>
        </w:rPr>
        <w:t xml:space="preserve"> برتبة </w:t>
      </w:r>
      <w:r w:rsidR="00484BC3">
        <w:rPr>
          <w:rFonts w:hint="cs"/>
          <w:rtl/>
        </w:rPr>
        <w:t>ا</w:t>
      </w:r>
      <w:r>
        <w:rPr>
          <w:rtl/>
        </w:rPr>
        <w:t>خيه وكان حاضرا</w:t>
      </w:r>
      <w:r w:rsidR="00090E3E">
        <w:rPr>
          <w:rFonts w:hint="cs"/>
          <w:rtl/>
        </w:rPr>
        <w:t>ً</w:t>
      </w:r>
      <w:r>
        <w:rPr>
          <w:rtl/>
        </w:rPr>
        <w:t xml:space="preserve"> في وقت وصية </w:t>
      </w:r>
      <w:r w:rsidR="00484BC3">
        <w:rPr>
          <w:rFonts w:hint="cs"/>
          <w:rtl/>
        </w:rPr>
        <w:t>ا</w:t>
      </w:r>
      <w:r>
        <w:rPr>
          <w:rtl/>
        </w:rPr>
        <w:t xml:space="preserve">بيه ووضع </w:t>
      </w:r>
      <w:r w:rsidR="00484BC3">
        <w:rPr>
          <w:rFonts w:hint="cs"/>
          <w:rtl/>
        </w:rPr>
        <w:t>ا</w:t>
      </w:r>
      <w:r>
        <w:rPr>
          <w:rtl/>
        </w:rPr>
        <w:t>خيه في مكانه وكان متيقنا</w:t>
      </w:r>
      <w:r w:rsidR="00090E3E">
        <w:rPr>
          <w:rFonts w:hint="cs"/>
          <w:rtl/>
        </w:rPr>
        <w:t>ً</w:t>
      </w:r>
      <w:r>
        <w:rPr>
          <w:rtl/>
        </w:rPr>
        <w:t xml:space="preserve"> </w:t>
      </w:r>
      <w:r w:rsidR="00484BC3">
        <w:rPr>
          <w:rFonts w:hint="cs"/>
          <w:rtl/>
        </w:rPr>
        <w:t>ا</w:t>
      </w:r>
      <w:r>
        <w:rPr>
          <w:rtl/>
        </w:rPr>
        <w:t>ن الامامة ل</w:t>
      </w:r>
      <w:r w:rsidR="00484BC3">
        <w:rPr>
          <w:rFonts w:hint="cs"/>
          <w:rtl/>
        </w:rPr>
        <w:t>ا</w:t>
      </w:r>
      <w:r>
        <w:rPr>
          <w:rtl/>
        </w:rPr>
        <w:t xml:space="preserve">خيه وبعده للصادق </w:t>
      </w:r>
      <w:r w:rsidR="00FF2CA0">
        <w:rPr>
          <w:rStyle w:val="rfdAlaem"/>
          <w:rFonts w:hint="cs"/>
          <w:rtl/>
        </w:rPr>
        <w:t>عليه‌السلام</w:t>
      </w:r>
      <w:r>
        <w:rPr>
          <w:rtl/>
        </w:rPr>
        <w:t xml:space="preserve"> وعن السيد الجليل بهاء الدين علي بن عبد الحميد النيلي النجفي رضوان الله عليه في كتابه ال</w:t>
      </w:r>
      <w:r w:rsidR="00484BC3">
        <w:rPr>
          <w:rFonts w:hint="cs"/>
          <w:rtl/>
        </w:rPr>
        <w:t>ا</w:t>
      </w:r>
      <w:r>
        <w:rPr>
          <w:rtl/>
        </w:rPr>
        <w:t xml:space="preserve">نوار المضيئة </w:t>
      </w:r>
      <w:r w:rsidR="00484BC3">
        <w:rPr>
          <w:rFonts w:hint="cs"/>
          <w:rtl/>
        </w:rPr>
        <w:t>ا</w:t>
      </w:r>
      <w:r>
        <w:rPr>
          <w:rtl/>
        </w:rPr>
        <w:t xml:space="preserve">نه قال زعم طوائف ممن لا رشد لهم </w:t>
      </w:r>
      <w:r w:rsidR="00090E3E">
        <w:rPr>
          <w:rFonts w:hint="cs"/>
          <w:rtl/>
        </w:rPr>
        <w:t>ا</w:t>
      </w:r>
      <w:r>
        <w:rPr>
          <w:rtl/>
        </w:rPr>
        <w:t>ن زيد ابن</w:t>
      </w:r>
    </w:p>
    <w:p w:rsidR="00BA4473" w:rsidRDefault="00BA4473" w:rsidP="00D74299">
      <w:pPr>
        <w:pStyle w:val="rfdNormal0"/>
        <w:rPr>
          <w:rtl/>
        </w:rPr>
      </w:pPr>
      <w:r w:rsidRPr="00484BC3">
        <w:rPr>
          <w:rtl/>
        </w:rPr>
        <w:br w:type="page"/>
      </w:r>
      <w:r>
        <w:rPr>
          <w:rtl/>
        </w:rPr>
        <w:lastRenderedPageBreak/>
        <w:t xml:space="preserve">علي بن الحسين </w:t>
      </w:r>
      <w:r w:rsidR="00424C96" w:rsidRPr="00A50A68">
        <w:rPr>
          <w:rStyle w:val="rfdAlaem"/>
          <w:rFonts w:hint="cs"/>
          <w:rtl/>
        </w:rPr>
        <w:t>:</w:t>
      </w:r>
      <w:r>
        <w:rPr>
          <w:rtl/>
        </w:rPr>
        <w:t xml:space="preserve"> خرج يدعو لنفسه وقد افتروا عليه الكذب وبهتوه بما لم يدعه ل</w:t>
      </w:r>
      <w:r w:rsidR="00D74299">
        <w:rPr>
          <w:rFonts w:hint="cs"/>
          <w:rtl/>
        </w:rPr>
        <w:t>ا</w:t>
      </w:r>
      <w:r>
        <w:rPr>
          <w:rtl/>
        </w:rPr>
        <w:t xml:space="preserve">نه كان عين </w:t>
      </w:r>
      <w:r w:rsidR="00D74299">
        <w:rPr>
          <w:rFonts w:hint="cs"/>
          <w:rtl/>
        </w:rPr>
        <w:t>ا</w:t>
      </w:r>
      <w:r>
        <w:rPr>
          <w:rtl/>
        </w:rPr>
        <w:t xml:space="preserve">خوته بعد </w:t>
      </w:r>
      <w:r w:rsidR="00D74299">
        <w:rPr>
          <w:rFonts w:hint="cs"/>
          <w:rtl/>
        </w:rPr>
        <w:t>ا</w:t>
      </w:r>
      <w:r>
        <w:rPr>
          <w:rtl/>
        </w:rPr>
        <w:t xml:space="preserve">بي جعفر </w:t>
      </w:r>
      <w:r w:rsidR="00FF2CA0">
        <w:rPr>
          <w:rStyle w:val="rfdAlaem"/>
          <w:rFonts w:hint="cs"/>
          <w:rtl/>
        </w:rPr>
        <w:t>عليه‌السلام</w:t>
      </w:r>
      <w:r>
        <w:rPr>
          <w:rtl/>
        </w:rPr>
        <w:t xml:space="preserve"> و</w:t>
      </w:r>
      <w:r w:rsidR="00D74299">
        <w:rPr>
          <w:rFonts w:hint="cs"/>
          <w:rtl/>
        </w:rPr>
        <w:t>ا</w:t>
      </w:r>
      <w:r>
        <w:rPr>
          <w:rtl/>
        </w:rPr>
        <w:t>فضلهم ورعا وفقها وسخاء وشجاعة وعلما وزهدا</w:t>
      </w:r>
      <w:r w:rsidR="00090E3E">
        <w:rPr>
          <w:rFonts w:hint="cs"/>
          <w:rtl/>
        </w:rPr>
        <w:t>ً</w:t>
      </w:r>
      <w:r>
        <w:rPr>
          <w:rtl/>
        </w:rPr>
        <w:t xml:space="preserve"> وكان يدعى حليف القرآن وحيث </w:t>
      </w:r>
      <w:r w:rsidR="00D74299">
        <w:rPr>
          <w:rFonts w:hint="cs"/>
          <w:rtl/>
        </w:rPr>
        <w:t>ا</w:t>
      </w:r>
      <w:r>
        <w:rPr>
          <w:rtl/>
        </w:rPr>
        <w:t xml:space="preserve">نه خرج بالسيف ودعا الى الرضا من آل محمد زعم كثير من الناس لا سيما جهال </w:t>
      </w:r>
      <w:r w:rsidR="00D74299">
        <w:rPr>
          <w:rFonts w:hint="cs"/>
          <w:rtl/>
        </w:rPr>
        <w:t>ا</w:t>
      </w:r>
      <w:r>
        <w:rPr>
          <w:rtl/>
        </w:rPr>
        <w:t xml:space="preserve">هل الكوفة هذا الزعم وتوهموا </w:t>
      </w:r>
      <w:r w:rsidR="00D74299">
        <w:rPr>
          <w:rFonts w:hint="cs"/>
          <w:rtl/>
        </w:rPr>
        <w:t>ا</w:t>
      </w:r>
      <w:r>
        <w:rPr>
          <w:rtl/>
        </w:rPr>
        <w:t>نه دعا الى</w:t>
      </w:r>
      <w:r w:rsidR="002D6EA6">
        <w:rPr>
          <w:rFonts w:hint="cs"/>
          <w:rtl/>
        </w:rPr>
        <w:t xml:space="preserve"> </w:t>
      </w:r>
      <w:r>
        <w:rPr>
          <w:rtl/>
        </w:rPr>
        <w:t xml:space="preserve">نفسه ولم يكن يريدها له لمعرفته باستحقاق </w:t>
      </w:r>
      <w:r w:rsidR="00D74299">
        <w:rPr>
          <w:rFonts w:hint="cs"/>
          <w:rtl/>
        </w:rPr>
        <w:t>ا</w:t>
      </w:r>
      <w:r>
        <w:rPr>
          <w:rtl/>
        </w:rPr>
        <w:t xml:space="preserve">خيه الامامة من قبله وابن </w:t>
      </w:r>
      <w:r w:rsidR="00D74299">
        <w:rPr>
          <w:rFonts w:hint="cs"/>
          <w:rtl/>
        </w:rPr>
        <w:t>ا</w:t>
      </w:r>
      <w:r>
        <w:rPr>
          <w:rtl/>
        </w:rPr>
        <w:t xml:space="preserve">خيه لوصية </w:t>
      </w:r>
      <w:r w:rsidR="00D74299">
        <w:rPr>
          <w:rFonts w:hint="cs"/>
          <w:rtl/>
        </w:rPr>
        <w:t>ا</w:t>
      </w:r>
      <w:r>
        <w:rPr>
          <w:rtl/>
        </w:rPr>
        <w:t xml:space="preserve">خيه اليه بها من بعده الى </w:t>
      </w:r>
      <w:r w:rsidR="00D74299">
        <w:rPr>
          <w:rFonts w:hint="cs"/>
          <w:rtl/>
        </w:rPr>
        <w:t>ا</w:t>
      </w:r>
      <w:r>
        <w:rPr>
          <w:rtl/>
        </w:rPr>
        <w:t xml:space="preserve">ن قال وقد انتشرت الزيدية فكثروا وهم الان طوائف كثيرة في كل صقع </w:t>
      </w:r>
      <w:r w:rsidR="00D74299">
        <w:rPr>
          <w:rFonts w:hint="cs"/>
          <w:rtl/>
        </w:rPr>
        <w:t>ا</w:t>
      </w:r>
      <w:r>
        <w:rPr>
          <w:rtl/>
        </w:rPr>
        <w:t>كثرهم باليمن ومكة وكيلان.</w:t>
      </w:r>
    </w:p>
    <w:p w:rsidR="00BA4473" w:rsidRPr="004F5F13" w:rsidRDefault="00BA4473" w:rsidP="00032AA9">
      <w:pPr>
        <w:pStyle w:val="Heading1Center"/>
        <w:rPr>
          <w:rtl/>
        </w:rPr>
      </w:pPr>
      <w:bookmarkStart w:id="56" w:name="_Toc256850568"/>
      <w:bookmarkStart w:id="57" w:name="_Toc256854632"/>
      <w:bookmarkStart w:id="58" w:name="_Toc292190068"/>
      <w:bookmarkStart w:id="59" w:name="_Toc292205013"/>
      <w:r w:rsidRPr="00441079">
        <w:rPr>
          <w:rtl/>
        </w:rPr>
        <w:t>( بعض النصوص الواردة عن</w:t>
      </w:r>
      <w:r w:rsidRPr="004F5F13">
        <w:rPr>
          <w:rtl/>
        </w:rPr>
        <w:t xml:space="preserve"> </w:t>
      </w:r>
      <w:r w:rsidRPr="00441079">
        <w:rPr>
          <w:rtl/>
        </w:rPr>
        <w:t>زيد بامامة الأئمة الاثني عشر )</w:t>
      </w:r>
      <w:bookmarkEnd w:id="56"/>
      <w:bookmarkEnd w:id="57"/>
      <w:bookmarkEnd w:id="58"/>
      <w:bookmarkEnd w:id="59"/>
    </w:p>
    <w:p w:rsidR="00BA4473" w:rsidRDefault="00BA4473" w:rsidP="00D74299">
      <w:pPr>
        <w:rPr>
          <w:rtl/>
        </w:rPr>
      </w:pPr>
      <w:r>
        <w:rPr>
          <w:rtl/>
        </w:rPr>
        <w:t xml:space="preserve">روى الصدوق في الامالي في المجلس 181 عن عمرو بن خالد قال زيد بن علي بن الحسين بن علي بن </w:t>
      </w:r>
      <w:r w:rsidR="00D74299">
        <w:rPr>
          <w:rFonts w:hint="cs"/>
          <w:rtl/>
        </w:rPr>
        <w:t>ا</w:t>
      </w:r>
      <w:r>
        <w:rPr>
          <w:rtl/>
        </w:rPr>
        <w:t xml:space="preserve">بي طالب </w:t>
      </w:r>
      <w:r w:rsidR="00424C96" w:rsidRPr="00A50A68">
        <w:rPr>
          <w:rStyle w:val="rfdAlaem"/>
          <w:rFonts w:hint="cs"/>
          <w:rtl/>
        </w:rPr>
        <w:t>:</w:t>
      </w:r>
      <w:r>
        <w:rPr>
          <w:rtl/>
        </w:rPr>
        <w:t xml:space="preserve"> في كل زمان رجل منا </w:t>
      </w:r>
      <w:r w:rsidR="00D74299">
        <w:rPr>
          <w:rFonts w:hint="cs"/>
          <w:rtl/>
        </w:rPr>
        <w:t>ا</w:t>
      </w:r>
      <w:r>
        <w:rPr>
          <w:rtl/>
        </w:rPr>
        <w:t xml:space="preserve">هل البيت يحتج الله به على خلقه وحجة زماننا ابن </w:t>
      </w:r>
      <w:r w:rsidR="00D74299">
        <w:rPr>
          <w:rFonts w:hint="cs"/>
          <w:rtl/>
        </w:rPr>
        <w:t>ا</w:t>
      </w:r>
      <w:r>
        <w:rPr>
          <w:rtl/>
        </w:rPr>
        <w:t>خي جعفر بن محمد لا يضل من تبعه ولا يهتدي من خالفه وفي كفاية ال</w:t>
      </w:r>
      <w:r w:rsidR="00D74299">
        <w:rPr>
          <w:rFonts w:hint="cs"/>
          <w:rtl/>
        </w:rPr>
        <w:t>ا</w:t>
      </w:r>
      <w:r>
        <w:rPr>
          <w:rtl/>
        </w:rPr>
        <w:t xml:space="preserve">ثر </w:t>
      </w:r>
      <w:r w:rsidR="00AF4E12">
        <w:rPr>
          <w:rtl/>
        </w:rPr>
        <w:t>ص 8</w:t>
      </w:r>
      <w:r>
        <w:rPr>
          <w:rtl/>
        </w:rPr>
        <w:t>6 عن محمد بن بكير في حديث يا ابن بكير بنا عرف الله وبنا عبد</w:t>
      </w:r>
      <w:r w:rsidR="00D74299">
        <w:rPr>
          <w:rFonts w:hint="cs"/>
          <w:rtl/>
        </w:rPr>
        <w:t xml:space="preserve"> </w:t>
      </w:r>
      <w:r>
        <w:rPr>
          <w:rtl/>
        </w:rPr>
        <w:t>الله ونحن السبيل الى الله ومنا المصطفى ومنا المرتضى ومنا يكون المهدي قائم هذه ال</w:t>
      </w:r>
      <w:r w:rsidR="00D74299">
        <w:rPr>
          <w:rFonts w:hint="cs"/>
          <w:rtl/>
        </w:rPr>
        <w:t>ا</w:t>
      </w:r>
      <w:r>
        <w:rPr>
          <w:rtl/>
        </w:rPr>
        <w:t xml:space="preserve">مة فقال ابن بكير يا ابن رسول الله هل عهد اليكم رسول الله متى يقوم قائمكم قال يا ابن بكير </w:t>
      </w:r>
      <w:r w:rsidR="00D74299">
        <w:rPr>
          <w:rFonts w:hint="cs"/>
          <w:rtl/>
        </w:rPr>
        <w:t>ا</w:t>
      </w:r>
      <w:r>
        <w:rPr>
          <w:rtl/>
        </w:rPr>
        <w:t>نك لن تلحقه وان هذا الامر يكون بعد ستة من الأوصياء بعد هذا ثم يجعل الله</w:t>
      </w:r>
    </w:p>
    <w:p w:rsidR="00BA4473" w:rsidRDefault="00BA4473" w:rsidP="00D76F43">
      <w:pPr>
        <w:pStyle w:val="rfdNormal0"/>
        <w:rPr>
          <w:rtl/>
        </w:rPr>
      </w:pPr>
      <w:r w:rsidRPr="00D74299">
        <w:rPr>
          <w:rtl/>
        </w:rPr>
        <w:br w:type="page"/>
      </w:r>
      <w:r>
        <w:rPr>
          <w:rtl/>
        </w:rPr>
        <w:lastRenderedPageBreak/>
        <w:t>خروج قائمنا فيمل</w:t>
      </w:r>
      <w:r w:rsidR="00D76F43">
        <w:rPr>
          <w:rFonts w:hint="cs"/>
          <w:rtl/>
        </w:rPr>
        <w:t>ؤ</w:t>
      </w:r>
      <w:r>
        <w:rPr>
          <w:rtl/>
        </w:rPr>
        <w:t>ها قسطا</w:t>
      </w:r>
      <w:r w:rsidR="00090E3E">
        <w:rPr>
          <w:rFonts w:hint="cs"/>
          <w:rtl/>
        </w:rPr>
        <w:t>ً</w:t>
      </w:r>
      <w:r>
        <w:rPr>
          <w:rtl/>
        </w:rPr>
        <w:t xml:space="preserve"> وعدلا كما ملئت جورا</w:t>
      </w:r>
      <w:r w:rsidR="00090E3E">
        <w:rPr>
          <w:rFonts w:hint="cs"/>
          <w:rtl/>
        </w:rPr>
        <w:t>ً</w:t>
      </w:r>
      <w:r>
        <w:rPr>
          <w:rtl/>
        </w:rPr>
        <w:t xml:space="preserve"> وظلما</w:t>
      </w:r>
      <w:r w:rsidR="00090E3E">
        <w:rPr>
          <w:rFonts w:hint="cs"/>
          <w:rtl/>
        </w:rPr>
        <w:t>ً</w:t>
      </w:r>
      <w:r>
        <w:rPr>
          <w:rtl/>
        </w:rPr>
        <w:t xml:space="preserve"> قلت يا ابن رسول الله </w:t>
      </w:r>
      <w:r w:rsidR="00D76F43">
        <w:rPr>
          <w:rFonts w:hint="cs"/>
          <w:rtl/>
        </w:rPr>
        <w:t>ا</w:t>
      </w:r>
      <w:r>
        <w:rPr>
          <w:rtl/>
        </w:rPr>
        <w:t>لست صاحب هذا ال</w:t>
      </w:r>
      <w:r w:rsidR="00D76F43">
        <w:rPr>
          <w:rFonts w:hint="cs"/>
          <w:rtl/>
        </w:rPr>
        <w:t>ا</w:t>
      </w:r>
      <w:r>
        <w:rPr>
          <w:rtl/>
        </w:rPr>
        <w:t xml:space="preserve">مر فقال </w:t>
      </w:r>
      <w:r w:rsidR="00D76F43">
        <w:rPr>
          <w:rFonts w:hint="cs"/>
          <w:rtl/>
        </w:rPr>
        <w:t>ا</w:t>
      </w:r>
      <w:r>
        <w:rPr>
          <w:rtl/>
        </w:rPr>
        <w:t xml:space="preserve">نا من العترة ثم زارني فقلت يا ابن رسول الله هذا الذي قلته عن علم منك </w:t>
      </w:r>
      <w:r w:rsidR="00D76F43">
        <w:rPr>
          <w:rFonts w:hint="cs"/>
          <w:rtl/>
        </w:rPr>
        <w:t>ا</w:t>
      </w:r>
      <w:r>
        <w:rPr>
          <w:rtl/>
        </w:rPr>
        <w:t xml:space="preserve">و نقلته عن رسول الله فقال لو كنت </w:t>
      </w:r>
      <w:r w:rsidR="00D76F43">
        <w:rPr>
          <w:rFonts w:hint="cs"/>
          <w:rtl/>
        </w:rPr>
        <w:t>ا</w:t>
      </w:r>
      <w:r>
        <w:rPr>
          <w:rtl/>
        </w:rPr>
        <w:t>علم الغيب لاستكثرت من الخير لا ولكن عهد عهده إلينا رسول الله (ص) ثم أنشأ يقو</w:t>
      </w:r>
      <w:r w:rsidR="00D76F43">
        <w:rPr>
          <w:rFonts w:hint="cs"/>
          <w:rtl/>
        </w:rPr>
        <w:t>ل</w:t>
      </w:r>
      <w:r>
        <w:rPr>
          <w:rtl/>
        </w:rPr>
        <w:t xml:space="preserve"> :</w:t>
      </w:r>
    </w:p>
    <w:tbl>
      <w:tblPr>
        <w:bidiVisual/>
        <w:tblW w:w="5000" w:type="pct"/>
        <w:tblLook w:val="01E0" w:firstRow="1" w:lastRow="1" w:firstColumn="1" w:lastColumn="1" w:noHBand="0" w:noVBand="0"/>
      </w:tblPr>
      <w:tblGrid>
        <w:gridCol w:w="3642"/>
        <w:gridCol w:w="303"/>
        <w:gridCol w:w="3642"/>
      </w:tblGrid>
      <w:tr w:rsidR="00F4552C">
        <w:tc>
          <w:tcPr>
            <w:tcW w:w="2400" w:type="pct"/>
            <w:shd w:val="clear" w:color="auto" w:fill="auto"/>
          </w:tcPr>
          <w:p w:rsidR="00F4552C" w:rsidRDefault="00F4552C" w:rsidP="00863005">
            <w:pPr>
              <w:pStyle w:val="rfdPoem"/>
              <w:rPr>
                <w:rtl/>
              </w:rPr>
            </w:pPr>
            <w:r>
              <w:rPr>
                <w:rtl/>
              </w:rPr>
              <w:t>نحن سادات قريش</w:t>
            </w:r>
            <w:r w:rsidRPr="002E5C97">
              <w:rPr>
                <w:rStyle w:val="rfdPoemTiniCharChar"/>
                <w:rtl/>
              </w:rPr>
              <w:br/>
              <w:t> </w:t>
            </w:r>
          </w:p>
        </w:tc>
        <w:tc>
          <w:tcPr>
            <w:tcW w:w="200" w:type="pct"/>
            <w:shd w:val="clear" w:color="auto" w:fill="auto"/>
          </w:tcPr>
          <w:p w:rsidR="00F4552C" w:rsidRDefault="00F4552C" w:rsidP="00863005">
            <w:pPr>
              <w:pStyle w:val="rfdPoem"/>
              <w:rPr>
                <w:rtl/>
              </w:rPr>
            </w:pPr>
          </w:p>
        </w:tc>
        <w:tc>
          <w:tcPr>
            <w:tcW w:w="2400" w:type="pct"/>
            <w:shd w:val="clear" w:color="auto" w:fill="auto"/>
          </w:tcPr>
          <w:p w:rsidR="00F4552C" w:rsidRDefault="00F4552C" w:rsidP="00863005">
            <w:pPr>
              <w:pStyle w:val="rfdPoem"/>
              <w:rPr>
                <w:rtl/>
              </w:rPr>
            </w:pPr>
            <w:r>
              <w:rPr>
                <w:rtl/>
              </w:rPr>
              <w:t>وقوام الحق فينا</w:t>
            </w:r>
            <w:r w:rsidRPr="002E5C97">
              <w:rPr>
                <w:rStyle w:val="rfdPoemTiniCharChar"/>
                <w:rtl/>
              </w:rPr>
              <w:br/>
              <w:t> </w:t>
            </w:r>
          </w:p>
        </w:tc>
      </w:tr>
      <w:tr w:rsidR="00F4552C">
        <w:tc>
          <w:tcPr>
            <w:tcW w:w="2400" w:type="pct"/>
          </w:tcPr>
          <w:p w:rsidR="00F4552C" w:rsidRDefault="00F4552C" w:rsidP="00863005">
            <w:pPr>
              <w:pStyle w:val="rfdPoem"/>
              <w:rPr>
                <w:rtl/>
              </w:rPr>
            </w:pPr>
            <w:r>
              <w:rPr>
                <w:rtl/>
              </w:rPr>
              <w:t>نحن الانوار التي</w:t>
            </w:r>
            <w:r w:rsidRPr="002E5C97">
              <w:rPr>
                <w:rStyle w:val="rfdPoemTiniCharChar"/>
                <w:rtl/>
              </w:rPr>
              <w:br/>
              <w:t> </w:t>
            </w:r>
          </w:p>
        </w:tc>
        <w:tc>
          <w:tcPr>
            <w:tcW w:w="200" w:type="pct"/>
          </w:tcPr>
          <w:p w:rsidR="00F4552C" w:rsidRDefault="00F4552C" w:rsidP="00863005">
            <w:pPr>
              <w:pStyle w:val="rfdPoem"/>
              <w:rPr>
                <w:rtl/>
              </w:rPr>
            </w:pPr>
          </w:p>
        </w:tc>
        <w:tc>
          <w:tcPr>
            <w:tcW w:w="2400" w:type="pct"/>
          </w:tcPr>
          <w:p w:rsidR="00F4552C" w:rsidRDefault="00F4552C" w:rsidP="00863005">
            <w:pPr>
              <w:pStyle w:val="rfdPoem"/>
              <w:rPr>
                <w:rtl/>
              </w:rPr>
            </w:pPr>
            <w:r>
              <w:rPr>
                <w:rtl/>
              </w:rPr>
              <w:t>من قبل كون الخلق كنا</w:t>
            </w:r>
            <w:r w:rsidRPr="002E5C97">
              <w:rPr>
                <w:rStyle w:val="rfdPoemTiniCharChar"/>
                <w:rtl/>
              </w:rPr>
              <w:br/>
              <w:t> </w:t>
            </w:r>
          </w:p>
        </w:tc>
      </w:tr>
      <w:tr w:rsidR="00F4552C">
        <w:tc>
          <w:tcPr>
            <w:tcW w:w="2400" w:type="pct"/>
          </w:tcPr>
          <w:p w:rsidR="00F4552C" w:rsidRDefault="00F4552C" w:rsidP="00863005">
            <w:pPr>
              <w:pStyle w:val="rfdPoem"/>
              <w:rPr>
                <w:rtl/>
              </w:rPr>
            </w:pPr>
            <w:r>
              <w:rPr>
                <w:rtl/>
              </w:rPr>
              <w:t>نحن من المصطفى ال</w:t>
            </w:r>
            <w:r w:rsidR="00D76F43">
              <w:rPr>
                <w:rFonts w:hint="cs"/>
                <w:rtl/>
              </w:rPr>
              <w:t>‍</w:t>
            </w:r>
            <w:r w:rsidRPr="002E5C97">
              <w:rPr>
                <w:rStyle w:val="rfdPoemTiniCharChar"/>
                <w:rtl/>
              </w:rPr>
              <w:br/>
              <w:t> </w:t>
            </w:r>
          </w:p>
        </w:tc>
        <w:tc>
          <w:tcPr>
            <w:tcW w:w="200" w:type="pct"/>
          </w:tcPr>
          <w:p w:rsidR="00F4552C" w:rsidRDefault="00F4552C" w:rsidP="00863005">
            <w:pPr>
              <w:pStyle w:val="rfdPoem"/>
              <w:rPr>
                <w:rtl/>
              </w:rPr>
            </w:pPr>
          </w:p>
        </w:tc>
        <w:tc>
          <w:tcPr>
            <w:tcW w:w="2400" w:type="pct"/>
          </w:tcPr>
          <w:p w:rsidR="00F4552C" w:rsidRDefault="00F4552C" w:rsidP="00863005">
            <w:pPr>
              <w:pStyle w:val="rfdPoem"/>
              <w:rPr>
                <w:rtl/>
              </w:rPr>
            </w:pPr>
            <w:r>
              <w:rPr>
                <w:rtl/>
              </w:rPr>
              <w:t>مختار والمهدي منا</w:t>
            </w:r>
            <w:r w:rsidRPr="002E5C97">
              <w:rPr>
                <w:rStyle w:val="rfdPoemTiniCharChar"/>
                <w:rtl/>
              </w:rPr>
              <w:br/>
              <w:t> </w:t>
            </w:r>
          </w:p>
        </w:tc>
      </w:tr>
      <w:tr w:rsidR="00F4552C">
        <w:tc>
          <w:tcPr>
            <w:tcW w:w="2400" w:type="pct"/>
          </w:tcPr>
          <w:p w:rsidR="00F4552C" w:rsidRDefault="00F4552C" w:rsidP="00863005">
            <w:pPr>
              <w:pStyle w:val="rfdPoem"/>
              <w:rPr>
                <w:rtl/>
              </w:rPr>
            </w:pPr>
            <w:r>
              <w:rPr>
                <w:rtl/>
              </w:rPr>
              <w:t xml:space="preserve">فبنا قد عرف </w:t>
            </w:r>
            <w:r w:rsidRPr="002E5C97">
              <w:rPr>
                <w:rStyle w:val="rfdPoemTiniCharChar"/>
                <w:rtl/>
              </w:rPr>
              <w:br/>
              <w:t> </w:t>
            </w:r>
          </w:p>
        </w:tc>
        <w:tc>
          <w:tcPr>
            <w:tcW w:w="200" w:type="pct"/>
          </w:tcPr>
          <w:p w:rsidR="00F4552C" w:rsidRDefault="00F4552C" w:rsidP="00863005">
            <w:pPr>
              <w:pStyle w:val="rfdPoem"/>
              <w:rPr>
                <w:rtl/>
              </w:rPr>
            </w:pPr>
          </w:p>
        </w:tc>
        <w:tc>
          <w:tcPr>
            <w:tcW w:w="2400" w:type="pct"/>
          </w:tcPr>
          <w:p w:rsidR="00F4552C" w:rsidRDefault="00F4552C" w:rsidP="00863005">
            <w:pPr>
              <w:pStyle w:val="rfdPoem"/>
              <w:rPr>
                <w:rtl/>
              </w:rPr>
            </w:pPr>
            <w:r>
              <w:rPr>
                <w:rtl/>
              </w:rPr>
              <w:t>الله وبالحق أقمنا</w:t>
            </w:r>
            <w:r w:rsidRPr="002E5C97">
              <w:rPr>
                <w:rStyle w:val="rfdPoemTiniCharChar"/>
                <w:rtl/>
              </w:rPr>
              <w:br/>
              <w:t> </w:t>
            </w:r>
          </w:p>
        </w:tc>
      </w:tr>
      <w:tr w:rsidR="00F4552C">
        <w:tc>
          <w:tcPr>
            <w:tcW w:w="2400" w:type="pct"/>
          </w:tcPr>
          <w:p w:rsidR="00F4552C" w:rsidRDefault="00F4552C" w:rsidP="00863005">
            <w:pPr>
              <w:pStyle w:val="rfdPoem"/>
              <w:rPr>
                <w:rtl/>
              </w:rPr>
            </w:pPr>
            <w:r>
              <w:rPr>
                <w:rtl/>
              </w:rPr>
              <w:t>سوف يصلاه سميرا</w:t>
            </w:r>
            <w:r w:rsidRPr="002E5C97">
              <w:rPr>
                <w:rStyle w:val="rfdPoemTiniCharChar"/>
                <w:rtl/>
              </w:rPr>
              <w:br/>
              <w:t> </w:t>
            </w:r>
          </w:p>
        </w:tc>
        <w:tc>
          <w:tcPr>
            <w:tcW w:w="200" w:type="pct"/>
          </w:tcPr>
          <w:p w:rsidR="00F4552C" w:rsidRDefault="00F4552C" w:rsidP="00863005">
            <w:pPr>
              <w:pStyle w:val="rfdPoem"/>
              <w:rPr>
                <w:rtl/>
              </w:rPr>
            </w:pPr>
          </w:p>
        </w:tc>
        <w:tc>
          <w:tcPr>
            <w:tcW w:w="2400" w:type="pct"/>
          </w:tcPr>
          <w:p w:rsidR="00F4552C" w:rsidRDefault="00F4552C" w:rsidP="00863005">
            <w:pPr>
              <w:pStyle w:val="rfdPoem"/>
              <w:rPr>
                <w:rtl/>
              </w:rPr>
            </w:pPr>
            <w:r>
              <w:rPr>
                <w:rtl/>
              </w:rPr>
              <w:t>من تولى اليوم عنا</w:t>
            </w:r>
            <w:r w:rsidRPr="002E5C97">
              <w:rPr>
                <w:rStyle w:val="rfdPoemTiniCharChar"/>
                <w:rtl/>
              </w:rPr>
              <w:br/>
              <w:t> </w:t>
            </w:r>
          </w:p>
        </w:tc>
      </w:tr>
    </w:tbl>
    <w:p w:rsidR="00BA4473" w:rsidRDefault="00BA4473" w:rsidP="00D76F43">
      <w:pPr>
        <w:rPr>
          <w:rtl/>
        </w:rPr>
      </w:pPr>
      <w:r>
        <w:rPr>
          <w:rtl/>
        </w:rPr>
        <w:t>وفي كفاية الاثر أيضا</w:t>
      </w:r>
      <w:r w:rsidR="00D76F43">
        <w:rPr>
          <w:rFonts w:hint="cs"/>
          <w:rtl/>
        </w:rPr>
        <w:t>ً</w:t>
      </w:r>
      <w:r>
        <w:rPr>
          <w:rtl/>
        </w:rPr>
        <w:t xml:space="preserve"> عن قاسم بن خليفة عن يحيى بن زيد </w:t>
      </w:r>
      <w:r w:rsidR="00D76F43">
        <w:rPr>
          <w:rFonts w:hint="cs"/>
          <w:rtl/>
        </w:rPr>
        <w:t>ا</w:t>
      </w:r>
      <w:r>
        <w:rPr>
          <w:rtl/>
        </w:rPr>
        <w:t xml:space="preserve">نه قال سألت </w:t>
      </w:r>
      <w:r w:rsidR="00D76F43">
        <w:rPr>
          <w:rFonts w:hint="cs"/>
          <w:rtl/>
        </w:rPr>
        <w:t>ا</w:t>
      </w:r>
      <w:r>
        <w:rPr>
          <w:rtl/>
        </w:rPr>
        <w:t xml:space="preserve">بي عن الأئمة فقال الأئمة اثنا عشر </w:t>
      </w:r>
      <w:r w:rsidR="00D76F43">
        <w:rPr>
          <w:rFonts w:hint="cs"/>
          <w:rtl/>
        </w:rPr>
        <w:t>ا</w:t>
      </w:r>
      <w:r>
        <w:rPr>
          <w:rtl/>
        </w:rPr>
        <w:t xml:space="preserve">ربعة من الماضين وثمانية من الباقين فقلت سمهم يا </w:t>
      </w:r>
      <w:r w:rsidR="00D76F43">
        <w:rPr>
          <w:rFonts w:hint="cs"/>
          <w:rtl/>
        </w:rPr>
        <w:t>ا</w:t>
      </w:r>
      <w:r>
        <w:rPr>
          <w:rtl/>
        </w:rPr>
        <w:t xml:space="preserve">بة قال </w:t>
      </w:r>
      <w:r w:rsidR="00D76F43">
        <w:rPr>
          <w:rFonts w:hint="cs"/>
          <w:rtl/>
        </w:rPr>
        <w:t>ا</w:t>
      </w:r>
      <w:r>
        <w:rPr>
          <w:rtl/>
        </w:rPr>
        <w:t xml:space="preserve">ما الماضون فعلي بن </w:t>
      </w:r>
      <w:r w:rsidR="00D76F43">
        <w:rPr>
          <w:rFonts w:hint="cs"/>
          <w:rtl/>
        </w:rPr>
        <w:t>ا</w:t>
      </w:r>
      <w:r>
        <w:rPr>
          <w:rtl/>
        </w:rPr>
        <w:t xml:space="preserve">بي طالب والحسن والحسين وعلي بن الحسين ومن الباقين </w:t>
      </w:r>
      <w:r w:rsidR="00D76F43">
        <w:rPr>
          <w:rFonts w:hint="cs"/>
          <w:rtl/>
        </w:rPr>
        <w:t>ا</w:t>
      </w:r>
      <w:r>
        <w:rPr>
          <w:rtl/>
        </w:rPr>
        <w:t xml:space="preserve">خي الباقر وبعده جعفر الصادق وبعده موسى ابنه وبعده علي ابنه وبعده محمد ابنه وبعده علي ابنه وبعده الحسن ابنه وبعده المهدي فقلت له يا </w:t>
      </w:r>
      <w:r w:rsidR="00D76F43">
        <w:rPr>
          <w:rFonts w:hint="cs"/>
          <w:rtl/>
        </w:rPr>
        <w:t>ا</w:t>
      </w:r>
      <w:r>
        <w:rPr>
          <w:rtl/>
        </w:rPr>
        <w:t xml:space="preserve">بة </w:t>
      </w:r>
      <w:r w:rsidR="00D76F43">
        <w:rPr>
          <w:rFonts w:hint="cs"/>
          <w:rtl/>
        </w:rPr>
        <w:t>أ</w:t>
      </w:r>
      <w:r>
        <w:rPr>
          <w:rtl/>
        </w:rPr>
        <w:t>لست منهم قال لا ولكني من العترة قلت فمن أين عرفت اساميهم قال عهد معهود عهده الينا رسول الله (ص). ونسب الى زيد هذه الابيات و</w:t>
      </w:r>
      <w:r w:rsidR="00D76F43">
        <w:rPr>
          <w:rFonts w:hint="cs"/>
          <w:rtl/>
        </w:rPr>
        <w:t>ا</w:t>
      </w:r>
      <w:r>
        <w:rPr>
          <w:rtl/>
        </w:rPr>
        <w:t>وردها ابن شهر آشوب في المناقب</w:t>
      </w:r>
      <w:r w:rsidR="00D76F43">
        <w:rPr>
          <w:rFonts w:hint="cs"/>
          <w:rtl/>
        </w:rPr>
        <w:t xml:space="preserve"> </w:t>
      </w:r>
      <w:r w:rsidR="00D76F43">
        <w:rPr>
          <w:rtl/>
        </w:rPr>
        <w:t>:</w:t>
      </w:r>
    </w:p>
    <w:tbl>
      <w:tblPr>
        <w:bidiVisual/>
        <w:tblW w:w="5000" w:type="pct"/>
        <w:tblLook w:val="01E0" w:firstRow="1" w:lastRow="1" w:firstColumn="1" w:lastColumn="1" w:noHBand="0" w:noVBand="0"/>
      </w:tblPr>
      <w:tblGrid>
        <w:gridCol w:w="3642"/>
        <w:gridCol w:w="303"/>
        <w:gridCol w:w="3642"/>
      </w:tblGrid>
      <w:tr w:rsidR="002A05E8">
        <w:tc>
          <w:tcPr>
            <w:tcW w:w="2400" w:type="pct"/>
            <w:shd w:val="clear" w:color="auto" w:fill="auto"/>
          </w:tcPr>
          <w:p w:rsidR="002A05E8" w:rsidRDefault="002A05E8" w:rsidP="00863005">
            <w:pPr>
              <w:pStyle w:val="rfdPoem"/>
              <w:rPr>
                <w:rtl/>
              </w:rPr>
            </w:pPr>
            <w:r>
              <w:rPr>
                <w:rtl/>
              </w:rPr>
              <w:t>ثوى باقر العلم في ملحد</w:t>
            </w:r>
            <w:r w:rsidRPr="002E5C97">
              <w:rPr>
                <w:rStyle w:val="rfdPoemTiniCharChar"/>
                <w:rtl/>
              </w:rPr>
              <w:br/>
              <w:t> </w:t>
            </w:r>
          </w:p>
        </w:tc>
        <w:tc>
          <w:tcPr>
            <w:tcW w:w="200" w:type="pct"/>
            <w:shd w:val="clear" w:color="auto" w:fill="auto"/>
          </w:tcPr>
          <w:p w:rsidR="002A05E8" w:rsidRDefault="002A05E8" w:rsidP="00863005">
            <w:pPr>
              <w:pStyle w:val="rfdPoem"/>
              <w:rPr>
                <w:rtl/>
              </w:rPr>
            </w:pPr>
          </w:p>
        </w:tc>
        <w:tc>
          <w:tcPr>
            <w:tcW w:w="2400" w:type="pct"/>
            <w:shd w:val="clear" w:color="auto" w:fill="auto"/>
          </w:tcPr>
          <w:p w:rsidR="002A05E8" w:rsidRDefault="002A05E8" w:rsidP="00863005">
            <w:pPr>
              <w:pStyle w:val="rfdPoem"/>
              <w:rPr>
                <w:rtl/>
              </w:rPr>
            </w:pPr>
            <w:r>
              <w:rPr>
                <w:rtl/>
              </w:rPr>
              <w:t>امام الورى طيب المولد</w:t>
            </w:r>
            <w:r w:rsidRPr="002E5C97">
              <w:rPr>
                <w:rStyle w:val="rfdPoemTiniCharChar"/>
                <w:rtl/>
              </w:rPr>
              <w:br/>
              <w:t> </w:t>
            </w:r>
          </w:p>
        </w:tc>
      </w:tr>
    </w:tbl>
    <w:p w:rsidR="002A05E8" w:rsidRPr="00D76F43" w:rsidRDefault="00BA4473" w:rsidP="00D76F43">
      <w:pPr>
        <w:rPr>
          <w:rtl/>
        </w:rPr>
      </w:pPr>
      <w:r w:rsidRPr="00D76F43">
        <w:rPr>
          <w:rtl/>
        </w:rPr>
        <w:br w:type="page"/>
      </w:r>
    </w:p>
    <w:tbl>
      <w:tblPr>
        <w:bidiVisual/>
        <w:tblW w:w="5000" w:type="pct"/>
        <w:tblLook w:val="01E0" w:firstRow="1" w:lastRow="1" w:firstColumn="1" w:lastColumn="1" w:noHBand="0" w:noVBand="0"/>
      </w:tblPr>
      <w:tblGrid>
        <w:gridCol w:w="3642"/>
        <w:gridCol w:w="303"/>
        <w:gridCol w:w="3642"/>
      </w:tblGrid>
      <w:tr w:rsidR="002A05E8">
        <w:tc>
          <w:tcPr>
            <w:tcW w:w="2400" w:type="pct"/>
            <w:shd w:val="clear" w:color="auto" w:fill="auto"/>
          </w:tcPr>
          <w:p w:rsidR="002A05E8" w:rsidRDefault="002A05E8" w:rsidP="00863005">
            <w:pPr>
              <w:pStyle w:val="rfdPoem"/>
              <w:rPr>
                <w:rtl/>
              </w:rPr>
            </w:pPr>
            <w:r>
              <w:rPr>
                <w:rtl/>
              </w:rPr>
              <w:lastRenderedPageBreak/>
              <w:t>فمن لي سوى جعفر بعده</w:t>
            </w:r>
            <w:r w:rsidRPr="002E5C97">
              <w:rPr>
                <w:rStyle w:val="rfdPoemTiniCharChar"/>
                <w:rtl/>
              </w:rPr>
              <w:br/>
              <w:t> </w:t>
            </w:r>
          </w:p>
        </w:tc>
        <w:tc>
          <w:tcPr>
            <w:tcW w:w="200" w:type="pct"/>
            <w:shd w:val="clear" w:color="auto" w:fill="auto"/>
          </w:tcPr>
          <w:p w:rsidR="002A05E8" w:rsidRDefault="002A05E8" w:rsidP="00863005">
            <w:pPr>
              <w:pStyle w:val="rfdPoem"/>
              <w:rPr>
                <w:rtl/>
              </w:rPr>
            </w:pPr>
          </w:p>
        </w:tc>
        <w:tc>
          <w:tcPr>
            <w:tcW w:w="2400" w:type="pct"/>
            <w:shd w:val="clear" w:color="auto" w:fill="auto"/>
          </w:tcPr>
          <w:p w:rsidR="002A05E8" w:rsidRDefault="002A05E8" w:rsidP="00863005">
            <w:pPr>
              <w:pStyle w:val="rfdPoem"/>
              <w:rPr>
                <w:rtl/>
              </w:rPr>
            </w:pPr>
            <w:r>
              <w:rPr>
                <w:rtl/>
              </w:rPr>
              <w:t>امام الورى الاوحد الامجد</w:t>
            </w:r>
            <w:r w:rsidRPr="002E5C97">
              <w:rPr>
                <w:rStyle w:val="rfdPoemTiniCharChar"/>
                <w:rtl/>
              </w:rPr>
              <w:br/>
              <w:t> </w:t>
            </w:r>
          </w:p>
        </w:tc>
      </w:tr>
      <w:tr w:rsidR="002A05E8">
        <w:tc>
          <w:tcPr>
            <w:tcW w:w="2400" w:type="pct"/>
          </w:tcPr>
          <w:p w:rsidR="002A05E8" w:rsidRDefault="002A05E8" w:rsidP="00863005">
            <w:pPr>
              <w:pStyle w:val="rfdPoem"/>
              <w:rPr>
                <w:rtl/>
              </w:rPr>
            </w:pPr>
            <w:r>
              <w:rPr>
                <w:rtl/>
              </w:rPr>
              <w:t xml:space="preserve">أيا جعفر الخير </w:t>
            </w:r>
            <w:r w:rsidR="007E3AAB">
              <w:rPr>
                <w:rFonts w:hint="cs"/>
                <w:rtl/>
              </w:rPr>
              <w:t>ا</w:t>
            </w:r>
            <w:r>
              <w:rPr>
                <w:rtl/>
              </w:rPr>
              <w:t>نت ال</w:t>
            </w:r>
            <w:r w:rsidR="007E3AAB">
              <w:rPr>
                <w:rFonts w:hint="cs"/>
                <w:rtl/>
              </w:rPr>
              <w:t>ا</w:t>
            </w:r>
            <w:r>
              <w:rPr>
                <w:rtl/>
              </w:rPr>
              <w:t>مام</w:t>
            </w:r>
            <w:r w:rsidRPr="002E5C97">
              <w:rPr>
                <w:rStyle w:val="rfdPoemTiniCharChar"/>
                <w:rtl/>
              </w:rPr>
              <w:br/>
              <w:t> </w:t>
            </w:r>
          </w:p>
        </w:tc>
        <w:tc>
          <w:tcPr>
            <w:tcW w:w="200" w:type="pct"/>
          </w:tcPr>
          <w:p w:rsidR="002A05E8" w:rsidRDefault="002A05E8" w:rsidP="00863005">
            <w:pPr>
              <w:pStyle w:val="rfdPoem"/>
              <w:rPr>
                <w:rtl/>
              </w:rPr>
            </w:pPr>
          </w:p>
        </w:tc>
        <w:tc>
          <w:tcPr>
            <w:tcW w:w="2400" w:type="pct"/>
          </w:tcPr>
          <w:p w:rsidR="002A05E8" w:rsidRDefault="002A05E8" w:rsidP="00863005">
            <w:pPr>
              <w:pStyle w:val="rfdPoem"/>
              <w:rPr>
                <w:rtl/>
              </w:rPr>
            </w:pPr>
            <w:r>
              <w:rPr>
                <w:rtl/>
              </w:rPr>
              <w:t>و</w:t>
            </w:r>
            <w:r w:rsidR="007E3AAB">
              <w:rPr>
                <w:rFonts w:hint="cs"/>
                <w:rtl/>
              </w:rPr>
              <w:t>ا</w:t>
            </w:r>
            <w:r>
              <w:rPr>
                <w:rtl/>
              </w:rPr>
              <w:t>نت المرجى لبلوى غد</w:t>
            </w:r>
            <w:r w:rsidRPr="002E5C97">
              <w:rPr>
                <w:rStyle w:val="rfdPoemTiniCharChar"/>
                <w:rtl/>
              </w:rPr>
              <w:br/>
              <w:t> </w:t>
            </w:r>
          </w:p>
        </w:tc>
      </w:tr>
    </w:tbl>
    <w:p w:rsidR="00BA4473" w:rsidRDefault="00BA4473" w:rsidP="00647EBC">
      <w:pPr>
        <w:rPr>
          <w:rtl/>
        </w:rPr>
      </w:pPr>
      <w:r>
        <w:rPr>
          <w:rtl/>
        </w:rPr>
        <w:t>وفي كفاية الاثر عن المتوكل بن</w:t>
      </w:r>
      <w:r w:rsidR="0000781F">
        <w:rPr>
          <w:rtl/>
        </w:rPr>
        <w:t xml:space="preserve"> هارون </w:t>
      </w:r>
      <w:r>
        <w:rPr>
          <w:rtl/>
        </w:rPr>
        <w:t>في حديث قلت ليحيى بن زيد يا ابن رسول الله ان أباك قام بدعوى الامامة وخرج مجاهدا</w:t>
      </w:r>
      <w:r w:rsidR="00BB102E">
        <w:rPr>
          <w:rFonts w:hint="cs"/>
          <w:rtl/>
        </w:rPr>
        <w:t>ً</w:t>
      </w:r>
      <w:r>
        <w:rPr>
          <w:rtl/>
        </w:rPr>
        <w:t xml:space="preserve"> في سبيل الله وقد جاء عن رسول الله (ص) </w:t>
      </w:r>
      <w:r w:rsidR="00C077E6">
        <w:rPr>
          <w:rFonts w:hint="cs"/>
          <w:rtl/>
        </w:rPr>
        <w:t>ا</w:t>
      </w:r>
      <w:r>
        <w:rPr>
          <w:rtl/>
        </w:rPr>
        <w:t>نه ذم من خرج مدعيا</w:t>
      </w:r>
      <w:r w:rsidR="00BB102E">
        <w:rPr>
          <w:rFonts w:hint="cs"/>
          <w:rtl/>
        </w:rPr>
        <w:t>ً</w:t>
      </w:r>
      <w:r>
        <w:rPr>
          <w:rtl/>
        </w:rPr>
        <w:t xml:space="preserve"> للامامة كاذبا</w:t>
      </w:r>
      <w:r w:rsidR="00BB102E">
        <w:rPr>
          <w:rFonts w:hint="cs"/>
          <w:rtl/>
        </w:rPr>
        <w:t>ً</w:t>
      </w:r>
      <w:r>
        <w:rPr>
          <w:rtl/>
        </w:rPr>
        <w:t xml:space="preserve"> فقال مه يا ابا عبد الله ان ابي كان </w:t>
      </w:r>
      <w:r w:rsidR="00C077E6">
        <w:rPr>
          <w:rFonts w:hint="cs"/>
          <w:rtl/>
        </w:rPr>
        <w:t>ا</w:t>
      </w:r>
      <w:r>
        <w:rPr>
          <w:rtl/>
        </w:rPr>
        <w:t xml:space="preserve">عقل من </w:t>
      </w:r>
      <w:r w:rsidR="00C077E6">
        <w:rPr>
          <w:rFonts w:hint="cs"/>
          <w:rtl/>
        </w:rPr>
        <w:t>ا</w:t>
      </w:r>
      <w:r>
        <w:rPr>
          <w:rtl/>
        </w:rPr>
        <w:t>ن يدعي ما ليس له بحق و</w:t>
      </w:r>
      <w:r w:rsidR="00C077E6">
        <w:rPr>
          <w:rFonts w:hint="cs"/>
          <w:rtl/>
        </w:rPr>
        <w:t>ا</w:t>
      </w:r>
      <w:r>
        <w:rPr>
          <w:rtl/>
        </w:rPr>
        <w:t xml:space="preserve">نما قال </w:t>
      </w:r>
      <w:r w:rsidR="00C077E6">
        <w:rPr>
          <w:rFonts w:hint="cs"/>
          <w:rtl/>
        </w:rPr>
        <w:t>ا</w:t>
      </w:r>
      <w:r>
        <w:rPr>
          <w:rtl/>
        </w:rPr>
        <w:t>دعوكم الى الرضا من آل محمد عن</w:t>
      </w:r>
      <w:r w:rsidR="00C077E6">
        <w:rPr>
          <w:rFonts w:hint="cs"/>
          <w:rtl/>
        </w:rPr>
        <w:t>ى</w:t>
      </w:r>
      <w:r>
        <w:rPr>
          <w:rtl/>
        </w:rPr>
        <w:t xml:space="preserve"> بذلك ابن عمي جعفرا قلت فهو اليوم صاحب هذا الأمر قال نعم هو </w:t>
      </w:r>
      <w:r w:rsidR="00647EBC">
        <w:rPr>
          <w:rFonts w:hint="cs"/>
          <w:rtl/>
        </w:rPr>
        <w:t>ا</w:t>
      </w:r>
      <w:r>
        <w:rPr>
          <w:rtl/>
        </w:rPr>
        <w:t xml:space="preserve">فقه بني هاشم وفيها </w:t>
      </w:r>
      <w:r w:rsidR="00647EBC">
        <w:rPr>
          <w:rFonts w:hint="cs"/>
          <w:rtl/>
        </w:rPr>
        <w:t>ا</w:t>
      </w:r>
      <w:r>
        <w:rPr>
          <w:rtl/>
        </w:rPr>
        <w:t>يضا</w:t>
      </w:r>
      <w:r w:rsidR="00BB102E">
        <w:rPr>
          <w:rFonts w:hint="cs"/>
          <w:rtl/>
        </w:rPr>
        <w:t>ً</w:t>
      </w:r>
      <w:r>
        <w:rPr>
          <w:rtl/>
        </w:rPr>
        <w:t xml:space="preserve"> بعد نقل النصوص الواردة عن زيد بن علي في </w:t>
      </w:r>
      <w:r w:rsidR="00647EBC">
        <w:rPr>
          <w:rFonts w:hint="cs"/>
          <w:rtl/>
        </w:rPr>
        <w:t>ا</w:t>
      </w:r>
      <w:r>
        <w:rPr>
          <w:rtl/>
        </w:rPr>
        <w:t xml:space="preserve">مامة الأئمة </w:t>
      </w:r>
      <w:r w:rsidR="00424C96" w:rsidRPr="00A50A68">
        <w:rPr>
          <w:rStyle w:val="rfdAlaem"/>
          <w:rFonts w:hint="cs"/>
          <w:rtl/>
        </w:rPr>
        <w:t>:</w:t>
      </w:r>
      <w:r>
        <w:rPr>
          <w:rtl/>
        </w:rPr>
        <w:t xml:space="preserve"> قال ف</w:t>
      </w:r>
      <w:r w:rsidR="00647EBC">
        <w:rPr>
          <w:rFonts w:hint="cs"/>
          <w:rtl/>
        </w:rPr>
        <w:t>ا</w:t>
      </w:r>
      <w:r>
        <w:rPr>
          <w:rtl/>
        </w:rPr>
        <w:t xml:space="preserve">ن قال قائل فزيد بن علي </w:t>
      </w:r>
      <w:r w:rsidR="00FF2CA0">
        <w:rPr>
          <w:rStyle w:val="rfdAlaem"/>
          <w:rFonts w:hint="cs"/>
          <w:rtl/>
        </w:rPr>
        <w:t>عليه‌السلام</w:t>
      </w:r>
      <w:r>
        <w:rPr>
          <w:rtl/>
        </w:rPr>
        <w:t xml:space="preserve"> </w:t>
      </w:r>
      <w:r w:rsidR="00647EBC">
        <w:rPr>
          <w:rFonts w:hint="cs"/>
          <w:rtl/>
        </w:rPr>
        <w:t>ا</w:t>
      </w:r>
      <w:r>
        <w:rPr>
          <w:rtl/>
        </w:rPr>
        <w:t>ذا سمع هذه ال</w:t>
      </w:r>
      <w:r w:rsidR="00647EBC">
        <w:rPr>
          <w:rFonts w:hint="cs"/>
          <w:rtl/>
        </w:rPr>
        <w:t>ا</w:t>
      </w:r>
      <w:r>
        <w:rPr>
          <w:rtl/>
        </w:rPr>
        <w:t>حاديث من الثقات المعصومين وآمن بها واعتقدها فلم خرج بالسيف وادعى ال</w:t>
      </w:r>
      <w:r w:rsidR="00647EBC">
        <w:rPr>
          <w:rFonts w:hint="cs"/>
          <w:rtl/>
        </w:rPr>
        <w:t>ا</w:t>
      </w:r>
      <w:r>
        <w:rPr>
          <w:rtl/>
        </w:rPr>
        <w:t>مامة لنفسه و</w:t>
      </w:r>
      <w:r w:rsidR="00647EBC">
        <w:rPr>
          <w:rFonts w:hint="cs"/>
          <w:rtl/>
        </w:rPr>
        <w:t>ا</w:t>
      </w:r>
      <w:r>
        <w:rPr>
          <w:rtl/>
        </w:rPr>
        <w:t xml:space="preserve">ظهر الخلاف على جعفر ابن محمد </w:t>
      </w:r>
      <w:r w:rsidR="00FF2CA0">
        <w:rPr>
          <w:rStyle w:val="rfdAlaem"/>
          <w:rFonts w:hint="cs"/>
          <w:rtl/>
        </w:rPr>
        <w:t>عليهما‌السلام</w:t>
      </w:r>
      <w:r>
        <w:rPr>
          <w:rtl/>
        </w:rPr>
        <w:t xml:space="preserve"> وهو بالمحل الشريف الجليل معروف بالسنن والصلاح مشهور عند الخاص والعام بالعلم والزهد وهذا لا يفعله </w:t>
      </w:r>
      <w:r w:rsidR="00647EBC">
        <w:rPr>
          <w:rFonts w:hint="cs"/>
          <w:rtl/>
        </w:rPr>
        <w:t>ا</w:t>
      </w:r>
      <w:r>
        <w:rPr>
          <w:rtl/>
        </w:rPr>
        <w:t>لا معاند جاحد وحاشا زيدا</w:t>
      </w:r>
      <w:r w:rsidR="00BB102E">
        <w:rPr>
          <w:rFonts w:hint="cs"/>
          <w:rtl/>
        </w:rPr>
        <w:t>ً</w:t>
      </w:r>
      <w:r>
        <w:rPr>
          <w:rtl/>
        </w:rPr>
        <w:t xml:space="preserve"> </w:t>
      </w:r>
      <w:r w:rsidR="00647EBC">
        <w:rPr>
          <w:rFonts w:hint="cs"/>
          <w:rtl/>
        </w:rPr>
        <w:t>ا</w:t>
      </w:r>
      <w:r>
        <w:rPr>
          <w:rtl/>
        </w:rPr>
        <w:t>ن يكون بهذا المحل ف</w:t>
      </w:r>
      <w:r w:rsidR="00647EBC">
        <w:rPr>
          <w:rFonts w:hint="cs"/>
          <w:rtl/>
        </w:rPr>
        <w:t>ا</w:t>
      </w:r>
      <w:r>
        <w:rPr>
          <w:rtl/>
        </w:rPr>
        <w:t>قول في ذلك وبالله التوفيق ان زيد بن علي خرج على سبيل ال</w:t>
      </w:r>
      <w:r w:rsidR="00647EBC">
        <w:rPr>
          <w:rFonts w:hint="cs"/>
          <w:rtl/>
        </w:rPr>
        <w:t>ا</w:t>
      </w:r>
      <w:r>
        <w:rPr>
          <w:rtl/>
        </w:rPr>
        <w:t xml:space="preserve">مر بالمعروف والنهي عن المنكر لا على سبيل المخالفة لابن </w:t>
      </w:r>
      <w:r w:rsidR="00647EBC">
        <w:rPr>
          <w:rFonts w:hint="cs"/>
          <w:rtl/>
        </w:rPr>
        <w:t>ا</w:t>
      </w:r>
      <w:r>
        <w:rPr>
          <w:rtl/>
        </w:rPr>
        <w:t>خيه جعفر بن محمد و</w:t>
      </w:r>
      <w:r w:rsidR="00647EBC">
        <w:rPr>
          <w:rFonts w:hint="cs"/>
          <w:rtl/>
        </w:rPr>
        <w:t>ا</w:t>
      </w:r>
      <w:r>
        <w:rPr>
          <w:rtl/>
        </w:rPr>
        <w:t xml:space="preserve">نما وقع الخلاف من جهة الناس وذلك </w:t>
      </w:r>
      <w:r w:rsidR="00647EBC">
        <w:rPr>
          <w:rFonts w:hint="cs"/>
          <w:rtl/>
        </w:rPr>
        <w:t>ا</w:t>
      </w:r>
      <w:r>
        <w:rPr>
          <w:rtl/>
        </w:rPr>
        <w:t xml:space="preserve">ن زيد بن علي لما خرج ولم يخرج جعفر بن محمد </w:t>
      </w:r>
      <w:r w:rsidR="00FF2CA0">
        <w:rPr>
          <w:rStyle w:val="rfdAlaem"/>
          <w:rFonts w:hint="cs"/>
          <w:rtl/>
        </w:rPr>
        <w:t>عليه‌السلام</w:t>
      </w:r>
      <w:r>
        <w:rPr>
          <w:rtl/>
        </w:rPr>
        <w:t xml:space="preserve"> توهم قوم من الشيعة </w:t>
      </w:r>
      <w:r w:rsidR="00647EBC">
        <w:rPr>
          <w:rFonts w:hint="cs"/>
          <w:rtl/>
        </w:rPr>
        <w:t>ا</w:t>
      </w:r>
      <w:r>
        <w:rPr>
          <w:rtl/>
        </w:rPr>
        <w:t>ن امتناع جعفر للمخالفة و</w:t>
      </w:r>
      <w:r w:rsidR="00647EBC">
        <w:rPr>
          <w:rFonts w:hint="cs"/>
          <w:rtl/>
        </w:rPr>
        <w:t>ا</w:t>
      </w:r>
      <w:r>
        <w:rPr>
          <w:rtl/>
        </w:rPr>
        <w:t>نما كان لضرب من التدبير فلما رأى الذين صاروا للزيدية</w:t>
      </w:r>
    </w:p>
    <w:p w:rsidR="00BA4473" w:rsidRDefault="00BA4473" w:rsidP="00A04E33">
      <w:pPr>
        <w:pStyle w:val="rfdNormal0"/>
        <w:rPr>
          <w:rtl/>
        </w:rPr>
      </w:pPr>
      <w:r w:rsidRPr="00647EBC">
        <w:rPr>
          <w:rtl/>
        </w:rPr>
        <w:br w:type="page"/>
      </w:r>
      <w:r>
        <w:rPr>
          <w:rtl/>
        </w:rPr>
        <w:lastRenderedPageBreak/>
        <w:t>سلفا</w:t>
      </w:r>
      <w:r w:rsidR="00BB102E">
        <w:rPr>
          <w:rFonts w:hint="cs"/>
          <w:rtl/>
        </w:rPr>
        <w:t>ً</w:t>
      </w:r>
      <w:r>
        <w:rPr>
          <w:rtl/>
        </w:rPr>
        <w:t xml:space="preserve"> ذلك قالوا ليس الامام من جلس في بيته واغلق بابه و</w:t>
      </w:r>
      <w:r w:rsidR="00735294">
        <w:rPr>
          <w:rFonts w:hint="cs"/>
          <w:rtl/>
        </w:rPr>
        <w:t>ا</w:t>
      </w:r>
      <w:r>
        <w:rPr>
          <w:rtl/>
        </w:rPr>
        <w:t>رخى ستره و</w:t>
      </w:r>
      <w:r w:rsidR="00735294">
        <w:rPr>
          <w:rFonts w:hint="cs"/>
          <w:rtl/>
        </w:rPr>
        <w:t>ا</w:t>
      </w:r>
      <w:r>
        <w:rPr>
          <w:rtl/>
        </w:rPr>
        <w:t>نما ال</w:t>
      </w:r>
      <w:r w:rsidR="00735294">
        <w:rPr>
          <w:rFonts w:hint="cs"/>
          <w:rtl/>
        </w:rPr>
        <w:t>ا</w:t>
      </w:r>
      <w:r>
        <w:rPr>
          <w:rtl/>
        </w:rPr>
        <w:t>مام من خرج بسيفه يأمر بالمعروف وينهى عن المنكر فهذان سبب وقوع الخلاف بين الشيعة و</w:t>
      </w:r>
      <w:r w:rsidR="00735294">
        <w:rPr>
          <w:rFonts w:hint="cs"/>
          <w:rtl/>
        </w:rPr>
        <w:t>ا</w:t>
      </w:r>
      <w:r>
        <w:rPr>
          <w:rtl/>
        </w:rPr>
        <w:t xml:space="preserve">ما جعفر </w:t>
      </w:r>
      <w:r w:rsidR="00FF2CA0">
        <w:rPr>
          <w:rStyle w:val="rfdAlaem"/>
          <w:rFonts w:hint="cs"/>
          <w:rtl/>
        </w:rPr>
        <w:t>عليه‌السلام</w:t>
      </w:r>
      <w:r>
        <w:rPr>
          <w:rtl/>
        </w:rPr>
        <w:t xml:space="preserve"> وزيد فما كان بينهما خلاف والدليل على صحة قولنا قول زيد بن علي من </w:t>
      </w:r>
      <w:r w:rsidR="00A04E33">
        <w:rPr>
          <w:rFonts w:hint="cs"/>
          <w:rtl/>
        </w:rPr>
        <w:t>ا</w:t>
      </w:r>
      <w:r>
        <w:rPr>
          <w:rtl/>
        </w:rPr>
        <w:t>راد الجهاد ف</w:t>
      </w:r>
      <w:r w:rsidR="00A04E33">
        <w:rPr>
          <w:rFonts w:hint="cs"/>
          <w:rtl/>
        </w:rPr>
        <w:t>ا</w:t>
      </w:r>
      <w:r>
        <w:rPr>
          <w:rtl/>
        </w:rPr>
        <w:t xml:space="preserve">لي ومن </w:t>
      </w:r>
      <w:r w:rsidR="00A04E33">
        <w:rPr>
          <w:rFonts w:hint="cs"/>
          <w:rtl/>
        </w:rPr>
        <w:t>ا</w:t>
      </w:r>
      <w:r>
        <w:rPr>
          <w:rtl/>
        </w:rPr>
        <w:t xml:space="preserve">راد العلم فإلى ابن </w:t>
      </w:r>
      <w:r w:rsidR="00A04E33">
        <w:rPr>
          <w:rFonts w:hint="cs"/>
          <w:rtl/>
        </w:rPr>
        <w:t>ا</w:t>
      </w:r>
      <w:r>
        <w:rPr>
          <w:rtl/>
        </w:rPr>
        <w:t>خي جعفر ولو ادعى ال</w:t>
      </w:r>
      <w:r w:rsidR="00A04E33">
        <w:rPr>
          <w:rFonts w:hint="cs"/>
          <w:rtl/>
        </w:rPr>
        <w:t>ا</w:t>
      </w:r>
      <w:r>
        <w:rPr>
          <w:rtl/>
        </w:rPr>
        <w:t xml:space="preserve">مامة لنفسه لم ينف كمال العلم عن نفسه </w:t>
      </w:r>
      <w:r w:rsidR="00A04E33">
        <w:rPr>
          <w:rFonts w:hint="cs"/>
          <w:rtl/>
        </w:rPr>
        <w:t>ا</w:t>
      </w:r>
      <w:r>
        <w:rPr>
          <w:rtl/>
        </w:rPr>
        <w:t xml:space="preserve">ذ كان الامام </w:t>
      </w:r>
      <w:r w:rsidR="00A04E33">
        <w:rPr>
          <w:rFonts w:hint="cs"/>
          <w:rtl/>
        </w:rPr>
        <w:t>ا</w:t>
      </w:r>
      <w:r>
        <w:rPr>
          <w:rtl/>
        </w:rPr>
        <w:t>علم من الرعية ومن مشهور قول جعفر بن محمد رحم الله عمي زيدا</w:t>
      </w:r>
      <w:r w:rsidR="00BB102E">
        <w:rPr>
          <w:rFonts w:hint="cs"/>
          <w:rtl/>
        </w:rPr>
        <w:t>ً</w:t>
      </w:r>
      <w:r>
        <w:rPr>
          <w:rtl/>
        </w:rPr>
        <w:t xml:space="preserve"> لو ظفر لوفى </w:t>
      </w:r>
      <w:r w:rsidR="00A04E33">
        <w:rPr>
          <w:rFonts w:hint="cs"/>
          <w:rtl/>
        </w:rPr>
        <w:t>ا</w:t>
      </w:r>
      <w:r>
        <w:rPr>
          <w:rtl/>
        </w:rPr>
        <w:t>نما دعى الرضا من آل محمد و</w:t>
      </w:r>
      <w:r w:rsidR="00A04E33">
        <w:rPr>
          <w:rFonts w:hint="cs"/>
          <w:rtl/>
        </w:rPr>
        <w:t>ا</w:t>
      </w:r>
      <w:r>
        <w:rPr>
          <w:rtl/>
        </w:rPr>
        <w:t xml:space="preserve">نا الرضا قال السيد علي خان الحويزي في نكث البيان بعد نقل خبر فضيل بن يسار في شهادة زيد عليه الرحمة : وقد دل هذا الحديث على </w:t>
      </w:r>
      <w:r w:rsidR="00BB102E">
        <w:rPr>
          <w:rFonts w:hint="cs"/>
          <w:rtl/>
        </w:rPr>
        <w:t>ا</w:t>
      </w:r>
      <w:r>
        <w:rPr>
          <w:rtl/>
        </w:rPr>
        <w:t>ن زيدا</w:t>
      </w:r>
      <w:r w:rsidR="00BB102E">
        <w:rPr>
          <w:rFonts w:hint="cs"/>
          <w:rtl/>
        </w:rPr>
        <w:t>ً</w:t>
      </w:r>
      <w:r>
        <w:rPr>
          <w:rtl/>
        </w:rPr>
        <w:t xml:space="preserve"> </w:t>
      </w:r>
      <w:r w:rsidR="003533DC" w:rsidRPr="00A50A68">
        <w:rPr>
          <w:rStyle w:val="rfdAlaem"/>
          <w:rFonts w:hint="cs"/>
          <w:rtl/>
        </w:rPr>
        <w:t>;</w:t>
      </w:r>
      <w:r>
        <w:rPr>
          <w:rtl/>
        </w:rPr>
        <w:t xml:space="preserve"> في أعلى المراتب من رضى الأئمة الطاهرين و</w:t>
      </w:r>
      <w:r w:rsidR="00A04E33">
        <w:rPr>
          <w:rFonts w:hint="cs"/>
          <w:rtl/>
        </w:rPr>
        <w:t>ا</w:t>
      </w:r>
      <w:r>
        <w:rPr>
          <w:rtl/>
        </w:rPr>
        <w:t xml:space="preserve">نه من خلص المؤمنين وانه من </w:t>
      </w:r>
      <w:r w:rsidR="00A04E33">
        <w:rPr>
          <w:rFonts w:hint="cs"/>
          <w:rtl/>
        </w:rPr>
        <w:t>الأعذق</w:t>
      </w:r>
      <w:r>
        <w:rPr>
          <w:rtl/>
        </w:rPr>
        <w:t xml:space="preserve"> عند المعصومين وكذلك ما ورد في حقه ومدحه والتحزن عليه وعلى ما </w:t>
      </w:r>
      <w:r w:rsidR="00A04E33">
        <w:rPr>
          <w:rFonts w:hint="cs"/>
          <w:rtl/>
        </w:rPr>
        <w:t>ا</w:t>
      </w:r>
      <w:r>
        <w:rPr>
          <w:rtl/>
        </w:rPr>
        <w:t xml:space="preserve">صابه في غير هذا الحديث عن </w:t>
      </w:r>
      <w:r w:rsidR="00A04E33">
        <w:rPr>
          <w:rFonts w:hint="cs"/>
          <w:rtl/>
        </w:rPr>
        <w:t>ا</w:t>
      </w:r>
      <w:r>
        <w:rPr>
          <w:rtl/>
        </w:rPr>
        <w:t xml:space="preserve">هل البيت </w:t>
      </w:r>
      <w:r w:rsidR="00424C96" w:rsidRPr="00A50A68">
        <w:rPr>
          <w:rStyle w:val="rfdAlaem"/>
          <w:rFonts w:hint="cs"/>
          <w:rtl/>
        </w:rPr>
        <w:t>:</w:t>
      </w:r>
      <w:r>
        <w:rPr>
          <w:rtl/>
        </w:rPr>
        <w:t xml:space="preserve"> من </w:t>
      </w:r>
      <w:r w:rsidR="00A04E33">
        <w:rPr>
          <w:rFonts w:hint="cs"/>
          <w:rtl/>
        </w:rPr>
        <w:t>ا</w:t>
      </w:r>
      <w:r>
        <w:rPr>
          <w:rtl/>
        </w:rPr>
        <w:t xml:space="preserve">حاديث كثيرة ولا شك </w:t>
      </w:r>
      <w:r w:rsidR="00A04E33">
        <w:rPr>
          <w:rFonts w:hint="cs"/>
          <w:rtl/>
        </w:rPr>
        <w:t>ا</w:t>
      </w:r>
      <w:r>
        <w:rPr>
          <w:rtl/>
        </w:rPr>
        <w:t>نه لم يحصل له من ال</w:t>
      </w:r>
      <w:r w:rsidR="00A04E33">
        <w:rPr>
          <w:rFonts w:hint="cs"/>
          <w:rtl/>
        </w:rPr>
        <w:t>ا</w:t>
      </w:r>
      <w:r>
        <w:rPr>
          <w:rtl/>
        </w:rPr>
        <w:t xml:space="preserve">مام </w:t>
      </w:r>
      <w:r w:rsidR="00FF2CA0">
        <w:rPr>
          <w:rStyle w:val="rfdAlaem"/>
          <w:rFonts w:hint="cs"/>
          <w:rtl/>
        </w:rPr>
        <w:t>عليه‌السلام</w:t>
      </w:r>
      <w:r>
        <w:rPr>
          <w:rtl/>
        </w:rPr>
        <w:t xml:space="preserve"> نهي صريح عن الخروج كما ينبئ عن ذلك مدحهم له و</w:t>
      </w:r>
      <w:r w:rsidR="00A04E33">
        <w:rPr>
          <w:rFonts w:hint="cs"/>
          <w:rtl/>
        </w:rPr>
        <w:t>ا</w:t>
      </w:r>
      <w:r>
        <w:rPr>
          <w:rtl/>
        </w:rPr>
        <w:t xml:space="preserve">ظهار الرضا عنه وهو لم يخرج </w:t>
      </w:r>
      <w:r w:rsidR="00A04E33">
        <w:rPr>
          <w:rFonts w:hint="cs"/>
          <w:rtl/>
        </w:rPr>
        <w:t>ا</w:t>
      </w:r>
      <w:r>
        <w:rPr>
          <w:rtl/>
        </w:rPr>
        <w:t xml:space="preserve">لا لما ناله من الضيم من عتاث بني </w:t>
      </w:r>
      <w:r w:rsidR="00A04E33">
        <w:rPr>
          <w:rFonts w:hint="cs"/>
          <w:rtl/>
        </w:rPr>
        <w:t>أ</w:t>
      </w:r>
      <w:r>
        <w:rPr>
          <w:rtl/>
        </w:rPr>
        <w:t>مية ولا</w:t>
      </w:r>
      <w:r w:rsidR="00A04E33">
        <w:rPr>
          <w:rFonts w:hint="cs"/>
          <w:rtl/>
        </w:rPr>
        <w:t xml:space="preserve"> </w:t>
      </w:r>
      <w:r>
        <w:rPr>
          <w:rtl/>
        </w:rPr>
        <w:t xml:space="preserve">ريب </w:t>
      </w:r>
      <w:r w:rsidR="00A04E33">
        <w:rPr>
          <w:rFonts w:hint="cs"/>
          <w:rtl/>
        </w:rPr>
        <w:t>ا</w:t>
      </w:r>
      <w:r>
        <w:rPr>
          <w:rtl/>
        </w:rPr>
        <w:t xml:space="preserve">ن قصده ونيته </w:t>
      </w:r>
      <w:r w:rsidR="00A04E33">
        <w:rPr>
          <w:rFonts w:hint="cs"/>
          <w:rtl/>
        </w:rPr>
        <w:t>ا</w:t>
      </w:r>
      <w:r>
        <w:rPr>
          <w:rtl/>
        </w:rPr>
        <w:t>ن استقام له ال</w:t>
      </w:r>
      <w:r w:rsidR="00A04E33">
        <w:rPr>
          <w:rFonts w:hint="cs"/>
          <w:rtl/>
        </w:rPr>
        <w:t>ا</w:t>
      </w:r>
      <w:r>
        <w:rPr>
          <w:rtl/>
        </w:rPr>
        <w:t xml:space="preserve">مر </w:t>
      </w:r>
      <w:r w:rsidR="00A04E33">
        <w:rPr>
          <w:rFonts w:hint="cs"/>
          <w:rtl/>
        </w:rPr>
        <w:t>ا</w:t>
      </w:r>
      <w:r>
        <w:rPr>
          <w:rtl/>
        </w:rPr>
        <w:t xml:space="preserve">رجاع الحق </w:t>
      </w:r>
      <w:r w:rsidR="00A04E33">
        <w:rPr>
          <w:rFonts w:hint="cs"/>
          <w:rtl/>
        </w:rPr>
        <w:t>ا</w:t>
      </w:r>
      <w:r>
        <w:rPr>
          <w:rtl/>
        </w:rPr>
        <w:t xml:space="preserve">لى </w:t>
      </w:r>
      <w:r w:rsidR="00A04E33">
        <w:rPr>
          <w:rFonts w:hint="cs"/>
          <w:rtl/>
        </w:rPr>
        <w:t>ا</w:t>
      </w:r>
      <w:r>
        <w:rPr>
          <w:rtl/>
        </w:rPr>
        <w:t>هله ويدل على ذلك رضاهم عنه الى آخر كلامه.</w:t>
      </w:r>
    </w:p>
    <w:p w:rsidR="00BA4473" w:rsidRDefault="00BA4473" w:rsidP="003C31F5">
      <w:pPr>
        <w:pStyle w:val="Heading1Center"/>
        <w:rPr>
          <w:rtl/>
        </w:rPr>
      </w:pPr>
      <w:r w:rsidRPr="00A04E33">
        <w:rPr>
          <w:rtl/>
        </w:rPr>
        <w:br w:type="page"/>
      </w:r>
      <w:bookmarkStart w:id="60" w:name="_Toc256850569"/>
      <w:bookmarkStart w:id="61" w:name="_Toc256854633"/>
      <w:bookmarkStart w:id="62" w:name="_Toc292190069"/>
      <w:bookmarkStart w:id="63" w:name="_Toc292205014"/>
      <w:r w:rsidRPr="00964C0B">
        <w:rPr>
          <w:rtl/>
        </w:rPr>
        <w:lastRenderedPageBreak/>
        <w:t>( مفاخرته مع هشام بن عبد الملك )</w:t>
      </w:r>
      <w:bookmarkEnd w:id="60"/>
      <w:bookmarkEnd w:id="61"/>
      <w:bookmarkEnd w:id="62"/>
      <w:bookmarkEnd w:id="63"/>
    </w:p>
    <w:p w:rsidR="00BA4473" w:rsidRDefault="00BA4473" w:rsidP="00561674">
      <w:pPr>
        <w:rPr>
          <w:rtl/>
        </w:rPr>
      </w:pPr>
      <w:r>
        <w:rPr>
          <w:rtl/>
        </w:rPr>
        <w:t xml:space="preserve">عن </w:t>
      </w:r>
      <w:r w:rsidR="000A4599">
        <w:rPr>
          <w:rFonts w:hint="cs"/>
          <w:rtl/>
        </w:rPr>
        <w:t>ا</w:t>
      </w:r>
      <w:r>
        <w:rPr>
          <w:rtl/>
        </w:rPr>
        <w:t xml:space="preserve">خطب خوارزم في مقتله ص 37 </w:t>
      </w:r>
      <w:r w:rsidR="000A4599">
        <w:rPr>
          <w:rFonts w:hint="cs"/>
          <w:rtl/>
        </w:rPr>
        <w:t>ا</w:t>
      </w:r>
      <w:r>
        <w:rPr>
          <w:rtl/>
        </w:rPr>
        <w:t xml:space="preserve">نه روى عن معمر ابن خيثم قال لي زيد بن علي كنت </w:t>
      </w:r>
      <w:r w:rsidR="000A4599">
        <w:rPr>
          <w:rFonts w:hint="cs"/>
          <w:rtl/>
        </w:rPr>
        <w:t>ا</w:t>
      </w:r>
      <w:r>
        <w:rPr>
          <w:rtl/>
        </w:rPr>
        <w:t>باري هشام بن عبد الملك وأكايده في الكلام فدخلت عليه يوما</w:t>
      </w:r>
      <w:r w:rsidR="00BB102E">
        <w:rPr>
          <w:rFonts w:hint="cs"/>
          <w:rtl/>
        </w:rPr>
        <w:t>ً</w:t>
      </w:r>
      <w:r>
        <w:rPr>
          <w:rtl/>
        </w:rPr>
        <w:t xml:space="preserve"> فذكر بني أمية فقال والله هم </w:t>
      </w:r>
      <w:r w:rsidR="000A4599">
        <w:rPr>
          <w:rFonts w:hint="cs"/>
          <w:rtl/>
        </w:rPr>
        <w:t>ا</w:t>
      </w:r>
      <w:r>
        <w:rPr>
          <w:rtl/>
        </w:rPr>
        <w:t xml:space="preserve">شد قريش </w:t>
      </w:r>
      <w:r w:rsidR="000A4599">
        <w:rPr>
          <w:rFonts w:hint="cs"/>
          <w:rtl/>
        </w:rPr>
        <w:t>ا</w:t>
      </w:r>
      <w:r>
        <w:rPr>
          <w:rtl/>
        </w:rPr>
        <w:t>ركانا</w:t>
      </w:r>
      <w:r w:rsidR="00BB102E">
        <w:rPr>
          <w:rFonts w:hint="cs"/>
          <w:rtl/>
        </w:rPr>
        <w:t>ً</w:t>
      </w:r>
      <w:r>
        <w:rPr>
          <w:rtl/>
        </w:rPr>
        <w:t xml:space="preserve"> و</w:t>
      </w:r>
      <w:r w:rsidR="000A4599">
        <w:rPr>
          <w:rFonts w:hint="cs"/>
          <w:rtl/>
        </w:rPr>
        <w:t>ا</w:t>
      </w:r>
      <w:r>
        <w:rPr>
          <w:rtl/>
        </w:rPr>
        <w:t>شيد قريش مكانا</w:t>
      </w:r>
      <w:r w:rsidR="00BB102E">
        <w:rPr>
          <w:rFonts w:hint="cs"/>
          <w:rtl/>
        </w:rPr>
        <w:t>ً</w:t>
      </w:r>
      <w:r>
        <w:rPr>
          <w:rtl/>
        </w:rPr>
        <w:t xml:space="preserve"> و</w:t>
      </w:r>
      <w:r w:rsidR="000A4599">
        <w:rPr>
          <w:rFonts w:hint="cs"/>
          <w:rtl/>
        </w:rPr>
        <w:t>ا</w:t>
      </w:r>
      <w:r>
        <w:rPr>
          <w:rtl/>
        </w:rPr>
        <w:t>شد قريش سلطانا</w:t>
      </w:r>
      <w:r w:rsidR="00BB102E">
        <w:rPr>
          <w:rFonts w:hint="cs"/>
          <w:rtl/>
        </w:rPr>
        <w:t>ً</w:t>
      </w:r>
      <w:r>
        <w:rPr>
          <w:rtl/>
        </w:rPr>
        <w:t xml:space="preserve"> و</w:t>
      </w:r>
      <w:r w:rsidR="00561674">
        <w:rPr>
          <w:rFonts w:hint="cs"/>
          <w:rtl/>
        </w:rPr>
        <w:t>ا</w:t>
      </w:r>
      <w:r>
        <w:rPr>
          <w:rtl/>
        </w:rPr>
        <w:t xml:space="preserve">كثر قريش </w:t>
      </w:r>
      <w:r w:rsidR="000A4599">
        <w:rPr>
          <w:rFonts w:hint="cs"/>
          <w:rtl/>
        </w:rPr>
        <w:t>ا</w:t>
      </w:r>
      <w:r>
        <w:rPr>
          <w:rtl/>
        </w:rPr>
        <w:t>عوانا</w:t>
      </w:r>
      <w:r w:rsidR="00BB102E">
        <w:rPr>
          <w:rFonts w:hint="cs"/>
          <w:rtl/>
        </w:rPr>
        <w:t>ً</w:t>
      </w:r>
      <w:r>
        <w:rPr>
          <w:rtl/>
        </w:rPr>
        <w:t xml:space="preserve"> كانوا رؤوس قريش في جاهليتها وملوكهم في </w:t>
      </w:r>
      <w:r w:rsidR="000A4599">
        <w:rPr>
          <w:rFonts w:hint="cs"/>
          <w:rtl/>
        </w:rPr>
        <w:t>ا</w:t>
      </w:r>
      <w:r>
        <w:rPr>
          <w:rtl/>
        </w:rPr>
        <w:t xml:space="preserve">سلامها فقلت له على من تفخر اعلى بني هاشم </w:t>
      </w:r>
      <w:r w:rsidR="000A4599">
        <w:rPr>
          <w:rFonts w:hint="cs"/>
          <w:rtl/>
        </w:rPr>
        <w:t>ا</w:t>
      </w:r>
      <w:r>
        <w:rPr>
          <w:rtl/>
        </w:rPr>
        <w:t xml:space="preserve">ول من </w:t>
      </w:r>
      <w:r w:rsidR="000A4599">
        <w:rPr>
          <w:rFonts w:hint="cs"/>
          <w:rtl/>
        </w:rPr>
        <w:t>ا</w:t>
      </w:r>
      <w:r>
        <w:rPr>
          <w:rtl/>
        </w:rPr>
        <w:t xml:space="preserve">طعم الطعام وضرب الهام وخضعت له قريش بارغام </w:t>
      </w:r>
      <w:r w:rsidR="000A4599">
        <w:rPr>
          <w:rFonts w:hint="cs"/>
          <w:rtl/>
        </w:rPr>
        <w:t>ا</w:t>
      </w:r>
      <w:r>
        <w:rPr>
          <w:rtl/>
        </w:rPr>
        <w:t>م على بني المطلب سيد مضر جميعا</w:t>
      </w:r>
      <w:r w:rsidR="00BB102E">
        <w:rPr>
          <w:rFonts w:hint="cs"/>
          <w:rtl/>
        </w:rPr>
        <w:t>ً</w:t>
      </w:r>
      <w:r>
        <w:rPr>
          <w:rtl/>
        </w:rPr>
        <w:t xml:space="preserve"> و</w:t>
      </w:r>
      <w:r w:rsidR="000A4599">
        <w:rPr>
          <w:rFonts w:hint="cs"/>
          <w:rtl/>
        </w:rPr>
        <w:t>ا</w:t>
      </w:r>
      <w:r>
        <w:rPr>
          <w:rtl/>
        </w:rPr>
        <w:t xml:space="preserve">ن قلت معد كلها صدقت </w:t>
      </w:r>
      <w:r w:rsidR="000A4599">
        <w:rPr>
          <w:rFonts w:hint="cs"/>
          <w:rtl/>
        </w:rPr>
        <w:t>ا</w:t>
      </w:r>
      <w:r>
        <w:rPr>
          <w:rtl/>
        </w:rPr>
        <w:t>ذا ركب مشوا و</w:t>
      </w:r>
      <w:r w:rsidR="000A4599">
        <w:rPr>
          <w:rFonts w:hint="cs"/>
          <w:rtl/>
        </w:rPr>
        <w:t>ا</w:t>
      </w:r>
      <w:r>
        <w:rPr>
          <w:rtl/>
        </w:rPr>
        <w:t>ذا انتعل احتفوا و</w:t>
      </w:r>
      <w:r w:rsidR="000A4599">
        <w:rPr>
          <w:rFonts w:hint="cs"/>
          <w:rtl/>
        </w:rPr>
        <w:t>ا</w:t>
      </w:r>
      <w:r>
        <w:rPr>
          <w:rtl/>
        </w:rPr>
        <w:t xml:space="preserve">ذا تكلم سكتوا وكان يطعم الوحوش في رؤوس الجبال والطير والسباع والانس في السهل حافر زمزم وساقي الحجيج أم على بنيه </w:t>
      </w:r>
      <w:r w:rsidR="000A4599">
        <w:rPr>
          <w:rFonts w:hint="cs"/>
          <w:rtl/>
        </w:rPr>
        <w:t>ا</w:t>
      </w:r>
      <w:r>
        <w:rPr>
          <w:rtl/>
        </w:rPr>
        <w:t xml:space="preserve">شرف رجال </w:t>
      </w:r>
      <w:r w:rsidR="000A4599">
        <w:rPr>
          <w:rFonts w:hint="cs"/>
          <w:rtl/>
        </w:rPr>
        <w:t>ا</w:t>
      </w:r>
      <w:r>
        <w:rPr>
          <w:rtl/>
        </w:rPr>
        <w:t xml:space="preserve">م على سيد ولد آدم </w:t>
      </w:r>
      <w:r w:rsidR="000A4599">
        <w:rPr>
          <w:rFonts w:hint="cs"/>
          <w:rtl/>
        </w:rPr>
        <w:t>صلّى الله عليه وسلّم</w:t>
      </w:r>
      <w:r>
        <w:rPr>
          <w:rtl/>
        </w:rPr>
        <w:t xml:space="preserve"> حمله الله على البراق وجعل الجنة بيمينه والنار بشماله فمن تبعه دخل الجنة ومن تأخر عنه دخل النار أم على أمير المؤمنين وسيد الوصيين علي بن </w:t>
      </w:r>
      <w:r w:rsidR="000A4599">
        <w:rPr>
          <w:rFonts w:hint="cs"/>
          <w:rtl/>
        </w:rPr>
        <w:t>ا</w:t>
      </w:r>
      <w:r>
        <w:rPr>
          <w:rtl/>
        </w:rPr>
        <w:t xml:space="preserve">بي طالب </w:t>
      </w:r>
      <w:r w:rsidR="00FF2CA0">
        <w:rPr>
          <w:rStyle w:val="rfdAlaem"/>
          <w:rFonts w:hint="cs"/>
          <w:rtl/>
        </w:rPr>
        <w:t>عليه‌السلام</w:t>
      </w:r>
      <w:r>
        <w:rPr>
          <w:rtl/>
        </w:rPr>
        <w:t xml:space="preserve"> </w:t>
      </w:r>
      <w:r w:rsidR="000A4599">
        <w:rPr>
          <w:rFonts w:hint="cs"/>
          <w:rtl/>
        </w:rPr>
        <w:t>ا</w:t>
      </w:r>
      <w:r>
        <w:rPr>
          <w:rtl/>
        </w:rPr>
        <w:t>خي رسول الله وابن عمه المفرج الكرب عنه و</w:t>
      </w:r>
      <w:r w:rsidR="000A4599">
        <w:rPr>
          <w:rFonts w:hint="cs"/>
          <w:rtl/>
        </w:rPr>
        <w:t>ا</w:t>
      </w:r>
      <w:r>
        <w:rPr>
          <w:rtl/>
        </w:rPr>
        <w:t xml:space="preserve">ول من قال لا </w:t>
      </w:r>
      <w:r w:rsidR="000A4599">
        <w:rPr>
          <w:rFonts w:hint="cs"/>
          <w:rtl/>
        </w:rPr>
        <w:t>ا</w:t>
      </w:r>
      <w:r>
        <w:rPr>
          <w:rtl/>
        </w:rPr>
        <w:t xml:space="preserve">له </w:t>
      </w:r>
      <w:r w:rsidR="000A4599">
        <w:rPr>
          <w:rFonts w:hint="cs"/>
          <w:rtl/>
        </w:rPr>
        <w:t>ا</w:t>
      </w:r>
      <w:r>
        <w:rPr>
          <w:rtl/>
        </w:rPr>
        <w:t>لا الله بعد رسول الله لم يبارزه فارس قط الا قتله وقال فيه رسول الله (ص) ما لم يقله في أحد من أصحابه ولا ل</w:t>
      </w:r>
      <w:r w:rsidR="00BB102E">
        <w:rPr>
          <w:rFonts w:hint="cs"/>
          <w:rtl/>
        </w:rPr>
        <w:t>ا</w:t>
      </w:r>
      <w:r>
        <w:rPr>
          <w:rtl/>
        </w:rPr>
        <w:t xml:space="preserve">حد من </w:t>
      </w:r>
      <w:r w:rsidR="00BB102E">
        <w:rPr>
          <w:rFonts w:hint="cs"/>
          <w:rtl/>
        </w:rPr>
        <w:t>ا</w:t>
      </w:r>
      <w:r>
        <w:rPr>
          <w:rtl/>
        </w:rPr>
        <w:t>هل بيته قال ف</w:t>
      </w:r>
      <w:r w:rsidR="000A4599">
        <w:rPr>
          <w:rFonts w:hint="cs"/>
          <w:rtl/>
        </w:rPr>
        <w:t>ا</w:t>
      </w:r>
      <w:r>
        <w:rPr>
          <w:rtl/>
        </w:rPr>
        <w:t>حمر وجهه.</w:t>
      </w:r>
    </w:p>
    <w:p w:rsidR="00BA4473" w:rsidRPr="004F5F13" w:rsidRDefault="00BA4473" w:rsidP="003C31F5">
      <w:pPr>
        <w:pStyle w:val="Heading1Center"/>
        <w:rPr>
          <w:rtl/>
        </w:rPr>
      </w:pPr>
      <w:r w:rsidRPr="000A4599">
        <w:rPr>
          <w:rtl/>
        </w:rPr>
        <w:br w:type="page"/>
      </w:r>
      <w:bookmarkStart w:id="64" w:name="_Toc256850570"/>
      <w:bookmarkStart w:id="65" w:name="_Toc256854634"/>
      <w:bookmarkStart w:id="66" w:name="_Toc292190070"/>
      <w:bookmarkStart w:id="67" w:name="_Toc292205015"/>
      <w:r w:rsidRPr="001E79E0">
        <w:rPr>
          <w:rtl/>
        </w:rPr>
        <w:lastRenderedPageBreak/>
        <w:t>( تهالكه في حب</w:t>
      </w:r>
      <w:r w:rsidRPr="004F5F13">
        <w:rPr>
          <w:rtl/>
        </w:rPr>
        <w:t xml:space="preserve"> </w:t>
      </w:r>
      <w:r w:rsidRPr="001E79E0">
        <w:rPr>
          <w:rtl/>
        </w:rPr>
        <w:t>الاصلاح بين الامة )</w:t>
      </w:r>
      <w:bookmarkEnd w:id="64"/>
      <w:bookmarkEnd w:id="65"/>
      <w:bookmarkEnd w:id="66"/>
      <w:bookmarkEnd w:id="67"/>
    </w:p>
    <w:p w:rsidR="00BA4473" w:rsidRDefault="00BA4473" w:rsidP="00987BE1">
      <w:pPr>
        <w:rPr>
          <w:rtl/>
        </w:rPr>
      </w:pPr>
      <w:r>
        <w:rPr>
          <w:rtl/>
        </w:rPr>
        <w:t>في المقاتل بسنده عن البابكي واسمه عبد</w:t>
      </w:r>
      <w:r w:rsidR="00894B7F">
        <w:rPr>
          <w:rFonts w:hint="cs"/>
          <w:rtl/>
        </w:rPr>
        <w:t xml:space="preserve"> </w:t>
      </w:r>
      <w:r>
        <w:rPr>
          <w:rtl/>
        </w:rPr>
        <w:t xml:space="preserve">الله بن مسلم بن بابك خرجنا مع زيد بن علي الى مكة فلما كان نصف الليل واستوت الثريا قال يا بابكي أما ترى هذه الثريا أترى </w:t>
      </w:r>
      <w:r w:rsidR="00894B7F">
        <w:rPr>
          <w:rFonts w:hint="cs"/>
          <w:rtl/>
        </w:rPr>
        <w:t>ا</w:t>
      </w:r>
      <w:r>
        <w:rPr>
          <w:rtl/>
        </w:rPr>
        <w:t>حدا</w:t>
      </w:r>
      <w:r w:rsidR="00BE4C3F">
        <w:rPr>
          <w:rFonts w:hint="cs"/>
          <w:rtl/>
        </w:rPr>
        <w:t>ً</w:t>
      </w:r>
      <w:r>
        <w:rPr>
          <w:rtl/>
        </w:rPr>
        <w:t xml:space="preserve"> ينالها قلت لا قال والله لوددت </w:t>
      </w:r>
      <w:r w:rsidR="00894B7F">
        <w:rPr>
          <w:rFonts w:hint="cs"/>
          <w:rtl/>
        </w:rPr>
        <w:t>ا</w:t>
      </w:r>
      <w:r>
        <w:rPr>
          <w:rtl/>
        </w:rPr>
        <w:t xml:space="preserve">ن يدي ملصقة بها </w:t>
      </w:r>
      <w:r w:rsidR="00894B7F">
        <w:rPr>
          <w:rFonts w:hint="cs"/>
          <w:rtl/>
        </w:rPr>
        <w:t>ا</w:t>
      </w:r>
      <w:r>
        <w:rPr>
          <w:rtl/>
        </w:rPr>
        <w:t>قع الى ال</w:t>
      </w:r>
      <w:r w:rsidR="00894B7F">
        <w:rPr>
          <w:rFonts w:hint="cs"/>
          <w:rtl/>
        </w:rPr>
        <w:t>ا</w:t>
      </w:r>
      <w:r>
        <w:rPr>
          <w:rtl/>
        </w:rPr>
        <w:t xml:space="preserve">رض </w:t>
      </w:r>
      <w:r w:rsidR="00894B7F">
        <w:rPr>
          <w:rFonts w:hint="cs"/>
          <w:rtl/>
        </w:rPr>
        <w:t>ا</w:t>
      </w:r>
      <w:r>
        <w:rPr>
          <w:rtl/>
        </w:rPr>
        <w:t>و حيث اقع فاتقطع قطعة قطعة و</w:t>
      </w:r>
      <w:r w:rsidR="00894B7F">
        <w:rPr>
          <w:rFonts w:hint="cs"/>
          <w:rtl/>
        </w:rPr>
        <w:t>ا</w:t>
      </w:r>
      <w:r>
        <w:rPr>
          <w:rtl/>
        </w:rPr>
        <w:t xml:space="preserve">ن الله أصلح بين </w:t>
      </w:r>
      <w:r w:rsidR="00987BE1">
        <w:rPr>
          <w:rFonts w:hint="cs"/>
          <w:rtl/>
        </w:rPr>
        <w:t>ا</w:t>
      </w:r>
      <w:r>
        <w:rPr>
          <w:rtl/>
        </w:rPr>
        <w:t xml:space="preserve">مة محمد </w:t>
      </w:r>
      <w:r w:rsidR="00894B7F">
        <w:rPr>
          <w:rFonts w:hint="cs"/>
          <w:rtl/>
        </w:rPr>
        <w:t>صلّى الله عليه وسلّم</w:t>
      </w:r>
      <w:r>
        <w:rPr>
          <w:rtl/>
        </w:rPr>
        <w:t xml:space="preserve"> هذا حرص زيد على الاصلاح بين </w:t>
      </w:r>
      <w:r w:rsidR="00894B7F">
        <w:rPr>
          <w:rFonts w:hint="cs"/>
          <w:rtl/>
        </w:rPr>
        <w:t>ا</w:t>
      </w:r>
      <w:r>
        <w:rPr>
          <w:rtl/>
        </w:rPr>
        <w:t>مة جده التي خذلته و</w:t>
      </w:r>
      <w:r w:rsidR="00894B7F">
        <w:rPr>
          <w:rFonts w:hint="cs"/>
          <w:rtl/>
        </w:rPr>
        <w:t>ا</w:t>
      </w:r>
      <w:r>
        <w:rPr>
          <w:rtl/>
        </w:rPr>
        <w:t xml:space="preserve">سلمته الى بني </w:t>
      </w:r>
      <w:r w:rsidR="00894B7F">
        <w:rPr>
          <w:rFonts w:hint="cs"/>
          <w:rtl/>
        </w:rPr>
        <w:t>ا</w:t>
      </w:r>
      <w:r>
        <w:rPr>
          <w:rtl/>
        </w:rPr>
        <w:t xml:space="preserve">مية </w:t>
      </w:r>
      <w:r w:rsidR="00894B7F">
        <w:rPr>
          <w:rFonts w:hint="cs"/>
          <w:rtl/>
        </w:rPr>
        <w:t>ا</w:t>
      </w:r>
      <w:r>
        <w:rPr>
          <w:rtl/>
        </w:rPr>
        <w:t>عداء الله و</w:t>
      </w:r>
      <w:r w:rsidR="00894B7F">
        <w:rPr>
          <w:rFonts w:hint="cs"/>
          <w:rtl/>
        </w:rPr>
        <w:t>ا</w:t>
      </w:r>
      <w:r>
        <w:rPr>
          <w:rtl/>
        </w:rPr>
        <w:t xml:space="preserve">عداء جده رسول الله (ص) الذين لم يكتفوا </w:t>
      </w:r>
      <w:r w:rsidR="00894B7F">
        <w:rPr>
          <w:rFonts w:hint="cs"/>
          <w:rtl/>
        </w:rPr>
        <w:t>ب</w:t>
      </w:r>
      <w:r>
        <w:rPr>
          <w:rtl/>
        </w:rPr>
        <w:t xml:space="preserve">قتله حتى صلبوه </w:t>
      </w:r>
      <w:r w:rsidR="00894B7F">
        <w:rPr>
          <w:rFonts w:hint="cs"/>
          <w:rtl/>
        </w:rPr>
        <w:t>ا</w:t>
      </w:r>
      <w:r>
        <w:rPr>
          <w:rtl/>
        </w:rPr>
        <w:t xml:space="preserve">ربع سنين على </w:t>
      </w:r>
      <w:r w:rsidR="00987BE1">
        <w:rPr>
          <w:rFonts w:hint="cs"/>
          <w:rtl/>
        </w:rPr>
        <w:t>ا</w:t>
      </w:r>
      <w:r>
        <w:rPr>
          <w:rtl/>
        </w:rPr>
        <w:t xml:space="preserve">شنع صورة ثم </w:t>
      </w:r>
      <w:r w:rsidR="00987BE1">
        <w:rPr>
          <w:rFonts w:hint="cs"/>
          <w:rtl/>
        </w:rPr>
        <w:t>ا</w:t>
      </w:r>
      <w:r>
        <w:rPr>
          <w:rtl/>
        </w:rPr>
        <w:t>حرقوه عداوة لدين الاسلام الذي دخلوا فيه كارهين مرغمين ولم يوجد في هذه ال</w:t>
      </w:r>
      <w:r w:rsidR="00894B7F">
        <w:rPr>
          <w:rFonts w:hint="cs"/>
          <w:rtl/>
        </w:rPr>
        <w:t>ا</w:t>
      </w:r>
      <w:r>
        <w:rPr>
          <w:rtl/>
        </w:rPr>
        <w:t>مة من يغير بيد ولا لسان نعم وجد فيها حتى اليوم من يدافع عنهم ويلتمس لهم ال</w:t>
      </w:r>
      <w:r w:rsidR="00BE4C3F">
        <w:rPr>
          <w:rFonts w:hint="cs"/>
          <w:rtl/>
        </w:rPr>
        <w:t>ا</w:t>
      </w:r>
      <w:r>
        <w:rPr>
          <w:rtl/>
        </w:rPr>
        <w:t>عذار</w:t>
      </w:r>
      <w:r w:rsidR="00BE4C3F">
        <w:rPr>
          <w:rFonts w:hint="cs"/>
          <w:rtl/>
        </w:rPr>
        <w:t>.</w:t>
      </w:r>
    </w:p>
    <w:p w:rsidR="00BA4473" w:rsidRPr="001C1E34" w:rsidRDefault="00BA4473" w:rsidP="001C1E34">
      <w:pPr>
        <w:pStyle w:val="Heading1Center"/>
        <w:rPr>
          <w:rtl/>
        </w:rPr>
      </w:pPr>
      <w:r w:rsidRPr="001C1E34">
        <w:rPr>
          <w:rtl/>
        </w:rPr>
        <w:t>( هل كان زيد يفتي الناس )</w:t>
      </w:r>
    </w:p>
    <w:p w:rsidR="00BA4473" w:rsidRDefault="00BA4473" w:rsidP="00894B7F">
      <w:pPr>
        <w:rPr>
          <w:rtl/>
        </w:rPr>
      </w:pPr>
      <w:r>
        <w:rPr>
          <w:rtl/>
        </w:rPr>
        <w:t>سأل المتوكل بن</w:t>
      </w:r>
      <w:r w:rsidR="0000781F">
        <w:rPr>
          <w:rtl/>
        </w:rPr>
        <w:t xml:space="preserve"> هارون </w:t>
      </w:r>
      <w:r>
        <w:rPr>
          <w:rtl/>
        </w:rPr>
        <w:t>يحيى بن زيد فيما رواه الخزاز في كفاية ال</w:t>
      </w:r>
      <w:r w:rsidR="00894B7F">
        <w:rPr>
          <w:rFonts w:hint="cs"/>
          <w:rtl/>
        </w:rPr>
        <w:t>ا</w:t>
      </w:r>
      <w:r>
        <w:rPr>
          <w:rtl/>
        </w:rPr>
        <w:t xml:space="preserve">ثر هل كان </w:t>
      </w:r>
      <w:r w:rsidR="00BE4C3F">
        <w:rPr>
          <w:rFonts w:hint="cs"/>
          <w:rtl/>
        </w:rPr>
        <w:t>ا</w:t>
      </w:r>
      <w:r>
        <w:rPr>
          <w:rtl/>
        </w:rPr>
        <w:t xml:space="preserve">بوك يفتي الناس في معالم دينهم قال ما </w:t>
      </w:r>
      <w:r w:rsidR="00BE4C3F">
        <w:rPr>
          <w:rFonts w:hint="cs"/>
          <w:rtl/>
        </w:rPr>
        <w:t>ا</w:t>
      </w:r>
      <w:r>
        <w:rPr>
          <w:rtl/>
        </w:rPr>
        <w:t>ذكر ذلك عنه.</w:t>
      </w:r>
    </w:p>
    <w:p w:rsidR="00BA4473" w:rsidRPr="001C1E34" w:rsidRDefault="00BA4473" w:rsidP="001C1E34">
      <w:pPr>
        <w:pStyle w:val="Heading1Center"/>
        <w:rPr>
          <w:rtl/>
        </w:rPr>
      </w:pPr>
      <w:r w:rsidRPr="001C1E34">
        <w:rPr>
          <w:rtl/>
        </w:rPr>
        <w:t xml:space="preserve">( فساد بعض النسب </w:t>
      </w:r>
      <w:r w:rsidR="00894B7F" w:rsidRPr="001C1E34">
        <w:rPr>
          <w:rFonts w:hint="cs"/>
          <w:rtl/>
        </w:rPr>
        <w:t>ا</w:t>
      </w:r>
      <w:r w:rsidRPr="001C1E34">
        <w:rPr>
          <w:rtl/>
        </w:rPr>
        <w:t>ليه )</w:t>
      </w:r>
    </w:p>
    <w:p w:rsidR="00BA4473" w:rsidRDefault="00BA4473" w:rsidP="00BE4C3F">
      <w:pPr>
        <w:rPr>
          <w:rtl/>
        </w:rPr>
      </w:pPr>
      <w:r>
        <w:rPr>
          <w:rtl/>
        </w:rPr>
        <w:t xml:space="preserve">من السخافة بمكان ما في فوات الوفيات عن ابن </w:t>
      </w:r>
      <w:r w:rsidR="00BE4C3F">
        <w:rPr>
          <w:rFonts w:hint="cs"/>
          <w:rtl/>
        </w:rPr>
        <w:t>ا</w:t>
      </w:r>
      <w:r>
        <w:rPr>
          <w:rtl/>
        </w:rPr>
        <w:t xml:space="preserve">بي الدم </w:t>
      </w:r>
      <w:r w:rsidR="00BE4C3F">
        <w:rPr>
          <w:rFonts w:hint="cs"/>
          <w:rtl/>
        </w:rPr>
        <w:t>ا</w:t>
      </w:r>
      <w:r>
        <w:rPr>
          <w:rtl/>
        </w:rPr>
        <w:t>ن</w:t>
      </w:r>
    </w:p>
    <w:p w:rsidR="00BA4473" w:rsidRDefault="00BA4473" w:rsidP="00D25AA5">
      <w:pPr>
        <w:pStyle w:val="rfdNormal0"/>
        <w:rPr>
          <w:rtl/>
        </w:rPr>
      </w:pPr>
      <w:r w:rsidRPr="00894B7F">
        <w:rPr>
          <w:rtl/>
        </w:rPr>
        <w:br w:type="page"/>
      </w:r>
      <w:r>
        <w:rPr>
          <w:rtl/>
        </w:rPr>
        <w:lastRenderedPageBreak/>
        <w:t>زيدا و</w:t>
      </w:r>
      <w:r w:rsidR="00D25AA5">
        <w:rPr>
          <w:rFonts w:hint="cs"/>
          <w:rtl/>
        </w:rPr>
        <w:t>ا</w:t>
      </w:r>
      <w:r>
        <w:rPr>
          <w:rtl/>
        </w:rPr>
        <w:t>صحابه كانوا معتزلة و</w:t>
      </w:r>
      <w:r w:rsidR="00D25AA5">
        <w:rPr>
          <w:rFonts w:hint="cs"/>
          <w:rtl/>
        </w:rPr>
        <w:t>ا</w:t>
      </w:r>
      <w:r>
        <w:rPr>
          <w:rtl/>
        </w:rPr>
        <w:t xml:space="preserve">نه </w:t>
      </w:r>
      <w:r w:rsidR="00D25AA5">
        <w:rPr>
          <w:rFonts w:hint="cs"/>
          <w:rtl/>
        </w:rPr>
        <w:t>ا</w:t>
      </w:r>
      <w:r>
        <w:rPr>
          <w:rtl/>
        </w:rPr>
        <w:t xml:space="preserve">خذ الاعتزال عن واصل بن عطاء وان </w:t>
      </w:r>
      <w:r w:rsidR="00D25AA5">
        <w:rPr>
          <w:rFonts w:hint="cs"/>
          <w:rtl/>
        </w:rPr>
        <w:t>ا</w:t>
      </w:r>
      <w:r>
        <w:rPr>
          <w:rtl/>
        </w:rPr>
        <w:t xml:space="preserve">خاه الباقر كان يعيب عليه قراءته على واصل مع كونه يجوز الخطأ على جده علي بن </w:t>
      </w:r>
      <w:r w:rsidR="00D25AA5">
        <w:rPr>
          <w:rFonts w:hint="cs"/>
          <w:rtl/>
        </w:rPr>
        <w:t>ا</w:t>
      </w:r>
      <w:r>
        <w:rPr>
          <w:rtl/>
        </w:rPr>
        <w:t>بي طالب في حرب الجمل والنهروان ول</w:t>
      </w:r>
      <w:r w:rsidR="00D25AA5">
        <w:rPr>
          <w:rFonts w:hint="cs"/>
          <w:rtl/>
        </w:rPr>
        <w:t>ا</w:t>
      </w:r>
      <w:r>
        <w:rPr>
          <w:rtl/>
        </w:rPr>
        <w:t xml:space="preserve">ن واصلا كان يتكلم </w:t>
      </w:r>
      <w:r w:rsidR="00D25AA5">
        <w:rPr>
          <w:rFonts w:hint="cs"/>
          <w:rtl/>
        </w:rPr>
        <w:t xml:space="preserve"> في القضاء والقدر على خلاف مذهب اهل البيت الى آخر ما تكلم به </w:t>
      </w:r>
      <w:r>
        <w:rPr>
          <w:rtl/>
        </w:rPr>
        <w:t xml:space="preserve">من هذا الهذيان فانه لم يرد شيء من هذا عن أئمة </w:t>
      </w:r>
      <w:r w:rsidR="00D25AA5">
        <w:rPr>
          <w:rFonts w:hint="cs"/>
          <w:rtl/>
        </w:rPr>
        <w:t>ا</w:t>
      </w:r>
      <w:r>
        <w:rPr>
          <w:rtl/>
        </w:rPr>
        <w:t xml:space="preserve">هل البيت في حق زيد بل ورد عنهم مدحته والثناء عليه ولو كان لشيء من ذلك </w:t>
      </w:r>
      <w:r w:rsidR="00D25AA5">
        <w:rPr>
          <w:rFonts w:hint="cs"/>
          <w:rtl/>
        </w:rPr>
        <w:t>ا</w:t>
      </w:r>
      <w:r>
        <w:rPr>
          <w:rtl/>
        </w:rPr>
        <w:t xml:space="preserve">ثر لحكاه عنهم </w:t>
      </w:r>
      <w:r w:rsidR="00D25AA5">
        <w:rPr>
          <w:rFonts w:hint="cs"/>
          <w:rtl/>
        </w:rPr>
        <w:t>ا</w:t>
      </w:r>
      <w:r>
        <w:rPr>
          <w:rtl/>
        </w:rPr>
        <w:t>صحابهم و</w:t>
      </w:r>
      <w:r w:rsidR="00D25AA5">
        <w:rPr>
          <w:rFonts w:hint="cs"/>
          <w:rtl/>
        </w:rPr>
        <w:t>ا</w:t>
      </w:r>
      <w:r>
        <w:rPr>
          <w:rtl/>
        </w:rPr>
        <w:t xml:space="preserve">تباعهم ولما خفي ذلك عنهم وظهر لابن </w:t>
      </w:r>
      <w:r w:rsidR="00D25AA5">
        <w:rPr>
          <w:rFonts w:hint="cs"/>
          <w:rtl/>
        </w:rPr>
        <w:t>ا</w:t>
      </w:r>
      <w:r>
        <w:rPr>
          <w:rtl/>
        </w:rPr>
        <w:t xml:space="preserve">بي الدم وإنما تكلم فيه من تكلم من حيث </w:t>
      </w:r>
      <w:r w:rsidR="00D25AA5">
        <w:rPr>
          <w:rFonts w:hint="cs"/>
          <w:rtl/>
        </w:rPr>
        <w:t>ا</w:t>
      </w:r>
      <w:r>
        <w:rPr>
          <w:rtl/>
        </w:rPr>
        <w:t>حتمال دعواه الامامة وال</w:t>
      </w:r>
      <w:r w:rsidR="00D25AA5">
        <w:rPr>
          <w:rFonts w:hint="cs"/>
          <w:rtl/>
        </w:rPr>
        <w:t>ا</w:t>
      </w:r>
      <w:r>
        <w:rPr>
          <w:rtl/>
        </w:rPr>
        <w:t xml:space="preserve">كثر بل الجميع على </w:t>
      </w:r>
      <w:r w:rsidR="00D25AA5">
        <w:rPr>
          <w:rFonts w:hint="cs"/>
          <w:rtl/>
        </w:rPr>
        <w:t>ا</w:t>
      </w:r>
      <w:r>
        <w:rPr>
          <w:rtl/>
        </w:rPr>
        <w:t>نه لم يدعها فلو كان فيه مغمز غير ذلك</w:t>
      </w:r>
      <w:r w:rsidR="00D25AA5">
        <w:rPr>
          <w:rFonts w:hint="cs"/>
          <w:rtl/>
        </w:rPr>
        <w:t xml:space="preserve"> </w:t>
      </w:r>
      <w:r>
        <w:rPr>
          <w:rtl/>
        </w:rPr>
        <w:t>لما سكتوا عنه لكن واضع هذا الكلام عن لسانه له. غرض غير خفي على المتأمل.</w:t>
      </w:r>
    </w:p>
    <w:p w:rsidR="00BA4473" w:rsidRDefault="00BA4473" w:rsidP="00D25AA5">
      <w:pPr>
        <w:pStyle w:val="rfdCenterBold1"/>
        <w:rPr>
          <w:rtl/>
        </w:rPr>
      </w:pPr>
      <w:r>
        <w:rPr>
          <w:rtl/>
        </w:rPr>
        <w:t xml:space="preserve">( ما نسب </w:t>
      </w:r>
      <w:r w:rsidR="00D25AA5">
        <w:rPr>
          <w:rFonts w:hint="cs"/>
          <w:rtl/>
        </w:rPr>
        <w:t>ا</w:t>
      </w:r>
      <w:r>
        <w:rPr>
          <w:rtl/>
        </w:rPr>
        <w:t>ليه فيمن لقبوا الرافضة )</w:t>
      </w:r>
    </w:p>
    <w:p w:rsidR="00BA4473" w:rsidRDefault="00BA4473" w:rsidP="00D25AA5">
      <w:pPr>
        <w:rPr>
          <w:rtl/>
        </w:rPr>
      </w:pPr>
      <w:r>
        <w:rPr>
          <w:rtl/>
        </w:rPr>
        <w:t xml:space="preserve">ذكر كثير ممن تكلم على هذا اللقب من </w:t>
      </w:r>
      <w:r w:rsidR="00D25AA5">
        <w:rPr>
          <w:rFonts w:hint="cs"/>
          <w:rtl/>
        </w:rPr>
        <w:t>ا</w:t>
      </w:r>
      <w:r>
        <w:rPr>
          <w:rtl/>
        </w:rPr>
        <w:t>خصام الشيعة وتلقفه الآخر عن ال</w:t>
      </w:r>
      <w:r w:rsidR="00EA5273">
        <w:rPr>
          <w:rFonts w:hint="cs"/>
          <w:rtl/>
        </w:rPr>
        <w:t>ا</w:t>
      </w:r>
      <w:r>
        <w:rPr>
          <w:rtl/>
        </w:rPr>
        <w:t>ول ان زيدا</w:t>
      </w:r>
      <w:r w:rsidR="00EA5273">
        <w:rPr>
          <w:rFonts w:hint="cs"/>
          <w:rtl/>
        </w:rPr>
        <w:t>ً</w:t>
      </w:r>
      <w:r>
        <w:rPr>
          <w:rtl/>
        </w:rPr>
        <w:t xml:space="preserve"> سئل لما كان يحارب جيش هشام عن الشيخين فقال هما صاحبا جدي وضجيعاه في قبره فرفضه جماعة فسموا الرافضة وذكرنا في الجزء ال</w:t>
      </w:r>
      <w:r w:rsidR="00D25AA5">
        <w:rPr>
          <w:rFonts w:hint="cs"/>
          <w:rtl/>
        </w:rPr>
        <w:t>ا</w:t>
      </w:r>
      <w:r>
        <w:rPr>
          <w:rtl/>
        </w:rPr>
        <w:t xml:space="preserve">ول من هذا الكتاب </w:t>
      </w:r>
      <w:r w:rsidR="00EA5273">
        <w:rPr>
          <w:rFonts w:hint="cs"/>
          <w:rtl/>
        </w:rPr>
        <w:t>ا</w:t>
      </w:r>
      <w:r>
        <w:rPr>
          <w:rtl/>
        </w:rPr>
        <w:t xml:space="preserve">نه يجوز </w:t>
      </w:r>
      <w:r w:rsidR="00D25AA5">
        <w:rPr>
          <w:rFonts w:hint="cs"/>
          <w:rtl/>
        </w:rPr>
        <w:t>ا</w:t>
      </w:r>
      <w:r>
        <w:rPr>
          <w:rtl/>
        </w:rPr>
        <w:t>ن يكون قال ذلك استصلاحا</w:t>
      </w:r>
      <w:r w:rsidR="00EA5273">
        <w:rPr>
          <w:rFonts w:hint="cs"/>
          <w:rtl/>
        </w:rPr>
        <w:t>ً</w:t>
      </w:r>
      <w:r>
        <w:rPr>
          <w:rtl/>
        </w:rPr>
        <w:t xml:space="preserve"> لعسكره ومن الذي يشك </w:t>
      </w:r>
      <w:r w:rsidR="00D25AA5">
        <w:rPr>
          <w:rFonts w:hint="cs"/>
          <w:rtl/>
        </w:rPr>
        <w:t>ا</w:t>
      </w:r>
      <w:r>
        <w:rPr>
          <w:rtl/>
        </w:rPr>
        <w:t>ن لهما هاتين الصفتين و</w:t>
      </w:r>
      <w:r w:rsidR="00EA5273">
        <w:rPr>
          <w:rFonts w:hint="cs"/>
          <w:rtl/>
        </w:rPr>
        <w:t>ا</w:t>
      </w:r>
      <w:r>
        <w:rPr>
          <w:rtl/>
        </w:rPr>
        <w:t xml:space="preserve">ن المروى </w:t>
      </w:r>
      <w:r w:rsidR="00D25AA5">
        <w:rPr>
          <w:rFonts w:hint="cs"/>
          <w:rtl/>
        </w:rPr>
        <w:t>ا</w:t>
      </w:r>
      <w:r>
        <w:rPr>
          <w:rtl/>
        </w:rPr>
        <w:t xml:space="preserve">نه لما </w:t>
      </w:r>
      <w:r w:rsidR="00D25AA5">
        <w:rPr>
          <w:rFonts w:hint="cs"/>
          <w:rtl/>
        </w:rPr>
        <w:t>ا</w:t>
      </w:r>
      <w:r>
        <w:rPr>
          <w:rtl/>
        </w:rPr>
        <w:t>صابه السهم طلب السائل ف</w:t>
      </w:r>
      <w:r w:rsidR="00EA5273">
        <w:rPr>
          <w:rFonts w:hint="cs"/>
          <w:rtl/>
        </w:rPr>
        <w:t>ا</w:t>
      </w:r>
      <w:r>
        <w:rPr>
          <w:rtl/>
        </w:rPr>
        <w:t xml:space="preserve">راه السهم وقال هما </w:t>
      </w:r>
      <w:r w:rsidR="00EA5273">
        <w:rPr>
          <w:rFonts w:hint="cs"/>
          <w:rtl/>
        </w:rPr>
        <w:t>ا</w:t>
      </w:r>
      <w:r>
        <w:rPr>
          <w:rtl/>
        </w:rPr>
        <w:t>وقفاني هذا الموقف.</w:t>
      </w:r>
    </w:p>
    <w:p w:rsidR="00BA4473" w:rsidRDefault="00BA4473" w:rsidP="002001BA">
      <w:pPr>
        <w:pStyle w:val="rfdCenterBold1"/>
        <w:rPr>
          <w:rtl/>
        </w:rPr>
      </w:pPr>
      <w:r w:rsidRPr="00D25AA5">
        <w:rPr>
          <w:rtl/>
        </w:rPr>
        <w:br w:type="page"/>
      </w:r>
      <w:r>
        <w:rPr>
          <w:rtl/>
        </w:rPr>
        <w:lastRenderedPageBreak/>
        <w:t>( ما نسب إليه في أمر فدك )</w:t>
      </w:r>
    </w:p>
    <w:p w:rsidR="00BA4473" w:rsidRDefault="00BA4473" w:rsidP="00CC6CB4">
      <w:pPr>
        <w:rPr>
          <w:rtl/>
        </w:rPr>
      </w:pPr>
      <w:r>
        <w:rPr>
          <w:rtl/>
        </w:rPr>
        <w:t xml:space="preserve">روى ابن عساكر عن زيد </w:t>
      </w:r>
      <w:r w:rsidR="00823E0E">
        <w:rPr>
          <w:rFonts w:hint="cs"/>
          <w:rtl/>
        </w:rPr>
        <w:t>ا</w:t>
      </w:r>
      <w:r>
        <w:rPr>
          <w:rtl/>
        </w:rPr>
        <w:t xml:space="preserve">نه قال لو كنت مكان </w:t>
      </w:r>
      <w:r w:rsidR="00823E0E">
        <w:rPr>
          <w:rFonts w:hint="cs"/>
          <w:rtl/>
        </w:rPr>
        <w:t>ا</w:t>
      </w:r>
      <w:r>
        <w:rPr>
          <w:rtl/>
        </w:rPr>
        <w:t>بي بكر لحكمت بمثل ما حكم به في فدك</w:t>
      </w:r>
      <w:r w:rsidR="00823E0E">
        <w:rPr>
          <w:rFonts w:hint="cs"/>
          <w:rtl/>
        </w:rPr>
        <w:t>.</w:t>
      </w:r>
      <w:r>
        <w:rPr>
          <w:rtl/>
        </w:rPr>
        <w:t xml:space="preserve"> والناظر ب</w:t>
      </w:r>
      <w:r w:rsidR="00823E0E">
        <w:rPr>
          <w:rFonts w:hint="cs"/>
          <w:rtl/>
        </w:rPr>
        <w:t>ا</w:t>
      </w:r>
      <w:r>
        <w:rPr>
          <w:rtl/>
        </w:rPr>
        <w:t xml:space="preserve">نصاف في قصة فدك يعلم </w:t>
      </w:r>
      <w:r w:rsidR="00823E0E">
        <w:rPr>
          <w:rFonts w:hint="cs"/>
          <w:rtl/>
        </w:rPr>
        <w:t>ا</w:t>
      </w:r>
      <w:r>
        <w:rPr>
          <w:rtl/>
        </w:rPr>
        <w:t xml:space="preserve">ن هذا الحديث موضوع على زيد ويدل على ذلك ما في شرح النهج لابن </w:t>
      </w:r>
      <w:r w:rsidR="00823E0E">
        <w:rPr>
          <w:rFonts w:hint="cs"/>
          <w:rtl/>
        </w:rPr>
        <w:t>ا</w:t>
      </w:r>
      <w:r>
        <w:rPr>
          <w:rtl/>
        </w:rPr>
        <w:t xml:space="preserve">بي الحديد ج 4 ص 94 المرتضى </w:t>
      </w:r>
      <w:r w:rsidR="00823E0E">
        <w:rPr>
          <w:rFonts w:hint="cs"/>
          <w:rtl/>
        </w:rPr>
        <w:t>ا</w:t>
      </w:r>
      <w:r>
        <w:rPr>
          <w:rtl/>
        </w:rPr>
        <w:t xml:space="preserve">خبرنا </w:t>
      </w:r>
      <w:r w:rsidR="00823E0E">
        <w:rPr>
          <w:rFonts w:hint="cs"/>
          <w:rtl/>
        </w:rPr>
        <w:t>ا</w:t>
      </w:r>
      <w:r>
        <w:rPr>
          <w:rtl/>
        </w:rPr>
        <w:t>بو عبد</w:t>
      </w:r>
      <w:r w:rsidR="00823E0E">
        <w:rPr>
          <w:rFonts w:hint="cs"/>
          <w:rtl/>
        </w:rPr>
        <w:t xml:space="preserve"> </w:t>
      </w:r>
      <w:r>
        <w:rPr>
          <w:rtl/>
        </w:rPr>
        <w:t>الله المرزباني حدثني علي بن</w:t>
      </w:r>
      <w:r w:rsidR="0000781F">
        <w:rPr>
          <w:rFonts w:hint="cs"/>
          <w:rtl/>
        </w:rPr>
        <w:t xml:space="preserve"> هارون </w:t>
      </w:r>
      <w:r w:rsidR="00823E0E">
        <w:rPr>
          <w:rFonts w:hint="cs"/>
          <w:rtl/>
        </w:rPr>
        <w:t>ا</w:t>
      </w:r>
      <w:r>
        <w:rPr>
          <w:rtl/>
        </w:rPr>
        <w:t>خبرني عبيد</w:t>
      </w:r>
      <w:r w:rsidR="00823E0E">
        <w:rPr>
          <w:rFonts w:hint="cs"/>
          <w:rtl/>
        </w:rPr>
        <w:t xml:space="preserve"> </w:t>
      </w:r>
      <w:r>
        <w:rPr>
          <w:rtl/>
        </w:rPr>
        <w:t xml:space="preserve">الله بن </w:t>
      </w:r>
      <w:r w:rsidR="00823E0E">
        <w:rPr>
          <w:rFonts w:hint="cs"/>
          <w:rtl/>
        </w:rPr>
        <w:t>ا</w:t>
      </w:r>
      <w:r>
        <w:rPr>
          <w:rtl/>
        </w:rPr>
        <w:t xml:space="preserve">حمد بن </w:t>
      </w:r>
      <w:r w:rsidR="00823E0E">
        <w:rPr>
          <w:rFonts w:hint="cs"/>
          <w:rtl/>
        </w:rPr>
        <w:t>ا</w:t>
      </w:r>
      <w:r>
        <w:rPr>
          <w:rtl/>
        </w:rPr>
        <w:t xml:space="preserve">بي طاهر عن </w:t>
      </w:r>
      <w:r w:rsidR="00823E0E">
        <w:rPr>
          <w:rFonts w:hint="cs"/>
          <w:rtl/>
        </w:rPr>
        <w:t>ا</w:t>
      </w:r>
      <w:r>
        <w:rPr>
          <w:rtl/>
        </w:rPr>
        <w:t>بيه قال ذكرت ل</w:t>
      </w:r>
      <w:r w:rsidR="00823E0E">
        <w:rPr>
          <w:rFonts w:hint="cs"/>
          <w:rtl/>
        </w:rPr>
        <w:t>ا</w:t>
      </w:r>
      <w:r>
        <w:rPr>
          <w:rtl/>
        </w:rPr>
        <w:t xml:space="preserve">بي الحسين زيد بن علي بن الحسين بن علي ابن </w:t>
      </w:r>
      <w:r w:rsidR="00823E0E">
        <w:rPr>
          <w:rFonts w:hint="cs"/>
          <w:rtl/>
        </w:rPr>
        <w:t>ا</w:t>
      </w:r>
      <w:r>
        <w:rPr>
          <w:rtl/>
        </w:rPr>
        <w:t xml:space="preserve">بي طالب كلام فاطمة عند منع </w:t>
      </w:r>
      <w:r w:rsidR="00B03D8C">
        <w:rPr>
          <w:rFonts w:hint="cs"/>
          <w:rtl/>
        </w:rPr>
        <w:t>ا</w:t>
      </w:r>
      <w:r>
        <w:rPr>
          <w:rtl/>
        </w:rPr>
        <w:t xml:space="preserve">بي بكر </w:t>
      </w:r>
      <w:r w:rsidR="00B03D8C">
        <w:rPr>
          <w:rFonts w:hint="cs"/>
          <w:rtl/>
        </w:rPr>
        <w:t>ا</w:t>
      </w:r>
      <w:r>
        <w:rPr>
          <w:rtl/>
        </w:rPr>
        <w:t xml:space="preserve">ياها فدكا وقلت له </w:t>
      </w:r>
      <w:r w:rsidR="00B03D8C">
        <w:rPr>
          <w:rFonts w:hint="cs"/>
          <w:rtl/>
        </w:rPr>
        <w:t>ا</w:t>
      </w:r>
      <w:r>
        <w:rPr>
          <w:rtl/>
        </w:rPr>
        <w:t xml:space="preserve">ن هؤلاء يزعمون </w:t>
      </w:r>
      <w:r w:rsidR="00823E0E">
        <w:rPr>
          <w:rFonts w:hint="cs"/>
          <w:rtl/>
        </w:rPr>
        <w:t>ا</w:t>
      </w:r>
      <w:r>
        <w:rPr>
          <w:rtl/>
        </w:rPr>
        <w:t xml:space="preserve">نه مصنوع وانه من كلام </w:t>
      </w:r>
      <w:r w:rsidR="00823E0E">
        <w:rPr>
          <w:rFonts w:hint="cs"/>
          <w:rtl/>
        </w:rPr>
        <w:t>ا</w:t>
      </w:r>
      <w:r>
        <w:rPr>
          <w:rtl/>
        </w:rPr>
        <w:t xml:space="preserve">بي العيناء لان الكلام منسوق البلاغة فقال لي رأيت مشايخ آل </w:t>
      </w:r>
      <w:r w:rsidR="00823E0E">
        <w:rPr>
          <w:rFonts w:hint="cs"/>
          <w:rtl/>
        </w:rPr>
        <w:t>ا</w:t>
      </w:r>
      <w:r>
        <w:rPr>
          <w:rtl/>
        </w:rPr>
        <w:t xml:space="preserve">بي طالب يروونه عن آبائهم ويعلمونه </w:t>
      </w:r>
      <w:r w:rsidR="00B03D8C">
        <w:rPr>
          <w:rFonts w:hint="cs"/>
          <w:rtl/>
        </w:rPr>
        <w:t>ا</w:t>
      </w:r>
      <w:r>
        <w:rPr>
          <w:rtl/>
        </w:rPr>
        <w:t xml:space="preserve">ولادهم وقد حدثني به </w:t>
      </w:r>
      <w:r w:rsidR="00823E0E">
        <w:rPr>
          <w:rFonts w:hint="cs"/>
          <w:rtl/>
        </w:rPr>
        <w:t>ا</w:t>
      </w:r>
      <w:r>
        <w:rPr>
          <w:rtl/>
        </w:rPr>
        <w:t xml:space="preserve">بي عن جدي يبلغ به فاطمة على هذه الحكاية وقد رواه مشايخ الشيعة وتدارسوه قبل </w:t>
      </w:r>
      <w:r w:rsidR="00823E0E">
        <w:rPr>
          <w:rFonts w:hint="cs"/>
          <w:rtl/>
        </w:rPr>
        <w:t>ا</w:t>
      </w:r>
      <w:r>
        <w:rPr>
          <w:rtl/>
        </w:rPr>
        <w:t xml:space="preserve">ن يوجد جد </w:t>
      </w:r>
      <w:r w:rsidR="00823E0E">
        <w:rPr>
          <w:rFonts w:hint="cs"/>
          <w:rtl/>
        </w:rPr>
        <w:t>ا</w:t>
      </w:r>
      <w:r>
        <w:rPr>
          <w:rtl/>
        </w:rPr>
        <w:t xml:space="preserve">بي العيناء وقد حدث الحسين بن علوان عن عطية العوفي </w:t>
      </w:r>
      <w:r w:rsidR="00823E0E">
        <w:rPr>
          <w:rFonts w:hint="cs"/>
          <w:rtl/>
        </w:rPr>
        <w:t>ا</w:t>
      </w:r>
      <w:r>
        <w:rPr>
          <w:rtl/>
        </w:rPr>
        <w:t>نه سمع عبد</w:t>
      </w:r>
      <w:r w:rsidR="00823E0E">
        <w:rPr>
          <w:rFonts w:hint="cs"/>
          <w:rtl/>
        </w:rPr>
        <w:t xml:space="preserve"> </w:t>
      </w:r>
      <w:r>
        <w:rPr>
          <w:rtl/>
        </w:rPr>
        <w:t xml:space="preserve">الله بن الحسن بن الحسن يذكر عن </w:t>
      </w:r>
      <w:r w:rsidR="00823E0E">
        <w:rPr>
          <w:rFonts w:hint="cs"/>
          <w:rtl/>
        </w:rPr>
        <w:t>ا</w:t>
      </w:r>
      <w:r>
        <w:rPr>
          <w:rtl/>
        </w:rPr>
        <w:t xml:space="preserve">بيه هذا الكلام ثم قال </w:t>
      </w:r>
      <w:r w:rsidR="00823E0E">
        <w:rPr>
          <w:rFonts w:hint="cs"/>
          <w:rtl/>
        </w:rPr>
        <w:t>ا</w:t>
      </w:r>
      <w:r>
        <w:rPr>
          <w:rtl/>
        </w:rPr>
        <w:t xml:space="preserve">بو الحسين زيد وكيف ينكرون هذا من كلام فاطمة وهم يروون من كلام عائشة عند موت </w:t>
      </w:r>
      <w:r w:rsidR="00823E0E">
        <w:rPr>
          <w:rFonts w:hint="cs"/>
          <w:rtl/>
        </w:rPr>
        <w:t>ا</w:t>
      </w:r>
      <w:r>
        <w:rPr>
          <w:rtl/>
        </w:rPr>
        <w:t xml:space="preserve">بيها ما هو </w:t>
      </w:r>
      <w:r w:rsidR="00823E0E">
        <w:rPr>
          <w:rFonts w:hint="cs"/>
          <w:rtl/>
        </w:rPr>
        <w:t>ا</w:t>
      </w:r>
      <w:r>
        <w:rPr>
          <w:rtl/>
        </w:rPr>
        <w:t xml:space="preserve">عجب من كلام فاطمة ويحفظونه لولا عداوتهم لنا </w:t>
      </w:r>
      <w:r w:rsidR="00CC6CB4">
        <w:rPr>
          <w:rFonts w:hint="cs"/>
          <w:rtl/>
        </w:rPr>
        <w:t>ا</w:t>
      </w:r>
      <w:r>
        <w:rPr>
          <w:rtl/>
        </w:rPr>
        <w:t>هل البيت.</w:t>
      </w:r>
    </w:p>
    <w:p w:rsidR="00BA4473" w:rsidRDefault="00BA4473" w:rsidP="002001BA">
      <w:pPr>
        <w:pStyle w:val="rfdCenterBold1"/>
        <w:rPr>
          <w:rtl/>
        </w:rPr>
      </w:pPr>
      <w:r w:rsidRPr="00823E0E">
        <w:rPr>
          <w:rtl/>
        </w:rPr>
        <w:br w:type="page"/>
      </w:r>
      <w:r>
        <w:rPr>
          <w:rtl/>
        </w:rPr>
        <w:lastRenderedPageBreak/>
        <w:t>( حديث سد الابواب )</w:t>
      </w:r>
    </w:p>
    <w:p w:rsidR="00BA4473" w:rsidRDefault="00BA4473" w:rsidP="001B53C2">
      <w:pPr>
        <w:rPr>
          <w:rtl/>
        </w:rPr>
      </w:pPr>
      <w:r>
        <w:rPr>
          <w:rtl/>
        </w:rPr>
        <w:t xml:space="preserve">في تاريخ دمشق لابن عساكر بسنده عن شعبة سمعت سيد الهاشميين زيد بن علي بالمدينة في الروضة يقول حدثني </w:t>
      </w:r>
      <w:r w:rsidR="001B53C2">
        <w:rPr>
          <w:rFonts w:hint="cs"/>
          <w:rtl/>
        </w:rPr>
        <w:t>ا</w:t>
      </w:r>
      <w:r>
        <w:rPr>
          <w:rtl/>
        </w:rPr>
        <w:t xml:space="preserve">خي محمد </w:t>
      </w:r>
      <w:r w:rsidR="001B53C2">
        <w:rPr>
          <w:rFonts w:hint="cs"/>
          <w:rtl/>
        </w:rPr>
        <w:t>ا</w:t>
      </w:r>
      <w:r>
        <w:rPr>
          <w:rtl/>
        </w:rPr>
        <w:t>نه سمع جابر بن عبد</w:t>
      </w:r>
      <w:r w:rsidR="001B53C2">
        <w:rPr>
          <w:rFonts w:hint="cs"/>
          <w:rtl/>
        </w:rPr>
        <w:t xml:space="preserve"> </w:t>
      </w:r>
      <w:r>
        <w:rPr>
          <w:rtl/>
        </w:rPr>
        <w:t xml:space="preserve">الله يقول سمعت رسول الله </w:t>
      </w:r>
      <w:r w:rsidR="001B53C2">
        <w:rPr>
          <w:rFonts w:hint="cs"/>
          <w:rtl/>
        </w:rPr>
        <w:t>صلّى الله عليه وسلّم</w:t>
      </w:r>
      <w:r>
        <w:rPr>
          <w:rtl/>
        </w:rPr>
        <w:t xml:space="preserve"> يقول سدوا الابواب كلها </w:t>
      </w:r>
      <w:r w:rsidR="001B53C2">
        <w:rPr>
          <w:rFonts w:hint="cs"/>
          <w:rtl/>
        </w:rPr>
        <w:t>ا</w:t>
      </w:r>
      <w:r>
        <w:rPr>
          <w:rtl/>
        </w:rPr>
        <w:t>لا باب علي وأومأ بيده الى باب علي.</w:t>
      </w:r>
    </w:p>
    <w:p w:rsidR="00BA4473" w:rsidRDefault="00BA4473" w:rsidP="001B53C2">
      <w:pPr>
        <w:rPr>
          <w:rtl/>
        </w:rPr>
      </w:pPr>
      <w:r>
        <w:rPr>
          <w:rtl/>
        </w:rPr>
        <w:t xml:space="preserve">قال مهذب تاريخ ابن عساكر : هذا الحديث ذكره ابن الجوزي في الموضوعات ورواه بمعناه الامام </w:t>
      </w:r>
      <w:r w:rsidR="001B53C2">
        <w:rPr>
          <w:rFonts w:hint="cs"/>
          <w:rtl/>
        </w:rPr>
        <w:t>ا</w:t>
      </w:r>
      <w:r>
        <w:rPr>
          <w:rtl/>
        </w:rPr>
        <w:t xml:space="preserve">حمد في مسنده عن سعد ابن مالك وعن ابن عمر ورواه النسائي في مناقب علي عن الحارث ابن مالك وعن زيد بن </w:t>
      </w:r>
      <w:r w:rsidR="001B53C2">
        <w:rPr>
          <w:rFonts w:hint="cs"/>
          <w:rtl/>
        </w:rPr>
        <w:t>ا</w:t>
      </w:r>
      <w:r>
        <w:rPr>
          <w:rtl/>
        </w:rPr>
        <w:t xml:space="preserve">رقم ورواه </w:t>
      </w:r>
      <w:r w:rsidR="001B53C2">
        <w:rPr>
          <w:rFonts w:hint="cs"/>
          <w:rtl/>
        </w:rPr>
        <w:t>ا</w:t>
      </w:r>
      <w:r>
        <w:rPr>
          <w:rtl/>
        </w:rPr>
        <w:t xml:space="preserve">بو نعيم عن </w:t>
      </w:r>
      <w:r w:rsidR="001B53C2">
        <w:rPr>
          <w:rFonts w:hint="cs"/>
          <w:rtl/>
        </w:rPr>
        <w:t>ا</w:t>
      </w:r>
      <w:r>
        <w:rPr>
          <w:rtl/>
        </w:rPr>
        <w:t>بن عباس ورواه</w:t>
      </w:r>
      <w:r w:rsidR="001B53C2">
        <w:rPr>
          <w:rFonts w:hint="cs"/>
          <w:rtl/>
        </w:rPr>
        <w:t xml:space="preserve"> ا</w:t>
      </w:r>
      <w:r>
        <w:rPr>
          <w:rtl/>
        </w:rPr>
        <w:t>بو نعيم عن ابن عباس ورواه الحافظ ابن حجر في كتابه القول المسدد في الرد على ابن الجوزي في جعله هذا الحديث موضوعا</w:t>
      </w:r>
      <w:r w:rsidR="00D86921">
        <w:rPr>
          <w:rFonts w:hint="cs"/>
          <w:rtl/>
        </w:rPr>
        <w:t>ً</w:t>
      </w:r>
      <w:r>
        <w:rPr>
          <w:rtl/>
        </w:rPr>
        <w:t xml:space="preserve"> و</w:t>
      </w:r>
      <w:r w:rsidR="001B53C2">
        <w:rPr>
          <w:rFonts w:hint="cs"/>
          <w:rtl/>
        </w:rPr>
        <w:t>ا</w:t>
      </w:r>
      <w:r>
        <w:rPr>
          <w:rtl/>
        </w:rPr>
        <w:t xml:space="preserve">طال الكلام ثم قال هذا الحديث مشهور وله طرق متعددة كل طريق منها على انفراده لا يقصر عن رتبة الحسن ومجموعها مما يقطع بصحته على طريقة كثير من </w:t>
      </w:r>
      <w:r w:rsidR="001B53C2">
        <w:rPr>
          <w:rFonts w:hint="cs"/>
          <w:rtl/>
        </w:rPr>
        <w:t>ا</w:t>
      </w:r>
      <w:r>
        <w:rPr>
          <w:rtl/>
        </w:rPr>
        <w:t xml:space="preserve">هل الحديث قال وذكر الحافظ السيوطي </w:t>
      </w:r>
      <w:r w:rsidR="00D86921">
        <w:rPr>
          <w:rFonts w:hint="cs"/>
          <w:rtl/>
        </w:rPr>
        <w:t>ا</w:t>
      </w:r>
      <w:r>
        <w:rPr>
          <w:rtl/>
        </w:rPr>
        <w:t>سانيده في كتابه اللآليء المصنوعة و</w:t>
      </w:r>
      <w:r w:rsidR="001B53C2">
        <w:rPr>
          <w:rFonts w:hint="cs"/>
          <w:rtl/>
        </w:rPr>
        <w:t>ا</w:t>
      </w:r>
      <w:r>
        <w:rPr>
          <w:rtl/>
        </w:rPr>
        <w:t xml:space="preserve">طال في دفع الوضع عنه فظهر </w:t>
      </w:r>
      <w:r w:rsidR="001B53C2">
        <w:rPr>
          <w:rFonts w:hint="cs"/>
          <w:rtl/>
        </w:rPr>
        <w:t>ا</w:t>
      </w:r>
      <w:r>
        <w:rPr>
          <w:rtl/>
        </w:rPr>
        <w:t>ن زعم الوضع فيه كبوة من ابن الجوزي.</w:t>
      </w:r>
    </w:p>
    <w:p w:rsidR="00BA4473" w:rsidRDefault="00BA4473" w:rsidP="002001BA">
      <w:pPr>
        <w:pStyle w:val="rfdCenterBold1"/>
        <w:rPr>
          <w:rtl/>
        </w:rPr>
      </w:pPr>
      <w:r>
        <w:rPr>
          <w:rtl/>
        </w:rPr>
        <w:t>( حديث المعراج )</w:t>
      </w:r>
    </w:p>
    <w:p w:rsidR="00BA4473" w:rsidRDefault="00BA4473" w:rsidP="00D86921">
      <w:pPr>
        <w:rPr>
          <w:rtl/>
        </w:rPr>
      </w:pPr>
      <w:r>
        <w:rPr>
          <w:rtl/>
        </w:rPr>
        <w:t xml:space="preserve">في تاريخ دمشق لابن عساكر عن زيد بن علي عن </w:t>
      </w:r>
      <w:r w:rsidR="00D86921">
        <w:rPr>
          <w:rFonts w:hint="cs"/>
          <w:rtl/>
        </w:rPr>
        <w:t>ا</w:t>
      </w:r>
      <w:r>
        <w:rPr>
          <w:rtl/>
        </w:rPr>
        <w:t>بيه عن</w:t>
      </w:r>
    </w:p>
    <w:p w:rsidR="00BA4473" w:rsidRDefault="00BA4473" w:rsidP="00F95C1A">
      <w:pPr>
        <w:pStyle w:val="rfdNormal0"/>
        <w:rPr>
          <w:rtl/>
        </w:rPr>
      </w:pPr>
      <w:r w:rsidRPr="001B53C2">
        <w:rPr>
          <w:rtl/>
        </w:rPr>
        <w:br w:type="page"/>
      </w:r>
      <w:r>
        <w:rPr>
          <w:rtl/>
        </w:rPr>
        <w:lastRenderedPageBreak/>
        <w:t xml:space="preserve">جده عن علي صلى بنا رسول الله (ص) صلاة الفجر ذات يوم بغلس ثم التفت الينا فقال </w:t>
      </w:r>
      <w:r w:rsidR="00F95C1A">
        <w:rPr>
          <w:rFonts w:hint="cs"/>
          <w:rtl/>
        </w:rPr>
        <w:t>أ</w:t>
      </w:r>
      <w:r>
        <w:rPr>
          <w:rtl/>
        </w:rPr>
        <w:t>فيكم من رأى الليلة شيئا</w:t>
      </w:r>
      <w:r w:rsidR="00D86921">
        <w:rPr>
          <w:rFonts w:hint="cs"/>
          <w:rtl/>
        </w:rPr>
        <w:t>ً</w:t>
      </w:r>
      <w:r>
        <w:rPr>
          <w:rtl/>
        </w:rPr>
        <w:t xml:space="preserve"> فقلنا لا يا رسول الله قال ولكني رأيت ملكين </w:t>
      </w:r>
      <w:r w:rsidR="00F95C1A">
        <w:rPr>
          <w:rFonts w:hint="cs"/>
          <w:rtl/>
        </w:rPr>
        <w:t>ا</w:t>
      </w:r>
      <w:r>
        <w:rPr>
          <w:rtl/>
        </w:rPr>
        <w:t>تياني الليلة فأخذا بضبعي فانطلقا بي الى السماء الدنيا وذكر حديثا</w:t>
      </w:r>
      <w:r w:rsidR="00D86921">
        <w:rPr>
          <w:rFonts w:hint="cs"/>
          <w:rtl/>
        </w:rPr>
        <w:t>ً</w:t>
      </w:r>
      <w:r>
        <w:rPr>
          <w:rtl/>
        </w:rPr>
        <w:t xml:space="preserve"> طويلا فيه عقاب من ينام عن صلاة ا</w:t>
      </w:r>
      <w:r w:rsidR="00F95C1A">
        <w:rPr>
          <w:rtl/>
        </w:rPr>
        <w:t>لعشاء والنمام وآكل الربا والزنا</w:t>
      </w:r>
      <w:r>
        <w:rPr>
          <w:rtl/>
        </w:rPr>
        <w:t xml:space="preserve"> ومن يعملون عمل قوم لوط ثم قال فمضيت ف</w:t>
      </w:r>
      <w:r w:rsidR="00F95C1A">
        <w:rPr>
          <w:rFonts w:hint="cs"/>
          <w:rtl/>
        </w:rPr>
        <w:t>ا</w:t>
      </w:r>
      <w:r>
        <w:rPr>
          <w:rtl/>
        </w:rPr>
        <w:t xml:space="preserve">ذا </w:t>
      </w:r>
      <w:r w:rsidR="00F95C1A">
        <w:rPr>
          <w:rFonts w:hint="cs"/>
          <w:rtl/>
        </w:rPr>
        <w:t>ا</w:t>
      </w:r>
      <w:r>
        <w:rPr>
          <w:rtl/>
        </w:rPr>
        <w:t xml:space="preserve">نا بروضة فيها شيخ جليل لا </w:t>
      </w:r>
      <w:r w:rsidR="00F95C1A">
        <w:rPr>
          <w:rFonts w:hint="cs"/>
          <w:rtl/>
        </w:rPr>
        <w:t>ا</w:t>
      </w:r>
      <w:r>
        <w:rPr>
          <w:rtl/>
        </w:rPr>
        <w:t>جمل منه و</w:t>
      </w:r>
      <w:r w:rsidR="00F95C1A">
        <w:rPr>
          <w:rFonts w:hint="cs"/>
          <w:rtl/>
        </w:rPr>
        <w:t>ح</w:t>
      </w:r>
      <w:r>
        <w:rPr>
          <w:rtl/>
        </w:rPr>
        <w:t>وله الولدان و</w:t>
      </w:r>
      <w:r w:rsidR="00F95C1A">
        <w:rPr>
          <w:rFonts w:hint="cs"/>
          <w:rtl/>
        </w:rPr>
        <w:t>ا</w:t>
      </w:r>
      <w:r>
        <w:rPr>
          <w:rtl/>
        </w:rPr>
        <w:t xml:space="preserve">ذا </w:t>
      </w:r>
      <w:r w:rsidR="00F95C1A">
        <w:rPr>
          <w:rFonts w:hint="cs"/>
          <w:rtl/>
        </w:rPr>
        <w:t>ا</w:t>
      </w:r>
      <w:r>
        <w:rPr>
          <w:rtl/>
        </w:rPr>
        <w:t xml:space="preserve">نا بمنازل لا </w:t>
      </w:r>
      <w:r w:rsidR="00F95C1A">
        <w:rPr>
          <w:rFonts w:hint="cs"/>
          <w:rtl/>
        </w:rPr>
        <w:t>ا</w:t>
      </w:r>
      <w:r>
        <w:rPr>
          <w:rtl/>
        </w:rPr>
        <w:t xml:space="preserve">حسن منها من زمردة جوفاء وزبرجدة خضراء وياقوتة حمراء فقالا تلك منازل </w:t>
      </w:r>
      <w:r w:rsidR="00F95C1A">
        <w:rPr>
          <w:rFonts w:hint="cs"/>
          <w:rtl/>
        </w:rPr>
        <w:t>ا</w:t>
      </w:r>
      <w:r>
        <w:rPr>
          <w:rtl/>
        </w:rPr>
        <w:t>هل عليين من النبيين والصديقين والشهداء والصالحين وهذه منازلك و</w:t>
      </w:r>
      <w:r w:rsidR="00D86921">
        <w:rPr>
          <w:rFonts w:hint="cs"/>
          <w:rtl/>
        </w:rPr>
        <w:t>ا</w:t>
      </w:r>
      <w:r>
        <w:rPr>
          <w:rtl/>
        </w:rPr>
        <w:t>هل بيتك الحديث بطوله</w:t>
      </w:r>
      <w:r w:rsidR="00F95C1A">
        <w:rPr>
          <w:rFonts w:hint="cs"/>
          <w:rtl/>
        </w:rPr>
        <w:t>.</w:t>
      </w:r>
    </w:p>
    <w:p w:rsidR="00BA4473" w:rsidRDefault="00BA4473" w:rsidP="002001BA">
      <w:pPr>
        <w:pStyle w:val="rfdCenterBold1"/>
        <w:rPr>
          <w:rtl/>
        </w:rPr>
      </w:pPr>
      <w:r>
        <w:rPr>
          <w:rtl/>
        </w:rPr>
        <w:t>( ما قاله في البترية )</w:t>
      </w:r>
    </w:p>
    <w:p w:rsidR="00BA4473" w:rsidRDefault="00BA4473" w:rsidP="00F95C1A">
      <w:pPr>
        <w:rPr>
          <w:rtl/>
        </w:rPr>
      </w:pPr>
      <w:r>
        <w:rPr>
          <w:rtl/>
        </w:rPr>
        <w:t xml:space="preserve">مر في البترية ما رواه الكشي في ترجمة سلمة بن كهيل بسنده عن سدير دخلت على أبي جعفر </w:t>
      </w:r>
      <w:r w:rsidR="00FF2CA0">
        <w:rPr>
          <w:rStyle w:val="rfdAlaem"/>
          <w:rFonts w:hint="cs"/>
          <w:rtl/>
        </w:rPr>
        <w:t>عليه‌السلام</w:t>
      </w:r>
      <w:r>
        <w:rPr>
          <w:rtl/>
        </w:rPr>
        <w:t xml:space="preserve"> ومعي سلمة بن كهيل و</w:t>
      </w:r>
      <w:r w:rsidR="00F95C1A">
        <w:rPr>
          <w:rFonts w:hint="cs"/>
          <w:rtl/>
        </w:rPr>
        <w:t>ا</w:t>
      </w:r>
      <w:r>
        <w:rPr>
          <w:rtl/>
        </w:rPr>
        <w:t xml:space="preserve">بو المقدام ثابت الحداد وسالم بن </w:t>
      </w:r>
      <w:r w:rsidR="00F95C1A">
        <w:rPr>
          <w:rFonts w:hint="cs"/>
          <w:rtl/>
        </w:rPr>
        <w:t>ا</w:t>
      </w:r>
      <w:r>
        <w:rPr>
          <w:rtl/>
        </w:rPr>
        <w:t xml:space="preserve">بي حفصة وكثير النوا وجماعة معهم وعند </w:t>
      </w:r>
      <w:r w:rsidR="00F95C1A">
        <w:rPr>
          <w:rFonts w:hint="cs"/>
          <w:rtl/>
        </w:rPr>
        <w:t>ا</w:t>
      </w:r>
      <w:r>
        <w:rPr>
          <w:rtl/>
        </w:rPr>
        <w:t xml:space="preserve">بي جعفر </w:t>
      </w:r>
      <w:r w:rsidR="00F95C1A">
        <w:rPr>
          <w:rFonts w:hint="cs"/>
          <w:rtl/>
        </w:rPr>
        <w:t>ا</w:t>
      </w:r>
      <w:r>
        <w:rPr>
          <w:rtl/>
        </w:rPr>
        <w:t>خوه زيد بن علي فقالوا لابي جعفر نتولى عليا</w:t>
      </w:r>
      <w:r w:rsidR="00D86921">
        <w:rPr>
          <w:rFonts w:hint="cs"/>
          <w:rtl/>
        </w:rPr>
        <w:t>ً</w:t>
      </w:r>
      <w:r>
        <w:rPr>
          <w:rtl/>
        </w:rPr>
        <w:t xml:space="preserve"> وحسنا</w:t>
      </w:r>
      <w:r w:rsidR="00D86921">
        <w:rPr>
          <w:rFonts w:hint="cs"/>
          <w:rtl/>
        </w:rPr>
        <w:t>ً</w:t>
      </w:r>
      <w:r>
        <w:rPr>
          <w:rtl/>
        </w:rPr>
        <w:t xml:space="preserve"> وحسينا</w:t>
      </w:r>
      <w:r w:rsidR="00D86921">
        <w:rPr>
          <w:rFonts w:hint="cs"/>
          <w:rtl/>
        </w:rPr>
        <w:t>ً</w:t>
      </w:r>
      <w:r>
        <w:rPr>
          <w:rtl/>
        </w:rPr>
        <w:t xml:space="preserve"> ونتبرأ من </w:t>
      </w:r>
      <w:r w:rsidR="00F95C1A">
        <w:rPr>
          <w:rFonts w:hint="cs"/>
          <w:rtl/>
        </w:rPr>
        <w:t>ا</w:t>
      </w:r>
      <w:r>
        <w:rPr>
          <w:rtl/>
        </w:rPr>
        <w:t xml:space="preserve">عدائهم ونتولى غيرهم ونتبرأ من </w:t>
      </w:r>
      <w:r w:rsidR="00F95C1A">
        <w:rPr>
          <w:rFonts w:hint="cs"/>
          <w:rtl/>
        </w:rPr>
        <w:t>ا</w:t>
      </w:r>
      <w:r>
        <w:rPr>
          <w:rtl/>
        </w:rPr>
        <w:t xml:space="preserve">عدائهم فالتفت اليهم زيد بن علي وقال لهم أتتبرأون من فاطمة بترتم </w:t>
      </w:r>
      <w:r w:rsidR="00F95C1A">
        <w:rPr>
          <w:rFonts w:hint="cs"/>
          <w:rtl/>
        </w:rPr>
        <w:t>ا</w:t>
      </w:r>
      <w:r>
        <w:rPr>
          <w:rtl/>
        </w:rPr>
        <w:t>مرنا بتركم الله فيومئذ سموا البترية.</w:t>
      </w:r>
    </w:p>
    <w:p w:rsidR="00BA4473" w:rsidRPr="004F5F13" w:rsidRDefault="00BA4473" w:rsidP="00154FEA">
      <w:pPr>
        <w:pStyle w:val="Heading1Center"/>
        <w:rPr>
          <w:rtl/>
        </w:rPr>
      </w:pPr>
      <w:r w:rsidRPr="00F95C1A">
        <w:rPr>
          <w:rtl/>
        </w:rPr>
        <w:br w:type="page"/>
      </w:r>
      <w:bookmarkStart w:id="68" w:name="_Toc256850571"/>
      <w:bookmarkStart w:id="69" w:name="_Toc256854635"/>
      <w:bookmarkStart w:id="70" w:name="_Toc292190071"/>
      <w:bookmarkStart w:id="71" w:name="_Toc292205016"/>
      <w:r w:rsidRPr="000637F9">
        <w:rPr>
          <w:rtl/>
        </w:rPr>
        <w:lastRenderedPageBreak/>
        <w:t xml:space="preserve">( دلالته على قبر </w:t>
      </w:r>
      <w:r w:rsidR="00154FEA">
        <w:rPr>
          <w:rFonts w:hint="cs"/>
          <w:rtl/>
        </w:rPr>
        <w:t>ا</w:t>
      </w:r>
      <w:r w:rsidRPr="000637F9">
        <w:rPr>
          <w:rtl/>
        </w:rPr>
        <w:t xml:space="preserve">مير المؤمنين </w:t>
      </w:r>
      <w:r w:rsidR="00FF2CA0">
        <w:rPr>
          <w:rStyle w:val="rfdAlaem"/>
          <w:rFonts w:hint="cs"/>
          <w:rtl/>
        </w:rPr>
        <w:t>عليه‌السلام</w:t>
      </w:r>
      <w:r w:rsidRPr="000637F9">
        <w:rPr>
          <w:rtl/>
        </w:rPr>
        <w:t xml:space="preserve"> )</w:t>
      </w:r>
      <w:bookmarkEnd w:id="68"/>
      <w:bookmarkEnd w:id="69"/>
      <w:bookmarkEnd w:id="70"/>
      <w:bookmarkEnd w:id="71"/>
    </w:p>
    <w:p w:rsidR="00BA4473" w:rsidRDefault="00BA4473" w:rsidP="008B5F28">
      <w:pPr>
        <w:rPr>
          <w:rtl/>
        </w:rPr>
      </w:pPr>
      <w:r>
        <w:rPr>
          <w:rtl/>
        </w:rPr>
        <w:t xml:space="preserve">عن فرحة الغري عن </w:t>
      </w:r>
      <w:r w:rsidR="00154FEA">
        <w:rPr>
          <w:rFonts w:hint="cs"/>
          <w:rtl/>
        </w:rPr>
        <w:t>ا</w:t>
      </w:r>
      <w:r>
        <w:rPr>
          <w:rtl/>
        </w:rPr>
        <w:t xml:space="preserve">بي حمزة الثمالي في حديث قال لما كانت ليلة النصف من شعبان </w:t>
      </w:r>
      <w:r w:rsidR="00154FEA">
        <w:rPr>
          <w:rFonts w:hint="cs"/>
          <w:rtl/>
        </w:rPr>
        <w:t>ا</w:t>
      </w:r>
      <w:r>
        <w:rPr>
          <w:rtl/>
        </w:rPr>
        <w:t>تيت الى زيد بن علي وسلمت عليه وكان قد انتقل من دار مع</w:t>
      </w:r>
      <w:r w:rsidR="00154FEA">
        <w:rPr>
          <w:rFonts w:hint="cs"/>
          <w:rtl/>
        </w:rPr>
        <w:t>ا</w:t>
      </w:r>
      <w:r>
        <w:rPr>
          <w:rtl/>
        </w:rPr>
        <w:t>وية بن اسح</w:t>
      </w:r>
      <w:r w:rsidR="00EE72EE">
        <w:rPr>
          <w:rFonts w:hint="cs"/>
          <w:rtl/>
        </w:rPr>
        <w:t>ا</w:t>
      </w:r>
      <w:r>
        <w:rPr>
          <w:rtl/>
        </w:rPr>
        <w:t xml:space="preserve">ق الى دور بارق وبني هلال فلما جلست عنده قال يا </w:t>
      </w:r>
      <w:r w:rsidR="00154FEA">
        <w:rPr>
          <w:rFonts w:hint="cs"/>
          <w:rtl/>
        </w:rPr>
        <w:t>ا</w:t>
      </w:r>
      <w:r>
        <w:rPr>
          <w:rtl/>
        </w:rPr>
        <w:t>با حمزة تقوم حتى ن</w:t>
      </w:r>
      <w:r w:rsidR="008B5F28">
        <w:rPr>
          <w:rFonts w:hint="cs"/>
          <w:rtl/>
        </w:rPr>
        <w:t>ز</w:t>
      </w:r>
      <w:r>
        <w:rPr>
          <w:rtl/>
        </w:rPr>
        <w:t xml:space="preserve">ور قبر </w:t>
      </w:r>
      <w:r w:rsidR="00154FEA">
        <w:rPr>
          <w:rFonts w:hint="cs"/>
          <w:rtl/>
        </w:rPr>
        <w:t>ا</w:t>
      </w:r>
      <w:r>
        <w:rPr>
          <w:rtl/>
        </w:rPr>
        <w:t xml:space="preserve">مير المؤمنين علي ابن </w:t>
      </w:r>
      <w:r w:rsidR="00154FEA">
        <w:rPr>
          <w:rFonts w:hint="cs"/>
          <w:rtl/>
        </w:rPr>
        <w:t>ا</w:t>
      </w:r>
      <w:r>
        <w:rPr>
          <w:rtl/>
        </w:rPr>
        <w:t xml:space="preserve">بي طالب </w:t>
      </w:r>
      <w:r w:rsidR="00FF2CA0">
        <w:rPr>
          <w:rStyle w:val="rfdAlaem"/>
          <w:rFonts w:hint="cs"/>
          <w:rtl/>
        </w:rPr>
        <w:t>عليه‌السلام</w:t>
      </w:r>
      <w:r>
        <w:rPr>
          <w:rtl/>
        </w:rPr>
        <w:t xml:space="preserve"> فقلت نعم جعلت فداك ( الى </w:t>
      </w:r>
      <w:r w:rsidR="00154FEA">
        <w:rPr>
          <w:rFonts w:hint="cs"/>
          <w:rtl/>
        </w:rPr>
        <w:t>ا</w:t>
      </w:r>
      <w:r>
        <w:rPr>
          <w:rtl/>
        </w:rPr>
        <w:t xml:space="preserve">ن قال </w:t>
      </w:r>
      <w:r w:rsidR="00154FEA">
        <w:rPr>
          <w:rFonts w:hint="cs"/>
          <w:rtl/>
        </w:rPr>
        <w:t>ا</w:t>
      </w:r>
      <w:r>
        <w:rPr>
          <w:rtl/>
        </w:rPr>
        <w:t>بو حمزة ) ف</w:t>
      </w:r>
      <w:r w:rsidR="00566830">
        <w:rPr>
          <w:rFonts w:hint="cs"/>
          <w:rtl/>
        </w:rPr>
        <w:t>ا</w:t>
      </w:r>
      <w:r>
        <w:rPr>
          <w:rtl/>
        </w:rPr>
        <w:t xml:space="preserve">تينا الذكوات البيض فقال هذا قبر </w:t>
      </w:r>
      <w:r w:rsidR="00566830">
        <w:rPr>
          <w:rFonts w:hint="cs"/>
          <w:rtl/>
        </w:rPr>
        <w:t>ا</w:t>
      </w:r>
      <w:r>
        <w:rPr>
          <w:rtl/>
        </w:rPr>
        <w:t xml:space="preserve">مير المؤمنين علي بن </w:t>
      </w:r>
      <w:r w:rsidR="00566830">
        <w:rPr>
          <w:rFonts w:hint="cs"/>
          <w:rtl/>
        </w:rPr>
        <w:t>ا</w:t>
      </w:r>
      <w:r>
        <w:rPr>
          <w:rtl/>
        </w:rPr>
        <w:t xml:space="preserve">بي طالب وبعد </w:t>
      </w:r>
      <w:r w:rsidR="00566830">
        <w:rPr>
          <w:rFonts w:hint="cs"/>
          <w:rtl/>
        </w:rPr>
        <w:t>ا</w:t>
      </w:r>
      <w:r>
        <w:rPr>
          <w:rtl/>
        </w:rPr>
        <w:t xml:space="preserve">ن زرناه رجعنا وكان قبره </w:t>
      </w:r>
      <w:r w:rsidR="00FF2CA0">
        <w:rPr>
          <w:rStyle w:val="rfdAlaem"/>
          <w:rFonts w:hint="cs"/>
          <w:rtl/>
        </w:rPr>
        <w:t>عليه‌السلام</w:t>
      </w:r>
      <w:r>
        <w:rPr>
          <w:rtl/>
        </w:rPr>
        <w:t xml:space="preserve"> قد </w:t>
      </w:r>
      <w:r w:rsidR="00566830">
        <w:rPr>
          <w:rFonts w:hint="cs"/>
          <w:rtl/>
        </w:rPr>
        <w:t>ا</w:t>
      </w:r>
      <w:r>
        <w:rPr>
          <w:rtl/>
        </w:rPr>
        <w:t>خفي خوفا</w:t>
      </w:r>
      <w:r w:rsidR="00D86921">
        <w:rPr>
          <w:rFonts w:hint="cs"/>
          <w:rtl/>
        </w:rPr>
        <w:t>ً</w:t>
      </w:r>
      <w:r>
        <w:rPr>
          <w:rtl/>
        </w:rPr>
        <w:t xml:space="preserve"> من بني أمية ولم يكن يعرفه الا ولده وخواص شيعتهم الى </w:t>
      </w:r>
      <w:r w:rsidR="00D86921">
        <w:rPr>
          <w:rFonts w:hint="cs"/>
          <w:rtl/>
        </w:rPr>
        <w:t>ا</w:t>
      </w:r>
      <w:r>
        <w:rPr>
          <w:rtl/>
        </w:rPr>
        <w:t xml:space="preserve">ن </w:t>
      </w:r>
      <w:r w:rsidR="00D86921">
        <w:rPr>
          <w:rFonts w:hint="cs"/>
          <w:rtl/>
        </w:rPr>
        <w:t>ا</w:t>
      </w:r>
      <w:r>
        <w:rPr>
          <w:rtl/>
        </w:rPr>
        <w:t xml:space="preserve">ظهر </w:t>
      </w:r>
      <w:r w:rsidR="00D86921">
        <w:rPr>
          <w:rFonts w:hint="cs"/>
          <w:rtl/>
        </w:rPr>
        <w:t>ا</w:t>
      </w:r>
      <w:r>
        <w:rPr>
          <w:rtl/>
        </w:rPr>
        <w:t>يام الرشيد.</w:t>
      </w:r>
    </w:p>
    <w:p w:rsidR="00BA4473" w:rsidRPr="00C76DF4" w:rsidRDefault="00BA4473" w:rsidP="00C76DF4">
      <w:pPr>
        <w:pStyle w:val="Heading1Center"/>
        <w:rPr>
          <w:rtl/>
        </w:rPr>
      </w:pPr>
      <w:r w:rsidRPr="00C76DF4">
        <w:rPr>
          <w:rtl/>
        </w:rPr>
        <w:t>( خروجه والسبب فيه ومقتله )</w:t>
      </w:r>
    </w:p>
    <w:p w:rsidR="00BA4473" w:rsidRDefault="00BA4473" w:rsidP="0000781F">
      <w:pPr>
        <w:rPr>
          <w:rtl/>
        </w:rPr>
      </w:pPr>
      <w:r>
        <w:rPr>
          <w:rtl/>
        </w:rPr>
        <w:t xml:space="preserve">في مروج الذهب ج 2 ص 181 في </w:t>
      </w:r>
      <w:r w:rsidR="0000781F">
        <w:rPr>
          <w:rFonts w:hint="cs"/>
          <w:rtl/>
        </w:rPr>
        <w:t>ا</w:t>
      </w:r>
      <w:r>
        <w:rPr>
          <w:rtl/>
        </w:rPr>
        <w:t xml:space="preserve">يام هشام بن عبد الملك استشهد زيد بن علي بن الحسين بن علي بن </w:t>
      </w:r>
      <w:r w:rsidR="0000781F">
        <w:rPr>
          <w:rFonts w:hint="cs"/>
          <w:rtl/>
        </w:rPr>
        <w:t>ا</w:t>
      </w:r>
      <w:r>
        <w:rPr>
          <w:rtl/>
        </w:rPr>
        <w:t xml:space="preserve">بي طالب سنة 121 وقيل 122 وقد كان زيد بن علي شاور </w:t>
      </w:r>
      <w:r w:rsidR="0000781F">
        <w:rPr>
          <w:rFonts w:hint="cs"/>
          <w:rtl/>
        </w:rPr>
        <w:t>ا</w:t>
      </w:r>
      <w:r>
        <w:rPr>
          <w:rtl/>
        </w:rPr>
        <w:t xml:space="preserve">خاه </w:t>
      </w:r>
      <w:r w:rsidR="0000781F">
        <w:rPr>
          <w:rFonts w:hint="cs"/>
          <w:rtl/>
        </w:rPr>
        <w:t>ا</w:t>
      </w:r>
      <w:r>
        <w:rPr>
          <w:rtl/>
        </w:rPr>
        <w:t>با</w:t>
      </w:r>
      <w:r w:rsidR="0000781F">
        <w:rPr>
          <w:rFonts w:hint="cs"/>
          <w:rtl/>
        </w:rPr>
        <w:t xml:space="preserve"> </w:t>
      </w:r>
      <w:r>
        <w:rPr>
          <w:rtl/>
        </w:rPr>
        <w:t>جعفر محمد بن علي ابن الحسين بن علي فاشار عليه ب</w:t>
      </w:r>
      <w:r w:rsidR="0000781F">
        <w:rPr>
          <w:rFonts w:hint="cs"/>
          <w:rtl/>
        </w:rPr>
        <w:t>ا</w:t>
      </w:r>
      <w:r>
        <w:rPr>
          <w:rtl/>
        </w:rPr>
        <w:t xml:space="preserve">ن لا يركن الى </w:t>
      </w:r>
      <w:r w:rsidR="0000781F">
        <w:rPr>
          <w:rFonts w:hint="cs"/>
          <w:rtl/>
        </w:rPr>
        <w:t>ا</w:t>
      </w:r>
      <w:r>
        <w:rPr>
          <w:rtl/>
        </w:rPr>
        <w:t xml:space="preserve">هل الكوفة </w:t>
      </w:r>
      <w:r w:rsidR="0000781F">
        <w:rPr>
          <w:rFonts w:hint="cs"/>
          <w:rtl/>
        </w:rPr>
        <w:t>ا</w:t>
      </w:r>
      <w:r>
        <w:rPr>
          <w:rtl/>
        </w:rPr>
        <w:t xml:space="preserve">ذ كانوا </w:t>
      </w:r>
      <w:r w:rsidR="0000781F">
        <w:rPr>
          <w:rFonts w:hint="cs"/>
          <w:rtl/>
        </w:rPr>
        <w:t>ا</w:t>
      </w:r>
      <w:r>
        <w:rPr>
          <w:rtl/>
        </w:rPr>
        <w:t xml:space="preserve">هل غدر ومكر وقال له بها قتل جدك علي وبها طعن عمك الحسن وبها قتل </w:t>
      </w:r>
      <w:r w:rsidR="0000781F">
        <w:rPr>
          <w:rFonts w:hint="cs"/>
          <w:rtl/>
        </w:rPr>
        <w:t>ا</w:t>
      </w:r>
      <w:r>
        <w:rPr>
          <w:rtl/>
        </w:rPr>
        <w:t xml:space="preserve">بوك الحسين وفيها وفي </w:t>
      </w:r>
      <w:r w:rsidR="0000781F">
        <w:rPr>
          <w:rFonts w:hint="cs"/>
          <w:rtl/>
        </w:rPr>
        <w:t>ا</w:t>
      </w:r>
      <w:r>
        <w:rPr>
          <w:rtl/>
        </w:rPr>
        <w:t xml:space="preserve">عمالها شتمنا </w:t>
      </w:r>
      <w:r w:rsidR="0000781F">
        <w:rPr>
          <w:rFonts w:hint="cs"/>
          <w:rtl/>
        </w:rPr>
        <w:t>ا</w:t>
      </w:r>
      <w:r>
        <w:rPr>
          <w:rtl/>
        </w:rPr>
        <w:t>هل البيت و</w:t>
      </w:r>
      <w:r w:rsidR="0000781F">
        <w:rPr>
          <w:rFonts w:hint="cs"/>
          <w:rtl/>
        </w:rPr>
        <w:t>ا</w:t>
      </w:r>
      <w:r>
        <w:rPr>
          <w:rtl/>
        </w:rPr>
        <w:t>خبره بما كان عنده من العلم في مدة ملك بني مروان وما يتعقبهم</w:t>
      </w:r>
    </w:p>
    <w:p w:rsidR="00BA4473" w:rsidRDefault="00BA4473" w:rsidP="00435E2B">
      <w:pPr>
        <w:pStyle w:val="rfdNormal0"/>
        <w:rPr>
          <w:rtl/>
        </w:rPr>
      </w:pPr>
      <w:r w:rsidRPr="0000781F">
        <w:rPr>
          <w:rtl/>
        </w:rPr>
        <w:br w:type="page"/>
      </w:r>
      <w:r>
        <w:rPr>
          <w:rtl/>
        </w:rPr>
        <w:lastRenderedPageBreak/>
        <w:t xml:space="preserve">من الدولة العباسية فأبى الا ما عزم عليه من المطالبة بالحق فقال له </w:t>
      </w:r>
      <w:r w:rsidR="00435E2B">
        <w:rPr>
          <w:rFonts w:hint="cs"/>
          <w:rtl/>
        </w:rPr>
        <w:t>ا</w:t>
      </w:r>
      <w:r>
        <w:rPr>
          <w:rtl/>
        </w:rPr>
        <w:t xml:space="preserve">ني </w:t>
      </w:r>
      <w:r w:rsidR="00435E2B">
        <w:rPr>
          <w:rFonts w:hint="cs"/>
          <w:rtl/>
        </w:rPr>
        <w:t>ا</w:t>
      </w:r>
      <w:r>
        <w:rPr>
          <w:rtl/>
        </w:rPr>
        <w:t xml:space="preserve">خاف عليك يا </w:t>
      </w:r>
      <w:r w:rsidR="00435E2B">
        <w:rPr>
          <w:rFonts w:hint="cs"/>
          <w:rtl/>
        </w:rPr>
        <w:t>ا</w:t>
      </w:r>
      <w:r>
        <w:rPr>
          <w:rtl/>
        </w:rPr>
        <w:t>خي أن تكون غدا</w:t>
      </w:r>
      <w:r w:rsidR="00D86921">
        <w:rPr>
          <w:rFonts w:hint="cs"/>
          <w:rtl/>
        </w:rPr>
        <w:t>ً</w:t>
      </w:r>
      <w:r>
        <w:rPr>
          <w:rtl/>
        </w:rPr>
        <w:t xml:space="preserve"> المصلوب بكناسة الكوفة وودعه </w:t>
      </w:r>
      <w:r w:rsidR="00435E2B">
        <w:rPr>
          <w:rFonts w:hint="cs"/>
          <w:rtl/>
        </w:rPr>
        <w:t>ا</w:t>
      </w:r>
      <w:r>
        <w:rPr>
          <w:rtl/>
        </w:rPr>
        <w:t>بو جعفر و</w:t>
      </w:r>
      <w:r w:rsidR="00435E2B">
        <w:rPr>
          <w:rFonts w:hint="cs"/>
          <w:rtl/>
        </w:rPr>
        <w:t>ا</w:t>
      </w:r>
      <w:r>
        <w:rPr>
          <w:rtl/>
        </w:rPr>
        <w:t xml:space="preserve">علمه </w:t>
      </w:r>
      <w:r w:rsidR="00435E2B">
        <w:rPr>
          <w:rFonts w:hint="cs"/>
          <w:rtl/>
        </w:rPr>
        <w:t>ا</w:t>
      </w:r>
      <w:r>
        <w:rPr>
          <w:rtl/>
        </w:rPr>
        <w:t xml:space="preserve">نهما لا يلتقيان وكان هذا مما أخذه الباقر عن آبائه (ع) عن جدهم الرسول (ص). وقال </w:t>
      </w:r>
      <w:r w:rsidR="00435E2B">
        <w:rPr>
          <w:rFonts w:hint="cs"/>
          <w:rtl/>
        </w:rPr>
        <w:t>ا</w:t>
      </w:r>
      <w:r>
        <w:rPr>
          <w:rtl/>
        </w:rPr>
        <w:t>بو بكر الخوارزمي في رسالته الى شيعة نيسابور لما قصدهم واليها : واتصل البلاء مدة ملك المروانية الى ال</w:t>
      </w:r>
      <w:r w:rsidR="00435E2B">
        <w:rPr>
          <w:rFonts w:hint="cs"/>
          <w:rtl/>
        </w:rPr>
        <w:t>ا</w:t>
      </w:r>
      <w:r>
        <w:rPr>
          <w:rtl/>
        </w:rPr>
        <w:t xml:space="preserve">يام العباسية حتى </w:t>
      </w:r>
      <w:r w:rsidR="00435E2B">
        <w:rPr>
          <w:rFonts w:hint="cs"/>
          <w:rtl/>
        </w:rPr>
        <w:t>ا</w:t>
      </w:r>
      <w:r>
        <w:rPr>
          <w:rtl/>
        </w:rPr>
        <w:t xml:space="preserve">ذا </w:t>
      </w:r>
      <w:r w:rsidR="00435E2B">
        <w:rPr>
          <w:rFonts w:hint="cs"/>
          <w:rtl/>
        </w:rPr>
        <w:t>ا</w:t>
      </w:r>
      <w:r>
        <w:rPr>
          <w:rtl/>
        </w:rPr>
        <w:t xml:space="preserve">راد الله </w:t>
      </w:r>
      <w:r w:rsidR="00435E2B">
        <w:rPr>
          <w:rFonts w:hint="cs"/>
          <w:rtl/>
        </w:rPr>
        <w:t>ا</w:t>
      </w:r>
      <w:r>
        <w:rPr>
          <w:rtl/>
        </w:rPr>
        <w:t>ن يختم مدتهم ب</w:t>
      </w:r>
      <w:r w:rsidR="00435E2B">
        <w:rPr>
          <w:rFonts w:hint="cs"/>
          <w:rtl/>
        </w:rPr>
        <w:t>ا</w:t>
      </w:r>
      <w:r>
        <w:rPr>
          <w:rtl/>
        </w:rPr>
        <w:t xml:space="preserve">كبر آثامهم ويجعل عظيم ذنوبهم في آخر </w:t>
      </w:r>
      <w:r w:rsidR="00435E2B">
        <w:rPr>
          <w:rFonts w:hint="cs"/>
          <w:rtl/>
        </w:rPr>
        <w:t>ا</w:t>
      </w:r>
      <w:r>
        <w:rPr>
          <w:rtl/>
        </w:rPr>
        <w:t>يامهم بعث على بقية الحق المهمل والدين المعطل زيد بن علي فخذله منافقو</w:t>
      </w:r>
      <w:r w:rsidR="00435E2B">
        <w:rPr>
          <w:rFonts w:hint="cs"/>
          <w:rtl/>
        </w:rPr>
        <w:t>ا</w:t>
      </w:r>
      <w:r>
        <w:rPr>
          <w:rtl/>
        </w:rPr>
        <w:t xml:space="preserve"> </w:t>
      </w:r>
      <w:r w:rsidR="00435E2B">
        <w:rPr>
          <w:rFonts w:hint="cs"/>
          <w:rtl/>
        </w:rPr>
        <w:t>ا</w:t>
      </w:r>
      <w:r>
        <w:rPr>
          <w:rtl/>
        </w:rPr>
        <w:t xml:space="preserve">هل العراق وقتله </w:t>
      </w:r>
      <w:r w:rsidR="00435E2B">
        <w:rPr>
          <w:rFonts w:hint="cs"/>
          <w:rtl/>
        </w:rPr>
        <w:t>ا</w:t>
      </w:r>
      <w:r>
        <w:rPr>
          <w:rtl/>
        </w:rPr>
        <w:t xml:space="preserve">حزاب </w:t>
      </w:r>
      <w:r w:rsidR="00435E2B">
        <w:rPr>
          <w:rFonts w:hint="cs"/>
          <w:rtl/>
        </w:rPr>
        <w:t>ا</w:t>
      </w:r>
      <w:r>
        <w:rPr>
          <w:rtl/>
        </w:rPr>
        <w:t>هل الشام فلما انتهكوا ذلك الحريم وافترفوا ذلك الاثم العظيم غ</w:t>
      </w:r>
      <w:r w:rsidR="00435E2B">
        <w:rPr>
          <w:rtl/>
        </w:rPr>
        <w:t>ضب الله عليهم وانتزع الملك منهم</w:t>
      </w:r>
      <w:r w:rsidR="00435E2B">
        <w:rPr>
          <w:rFonts w:hint="cs"/>
          <w:rtl/>
        </w:rPr>
        <w:t xml:space="preserve"> :</w:t>
      </w:r>
    </w:p>
    <w:p w:rsidR="00BA4473" w:rsidRPr="004F5F13" w:rsidRDefault="00BA4473" w:rsidP="003C31F5">
      <w:pPr>
        <w:pStyle w:val="Heading1Center"/>
        <w:rPr>
          <w:rtl/>
        </w:rPr>
      </w:pPr>
      <w:bookmarkStart w:id="72" w:name="_Toc256850572"/>
      <w:bookmarkStart w:id="73" w:name="_Toc256854636"/>
      <w:bookmarkStart w:id="74" w:name="_Toc292190072"/>
      <w:bookmarkStart w:id="75" w:name="_Toc292205017"/>
      <w:r w:rsidRPr="00036BD1">
        <w:rPr>
          <w:rtl/>
        </w:rPr>
        <w:t>( سبب</w:t>
      </w:r>
      <w:r w:rsidRPr="004F5F13">
        <w:rPr>
          <w:rtl/>
        </w:rPr>
        <w:t xml:space="preserve"> </w:t>
      </w:r>
      <w:r w:rsidRPr="00036BD1">
        <w:rPr>
          <w:rtl/>
        </w:rPr>
        <w:t>خروجه )</w:t>
      </w:r>
      <w:bookmarkEnd w:id="72"/>
      <w:bookmarkEnd w:id="73"/>
      <w:bookmarkEnd w:id="74"/>
      <w:bookmarkEnd w:id="75"/>
    </w:p>
    <w:p w:rsidR="00BA4473" w:rsidRDefault="00BA4473" w:rsidP="00BA4473">
      <w:pPr>
        <w:rPr>
          <w:rtl/>
        </w:rPr>
      </w:pPr>
      <w:r>
        <w:rPr>
          <w:rtl/>
        </w:rPr>
        <w:t>اختلفت الروايات والاقوال في سبب خروجه على وجوه ( احدها ) ما عامله به هشام من الجفاء المفرط.</w:t>
      </w:r>
    </w:p>
    <w:p w:rsidR="00BA4473" w:rsidRDefault="00BA4473" w:rsidP="00435E2B">
      <w:pPr>
        <w:rPr>
          <w:rtl/>
        </w:rPr>
      </w:pPr>
      <w:r>
        <w:rPr>
          <w:rtl/>
        </w:rPr>
        <w:t>قال ابن عساكر في تاريخ دمشق وفد على هشام بن عبد الملك فرأى منه جفوة فكان ذلك سبب خروجه وقال المفيد في الارشاد كان سبب خروج اب</w:t>
      </w:r>
      <w:r w:rsidR="00435E2B">
        <w:rPr>
          <w:rFonts w:hint="cs"/>
          <w:rtl/>
        </w:rPr>
        <w:t>ي</w:t>
      </w:r>
      <w:r>
        <w:rPr>
          <w:rtl/>
        </w:rPr>
        <w:t xml:space="preserve"> الحسين زيد بن علي </w:t>
      </w:r>
      <w:r w:rsidR="00FF2CA0">
        <w:rPr>
          <w:rStyle w:val="rfdAlaem"/>
          <w:rFonts w:hint="cs"/>
          <w:rtl/>
        </w:rPr>
        <w:t>رضي‌الله‌عنه</w:t>
      </w:r>
      <w:r>
        <w:rPr>
          <w:rtl/>
        </w:rPr>
        <w:t xml:space="preserve"> بعد الذي ذكرناه من غرضه في الطلب بدم الحسين </w:t>
      </w:r>
      <w:r w:rsidR="00FF2CA0">
        <w:rPr>
          <w:rStyle w:val="rfdAlaem"/>
          <w:rFonts w:hint="cs"/>
          <w:rtl/>
        </w:rPr>
        <w:t>عليه‌السلام</w:t>
      </w:r>
      <w:r>
        <w:rPr>
          <w:rtl/>
        </w:rPr>
        <w:t xml:space="preserve"> </w:t>
      </w:r>
      <w:r w:rsidR="00D86921">
        <w:rPr>
          <w:rFonts w:hint="cs"/>
          <w:rtl/>
        </w:rPr>
        <w:t>ا</w:t>
      </w:r>
      <w:r>
        <w:rPr>
          <w:rtl/>
        </w:rPr>
        <w:t>نه دخل على هشام بن عبد</w:t>
      </w:r>
      <w:r w:rsidR="00435E2B">
        <w:rPr>
          <w:rFonts w:hint="cs"/>
          <w:rtl/>
        </w:rPr>
        <w:t xml:space="preserve"> </w:t>
      </w:r>
      <w:r>
        <w:rPr>
          <w:rtl/>
        </w:rPr>
        <w:t xml:space="preserve">الملك وقد جمع هشام </w:t>
      </w:r>
      <w:r w:rsidR="00435E2B">
        <w:rPr>
          <w:rFonts w:hint="cs"/>
          <w:rtl/>
        </w:rPr>
        <w:t>ا</w:t>
      </w:r>
      <w:r>
        <w:rPr>
          <w:rtl/>
        </w:rPr>
        <w:t>هل الشام و</w:t>
      </w:r>
      <w:r w:rsidR="00435E2B">
        <w:rPr>
          <w:rFonts w:hint="cs"/>
          <w:rtl/>
        </w:rPr>
        <w:t>ا</w:t>
      </w:r>
      <w:r>
        <w:rPr>
          <w:rtl/>
        </w:rPr>
        <w:t xml:space="preserve">مر </w:t>
      </w:r>
      <w:r w:rsidR="00435E2B">
        <w:rPr>
          <w:rFonts w:hint="cs"/>
          <w:rtl/>
        </w:rPr>
        <w:t>ا</w:t>
      </w:r>
      <w:r w:rsidR="00435E2B">
        <w:rPr>
          <w:rtl/>
        </w:rPr>
        <w:t>ن يتضايقوا في</w:t>
      </w:r>
    </w:p>
    <w:p w:rsidR="00BA4473" w:rsidRDefault="00BA4473" w:rsidP="00382B3A">
      <w:pPr>
        <w:pStyle w:val="rfdNormal0"/>
        <w:rPr>
          <w:rtl/>
        </w:rPr>
      </w:pPr>
      <w:r w:rsidRPr="0047728D">
        <w:rPr>
          <w:rtl/>
        </w:rPr>
        <w:br w:type="page"/>
      </w:r>
      <w:r>
        <w:rPr>
          <w:rtl/>
        </w:rPr>
        <w:lastRenderedPageBreak/>
        <w:t xml:space="preserve">المجلس حتى لا يتمكن من الوصول الى قربه فقال له زيد </w:t>
      </w:r>
      <w:r w:rsidR="0047728D">
        <w:rPr>
          <w:rFonts w:hint="cs"/>
          <w:rtl/>
        </w:rPr>
        <w:t>ا</w:t>
      </w:r>
      <w:r>
        <w:rPr>
          <w:rtl/>
        </w:rPr>
        <w:t xml:space="preserve">نه ليس من عباد الله </w:t>
      </w:r>
      <w:r w:rsidR="0047728D">
        <w:rPr>
          <w:rFonts w:hint="cs"/>
          <w:rtl/>
        </w:rPr>
        <w:t>ا</w:t>
      </w:r>
      <w:r>
        <w:rPr>
          <w:rtl/>
        </w:rPr>
        <w:t xml:space="preserve">حد فوق </w:t>
      </w:r>
      <w:r w:rsidR="0047728D">
        <w:rPr>
          <w:rFonts w:hint="cs"/>
          <w:rtl/>
        </w:rPr>
        <w:t>ا</w:t>
      </w:r>
      <w:r>
        <w:rPr>
          <w:rtl/>
        </w:rPr>
        <w:t>ن يوص</w:t>
      </w:r>
      <w:r w:rsidR="00382B3A">
        <w:rPr>
          <w:rFonts w:hint="cs"/>
          <w:rtl/>
        </w:rPr>
        <w:t>ى</w:t>
      </w:r>
      <w:r>
        <w:rPr>
          <w:rtl/>
        </w:rPr>
        <w:t xml:space="preserve"> بتقوى الله ولا من عباد الله </w:t>
      </w:r>
      <w:r w:rsidR="0047728D">
        <w:rPr>
          <w:rFonts w:hint="cs"/>
          <w:rtl/>
        </w:rPr>
        <w:t>ا</w:t>
      </w:r>
      <w:r>
        <w:rPr>
          <w:rtl/>
        </w:rPr>
        <w:t xml:space="preserve">حد دون </w:t>
      </w:r>
      <w:r w:rsidR="0047728D">
        <w:rPr>
          <w:rFonts w:hint="cs"/>
          <w:rtl/>
        </w:rPr>
        <w:t>ا</w:t>
      </w:r>
      <w:r>
        <w:rPr>
          <w:rtl/>
        </w:rPr>
        <w:t>ن يوصي بتقوى الله و</w:t>
      </w:r>
      <w:r w:rsidR="00D86921">
        <w:rPr>
          <w:rFonts w:hint="cs"/>
          <w:rtl/>
        </w:rPr>
        <w:t>ا</w:t>
      </w:r>
      <w:r>
        <w:rPr>
          <w:rtl/>
        </w:rPr>
        <w:t xml:space="preserve">نا </w:t>
      </w:r>
      <w:r w:rsidR="00D86921">
        <w:rPr>
          <w:rFonts w:hint="cs"/>
          <w:rtl/>
        </w:rPr>
        <w:t>ا</w:t>
      </w:r>
      <w:r>
        <w:rPr>
          <w:rtl/>
        </w:rPr>
        <w:t xml:space="preserve">وصيك بتقوى الله يا </w:t>
      </w:r>
      <w:r w:rsidR="0047728D">
        <w:rPr>
          <w:rFonts w:hint="cs"/>
          <w:rtl/>
        </w:rPr>
        <w:t>ا</w:t>
      </w:r>
      <w:r>
        <w:rPr>
          <w:rtl/>
        </w:rPr>
        <w:t>مير المؤمنين ف</w:t>
      </w:r>
      <w:r w:rsidR="0047728D">
        <w:rPr>
          <w:rFonts w:hint="cs"/>
          <w:rtl/>
        </w:rPr>
        <w:t>ا</w:t>
      </w:r>
      <w:r>
        <w:rPr>
          <w:rtl/>
        </w:rPr>
        <w:t xml:space="preserve">تقه فقال له هشام </w:t>
      </w:r>
      <w:r w:rsidR="0047728D">
        <w:rPr>
          <w:rFonts w:hint="cs"/>
          <w:rtl/>
        </w:rPr>
        <w:t>ا</w:t>
      </w:r>
      <w:r>
        <w:rPr>
          <w:rtl/>
        </w:rPr>
        <w:t xml:space="preserve">نت المؤهل نفسك للخلافة الراجي لها وما </w:t>
      </w:r>
      <w:r w:rsidR="00D86921">
        <w:rPr>
          <w:rFonts w:hint="cs"/>
          <w:rtl/>
        </w:rPr>
        <w:t>ا</w:t>
      </w:r>
      <w:r>
        <w:rPr>
          <w:rtl/>
        </w:rPr>
        <w:t>نت وذاك لا أم لك و</w:t>
      </w:r>
      <w:r w:rsidR="0047728D">
        <w:rPr>
          <w:rFonts w:hint="cs"/>
          <w:rtl/>
        </w:rPr>
        <w:t>ا</w:t>
      </w:r>
      <w:r>
        <w:rPr>
          <w:rtl/>
        </w:rPr>
        <w:t xml:space="preserve">نما </w:t>
      </w:r>
      <w:r w:rsidR="0047728D">
        <w:rPr>
          <w:rFonts w:hint="cs"/>
          <w:rtl/>
        </w:rPr>
        <w:t>ا</w:t>
      </w:r>
      <w:r>
        <w:rPr>
          <w:rtl/>
        </w:rPr>
        <w:t xml:space="preserve">نت ابن أمة فقال له زيد </w:t>
      </w:r>
      <w:r w:rsidR="0047728D">
        <w:rPr>
          <w:rFonts w:hint="cs"/>
          <w:rtl/>
        </w:rPr>
        <w:t>ا</w:t>
      </w:r>
      <w:r>
        <w:rPr>
          <w:rtl/>
        </w:rPr>
        <w:t xml:space="preserve">ني لا </w:t>
      </w:r>
      <w:r w:rsidR="0047728D">
        <w:rPr>
          <w:rFonts w:hint="cs"/>
          <w:rtl/>
        </w:rPr>
        <w:t>ا</w:t>
      </w:r>
      <w:r>
        <w:rPr>
          <w:rtl/>
        </w:rPr>
        <w:t xml:space="preserve">علم </w:t>
      </w:r>
      <w:r w:rsidR="0047728D">
        <w:rPr>
          <w:rFonts w:hint="cs"/>
          <w:rtl/>
        </w:rPr>
        <w:t>ا</w:t>
      </w:r>
      <w:r>
        <w:rPr>
          <w:rtl/>
        </w:rPr>
        <w:t>حدا</w:t>
      </w:r>
      <w:r w:rsidR="00D86921">
        <w:rPr>
          <w:rFonts w:hint="cs"/>
          <w:rtl/>
        </w:rPr>
        <w:t>ً</w:t>
      </w:r>
      <w:r>
        <w:rPr>
          <w:rtl/>
        </w:rPr>
        <w:t xml:space="preserve"> </w:t>
      </w:r>
      <w:r w:rsidR="0047728D">
        <w:rPr>
          <w:rFonts w:hint="cs"/>
          <w:rtl/>
        </w:rPr>
        <w:t>ا</w:t>
      </w:r>
      <w:r>
        <w:rPr>
          <w:rtl/>
        </w:rPr>
        <w:t xml:space="preserve">عظم منزلة عند الله من نبي بعثه وهو ابن أمة فلو كان ذلك يقصر عن منتهى غاية لم يبعث وهو اسماعيل بن ابراهيم </w:t>
      </w:r>
      <w:r w:rsidR="00FF2CA0">
        <w:rPr>
          <w:rStyle w:val="rfdAlaem"/>
          <w:rFonts w:hint="cs"/>
          <w:rtl/>
        </w:rPr>
        <w:t>عليهما‌السلام</w:t>
      </w:r>
      <w:r>
        <w:rPr>
          <w:rtl/>
        </w:rPr>
        <w:t xml:space="preserve"> فالنبوة اعظم منزلة عند الله </w:t>
      </w:r>
      <w:r w:rsidR="0047728D">
        <w:rPr>
          <w:rFonts w:hint="cs"/>
          <w:rtl/>
        </w:rPr>
        <w:t>ا</w:t>
      </w:r>
      <w:r>
        <w:rPr>
          <w:rtl/>
        </w:rPr>
        <w:t xml:space="preserve">م الخلافة يا هشام وبعد فما يقصر برجل </w:t>
      </w:r>
      <w:r w:rsidR="0047728D">
        <w:rPr>
          <w:rFonts w:hint="cs"/>
          <w:rtl/>
        </w:rPr>
        <w:t>ا</w:t>
      </w:r>
      <w:r>
        <w:rPr>
          <w:rtl/>
        </w:rPr>
        <w:t xml:space="preserve">بوه رسول الله (ص) وهو ابن علي بن </w:t>
      </w:r>
      <w:r w:rsidR="0047728D">
        <w:rPr>
          <w:rFonts w:hint="cs"/>
          <w:rtl/>
        </w:rPr>
        <w:t>ا</w:t>
      </w:r>
      <w:r>
        <w:rPr>
          <w:rtl/>
        </w:rPr>
        <w:t xml:space="preserve">بي طالب فوثب هشام عن مجلسه ( وزيد في عمدة الطالب ووثب الشاميون ) ودعا قهرمانه فقال لا يبيتن هذا في عسكري ( الليلة ) فخرج زيد وهو يقول </w:t>
      </w:r>
      <w:r w:rsidR="0047728D">
        <w:rPr>
          <w:rFonts w:hint="cs"/>
          <w:rtl/>
        </w:rPr>
        <w:t>ا</w:t>
      </w:r>
      <w:r>
        <w:rPr>
          <w:rtl/>
        </w:rPr>
        <w:t xml:space="preserve">نه لم يكره قط </w:t>
      </w:r>
      <w:r w:rsidR="00D86921">
        <w:rPr>
          <w:rFonts w:hint="cs"/>
          <w:rtl/>
        </w:rPr>
        <w:t>ا</w:t>
      </w:r>
      <w:r>
        <w:rPr>
          <w:rtl/>
        </w:rPr>
        <w:t xml:space="preserve">حد حد السيوف الا ذلوا فلما وصل الى الكوفة اجتمع اليه </w:t>
      </w:r>
      <w:r w:rsidR="0047728D">
        <w:rPr>
          <w:rFonts w:hint="cs"/>
          <w:rtl/>
        </w:rPr>
        <w:t>ا</w:t>
      </w:r>
      <w:r>
        <w:rPr>
          <w:rtl/>
        </w:rPr>
        <w:t xml:space="preserve">هلها فلم يزالوا به حتى بايعوه على الحرب ثم نقضوا بيعته واسلموه فقتل وصلب بينهم اربع سنين لا ينكر </w:t>
      </w:r>
      <w:r w:rsidR="00D86921">
        <w:rPr>
          <w:rFonts w:hint="cs"/>
          <w:rtl/>
        </w:rPr>
        <w:t>ا</w:t>
      </w:r>
      <w:r>
        <w:rPr>
          <w:rtl/>
        </w:rPr>
        <w:t>حد منهم ولا يغير بيد ولا بلسان.</w:t>
      </w:r>
    </w:p>
    <w:p w:rsidR="00BA4473" w:rsidRDefault="00BA4473" w:rsidP="0047728D">
      <w:pPr>
        <w:rPr>
          <w:rtl/>
        </w:rPr>
      </w:pPr>
      <w:r>
        <w:rPr>
          <w:rtl/>
        </w:rPr>
        <w:t xml:space="preserve">وفي المناقب لما رأى هشام معرفته وقوة حجته وشاهد منه مالم يكن في حسبانه داخله الخوف منه </w:t>
      </w:r>
      <w:r w:rsidR="0047728D">
        <w:rPr>
          <w:rFonts w:hint="cs"/>
          <w:rtl/>
        </w:rPr>
        <w:t>ا</w:t>
      </w:r>
      <w:r>
        <w:rPr>
          <w:rtl/>
        </w:rPr>
        <w:t xml:space="preserve">ن يفتتن به </w:t>
      </w:r>
      <w:r w:rsidR="0047728D">
        <w:rPr>
          <w:rFonts w:hint="cs"/>
          <w:rtl/>
        </w:rPr>
        <w:t>ا</w:t>
      </w:r>
      <w:r>
        <w:rPr>
          <w:rtl/>
        </w:rPr>
        <w:t xml:space="preserve">هل الشام وقال لقهرمانه لا يبيتن هذا في عسكري الليلة. وفي كتاب مختار البيان والنبيين للجاحظ عند تعداد الخطباء : ومنهم زيد بن علي بن الحسين قال وكان قد وشي به الى هشام فسأله عن ذلك فقال </w:t>
      </w:r>
      <w:r w:rsidR="0047728D">
        <w:rPr>
          <w:rFonts w:hint="cs"/>
          <w:rtl/>
        </w:rPr>
        <w:t>ا</w:t>
      </w:r>
      <w:r>
        <w:rPr>
          <w:rtl/>
        </w:rPr>
        <w:t>حلف لك قال هشام و</w:t>
      </w:r>
      <w:r w:rsidR="00D86921">
        <w:rPr>
          <w:rFonts w:hint="cs"/>
          <w:rtl/>
        </w:rPr>
        <w:t>ا</w:t>
      </w:r>
      <w:r>
        <w:rPr>
          <w:rtl/>
        </w:rPr>
        <w:t xml:space="preserve">ذا حلفت أفأصدقك قال اتق الله قال </w:t>
      </w:r>
      <w:r w:rsidR="0047728D">
        <w:rPr>
          <w:rFonts w:hint="cs"/>
          <w:rtl/>
        </w:rPr>
        <w:t>ا</w:t>
      </w:r>
      <w:r>
        <w:rPr>
          <w:rtl/>
        </w:rPr>
        <w:t>و مثلك يا زيد يأمر</w:t>
      </w:r>
    </w:p>
    <w:p w:rsidR="00BA4473" w:rsidRDefault="00BA4473" w:rsidP="0023039D">
      <w:pPr>
        <w:pStyle w:val="rfdNormal0"/>
        <w:rPr>
          <w:rtl/>
        </w:rPr>
      </w:pPr>
      <w:r w:rsidRPr="0047728D">
        <w:rPr>
          <w:rtl/>
        </w:rPr>
        <w:br w:type="page"/>
      </w:r>
      <w:r>
        <w:rPr>
          <w:rtl/>
        </w:rPr>
        <w:lastRenderedPageBreak/>
        <w:t xml:space="preserve">مثلي بتقوى الله قال لا أحد فوق </w:t>
      </w:r>
      <w:r w:rsidR="0047728D">
        <w:rPr>
          <w:rFonts w:hint="cs"/>
          <w:rtl/>
        </w:rPr>
        <w:t>ا</w:t>
      </w:r>
      <w:r>
        <w:rPr>
          <w:rtl/>
        </w:rPr>
        <w:t xml:space="preserve">ن يوصى بتقوى </w:t>
      </w:r>
      <w:r w:rsidR="00382B3A">
        <w:rPr>
          <w:rFonts w:hint="cs"/>
          <w:rtl/>
        </w:rPr>
        <w:t>ا</w:t>
      </w:r>
      <w:r>
        <w:rPr>
          <w:rtl/>
        </w:rPr>
        <w:t xml:space="preserve">لله ولا </w:t>
      </w:r>
      <w:r w:rsidR="0023039D">
        <w:rPr>
          <w:rFonts w:hint="cs"/>
          <w:rtl/>
        </w:rPr>
        <w:t>ا</w:t>
      </w:r>
      <w:r>
        <w:rPr>
          <w:rtl/>
        </w:rPr>
        <w:t xml:space="preserve">حد دون </w:t>
      </w:r>
      <w:r w:rsidR="0047728D">
        <w:rPr>
          <w:rFonts w:hint="cs"/>
          <w:rtl/>
        </w:rPr>
        <w:t>ا</w:t>
      </w:r>
      <w:r>
        <w:rPr>
          <w:rtl/>
        </w:rPr>
        <w:t xml:space="preserve">ن يوصي بتقوى الله قال هشام بلغني </w:t>
      </w:r>
      <w:r w:rsidR="00382B3A">
        <w:rPr>
          <w:rFonts w:hint="cs"/>
          <w:rtl/>
        </w:rPr>
        <w:t>ا</w:t>
      </w:r>
      <w:r>
        <w:rPr>
          <w:rtl/>
        </w:rPr>
        <w:t>نك تريد الخلافة و</w:t>
      </w:r>
      <w:r w:rsidR="00382B3A">
        <w:rPr>
          <w:rFonts w:hint="cs"/>
          <w:rtl/>
        </w:rPr>
        <w:t>ا</w:t>
      </w:r>
      <w:r>
        <w:rPr>
          <w:rtl/>
        </w:rPr>
        <w:t>نت تصلح لها ل</w:t>
      </w:r>
      <w:r w:rsidR="00382B3A">
        <w:rPr>
          <w:rFonts w:hint="cs"/>
          <w:rtl/>
        </w:rPr>
        <w:t>ا</w:t>
      </w:r>
      <w:r>
        <w:rPr>
          <w:rtl/>
        </w:rPr>
        <w:t xml:space="preserve">نك ابن </w:t>
      </w:r>
      <w:r w:rsidR="00382B3A">
        <w:rPr>
          <w:rFonts w:hint="cs"/>
          <w:rtl/>
        </w:rPr>
        <w:t>ا</w:t>
      </w:r>
      <w:r>
        <w:rPr>
          <w:rtl/>
        </w:rPr>
        <w:t xml:space="preserve">مة قال قد كان </w:t>
      </w:r>
      <w:r w:rsidR="00D86921">
        <w:rPr>
          <w:rFonts w:hint="cs"/>
          <w:rtl/>
        </w:rPr>
        <w:t>ا</w:t>
      </w:r>
      <w:r>
        <w:rPr>
          <w:rtl/>
        </w:rPr>
        <w:t>سماعيل بن إبراهيم ابن أمة واسحق ابن حرة ف</w:t>
      </w:r>
      <w:r w:rsidR="00382B3A">
        <w:rPr>
          <w:rFonts w:hint="cs"/>
          <w:rtl/>
        </w:rPr>
        <w:t>ا</w:t>
      </w:r>
      <w:r>
        <w:rPr>
          <w:rtl/>
        </w:rPr>
        <w:t xml:space="preserve">خرج </w:t>
      </w:r>
      <w:r w:rsidR="00382B3A">
        <w:rPr>
          <w:rFonts w:hint="cs"/>
          <w:rtl/>
        </w:rPr>
        <w:t>ا</w:t>
      </w:r>
      <w:r>
        <w:rPr>
          <w:rtl/>
        </w:rPr>
        <w:t xml:space="preserve">لله من صلب اسماعيل النبي الكريم فعندها قال له هشام قم قال </w:t>
      </w:r>
      <w:r w:rsidR="00382B3A">
        <w:rPr>
          <w:rFonts w:hint="cs"/>
          <w:rtl/>
        </w:rPr>
        <w:t>ا</w:t>
      </w:r>
      <w:r>
        <w:rPr>
          <w:rtl/>
        </w:rPr>
        <w:t xml:space="preserve">ذا لا تراني </w:t>
      </w:r>
      <w:r w:rsidR="00382B3A">
        <w:rPr>
          <w:rFonts w:hint="cs"/>
          <w:rtl/>
        </w:rPr>
        <w:t>ا</w:t>
      </w:r>
      <w:r>
        <w:rPr>
          <w:rtl/>
        </w:rPr>
        <w:t xml:space="preserve">لا حيث تكره الى </w:t>
      </w:r>
      <w:r w:rsidR="00382B3A">
        <w:rPr>
          <w:rFonts w:hint="cs"/>
          <w:rtl/>
        </w:rPr>
        <w:t>ا</w:t>
      </w:r>
      <w:r>
        <w:rPr>
          <w:rtl/>
        </w:rPr>
        <w:t xml:space="preserve">ن قال ومن </w:t>
      </w:r>
      <w:r w:rsidR="00382B3A">
        <w:rPr>
          <w:rFonts w:hint="cs"/>
          <w:rtl/>
        </w:rPr>
        <w:t>ا</w:t>
      </w:r>
      <w:r>
        <w:rPr>
          <w:rtl/>
        </w:rPr>
        <w:t xml:space="preserve">خبار زيد بعد ذلك </w:t>
      </w:r>
      <w:r w:rsidR="00D86921">
        <w:rPr>
          <w:rFonts w:hint="cs"/>
          <w:rtl/>
        </w:rPr>
        <w:t>ا</w:t>
      </w:r>
      <w:r>
        <w:rPr>
          <w:rtl/>
        </w:rPr>
        <w:t>نه لما رأى الارض قد طبقت جورا</w:t>
      </w:r>
      <w:r w:rsidR="00D86921">
        <w:rPr>
          <w:rFonts w:hint="cs"/>
          <w:rtl/>
        </w:rPr>
        <w:t>ً</w:t>
      </w:r>
      <w:r>
        <w:rPr>
          <w:rtl/>
        </w:rPr>
        <w:t xml:space="preserve"> ورأى قلة ال</w:t>
      </w:r>
      <w:r w:rsidR="00382B3A">
        <w:rPr>
          <w:rFonts w:hint="cs"/>
          <w:rtl/>
        </w:rPr>
        <w:t>ا</w:t>
      </w:r>
      <w:r>
        <w:rPr>
          <w:rtl/>
        </w:rPr>
        <w:t xml:space="preserve">عوان وتخاذل الناس كانت الشهادة </w:t>
      </w:r>
      <w:r w:rsidR="00D86921">
        <w:rPr>
          <w:rFonts w:hint="cs"/>
          <w:rtl/>
        </w:rPr>
        <w:t>ا</w:t>
      </w:r>
      <w:r>
        <w:rPr>
          <w:rtl/>
        </w:rPr>
        <w:t>حب المنيات اليه.</w:t>
      </w:r>
    </w:p>
    <w:p w:rsidR="00BA4473" w:rsidRDefault="00BA4473" w:rsidP="00382B3A">
      <w:pPr>
        <w:rPr>
          <w:rtl/>
        </w:rPr>
      </w:pPr>
      <w:r>
        <w:rPr>
          <w:rtl/>
        </w:rPr>
        <w:t xml:space="preserve">وفي عمدة الطالب </w:t>
      </w:r>
      <w:r w:rsidR="00382B3A">
        <w:rPr>
          <w:rFonts w:hint="cs"/>
          <w:rtl/>
        </w:rPr>
        <w:t>ا</w:t>
      </w:r>
      <w:r>
        <w:rPr>
          <w:rtl/>
        </w:rPr>
        <w:t xml:space="preserve">نه لما قال ما كره قوم حد السيوف الا ذلوا حملت كلمته الى هشام فعرف </w:t>
      </w:r>
      <w:r w:rsidR="00382B3A">
        <w:rPr>
          <w:rFonts w:hint="cs"/>
          <w:rtl/>
        </w:rPr>
        <w:t>ا</w:t>
      </w:r>
      <w:r>
        <w:rPr>
          <w:rtl/>
        </w:rPr>
        <w:t xml:space="preserve">نه يخرج عليه ثم قال هشام ألستم تزعمون </w:t>
      </w:r>
      <w:r w:rsidR="00382B3A">
        <w:rPr>
          <w:rFonts w:hint="cs"/>
          <w:rtl/>
        </w:rPr>
        <w:t>ا</w:t>
      </w:r>
      <w:r>
        <w:rPr>
          <w:rtl/>
        </w:rPr>
        <w:t xml:space="preserve">ن </w:t>
      </w:r>
      <w:r w:rsidR="00382B3A">
        <w:rPr>
          <w:rFonts w:hint="cs"/>
          <w:rtl/>
        </w:rPr>
        <w:t>ا</w:t>
      </w:r>
      <w:r>
        <w:rPr>
          <w:rtl/>
        </w:rPr>
        <w:t>هل هذا البيت قد بادوا ولعمري ما انقرض من مثل هذا خلفهم.</w:t>
      </w:r>
    </w:p>
    <w:p w:rsidR="00BA4473" w:rsidRDefault="00BA4473" w:rsidP="005A189B">
      <w:pPr>
        <w:rPr>
          <w:rtl/>
        </w:rPr>
      </w:pPr>
      <w:r>
        <w:rPr>
          <w:rtl/>
        </w:rPr>
        <w:t xml:space="preserve">وفي المناقب عن عيون الاخبار وفي الرياض </w:t>
      </w:r>
      <w:r w:rsidR="005A189B">
        <w:rPr>
          <w:rFonts w:hint="cs"/>
          <w:rtl/>
        </w:rPr>
        <w:t>ا</w:t>
      </w:r>
      <w:r>
        <w:rPr>
          <w:rtl/>
        </w:rPr>
        <w:t>ن هشاما</w:t>
      </w:r>
      <w:r w:rsidR="00D86921">
        <w:rPr>
          <w:rFonts w:hint="cs"/>
          <w:rtl/>
        </w:rPr>
        <w:t>ً</w:t>
      </w:r>
      <w:r>
        <w:rPr>
          <w:rtl/>
        </w:rPr>
        <w:t xml:space="preserve"> قال له ما فعل </w:t>
      </w:r>
      <w:r w:rsidR="005A189B">
        <w:rPr>
          <w:rFonts w:hint="cs"/>
          <w:rtl/>
        </w:rPr>
        <w:t>ا</w:t>
      </w:r>
      <w:r>
        <w:rPr>
          <w:rtl/>
        </w:rPr>
        <w:t xml:space="preserve">و ما يصنع </w:t>
      </w:r>
      <w:r w:rsidR="005A189B">
        <w:rPr>
          <w:rFonts w:hint="cs"/>
          <w:rtl/>
        </w:rPr>
        <w:t>ا</w:t>
      </w:r>
      <w:r>
        <w:rPr>
          <w:rtl/>
        </w:rPr>
        <w:t xml:space="preserve">خوك البقرة فغضب زيد حتى كاد يخرج من </w:t>
      </w:r>
      <w:r w:rsidR="005A189B">
        <w:rPr>
          <w:rFonts w:hint="cs"/>
          <w:rtl/>
        </w:rPr>
        <w:t>ا</w:t>
      </w:r>
      <w:r>
        <w:rPr>
          <w:rtl/>
        </w:rPr>
        <w:t xml:space="preserve">هابه ثم قال سماه رسول الله </w:t>
      </w:r>
      <w:r w:rsidR="005A189B">
        <w:rPr>
          <w:rFonts w:hint="cs"/>
          <w:rtl/>
        </w:rPr>
        <w:t>صلّى الله عليه وسلّم</w:t>
      </w:r>
      <w:r>
        <w:rPr>
          <w:rtl/>
        </w:rPr>
        <w:t xml:space="preserve"> الباقر وتسميه </w:t>
      </w:r>
      <w:r w:rsidR="005A189B">
        <w:rPr>
          <w:rFonts w:hint="cs"/>
          <w:rtl/>
        </w:rPr>
        <w:t>ا</w:t>
      </w:r>
      <w:r>
        <w:rPr>
          <w:rtl/>
        </w:rPr>
        <w:t>نت البقرة لشد ما اختلفتما ولتخالفنه في الآخرة كما خالفته ف</w:t>
      </w:r>
      <w:r w:rsidR="005A189B">
        <w:rPr>
          <w:rtl/>
        </w:rPr>
        <w:t>ي الدنيا فيرد الجنة وترد النار.</w:t>
      </w:r>
    </w:p>
    <w:p w:rsidR="00BA4473" w:rsidRDefault="00BA4473" w:rsidP="005A189B">
      <w:pPr>
        <w:rPr>
          <w:rtl/>
        </w:rPr>
      </w:pPr>
      <w:r>
        <w:rPr>
          <w:rtl/>
        </w:rPr>
        <w:t>وفي الرياض فقال هشام خذوا بيد هذا ال</w:t>
      </w:r>
      <w:r w:rsidR="005A189B">
        <w:rPr>
          <w:rFonts w:hint="cs"/>
          <w:rtl/>
        </w:rPr>
        <w:t>ا</w:t>
      </w:r>
      <w:r>
        <w:rPr>
          <w:rtl/>
        </w:rPr>
        <w:t>حمق المائق ف</w:t>
      </w:r>
      <w:r w:rsidR="005A189B">
        <w:rPr>
          <w:rFonts w:hint="cs"/>
          <w:rtl/>
        </w:rPr>
        <w:t>ا</w:t>
      </w:r>
      <w:r>
        <w:rPr>
          <w:rtl/>
        </w:rPr>
        <w:t>خرجوه ف</w:t>
      </w:r>
      <w:r w:rsidR="005A189B">
        <w:rPr>
          <w:rFonts w:hint="cs"/>
          <w:rtl/>
        </w:rPr>
        <w:t>ا</w:t>
      </w:r>
      <w:r>
        <w:rPr>
          <w:rtl/>
        </w:rPr>
        <w:t>خرج زيد واشخص الى المدينة ومعه نفر يسير حتى طردوه عن حدود الشام فلما فارقوه عدل العراق.</w:t>
      </w:r>
    </w:p>
    <w:p w:rsidR="00BA4473" w:rsidRDefault="00BA4473" w:rsidP="00BA4473">
      <w:pPr>
        <w:rPr>
          <w:rtl/>
        </w:rPr>
      </w:pPr>
      <w:r>
        <w:rPr>
          <w:rtl/>
        </w:rPr>
        <w:t>وفي تاريخ دمشق قال عبد الاعلى الشامي لما قدم زيد الشام كان حسن الخلق حلو اللسان فبلغ ذلك هشاما</w:t>
      </w:r>
      <w:r w:rsidR="00D86921">
        <w:rPr>
          <w:rFonts w:hint="cs"/>
          <w:rtl/>
        </w:rPr>
        <w:t>ً</w:t>
      </w:r>
      <w:r>
        <w:rPr>
          <w:rtl/>
        </w:rPr>
        <w:t xml:space="preserve"> فاشتد عليه فشكا ذلك</w:t>
      </w:r>
    </w:p>
    <w:p w:rsidR="00BA4473" w:rsidRDefault="00BA4473" w:rsidP="000774DA">
      <w:pPr>
        <w:pStyle w:val="rfdNormal0"/>
        <w:rPr>
          <w:rtl/>
        </w:rPr>
      </w:pPr>
      <w:r w:rsidRPr="005A189B">
        <w:rPr>
          <w:rtl/>
        </w:rPr>
        <w:br w:type="page"/>
      </w:r>
      <w:r>
        <w:rPr>
          <w:rtl/>
        </w:rPr>
        <w:lastRenderedPageBreak/>
        <w:t>الى مولى له فقال ائذن للناس اذنا</w:t>
      </w:r>
      <w:r w:rsidR="007C3154">
        <w:rPr>
          <w:rFonts w:hint="cs"/>
          <w:rtl/>
        </w:rPr>
        <w:t>ً</w:t>
      </w:r>
      <w:r>
        <w:rPr>
          <w:rtl/>
        </w:rPr>
        <w:t xml:space="preserve"> عاما</w:t>
      </w:r>
      <w:r w:rsidR="007C3154">
        <w:rPr>
          <w:rFonts w:hint="cs"/>
          <w:rtl/>
        </w:rPr>
        <w:t>ً</w:t>
      </w:r>
      <w:r>
        <w:rPr>
          <w:rtl/>
        </w:rPr>
        <w:t xml:space="preserve"> واحجب زيدا</w:t>
      </w:r>
      <w:r w:rsidR="00D86921">
        <w:rPr>
          <w:rFonts w:hint="cs"/>
          <w:rtl/>
        </w:rPr>
        <w:t>ً</w:t>
      </w:r>
      <w:r>
        <w:rPr>
          <w:rtl/>
        </w:rPr>
        <w:t xml:space="preserve"> وائذن له في آخر الناس فدخل فقال السلام عليك يا </w:t>
      </w:r>
      <w:r w:rsidR="007C3154">
        <w:rPr>
          <w:rFonts w:hint="cs"/>
          <w:rtl/>
        </w:rPr>
        <w:t>ا</w:t>
      </w:r>
      <w:r>
        <w:rPr>
          <w:rtl/>
        </w:rPr>
        <w:t xml:space="preserve">مير المؤمنين فلم يرد عليه فقال السلام عليك يا </w:t>
      </w:r>
      <w:r w:rsidR="007C3154">
        <w:rPr>
          <w:rFonts w:hint="cs"/>
          <w:rtl/>
        </w:rPr>
        <w:t>ا</w:t>
      </w:r>
      <w:r>
        <w:rPr>
          <w:rtl/>
        </w:rPr>
        <w:t xml:space="preserve">حول فانك ترى نفسك </w:t>
      </w:r>
      <w:r w:rsidR="007C3154">
        <w:rPr>
          <w:rFonts w:hint="cs"/>
          <w:rtl/>
        </w:rPr>
        <w:t>ا</w:t>
      </w:r>
      <w:r>
        <w:rPr>
          <w:rtl/>
        </w:rPr>
        <w:t xml:space="preserve">هلا لهذا الاسم فقاله له هشام </w:t>
      </w:r>
      <w:r w:rsidR="007C3154">
        <w:rPr>
          <w:rFonts w:hint="cs"/>
          <w:rtl/>
        </w:rPr>
        <w:t>ا</w:t>
      </w:r>
      <w:r>
        <w:rPr>
          <w:rtl/>
        </w:rPr>
        <w:t>نت الطامع في الخلافة و</w:t>
      </w:r>
      <w:r w:rsidR="007C3154">
        <w:rPr>
          <w:rFonts w:hint="cs"/>
          <w:rtl/>
        </w:rPr>
        <w:t>ا</w:t>
      </w:r>
      <w:r>
        <w:rPr>
          <w:rtl/>
        </w:rPr>
        <w:t xml:space="preserve">مك أمة فقال ان لكلامك جوابا فان شئت أجبت قال وما جوابك فقال لو كان في </w:t>
      </w:r>
      <w:r w:rsidR="007C3154">
        <w:rPr>
          <w:rFonts w:hint="cs"/>
          <w:rtl/>
        </w:rPr>
        <w:t>ا</w:t>
      </w:r>
      <w:r>
        <w:rPr>
          <w:rtl/>
        </w:rPr>
        <w:t>م الولد تقصير لما بعث الله اسماعيل نبيا</w:t>
      </w:r>
      <w:r w:rsidR="00D86921">
        <w:rPr>
          <w:rFonts w:hint="cs"/>
          <w:rtl/>
        </w:rPr>
        <w:t>ً</w:t>
      </w:r>
      <w:r>
        <w:rPr>
          <w:rtl/>
        </w:rPr>
        <w:t xml:space="preserve"> و</w:t>
      </w:r>
      <w:r w:rsidR="000774DA">
        <w:rPr>
          <w:rFonts w:hint="cs"/>
          <w:rtl/>
        </w:rPr>
        <w:t>ا</w:t>
      </w:r>
      <w:r>
        <w:rPr>
          <w:rtl/>
        </w:rPr>
        <w:t xml:space="preserve">مه هاجر فالخلافة </w:t>
      </w:r>
      <w:r w:rsidR="007C3154">
        <w:rPr>
          <w:rFonts w:hint="cs"/>
          <w:rtl/>
        </w:rPr>
        <w:t>ا</w:t>
      </w:r>
      <w:r>
        <w:rPr>
          <w:rtl/>
        </w:rPr>
        <w:t xml:space="preserve">عظم </w:t>
      </w:r>
      <w:r w:rsidR="007C3154">
        <w:rPr>
          <w:rFonts w:hint="cs"/>
          <w:rtl/>
        </w:rPr>
        <w:t>ا</w:t>
      </w:r>
      <w:r>
        <w:rPr>
          <w:rtl/>
        </w:rPr>
        <w:t>م النبوة ف</w:t>
      </w:r>
      <w:r w:rsidR="007C3154">
        <w:rPr>
          <w:rFonts w:hint="cs"/>
          <w:rtl/>
        </w:rPr>
        <w:t>ا</w:t>
      </w:r>
      <w:r>
        <w:rPr>
          <w:rtl/>
        </w:rPr>
        <w:t xml:space="preserve">فحم هشام فلما خرج قال لجلسائه </w:t>
      </w:r>
      <w:r w:rsidR="007C3154">
        <w:rPr>
          <w:rFonts w:hint="cs"/>
          <w:rtl/>
        </w:rPr>
        <w:t>ا</w:t>
      </w:r>
      <w:r>
        <w:rPr>
          <w:rtl/>
        </w:rPr>
        <w:t xml:space="preserve">نتم القائلون </w:t>
      </w:r>
      <w:r w:rsidR="007C3154">
        <w:rPr>
          <w:rFonts w:hint="cs"/>
          <w:rtl/>
        </w:rPr>
        <w:t>ا</w:t>
      </w:r>
      <w:r>
        <w:rPr>
          <w:rtl/>
        </w:rPr>
        <w:t xml:space="preserve">ن رجالات بني هاشم هلكت والله ما هلك قوم هذا منهم فرده وقال يا زيد ما كانت </w:t>
      </w:r>
      <w:r w:rsidR="00D86921">
        <w:rPr>
          <w:rFonts w:hint="cs"/>
          <w:rtl/>
        </w:rPr>
        <w:t>ا</w:t>
      </w:r>
      <w:r>
        <w:rPr>
          <w:rtl/>
        </w:rPr>
        <w:t xml:space="preserve">مك تصنع بالزوج ولها ابن مثلك قال </w:t>
      </w:r>
      <w:r w:rsidR="007C3154">
        <w:rPr>
          <w:rFonts w:hint="cs"/>
          <w:rtl/>
        </w:rPr>
        <w:t>ا</w:t>
      </w:r>
      <w:r>
        <w:rPr>
          <w:rtl/>
        </w:rPr>
        <w:t xml:space="preserve">رادت آخر مثلي قال ارفع الي حوائجك فقال </w:t>
      </w:r>
      <w:r w:rsidR="00D86921">
        <w:rPr>
          <w:rFonts w:hint="cs"/>
          <w:rtl/>
        </w:rPr>
        <w:t>ا</w:t>
      </w:r>
      <w:r>
        <w:rPr>
          <w:rtl/>
        </w:rPr>
        <w:t>ما و</w:t>
      </w:r>
      <w:r w:rsidR="00D86921">
        <w:rPr>
          <w:rFonts w:hint="cs"/>
          <w:rtl/>
        </w:rPr>
        <w:t>ا</w:t>
      </w:r>
      <w:r>
        <w:rPr>
          <w:rtl/>
        </w:rPr>
        <w:t>نت النا</w:t>
      </w:r>
      <w:r w:rsidR="007C3154">
        <w:rPr>
          <w:rFonts w:hint="cs"/>
          <w:rtl/>
        </w:rPr>
        <w:t>ظ</w:t>
      </w:r>
      <w:r>
        <w:rPr>
          <w:rtl/>
        </w:rPr>
        <w:t xml:space="preserve">ر في </w:t>
      </w:r>
      <w:r w:rsidR="007C3154">
        <w:rPr>
          <w:rFonts w:hint="cs"/>
          <w:rtl/>
        </w:rPr>
        <w:t>ا</w:t>
      </w:r>
      <w:r>
        <w:rPr>
          <w:rtl/>
        </w:rPr>
        <w:t>مور المسلمين فلا حاجة لي ثم قام فخرج ف</w:t>
      </w:r>
      <w:r w:rsidR="007C3154">
        <w:rPr>
          <w:rFonts w:hint="cs"/>
          <w:rtl/>
        </w:rPr>
        <w:t>ا</w:t>
      </w:r>
      <w:r>
        <w:rPr>
          <w:rtl/>
        </w:rPr>
        <w:t xml:space="preserve">تبعه رسولا وقال اسمع ما يقول فتبعه فسمعه يقول من </w:t>
      </w:r>
      <w:r w:rsidR="007C3154">
        <w:rPr>
          <w:rFonts w:hint="cs"/>
          <w:rtl/>
        </w:rPr>
        <w:t>ا</w:t>
      </w:r>
      <w:r>
        <w:rPr>
          <w:rtl/>
        </w:rPr>
        <w:t>حب الحياة ذل ثم أنشأ يقول :</w:t>
      </w:r>
    </w:p>
    <w:tbl>
      <w:tblPr>
        <w:bidiVisual/>
        <w:tblW w:w="5000" w:type="pct"/>
        <w:tblLook w:val="01E0" w:firstRow="1" w:lastRow="1" w:firstColumn="1" w:lastColumn="1" w:noHBand="0" w:noVBand="0"/>
      </w:tblPr>
      <w:tblGrid>
        <w:gridCol w:w="3642"/>
        <w:gridCol w:w="303"/>
        <w:gridCol w:w="3642"/>
      </w:tblGrid>
      <w:tr w:rsidR="00637F8B">
        <w:tc>
          <w:tcPr>
            <w:tcW w:w="2400" w:type="pct"/>
            <w:shd w:val="clear" w:color="auto" w:fill="auto"/>
          </w:tcPr>
          <w:p w:rsidR="00637F8B" w:rsidRDefault="00637F8B" w:rsidP="00863005">
            <w:pPr>
              <w:pStyle w:val="rfdPoem"/>
              <w:rPr>
                <w:rtl/>
              </w:rPr>
            </w:pPr>
            <w:r>
              <w:rPr>
                <w:rtl/>
              </w:rPr>
              <w:t>مهلا بني عمنا عن نحت اثلتنا</w:t>
            </w:r>
            <w:r w:rsidRPr="002E5C97">
              <w:rPr>
                <w:rStyle w:val="rfdPoemTiniCharChar"/>
                <w:rtl/>
              </w:rPr>
              <w:br/>
              <w:t> </w:t>
            </w:r>
          </w:p>
        </w:tc>
        <w:tc>
          <w:tcPr>
            <w:tcW w:w="200" w:type="pct"/>
            <w:shd w:val="clear" w:color="auto" w:fill="auto"/>
          </w:tcPr>
          <w:p w:rsidR="00637F8B" w:rsidRDefault="00637F8B" w:rsidP="00863005">
            <w:pPr>
              <w:pStyle w:val="rfdPoem"/>
              <w:rPr>
                <w:rtl/>
              </w:rPr>
            </w:pPr>
          </w:p>
        </w:tc>
        <w:tc>
          <w:tcPr>
            <w:tcW w:w="2400" w:type="pct"/>
            <w:shd w:val="clear" w:color="auto" w:fill="auto"/>
          </w:tcPr>
          <w:p w:rsidR="00637F8B" w:rsidRDefault="00637F8B" w:rsidP="00863005">
            <w:pPr>
              <w:pStyle w:val="rfdPoem"/>
              <w:rPr>
                <w:rtl/>
              </w:rPr>
            </w:pPr>
            <w:r>
              <w:rPr>
                <w:rtl/>
              </w:rPr>
              <w:t>سيروا رويدا</w:t>
            </w:r>
            <w:r w:rsidR="00D86921">
              <w:rPr>
                <w:rFonts w:hint="cs"/>
                <w:rtl/>
              </w:rPr>
              <w:t>ً</w:t>
            </w:r>
            <w:r>
              <w:rPr>
                <w:rtl/>
              </w:rPr>
              <w:t xml:space="preserve"> كما كنتم تسيرونا</w:t>
            </w:r>
            <w:r w:rsidRPr="002E5C97">
              <w:rPr>
                <w:rStyle w:val="rfdPoemTiniCharChar"/>
                <w:rtl/>
              </w:rPr>
              <w:br/>
              <w:t> </w:t>
            </w:r>
          </w:p>
        </w:tc>
      </w:tr>
      <w:tr w:rsidR="00637F8B">
        <w:tc>
          <w:tcPr>
            <w:tcW w:w="2400" w:type="pct"/>
          </w:tcPr>
          <w:p w:rsidR="00637F8B" w:rsidRDefault="00637F8B" w:rsidP="00863005">
            <w:pPr>
              <w:pStyle w:val="rfdPoem"/>
              <w:rPr>
                <w:rtl/>
              </w:rPr>
            </w:pPr>
            <w:r>
              <w:rPr>
                <w:rtl/>
              </w:rPr>
              <w:t xml:space="preserve">لا تطمعوا </w:t>
            </w:r>
            <w:r w:rsidR="007C3154">
              <w:rPr>
                <w:rFonts w:hint="cs"/>
                <w:rtl/>
              </w:rPr>
              <w:t>ا</w:t>
            </w:r>
            <w:r>
              <w:rPr>
                <w:rtl/>
              </w:rPr>
              <w:t>ن تهينونا ونكرمكم</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Pr>
                <w:rtl/>
              </w:rPr>
              <w:t>وان نكف الاذى عنكم وتؤذونا</w:t>
            </w:r>
            <w:r w:rsidRPr="002E5C97">
              <w:rPr>
                <w:rStyle w:val="rfdPoemTiniCharChar"/>
                <w:rtl/>
              </w:rPr>
              <w:br/>
              <w:t> </w:t>
            </w:r>
          </w:p>
        </w:tc>
      </w:tr>
      <w:tr w:rsidR="00637F8B">
        <w:tc>
          <w:tcPr>
            <w:tcW w:w="2400" w:type="pct"/>
          </w:tcPr>
          <w:p w:rsidR="00637F8B" w:rsidRDefault="00637F8B" w:rsidP="00863005">
            <w:pPr>
              <w:pStyle w:val="rfdPoem"/>
              <w:rPr>
                <w:rtl/>
              </w:rPr>
            </w:pPr>
            <w:r>
              <w:rPr>
                <w:rtl/>
              </w:rPr>
              <w:t xml:space="preserve">الله يعلم </w:t>
            </w:r>
            <w:r w:rsidR="007C3154">
              <w:rPr>
                <w:rFonts w:hint="cs"/>
                <w:rtl/>
              </w:rPr>
              <w:t>ا</w:t>
            </w:r>
            <w:r>
              <w:rPr>
                <w:rtl/>
              </w:rPr>
              <w:t>نا لا نحبكم</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Pr>
                <w:rtl/>
              </w:rPr>
              <w:t xml:space="preserve">ولا نلومكم </w:t>
            </w:r>
            <w:r w:rsidR="007C3154">
              <w:rPr>
                <w:rFonts w:hint="cs"/>
                <w:rtl/>
              </w:rPr>
              <w:t>ا</w:t>
            </w:r>
            <w:r>
              <w:rPr>
                <w:rtl/>
              </w:rPr>
              <w:t>ن لا تحبـونا</w:t>
            </w:r>
            <w:r w:rsidRPr="002E5C97">
              <w:rPr>
                <w:rStyle w:val="rfdPoemTiniCharChar"/>
                <w:rtl/>
              </w:rPr>
              <w:br/>
              <w:t> </w:t>
            </w:r>
          </w:p>
        </w:tc>
      </w:tr>
      <w:tr w:rsidR="00637F8B">
        <w:tc>
          <w:tcPr>
            <w:tcW w:w="2400" w:type="pct"/>
          </w:tcPr>
          <w:p w:rsidR="00637F8B" w:rsidRDefault="00637F8B" w:rsidP="00863005">
            <w:pPr>
              <w:pStyle w:val="rfdPoem"/>
              <w:rPr>
                <w:rtl/>
              </w:rPr>
            </w:pPr>
            <w:r>
              <w:rPr>
                <w:rtl/>
              </w:rPr>
              <w:t>كل امرىء مولع في بغض صاحبه</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Pr>
                <w:rtl/>
              </w:rPr>
              <w:t>فنحمد الله نقلوكم وتقلونا</w:t>
            </w:r>
            <w:r w:rsidRPr="002E5C97">
              <w:rPr>
                <w:rStyle w:val="rfdPoemTiniCharChar"/>
                <w:rtl/>
              </w:rPr>
              <w:br/>
              <w:t> </w:t>
            </w:r>
          </w:p>
        </w:tc>
      </w:tr>
    </w:tbl>
    <w:p w:rsidR="00BA4473" w:rsidRDefault="00BA4473" w:rsidP="0096277C">
      <w:pPr>
        <w:rPr>
          <w:rtl/>
        </w:rPr>
      </w:pPr>
      <w:r>
        <w:rPr>
          <w:rtl/>
        </w:rPr>
        <w:t xml:space="preserve">ثم حلف </w:t>
      </w:r>
      <w:r w:rsidR="0096277C">
        <w:rPr>
          <w:rFonts w:hint="cs"/>
          <w:rtl/>
        </w:rPr>
        <w:t>ا</w:t>
      </w:r>
      <w:r>
        <w:rPr>
          <w:rtl/>
        </w:rPr>
        <w:t>ن لا يلقى هشاما ولا يسأله صفراء ولا بيضاء الحديث.</w:t>
      </w:r>
    </w:p>
    <w:p w:rsidR="00BA4473" w:rsidRDefault="00BA4473" w:rsidP="007C3154">
      <w:pPr>
        <w:rPr>
          <w:rtl/>
        </w:rPr>
      </w:pPr>
      <w:r>
        <w:rPr>
          <w:rtl/>
        </w:rPr>
        <w:t>وفي مروج الذهب قد كان زيد دخل على هشام بالرصافة فلم ير موضعا</w:t>
      </w:r>
      <w:r w:rsidR="00D86921">
        <w:rPr>
          <w:rFonts w:hint="cs"/>
          <w:rtl/>
        </w:rPr>
        <w:t>ً</w:t>
      </w:r>
      <w:r>
        <w:rPr>
          <w:rtl/>
        </w:rPr>
        <w:t xml:space="preserve"> يجلس فيه فجلس حيث انتهى به مجلسه وقال يا </w:t>
      </w:r>
      <w:r w:rsidR="007C3154">
        <w:rPr>
          <w:rFonts w:hint="cs"/>
          <w:rtl/>
        </w:rPr>
        <w:t>ا</w:t>
      </w:r>
      <w:r>
        <w:rPr>
          <w:rtl/>
        </w:rPr>
        <w:t xml:space="preserve">مير المؤمنين ليس </w:t>
      </w:r>
      <w:r w:rsidR="007C3154">
        <w:rPr>
          <w:rFonts w:hint="cs"/>
          <w:rtl/>
        </w:rPr>
        <w:t>ا</w:t>
      </w:r>
      <w:r>
        <w:rPr>
          <w:rtl/>
        </w:rPr>
        <w:t>حد يكبر عن تقوى الله ولا يصغر دون تقوى الله فقال هشام</w:t>
      </w:r>
    </w:p>
    <w:p w:rsidR="00BA4473" w:rsidRDefault="00BA4473" w:rsidP="00B20A3F">
      <w:pPr>
        <w:pStyle w:val="rfdNormal0"/>
        <w:rPr>
          <w:rtl/>
        </w:rPr>
      </w:pPr>
      <w:r w:rsidRPr="007C3154">
        <w:rPr>
          <w:rtl/>
        </w:rPr>
        <w:br w:type="page"/>
      </w:r>
      <w:r>
        <w:rPr>
          <w:rtl/>
        </w:rPr>
        <w:lastRenderedPageBreak/>
        <w:t xml:space="preserve">اسكت لا </w:t>
      </w:r>
      <w:r w:rsidR="00F905FC">
        <w:rPr>
          <w:rFonts w:hint="cs"/>
          <w:rtl/>
        </w:rPr>
        <w:t>ا</w:t>
      </w:r>
      <w:r>
        <w:rPr>
          <w:rtl/>
        </w:rPr>
        <w:t xml:space="preserve">م لك </w:t>
      </w:r>
      <w:r w:rsidR="00F905FC">
        <w:rPr>
          <w:rFonts w:hint="cs"/>
          <w:rtl/>
        </w:rPr>
        <w:t>ا</w:t>
      </w:r>
      <w:r>
        <w:rPr>
          <w:rtl/>
        </w:rPr>
        <w:t>نت الذي تنازعك نفسك في الخلافة و</w:t>
      </w:r>
      <w:r w:rsidR="00F905FC">
        <w:rPr>
          <w:rFonts w:hint="cs"/>
          <w:rtl/>
        </w:rPr>
        <w:t>ا</w:t>
      </w:r>
      <w:r>
        <w:rPr>
          <w:rtl/>
        </w:rPr>
        <w:t>نت ابن أمة قال يا أمير المؤمنين ان لك جوابا</w:t>
      </w:r>
      <w:r w:rsidR="00B21FD1">
        <w:rPr>
          <w:rFonts w:hint="cs"/>
          <w:rtl/>
        </w:rPr>
        <w:t>ً</w:t>
      </w:r>
      <w:r>
        <w:rPr>
          <w:rtl/>
        </w:rPr>
        <w:t xml:space="preserve"> </w:t>
      </w:r>
      <w:r w:rsidR="00F905FC">
        <w:rPr>
          <w:rFonts w:hint="cs"/>
          <w:rtl/>
        </w:rPr>
        <w:t>ا</w:t>
      </w:r>
      <w:r>
        <w:rPr>
          <w:rtl/>
        </w:rPr>
        <w:t xml:space="preserve">ذا أحببت أجبتك به وان </w:t>
      </w:r>
      <w:r w:rsidR="00F905FC">
        <w:rPr>
          <w:rFonts w:hint="cs"/>
          <w:rtl/>
        </w:rPr>
        <w:t>ا</w:t>
      </w:r>
      <w:r>
        <w:rPr>
          <w:rtl/>
        </w:rPr>
        <w:t xml:space="preserve">حببت أمسكت عنه فقال بل </w:t>
      </w:r>
      <w:r w:rsidR="00F905FC">
        <w:rPr>
          <w:rFonts w:hint="cs"/>
          <w:rtl/>
        </w:rPr>
        <w:t>ا</w:t>
      </w:r>
      <w:r>
        <w:rPr>
          <w:rtl/>
        </w:rPr>
        <w:t xml:space="preserve">جب فقال </w:t>
      </w:r>
      <w:r w:rsidR="00F905FC">
        <w:rPr>
          <w:rFonts w:hint="cs"/>
          <w:rtl/>
        </w:rPr>
        <w:t>ا</w:t>
      </w:r>
      <w:r>
        <w:rPr>
          <w:rtl/>
        </w:rPr>
        <w:t>ن الامهات لا يقعدن بالرجال عن الغايات وقد كانت أم إسماعيل أمة لا أم اسح</w:t>
      </w:r>
      <w:r w:rsidR="00EE72EE">
        <w:rPr>
          <w:rFonts w:hint="cs"/>
          <w:rtl/>
        </w:rPr>
        <w:t>ا</w:t>
      </w:r>
      <w:r>
        <w:rPr>
          <w:rtl/>
        </w:rPr>
        <w:t xml:space="preserve">ق صلى الله عليهما وسلم فلم يمنعه ذلك </w:t>
      </w:r>
      <w:r w:rsidR="00B20A3F">
        <w:rPr>
          <w:rFonts w:hint="cs"/>
          <w:rtl/>
        </w:rPr>
        <w:t>ا</w:t>
      </w:r>
      <w:r>
        <w:rPr>
          <w:rtl/>
        </w:rPr>
        <w:t>ن بعثه الله نبيا</w:t>
      </w:r>
      <w:r w:rsidR="00B21FD1">
        <w:rPr>
          <w:rFonts w:hint="cs"/>
          <w:rtl/>
        </w:rPr>
        <w:t>ً</w:t>
      </w:r>
      <w:r>
        <w:rPr>
          <w:rtl/>
        </w:rPr>
        <w:t xml:space="preserve"> وجعله للعرب أبا</w:t>
      </w:r>
      <w:r w:rsidR="00B21FD1">
        <w:rPr>
          <w:rFonts w:hint="cs"/>
          <w:rtl/>
        </w:rPr>
        <w:t>ً</w:t>
      </w:r>
      <w:r>
        <w:rPr>
          <w:rtl/>
        </w:rPr>
        <w:t xml:space="preserve"> فاخرج من صلبه خير البشر محمد (ص) ف</w:t>
      </w:r>
      <w:r w:rsidR="00B20A3F">
        <w:rPr>
          <w:rFonts w:hint="cs"/>
          <w:rtl/>
        </w:rPr>
        <w:t>ت</w:t>
      </w:r>
      <w:r>
        <w:rPr>
          <w:rtl/>
        </w:rPr>
        <w:t>قول لي هذا و</w:t>
      </w:r>
      <w:r w:rsidR="00B20A3F">
        <w:rPr>
          <w:rFonts w:hint="cs"/>
          <w:rtl/>
        </w:rPr>
        <w:t>ا</w:t>
      </w:r>
      <w:r>
        <w:rPr>
          <w:rtl/>
        </w:rPr>
        <w:t>نا ابن فاطمة وابن علي وقام وهو يقول ( منخرق النعلين يشكو الوجى ) الابيات ال</w:t>
      </w:r>
      <w:r w:rsidR="00B20A3F">
        <w:rPr>
          <w:rFonts w:hint="cs"/>
          <w:rtl/>
        </w:rPr>
        <w:t>ا</w:t>
      </w:r>
      <w:r>
        <w:rPr>
          <w:rtl/>
        </w:rPr>
        <w:t>ربعة الآتية فمضى عنها الى الكوفة وخرج فيها ومعه القراء وال</w:t>
      </w:r>
      <w:r w:rsidR="00B20A3F">
        <w:rPr>
          <w:rFonts w:hint="cs"/>
          <w:rtl/>
        </w:rPr>
        <w:t>ا</w:t>
      </w:r>
      <w:r>
        <w:rPr>
          <w:rtl/>
        </w:rPr>
        <w:t xml:space="preserve">شراف فحاربه يوسف بن عمر الثقفي فلما قامت الحرب انهزم </w:t>
      </w:r>
      <w:r w:rsidR="00B20A3F">
        <w:rPr>
          <w:rFonts w:hint="cs"/>
          <w:rtl/>
        </w:rPr>
        <w:t>ا</w:t>
      </w:r>
      <w:r>
        <w:rPr>
          <w:rtl/>
        </w:rPr>
        <w:t>صحاب زيد وبقي في جماعة يسيرة فقاتلهم لشد قتال وهو يقول متمثلا :</w:t>
      </w:r>
    </w:p>
    <w:tbl>
      <w:tblPr>
        <w:bidiVisual/>
        <w:tblW w:w="5000" w:type="pct"/>
        <w:tblLook w:val="01E0" w:firstRow="1" w:lastRow="1" w:firstColumn="1" w:lastColumn="1" w:noHBand="0" w:noVBand="0"/>
      </w:tblPr>
      <w:tblGrid>
        <w:gridCol w:w="3642"/>
        <w:gridCol w:w="303"/>
        <w:gridCol w:w="3642"/>
      </w:tblGrid>
      <w:tr w:rsidR="00637F8B">
        <w:tc>
          <w:tcPr>
            <w:tcW w:w="2400" w:type="pct"/>
            <w:shd w:val="clear" w:color="auto" w:fill="auto"/>
          </w:tcPr>
          <w:p w:rsidR="00637F8B" w:rsidRDefault="00637F8B" w:rsidP="00863005">
            <w:pPr>
              <w:pStyle w:val="rfdPoem"/>
              <w:rPr>
                <w:rtl/>
              </w:rPr>
            </w:pPr>
            <w:r>
              <w:rPr>
                <w:rtl/>
              </w:rPr>
              <w:t>أذل الحياة وعز الممات</w:t>
            </w:r>
            <w:r w:rsidRPr="002E5C97">
              <w:rPr>
                <w:rStyle w:val="rfdPoemTiniCharChar"/>
                <w:rtl/>
              </w:rPr>
              <w:br/>
              <w:t> </w:t>
            </w:r>
          </w:p>
        </w:tc>
        <w:tc>
          <w:tcPr>
            <w:tcW w:w="200" w:type="pct"/>
            <w:shd w:val="clear" w:color="auto" w:fill="auto"/>
          </w:tcPr>
          <w:p w:rsidR="00637F8B" w:rsidRDefault="00637F8B" w:rsidP="00863005">
            <w:pPr>
              <w:pStyle w:val="rfdPoem"/>
              <w:rPr>
                <w:rtl/>
              </w:rPr>
            </w:pPr>
          </w:p>
        </w:tc>
        <w:tc>
          <w:tcPr>
            <w:tcW w:w="2400" w:type="pct"/>
            <w:shd w:val="clear" w:color="auto" w:fill="auto"/>
          </w:tcPr>
          <w:p w:rsidR="00637F8B" w:rsidRDefault="00637F8B" w:rsidP="00863005">
            <w:pPr>
              <w:pStyle w:val="rfdPoem"/>
              <w:rPr>
                <w:rtl/>
              </w:rPr>
            </w:pPr>
            <w:r>
              <w:rPr>
                <w:rtl/>
              </w:rPr>
              <w:t>وكلا أراه طعاما</w:t>
            </w:r>
            <w:r w:rsidR="00B21FD1">
              <w:rPr>
                <w:rFonts w:hint="cs"/>
                <w:rtl/>
              </w:rPr>
              <w:t>ً</w:t>
            </w:r>
            <w:r>
              <w:rPr>
                <w:rtl/>
              </w:rPr>
              <w:t xml:space="preserve"> وبيلا</w:t>
            </w:r>
            <w:r w:rsidRPr="002E5C97">
              <w:rPr>
                <w:rStyle w:val="rfdPoemTiniCharChar"/>
                <w:rtl/>
              </w:rPr>
              <w:br/>
              <w:t> </w:t>
            </w:r>
          </w:p>
        </w:tc>
      </w:tr>
      <w:tr w:rsidR="00637F8B">
        <w:tc>
          <w:tcPr>
            <w:tcW w:w="2400" w:type="pct"/>
          </w:tcPr>
          <w:p w:rsidR="00637F8B" w:rsidRDefault="00637F8B" w:rsidP="00863005">
            <w:pPr>
              <w:pStyle w:val="rfdPoem"/>
              <w:rPr>
                <w:rtl/>
              </w:rPr>
            </w:pPr>
            <w:r>
              <w:rPr>
                <w:rtl/>
              </w:rPr>
              <w:t>فان كان لا بد من واحد</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Pr>
                <w:rtl/>
              </w:rPr>
              <w:t>فسيري الى الموت سيرا</w:t>
            </w:r>
            <w:r w:rsidR="00B21FD1">
              <w:rPr>
                <w:rFonts w:hint="cs"/>
                <w:rtl/>
              </w:rPr>
              <w:t>ً</w:t>
            </w:r>
            <w:r>
              <w:rPr>
                <w:rtl/>
              </w:rPr>
              <w:t xml:space="preserve"> جميلا</w:t>
            </w:r>
            <w:r w:rsidRPr="002E5C97">
              <w:rPr>
                <w:rStyle w:val="rfdPoemTiniCharChar"/>
                <w:rtl/>
              </w:rPr>
              <w:br/>
              <w:t> </w:t>
            </w:r>
          </w:p>
        </w:tc>
      </w:tr>
    </w:tbl>
    <w:p w:rsidR="00BA4473" w:rsidRDefault="00BA4473" w:rsidP="00B20A3F">
      <w:pPr>
        <w:rPr>
          <w:rtl/>
        </w:rPr>
      </w:pPr>
      <w:r>
        <w:rPr>
          <w:rtl/>
        </w:rPr>
        <w:t>وروى ابن عساكر ان زيدا</w:t>
      </w:r>
      <w:r w:rsidR="00B20A3F">
        <w:rPr>
          <w:rFonts w:hint="cs"/>
          <w:rtl/>
        </w:rPr>
        <w:t>ً</w:t>
      </w:r>
      <w:r>
        <w:rPr>
          <w:rtl/>
        </w:rPr>
        <w:t xml:space="preserve"> دخل على هشام فقال له يا زيد بلغني ان نفسك لتسمو بك الى الامامة والامامة لا تصلح لاولاد الاماء فاجابه بما مر فقال هشام يا زيد ان الله لا يجمع النبوة والملك لاحد فقال زيد قال الله تعالى : </w:t>
      </w:r>
      <w:r w:rsidRPr="00637F8B">
        <w:rPr>
          <w:rStyle w:val="rfdAlaem"/>
          <w:rtl/>
        </w:rPr>
        <w:t>(</w:t>
      </w:r>
      <w:r w:rsidR="00B20A3F" w:rsidRPr="00B20A3F">
        <w:rPr>
          <w:rFonts w:hint="cs"/>
          <w:rtl/>
        </w:rPr>
        <w:t xml:space="preserve"> </w:t>
      </w:r>
      <w:r w:rsidR="00B20A3F" w:rsidRPr="00B20A3F">
        <w:rPr>
          <w:rStyle w:val="rfdAie"/>
          <w:rFonts w:hint="cs"/>
          <w:rtl/>
        </w:rPr>
        <w:t>أَمْ يَحْسُدُونَ النَّاسَ عَلَىٰ مَا آتَاهُمُ اللهُ مِن فَضْلِهِ فَقَدْ آتَيْنَا آلَ إِبْرَاهِيمَ الْكِتَابَ وَالحِكْمَةَ وَآتَيْنَاهُم مُّلْكًا عَظِيمًا</w:t>
      </w:r>
      <w:r w:rsidRPr="00B20A3F">
        <w:rPr>
          <w:rtl/>
        </w:rPr>
        <w:t xml:space="preserve"> </w:t>
      </w:r>
      <w:r w:rsidRPr="00637F8B">
        <w:rPr>
          <w:rStyle w:val="rfdAlaem"/>
          <w:rtl/>
        </w:rPr>
        <w:t>)</w:t>
      </w:r>
      <w:r w:rsidR="00B20A3F">
        <w:rPr>
          <w:rtl/>
        </w:rPr>
        <w:t>.</w:t>
      </w:r>
    </w:p>
    <w:p w:rsidR="00BA4473" w:rsidRDefault="00BA4473" w:rsidP="00BA4473">
      <w:pPr>
        <w:rPr>
          <w:rtl/>
        </w:rPr>
      </w:pPr>
      <w:r>
        <w:rPr>
          <w:rtl/>
        </w:rPr>
        <w:t>وقال ابن عساكر قال عبد</w:t>
      </w:r>
      <w:r w:rsidR="00B20A3F">
        <w:rPr>
          <w:rFonts w:hint="cs"/>
          <w:rtl/>
        </w:rPr>
        <w:t xml:space="preserve"> </w:t>
      </w:r>
      <w:r>
        <w:rPr>
          <w:rtl/>
        </w:rPr>
        <w:t>الله بن جعفر قال لي سالم مولى هشام دخل زيد على هشام فرفع دينا</w:t>
      </w:r>
      <w:r w:rsidR="00B21FD1">
        <w:rPr>
          <w:rFonts w:hint="cs"/>
          <w:rtl/>
        </w:rPr>
        <w:t>ً</w:t>
      </w:r>
      <w:r>
        <w:rPr>
          <w:rtl/>
        </w:rPr>
        <w:t xml:space="preserve"> كثيرا</w:t>
      </w:r>
      <w:r w:rsidR="00B21FD1">
        <w:rPr>
          <w:rFonts w:hint="cs"/>
          <w:rtl/>
        </w:rPr>
        <w:t>ً</w:t>
      </w:r>
      <w:r>
        <w:rPr>
          <w:rtl/>
        </w:rPr>
        <w:t xml:space="preserve"> وحوائج فلم يقض له هشام</w:t>
      </w:r>
    </w:p>
    <w:p w:rsidR="00BA4473" w:rsidRDefault="00BA4473" w:rsidP="00CA237C">
      <w:pPr>
        <w:pStyle w:val="rfdNormal0"/>
        <w:rPr>
          <w:rtl/>
        </w:rPr>
      </w:pPr>
      <w:r w:rsidRPr="00B20A3F">
        <w:rPr>
          <w:rtl/>
        </w:rPr>
        <w:br w:type="page"/>
      </w:r>
      <w:r>
        <w:rPr>
          <w:rtl/>
        </w:rPr>
        <w:lastRenderedPageBreak/>
        <w:t>حاجة وتجهمه واسمعه كلاما</w:t>
      </w:r>
      <w:r w:rsidR="00F30288">
        <w:rPr>
          <w:rFonts w:hint="cs"/>
          <w:rtl/>
        </w:rPr>
        <w:t>ً</w:t>
      </w:r>
      <w:r>
        <w:rPr>
          <w:rtl/>
        </w:rPr>
        <w:t xml:space="preserve"> شديدا</w:t>
      </w:r>
      <w:r w:rsidR="00F30288">
        <w:rPr>
          <w:rFonts w:hint="cs"/>
          <w:rtl/>
        </w:rPr>
        <w:t>ً</w:t>
      </w:r>
      <w:r>
        <w:rPr>
          <w:rtl/>
        </w:rPr>
        <w:t xml:space="preserve"> فخرج من عنده وهو يأخذ شاربه ويفتله ويقول ما </w:t>
      </w:r>
      <w:r w:rsidR="00CA237C">
        <w:rPr>
          <w:rFonts w:hint="cs"/>
          <w:rtl/>
        </w:rPr>
        <w:t>ا</w:t>
      </w:r>
      <w:r>
        <w:rPr>
          <w:rtl/>
        </w:rPr>
        <w:t xml:space="preserve">حب الحياة </w:t>
      </w:r>
      <w:r w:rsidR="00CA237C">
        <w:rPr>
          <w:rFonts w:hint="cs"/>
          <w:rtl/>
        </w:rPr>
        <w:t>ا</w:t>
      </w:r>
      <w:r>
        <w:rPr>
          <w:rtl/>
        </w:rPr>
        <w:t>حد الا ذل ثم مضى فكان وجهه الى الكوفة فخرج بها ثم قتل وصلب ف</w:t>
      </w:r>
      <w:r w:rsidR="00CA237C">
        <w:rPr>
          <w:rFonts w:hint="cs"/>
          <w:rtl/>
        </w:rPr>
        <w:t>ا</w:t>
      </w:r>
      <w:r>
        <w:rPr>
          <w:rtl/>
        </w:rPr>
        <w:t>خبرت هشاما</w:t>
      </w:r>
      <w:r w:rsidR="002212A5">
        <w:rPr>
          <w:rFonts w:hint="cs"/>
          <w:rtl/>
        </w:rPr>
        <w:t>ً</w:t>
      </w:r>
      <w:r>
        <w:rPr>
          <w:rtl/>
        </w:rPr>
        <w:t xml:space="preserve"> بعد ذلك بما قاله زيد لما خرج من عنده فقال ثكلتك </w:t>
      </w:r>
      <w:r w:rsidR="00CA237C">
        <w:rPr>
          <w:rFonts w:hint="cs"/>
          <w:rtl/>
        </w:rPr>
        <w:t>ا</w:t>
      </w:r>
      <w:r>
        <w:rPr>
          <w:rtl/>
        </w:rPr>
        <w:t xml:space="preserve">مك الا كنت </w:t>
      </w:r>
      <w:r w:rsidR="00CA237C">
        <w:rPr>
          <w:rFonts w:hint="cs"/>
          <w:rtl/>
        </w:rPr>
        <w:t>ا</w:t>
      </w:r>
      <w:r>
        <w:rPr>
          <w:rtl/>
        </w:rPr>
        <w:t xml:space="preserve">خبرتني بذلك قبل اليوم وما كان يرضيه </w:t>
      </w:r>
      <w:r w:rsidR="00CA237C">
        <w:rPr>
          <w:rFonts w:hint="cs"/>
          <w:rtl/>
        </w:rPr>
        <w:t>ا</w:t>
      </w:r>
      <w:r>
        <w:rPr>
          <w:rtl/>
        </w:rPr>
        <w:t xml:space="preserve">نما كانت خمسمائة </w:t>
      </w:r>
      <w:r w:rsidR="00CA237C">
        <w:rPr>
          <w:rFonts w:hint="cs"/>
          <w:rtl/>
        </w:rPr>
        <w:t>ا</w:t>
      </w:r>
      <w:r>
        <w:rPr>
          <w:rtl/>
        </w:rPr>
        <w:t xml:space="preserve">لف فكان ذلك </w:t>
      </w:r>
      <w:r w:rsidR="00CA237C">
        <w:rPr>
          <w:rFonts w:hint="cs"/>
          <w:rtl/>
        </w:rPr>
        <w:t>ا</w:t>
      </w:r>
      <w:r>
        <w:rPr>
          <w:rtl/>
        </w:rPr>
        <w:t xml:space="preserve">هون علينا مما صار </w:t>
      </w:r>
      <w:r w:rsidR="00CA237C">
        <w:rPr>
          <w:rFonts w:hint="cs"/>
          <w:rtl/>
        </w:rPr>
        <w:t>ا</w:t>
      </w:r>
      <w:r>
        <w:rPr>
          <w:rtl/>
        </w:rPr>
        <w:t xml:space="preserve">ليه. وهذا من الاعذار التي هي </w:t>
      </w:r>
      <w:r w:rsidR="00CA237C">
        <w:rPr>
          <w:rFonts w:hint="cs"/>
          <w:rtl/>
        </w:rPr>
        <w:t>ا</w:t>
      </w:r>
      <w:r>
        <w:rPr>
          <w:rtl/>
        </w:rPr>
        <w:t>قبح من الذنب. ورواه الطبري في ذيل المذيل بسنده عن عبد</w:t>
      </w:r>
      <w:r w:rsidR="00CA237C">
        <w:rPr>
          <w:rFonts w:hint="cs"/>
          <w:rtl/>
        </w:rPr>
        <w:t xml:space="preserve"> </w:t>
      </w:r>
      <w:r>
        <w:rPr>
          <w:rtl/>
        </w:rPr>
        <w:t>الله بن جعفر مثله.</w:t>
      </w:r>
    </w:p>
    <w:p w:rsidR="00BA4473" w:rsidRDefault="00BA4473" w:rsidP="00E1652C">
      <w:pPr>
        <w:rPr>
          <w:rtl/>
        </w:rPr>
      </w:pPr>
      <w:r>
        <w:rPr>
          <w:rtl/>
        </w:rPr>
        <w:t>وقال ابن الاثير وغيره ان زيدا</w:t>
      </w:r>
      <w:r w:rsidR="002212A5">
        <w:rPr>
          <w:rFonts w:hint="cs"/>
          <w:rtl/>
        </w:rPr>
        <w:t>ً</w:t>
      </w:r>
      <w:r>
        <w:rPr>
          <w:rtl/>
        </w:rPr>
        <w:t xml:space="preserve"> تنازع مع ابن عمه جعفر ابن حسن بن حسن بن علي في صدقا</w:t>
      </w:r>
      <w:r w:rsidR="00CA237C">
        <w:rPr>
          <w:rFonts w:hint="cs"/>
          <w:rtl/>
        </w:rPr>
        <w:t>ت</w:t>
      </w:r>
      <w:r>
        <w:rPr>
          <w:rtl/>
        </w:rPr>
        <w:t xml:space="preserve"> ( وقوف ) علي بن </w:t>
      </w:r>
      <w:r w:rsidR="00CA237C">
        <w:rPr>
          <w:rFonts w:hint="cs"/>
          <w:rtl/>
        </w:rPr>
        <w:t>ا</w:t>
      </w:r>
      <w:r>
        <w:rPr>
          <w:rtl/>
        </w:rPr>
        <w:t xml:space="preserve">بي طالب زيد من طرف </w:t>
      </w:r>
      <w:r w:rsidR="00CA237C">
        <w:rPr>
          <w:rFonts w:hint="cs"/>
          <w:rtl/>
        </w:rPr>
        <w:t>ا</w:t>
      </w:r>
      <w:r>
        <w:rPr>
          <w:rtl/>
        </w:rPr>
        <w:t xml:space="preserve">ولاد الحسين بن علي وجعفر من طرف </w:t>
      </w:r>
      <w:r w:rsidR="00CA237C">
        <w:rPr>
          <w:rFonts w:hint="cs"/>
          <w:rtl/>
        </w:rPr>
        <w:t>ا</w:t>
      </w:r>
      <w:r>
        <w:rPr>
          <w:rtl/>
        </w:rPr>
        <w:t>ولاد الحسن ابن علي فكانا يتبالغان كل غاية ويقومان فلا يعيدان مما كان بينهما حرفا</w:t>
      </w:r>
      <w:r w:rsidR="00CA237C">
        <w:rPr>
          <w:rFonts w:hint="cs"/>
          <w:rtl/>
        </w:rPr>
        <w:t>ً</w:t>
      </w:r>
      <w:r>
        <w:rPr>
          <w:rtl/>
        </w:rPr>
        <w:t xml:space="preserve"> فلما توفي جعفر قام مقامه عبد</w:t>
      </w:r>
      <w:r w:rsidR="00CA237C">
        <w:rPr>
          <w:rFonts w:hint="cs"/>
          <w:rtl/>
        </w:rPr>
        <w:t xml:space="preserve"> </w:t>
      </w:r>
      <w:r>
        <w:rPr>
          <w:rtl/>
        </w:rPr>
        <w:t>الله المحض بن الحسن المثنى فتخاصم مع زيد يوما</w:t>
      </w:r>
      <w:r w:rsidR="002212A5">
        <w:rPr>
          <w:rFonts w:hint="cs"/>
          <w:rtl/>
        </w:rPr>
        <w:t>ً</w:t>
      </w:r>
      <w:r>
        <w:rPr>
          <w:rtl/>
        </w:rPr>
        <w:t xml:space="preserve"> في مجلس خالد بن عبد</w:t>
      </w:r>
      <w:r w:rsidR="00CA237C">
        <w:rPr>
          <w:rFonts w:hint="cs"/>
          <w:rtl/>
        </w:rPr>
        <w:t xml:space="preserve"> </w:t>
      </w:r>
      <w:r>
        <w:rPr>
          <w:rtl/>
        </w:rPr>
        <w:t>الملك بن الحارث بن الحكم والي المدينة فاسمع عبد</w:t>
      </w:r>
      <w:r w:rsidR="00CA237C">
        <w:rPr>
          <w:rFonts w:hint="cs"/>
          <w:rtl/>
        </w:rPr>
        <w:t xml:space="preserve"> </w:t>
      </w:r>
      <w:r>
        <w:rPr>
          <w:rtl/>
        </w:rPr>
        <w:t>الله ز</w:t>
      </w:r>
      <w:r w:rsidR="002212A5">
        <w:rPr>
          <w:rFonts w:hint="cs"/>
          <w:rtl/>
        </w:rPr>
        <w:t>ي</w:t>
      </w:r>
      <w:r>
        <w:rPr>
          <w:rtl/>
        </w:rPr>
        <w:t>دا</w:t>
      </w:r>
      <w:r w:rsidR="00CA237C">
        <w:rPr>
          <w:rFonts w:hint="cs"/>
          <w:rtl/>
        </w:rPr>
        <w:t>ً</w:t>
      </w:r>
      <w:r>
        <w:rPr>
          <w:rtl/>
        </w:rPr>
        <w:t xml:space="preserve"> كلاما</w:t>
      </w:r>
      <w:r w:rsidR="002212A5">
        <w:rPr>
          <w:rFonts w:hint="cs"/>
          <w:rtl/>
        </w:rPr>
        <w:t>ً</w:t>
      </w:r>
      <w:r>
        <w:rPr>
          <w:rtl/>
        </w:rPr>
        <w:t xml:space="preserve"> فيه غلظة وخشونة وعرض بان </w:t>
      </w:r>
      <w:r w:rsidR="00CA237C">
        <w:rPr>
          <w:rFonts w:hint="cs"/>
          <w:rtl/>
        </w:rPr>
        <w:t>ا</w:t>
      </w:r>
      <w:r>
        <w:rPr>
          <w:rtl/>
        </w:rPr>
        <w:t xml:space="preserve">مه </w:t>
      </w:r>
      <w:r w:rsidR="00CA237C">
        <w:rPr>
          <w:rFonts w:hint="cs"/>
          <w:rtl/>
        </w:rPr>
        <w:t>ا</w:t>
      </w:r>
      <w:r>
        <w:rPr>
          <w:rtl/>
        </w:rPr>
        <w:t xml:space="preserve">م ولد وقال له يا ابن السندية فتبسم زيد وقال لا عيب في كون </w:t>
      </w:r>
      <w:r w:rsidR="00CA237C">
        <w:rPr>
          <w:rFonts w:hint="cs"/>
          <w:rtl/>
        </w:rPr>
        <w:t>ا</w:t>
      </w:r>
      <w:r>
        <w:rPr>
          <w:rtl/>
        </w:rPr>
        <w:t xml:space="preserve">مي امة فان </w:t>
      </w:r>
      <w:r w:rsidR="00CA237C">
        <w:rPr>
          <w:rFonts w:hint="cs"/>
          <w:rtl/>
        </w:rPr>
        <w:t>ا</w:t>
      </w:r>
      <w:r>
        <w:rPr>
          <w:rtl/>
        </w:rPr>
        <w:t xml:space="preserve">م اسماعيل </w:t>
      </w:r>
      <w:r w:rsidR="00CA237C">
        <w:rPr>
          <w:rFonts w:hint="cs"/>
          <w:rtl/>
        </w:rPr>
        <w:t>ا</w:t>
      </w:r>
      <w:r>
        <w:rPr>
          <w:rtl/>
        </w:rPr>
        <w:t>يضا</w:t>
      </w:r>
      <w:r w:rsidR="002212A5">
        <w:rPr>
          <w:rFonts w:hint="cs"/>
          <w:rtl/>
        </w:rPr>
        <w:t>ً</w:t>
      </w:r>
      <w:r>
        <w:rPr>
          <w:rtl/>
        </w:rPr>
        <w:t xml:space="preserve"> أمة وقد صبرت </w:t>
      </w:r>
      <w:r w:rsidR="00CA237C">
        <w:rPr>
          <w:rFonts w:hint="cs"/>
          <w:rtl/>
        </w:rPr>
        <w:t>ا</w:t>
      </w:r>
      <w:r>
        <w:rPr>
          <w:rtl/>
        </w:rPr>
        <w:t>مي بعد وفاة سيدها ولم تتزوج كما فعل غيرها يعرض بام عبد</w:t>
      </w:r>
      <w:r w:rsidR="00CA237C">
        <w:rPr>
          <w:rFonts w:hint="cs"/>
          <w:rtl/>
        </w:rPr>
        <w:t xml:space="preserve"> </w:t>
      </w:r>
      <w:r>
        <w:rPr>
          <w:rtl/>
        </w:rPr>
        <w:t xml:space="preserve">الله المحض فاطمة بنت الحسين ابن علي عمة زيد فإنها بعد وفات الحسن بن الحسن تزوجت وندم زيد على هذا الكلام وبقي مدة لا يدخل دار فاطمة حياء منها فارسلت اليه يا ابن </w:t>
      </w:r>
      <w:r w:rsidR="00E1652C">
        <w:rPr>
          <w:rFonts w:hint="cs"/>
          <w:rtl/>
        </w:rPr>
        <w:t>ا</w:t>
      </w:r>
      <w:r>
        <w:rPr>
          <w:rtl/>
        </w:rPr>
        <w:t xml:space="preserve">خي </w:t>
      </w:r>
      <w:r w:rsidR="00CA237C">
        <w:rPr>
          <w:rFonts w:hint="cs"/>
          <w:rtl/>
        </w:rPr>
        <w:t>ا</w:t>
      </w:r>
      <w:r>
        <w:rPr>
          <w:rtl/>
        </w:rPr>
        <w:t xml:space="preserve">ني لاعلم </w:t>
      </w:r>
      <w:r w:rsidR="00CA237C">
        <w:rPr>
          <w:rFonts w:hint="cs"/>
          <w:rtl/>
        </w:rPr>
        <w:t>ا</w:t>
      </w:r>
      <w:r>
        <w:rPr>
          <w:rtl/>
        </w:rPr>
        <w:t xml:space="preserve">ن قدر </w:t>
      </w:r>
      <w:r w:rsidR="00CA237C">
        <w:rPr>
          <w:rFonts w:hint="cs"/>
          <w:rtl/>
        </w:rPr>
        <w:t>ا</w:t>
      </w:r>
      <w:r>
        <w:rPr>
          <w:rtl/>
        </w:rPr>
        <w:t xml:space="preserve">مك ومنزلتها عندك مثل منزلة </w:t>
      </w:r>
      <w:r w:rsidR="002212A5">
        <w:rPr>
          <w:rFonts w:hint="cs"/>
          <w:rtl/>
        </w:rPr>
        <w:t>ا</w:t>
      </w:r>
      <w:r>
        <w:rPr>
          <w:rtl/>
        </w:rPr>
        <w:t>م</w:t>
      </w:r>
    </w:p>
    <w:p w:rsidR="00BA4473" w:rsidRDefault="00BA4473" w:rsidP="002D2149">
      <w:pPr>
        <w:pStyle w:val="rfdNormal0"/>
        <w:rPr>
          <w:rtl/>
        </w:rPr>
      </w:pPr>
      <w:r w:rsidRPr="00CA237C">
        <w:rPr>
          <w:rtl/>
        </w:rPr>
        <w:br w:type="page"/>
      </w:r>
      <w:r>
        <w:rPr>
          <w:rtl/>
        </w:rPr>
        <w:lastRenderedPageBreak/>
        <w:t>عبد</w:t>
      </w:r>
      <w:r w:rsidR="00AF5AB0">
        <w:rPr>
          <w:rFonts w:hint="cs"/>
          <w:rtl/>
        </w:rPr>
        <w:t xml:space="preserve"> </w:t>
      </w:r>
      <w:r>
        <w:rPr>
          <w:rtl/>
        </w:rPr>
        <w:t>الله عند عبد</w:t>
      </w:r>
      <w:r w:rsidR="00AF5AB0">
        <w:rPr>
          <w:rFonts w:hint="cs"/>
          <w:rtl/>
        </w:rPr>
        <w:t xml:space="preserve"> </w:t>
      </w:r>
      <w:r>
        <w:rPr>
          <w:rtl/>
        </w:rPr>
        <w:t>الله وعاتبت عبد</w:t>
      </w:r>
      <w:r w:rsidR="00AA0458">
        <w:rPr>
          <w:rFonts w:hint="cs"/>
          <w:rtl/>
        </w:rPr>
        <w:t xml:space="preserve"> </w:t>
      </w:r>
      <w:r>
        <w:rPr>
          <w:rtl/>
        </w:rPr>
        <w:t xml:space="preserve">الله وقالت له بئسما قلت لام زيد </w:t>
      </w:r>
      <w:r w:rsidR="002D2149">
        <w:rPr>
          <w:rFonts w:hint="cs"/>
          <w:rtl/>
        </w:rPr>
        <w:t>ا</w:t>
      </w:r>
      <w:r>
        <w:rPr>
          <w:rtl/>
        </w:rPr>
        <w:t>ما والله لنعم دخيلة القوم كانت. وقال لهم خالد في ذلك اليوم اغدوا علي غدا</w:t>
      </w:r>
      <w:r w:rsidR="002212A5">
        <w:rPr>
          <w:rFonts w:hint="cs"/>
          <w:rtl/>
        </w:rPr>
        <w:t>ً</w:t>
      </w:r>
      <w:r>
        <w:rPr>
          <w:rtl/>
        </w:rPr>
        <w:t xml:space="preserve"> فلست لعبد الملك ان لم </w:t>
      </w:r>
      <w:r w:rsidR="002D2149">
        <w:rPr>
          <w:rFonts w:hint="cs"/>
          <w:rtl/>
        </w:rPr>
        <w:t>ا</w:t>
      </w:r>
      <w:r>
        <w:rPr>
          <w:rtl/>
        </w:rPr>
        <w:t>فصل بينكما فباتت المدينة تغلي كالمرجل يقول قائل قال زيد كذا ويقول قائل قال عبد</w:t>
      </w:r>
      <w:r w:rsidR="002D2149">
        <w:rPr>
          <w:rFonts w:hint="cs"/>
          <w:rtl/>
        </w:rPr>
        <w:t xml:space="preserve"> </w:t>
      </w:r>
      <w:r>
        <w:rPr>
          <w:rtl/>
        </w:rPr>
        <w:t xml:space="preserve">الله كذا فلما كان الغد جلس خالد في المسجد واجتمع الناس فمن بين شامت ومهموم فدعا بهما خالد وهو يحب </w:t>
      </w:r>
      <w:r w:rsidR="002D2149">
        <w:rPr>
          <w:rFonts w:hint="cs"/>
          <w:rtl/>
        </w:rPr>
        <w:t>ا</w:t>
      </w:r>
      <w:r>
        <w:rPr>
          <w:rtl/>
        </w:rPr>
        <w:t>ن يتشاتما فذهب عبد</w:t>
      </w:r>
      <w:r w:rsidR="002D2149">
        <w:rPr>
          <w:rFonts w:hint="cs"/>
          <w:rtl/>
        </w:rPr>
        <w:t xml:space="preserve"> </w:t>
      </w:r>
      <w:r>
        <w:rPr>
          <w:rtl/>
        </w:rPr>
        <w:t xml:space="preserve">الله يتكلم فقال له زيد لا تعجل يا </w:t>
      </w:r>
      <w:r w:rsidR="002D2149">
        <w:rPr>
          <w:rFonts w:hint="cs"/>
          <w:rtl/>
        </w:rPr>
        <w:t>ا</w:t>
      </w:r>
      <w:r>
        <w:rPr>
          <w:rtl/>
        </w:rPr>
        <w:t xml:space="preserve">با محمد اعتق زيد ما يملك </w:t>
      </w:r>
      <w:r w:rsidR="002D2149">
        <w:rPr>
          <w:rFonts w:hint="cs"/>
          <w:rtl/>
        </w:rPr>
        <w:t>ا</w:t>
      </w:r>
      <w:r>
        <w:rPr>
          <w:rtl/>
        </w:rPr>
        <w:t>ن خاصمك الى</w:t>
      </w:r>
      <w:r w:rsidR="002212A5">
        <w:rPr>
          <w:rFonts w:hint="cs"/>
          <w:rtl/>
        </w:rPr>
        <w:t xml:space="preserve"> </w:t>
      </w:r>
      <w:r>
        <w:rPr>
          <w:rtl/>
        </w:rPr>
        <w:t xml:space="preserve">خالد </w:t>
      </w:r>
      <w:r w:rsidR="002D2149">
        <w:rPr>
          <w:rFonts w:hint="cs"/>
          <w:rtl/>
        </w:rPr>
        <w:t>ا</w:t>
      </w:r>
      <w:r>
        <w:rPr>
          <w:rtl/>
        </w:rPr>
        <w:t>بدا</w:t>
      </w:r>
      <w:r w:rsidR="002212A5">
        <w:rPr>
          <w:rFonts w:hint="cs"/>
          <w:rtl/>
        </w:rPr>
        <w:t>ً</w:t>
      </w:r>
      <w:r>
        <w:rPr>
          <w:rtl/>
        </w:rPr>
        <w:t xml:space="preserve"> ثم اقبل على خالد وقال جمعت ذرية رسول الله لامر لم يكن </w:t>
      </w:r>
      <w:r w:rsidR="002D2149">
        <w:rPr>
          <w:rFonts w:hint="cs"/>
          <w:rtl/>
        </w:rPr>
        <w:t>ا</w:t>
      </w:r>
      <w:r>
        <w:rPr>
          <w:rtl/>
        </w:rPr>
        <w:t xml:space="preserve">بوبكر وعمر يجمعانهم له فقال خالد أما لهذا السفيه </w:t>
      </w:r>
      <w:r w:rsidR="002D2149">
        <w:rPr>
          <w:rFonts w:hint="cs"/>
          <w:rtl/>
        </w:rPr>
        <w:t>ا</w:t>
      </w:r>
      <w:r>
        <w:rPr>
          <w:rtl/>
        </w:rPr>
        <w:t xml:space="preserve">حد فقام رجل من الانصار من آل عمرو بن حزم وقال يا ابن </w:t>
      </w:r>
      <w:r w:rsidR="002D2149">
        <w:rPr>
          <w:rFonts w:hint="cs"/>
          <w:rtl/>
        </w:rPr>
        <w:t>ا</w:t>
      </w:r>
      <w:r>
        <w:rPr>
          <w:rtl/>
        </w:rPr>
        <w:t xml:space="preserve">بي تراب </w:t>
      </w:r>
      <w:r w:rsidR="002212A5">
        <w:rPr>
          <w:rFonts w:hint="cs"/>
          <w:rtl/>
        </w:rPr>
        <w:t>ا</w:t>
      </w:r>
      <w:r>
        <w:rPr>
          <w:rtl/>
        </w:rPr>
        <w:t>ما ترى لوال عليك حقا</w:t>
      </w:r>
      <w:r w:rsidR="002212A5">
        <w:rPr>
          <w:rFonts w:hint="cs"/>
          <w:rtl/>
        </w:rPr>
        <w:t>ً</w:t>
      </w:r>
      <w:r>
        <w:rPr>
          <w:rtl/>
        </w:rPr>
        <w:t xml:space="preserve"> قال زيد </w:t>
      </w:r>
      <w:r w:rsidR="002D2149">
        <w:rPr>
          <w:rFonts w:hint="cs"/>
          <w:rtl/>
        </w:rPr>
        <w:t>ا</w:t>
      </w:r>
      <w:r>
        <w:rPr>
          <w:rtl/>
        </w:rPr>
        <w:t xml:space="preserve">سكت </w:t>
      </w:r>
      <w:r w:rsidR="002D2149">
        <w:rPr>
          <w:rFonts w:hint="cs"/>
          <w:rtl/>
        </w:rPr>
        <w:t>ا</w:t>
      </w:r>
      <w:r>
        <w:rPr>
          <w:rtl/>
        </w:rPr>
        <w:t>يها القحطاني ف</w:t>
      </w:r>
      <w:r w:rsidR="002D2149">
        <w:rPr>
          <w:rFonts w:hint="cs"/>
          <w:rtl/>
        </w:rPr>
        <w:t>ا</w:t>
      </w:r>
      <w:r>
        <w:rPr>
          <w:rtl/>
        </w:rPr>
        <w:t>نا لا نجيب مثلك قال فلماذا ترغب عني فوالله اني لخير منك و</w:t>
      </w:r>
      <w:r w:rsidR="002D2149">
        <w:rPr>
          <w:rFonts w:hint="cs"/>
          <w:rtl/>
        </w:rPr>
        <w:t>ا</w:t>
      </w:r>
      <w:r>
        <w:rPr>
          <w:rtl/>
        </w:rPr>
        <w:t xml:space="preserve">بي خير </w:t>
      </w:r>
      <w:r w:rsidR="002D2149">
        <w:rPr>
          <w:rFonts w:hint="cs"/>
          <w:rtl/>
        </w:rPr>
        <w:t>من ا</w:t>
      </w:r>
      <w:r>
        <w:rPr>
          <w:rtl/>
        </w:rPr>
        <w:t>بيك و</w:t>
      </w:r>
      <w:r w:rsidR="002D2149">
        <w:rPr>
          <w:rFonts w:hint="cs"/>
          <w:rtl/>
        </w:rPr>
        <w:t>ا</w:t>
      </w:r>
      <w:r>
        <w:rPr>
          <w:rtl/>
        </w:rPr>
        <w:t xml:space="preserve">مي خير من </w:t>
      </w:r>
      <w:r w:rsidR="002D2149">
        <w:rPr>
          <w:rFonts w:hint="cs"/>
          <w:rtl/>
        </w:rPr>
        <w:t>ا</w:t>
      </w:r>
      <w:r>
        <w:rPr>
          <w:rtl/>
        </w:rPr>
        <w:t xml:space="preserve">مك فتضاحك زيد وقال يا معشر قريش هذا الدين قد ذهب أفذهبت الاحساب انه ليذهب دين القوم وما تذهب </w:t>
      </w:r>
      <w:r w:rsidR="002D2149">
        <w:rPr>
          <w:rFonts w:hint="cs"/>
          <w:rtl/>
        </w:rPr>
        <w:t>ا</w:t>
      </w:r>
      <w:r>
        <w:rPr>
          <w:rtl/>
        </w:rPr>
        <w:t>حسابهم فتكلم عبد</w:t>
      </w:r>
      <w:r w:rsidR="002D2149">
        <w:rPr>
          <w:rFonts w:hint="cs"/>
          <w:rtl/>
        </w:rPr>
        <w:t xml:space="preserve"> </w:t>
      </w:r>
      <w:r>
        <w:rPr>
          <w:rtl/>
        </w:rPr>
        <w:t>الله بن واقد بن عبد</w:t>
      </w:r>
      <w:r w:rsidR="002D2149">
        <w:rPr>
          <w:rFonts w:hint="cs"/>
          <w:rtl/>
        </w:rPr>
        <w:t xml:space="preserve"> </w:t>
      </w:r>
      <w:r>
        <w:rPr>
          <w:rtl/>
        </w:rPr>
        <w:t xml:space="preserve">الله ابن عمر بن الخطاب فقال كذبت والله </w:t>
      </w:r>
      <w:r w:rsidR="002D2149">
        <w:rPr>
          <w:rFonts w:hint="cs"/>
          <w:rtl/>
        </w:rPr>
        <w:t>ا</w:t>
      </w:r>
      <w:r>
        <w:rPr>
          <w:rtl/>
        </w:rPr>
        <w:t>يها القحطاني فوالله لهو خير منك نفسا</w:t>
      </w:r>
      <w:r w:rsidR="002212A5">
        <w:rPr>
          <w:rFonts w:hint="cs"/>
          <w:rtl/>
        </w:rPr>
        <w:t>ً</w:t>
      </w:r>
      <w:r>
        <w:rPr>
          <w:rtl/>
        </w:rPr>
        <w:t xml:space="preserve"> و</w:t>
      </w:r>
      <w:r w:rsidR="002212A5">
        <w:rPr>
          <w:rFonts w:hint="cs"/>
          <w:rtl/>
        </w:rPr>
        <w:t>ا</w:t>
      </w:r>
      <w:r>
        <w:rPr>
          <w:rtl/>
        </w:rPr>
        <w:t>با</w:t>
      </w:r>
      <w:r w:rsidR="002212A5">
        <w:rPr>
          <w:rFonts w:hint="cs"/>
          <w:rtl/>
        </w:rPr>
        <w:t>ً</w:t>
      </w:r>
      <w:r>
        <w:rPr>
          <w:rtl/>
        </w:rPr>
        <w:t xml:space="preserve"> و</w:t>
      </w:r>
      <w:r w:rsidR="002212A5">
        <w:rPr>
          <w:rFonts w:hint="cs"/>
          <w:rtl/>
        </w:rPr>
        <w:t>ا</w:t>
      </w:r>
      <w:r>
        <w:rPr>
          <w:rtl/>
        </w:rPr>
        <w:t>ما</w:t>
      </w:r>
      <w:r w:rsidR="002212A5">
        <w:rPr>
          <w:rFonts w:hint="cs"/>
          <w:rtl/>
        </w:rPr>
        <w:t>ً</w:t>
      </w:r>
      <w:r>
        <w:rPr>
          <w:rtl/>
        </w:rPr>
        <w:t xml:space="preserve"> ومحتدا</w:t>
      </w:r>
      <w:r w:rsidR="002212A5">
        <w:rPr>
          <w:rFonts w:hint="cs"/>
          <w:rtl/>
        </w:rPr>
        <w:t>ً</w:t>
      </w:r>
      <w:r>
        <w:rPr>
          <w:rtl/>
        </w:rPr>
        <w:t xml:space="preserve"> وتناوله بكلام كثير و</w:t>
      </w:r>
      <w:r w:rsidR="002D2149">
        <w:rPr>
          <w:rFonts w:hint="cs"/>
          <w:rtl/>
        </w:rPr>
        <w:t>ا</w:t>
      </w:r>
      <w:r>
        <w:rPr>
          <w:rtl/>
        </w:rPr>
        <w:t>خذ كفا</w:t>
      </w:r>
      <w:r w:rsidR="002212A5">
        <w:rPr>
          <w:rFonts w:hint="cs"/>
          <w:rtl/>
        </w:rPr>
        <w:t>ً</w:t>
      </w:r>
      <w:r>
        <w:rPr>
          <w:rtl/>
        </w:rPr>
        <w:t xml:space="preserve"> من حصباه فضرب بها ال</w:t>
      </w:r>
      <w:r w:rsidR="002D2149">
        <w:rPr>
          <w:rFonts w:hint="cs"/>
          <w:rtl/>
        </w:rPr>
        <w:t>ا</w:t>
      </w:r>
      <w:r>
        <w:rPr>
          <w:rtl/>
        </w:rPr>
        <w:t>رض ثم قال انه والله ما لنا على هذا من صبر ثم خرج من المسجد وشخص زيد الى هشام بن عبد</w:t>
      </w:r>
      <w:r w:rsidR="00345FEE">
        <w:rPr>
          <w:rFonts w:hint="cs"/>
          <w:rtl/>
        </w:rPr>
        <w:t xml:space="preserve"> </w:t>
      </w:r>
      <w:r>
        <w:rPr>
          <w:rtl/>
        </w:rPr>
        <w:t>الملك فجعل هشام لا يأذن له فيرفع اليه القصص فكلما رفع اليه قصة كتب</w:t>
      </w:r>
    </w:p>
    <w:p w:rsidR="00BA4473" w:rsidRDefault="00BA4473" w:rsidP="00664E05">
      <w:pPr>
        <w:pStyle w:val="rfdNormal0"/>
        <w:rPr>
          <w:rtl/>
        </w:rPr>
      </w:pPr>
      <w:r w:rsidRPr="00345FEE">
        <w:rPr>
          <w:rtl/>
        </w:rPr>
        <w:br w:type="page"/>
      </w:r>
      <w:r>
        <w:rPr>
          <w:rtl/>
        </w:rPr>
        <w:lastRenderedPageBreak/>
        <w:t xml:space="preserve">هشام في </w:t>
      </w:r>
      <w:r w:rsidR="00664E05">
        <w:rPr>
          <w:rFonts w:hint="cs"/>
          <w:rtl/>
        </w:rPr>
        <w:t>ا</w:t>
      </w:r>
      <w:r>
        <w:rPr>
          <w:rtl/>
        </w:rPr>
        <w:t xml:space="preserve">سفلها </w:t>
      </w:r>
      <w:r w:rsidR="00664E05">
        <w:rPr>
          <w:rFonts w:hint="cs"/>
          <w:rtl/>
        </w:rPr>
        <w:t>ا</w:t>
      </w:r>
      <w:r>
        <w:rPr>
          <w:rtl/>
        </w:rPr>
        <w:t xml:space="preserve">رجع الى منزلك فيقول زيد والله لا ارجع الى خالد </w:t>
      </w:r>
      <w:r w:rsidR="00664E05">
        <w:rPr>
          <w:rFonts w:hint="cs"/>
          <w:rtl/>
        </w:rPr>
        <w:t>ا</w:t>
      </w:r>
      <w:r>
        <w:rPr>
          <w:rtl/>
        </w:rPr>
        <w:t>بدا</w:t>
      </w:r>
      <w:r w:rsidR="00664E05">
        <w:rPr>
          <w:rFonts w:hint="cs"/>
          <w:rtl/>
        </w:rPr>
        <w:t>ً</w:t>
      </w:r>
      <w:r>
        <w:rPr>
          <w:rtl/>
        </w:rPr>
        <w:t xml:space="preserve"> ثم اذن له يوما</w:t>
      </w:r>
      <w:r w:rsidR="00664E05">
        <w:rPr>
          <w:rFonts w:hint="cs"/>
          <w:rtl/>
        </w:rPr>
        <w:t>ً</w:t>
      </w:r>
      <w:r>
        <w:rPr>
          <w:rtl/>
        </w:rPr>
        <w:t xml:space="preserve"> بعد طول حبس فرقى علية عالية وأمر هشام خادما</w:t>
      </w:r>
      <w:r w:rsidR="002212A5">
        <w:rPr>
          <w:rFonts w:hint="cs"/>
          <w:rtl/>
        </w:rPr>
        <w:t>ً</w:t>
      </w:r>
      <w:r>
        <w:rPr>
          <w:rtl/>
        </w:rPr>
        <w:t xml:space="preserve"> ان يتبعه بحيث لا يراه زيد ويسمع ما يقول فصعد زيد وكان بادنا</w:t>
      </w:r>
      <w:r w:rsidR="002212A5">
        <w:rPr>
          <w:rFonts w:hint="cs"/>
          <w:rtl/>
        </w:rPr>
        <w:t>ً</w:t>
      </w:r>
      <w:r>
        <w:rPr>
          <w:rtl/>
        </w:rPr>
        <w:t xml:space="preserve"> فوقف في بعض الدرجة فسمعه الخادم يقول ما </w:t>
      </w:r>
      <w:r w:rsidR="00664E05">
        <w:rPr>
          <w:rFonts w:hint="cs"/>
          <w:rtl/>
        </w:rPr>
        <w:t>ا</w:t>
      </w:r>
      <w:r>
        <w:rPr>
          <w:rtl/>
        </w:rPr>
        <w:t xml:space="preserve">حب </w:t>
      </w:r>
      <w:r w:rsidR="00664E05">
        <w:rPr>
          <w:rFonts w:hint="cs"/>
          <w:rtl/>
        </w:rPr>
        <w:t>ا</w:t>
      </w:r>
      <w:r>
        <w:rPr>
          <w:rtl/>
        </w:rPr>
        <w:t>حد الحياة الا وذل ف</w:t>
      </w:r>
      <w:r w:rsidR="00664E05">
        <w:rPr>
          <w:rFonts w:hint="cs"/>
          <w:rtl/>
        </w:rPr>
        <w:t>ا</w:t>
      </w:r>
      <w:r>
        <w:rPr>
          <w:rtl/>
        </w:rPr>
        <w:t>بلغ الخادم هشاما</w:t>
      </w:r>
      <w:r w:rsidR="002212A5">
        <w:rPr>
          <w:rFonts w:hint="cs"/>
          <w:rtl/>
        </w:rPr>
        <w:t>ً</w:t>
      </w:r>
      <w:r>
        <w:rPr>
          <w:rtl/>
        </w:rPr>
        <w:t xml:space="preserve"> ذلك فعلم هشام </w:t>
      </w:r>
      <w:r w:rsidR="00664E05">
        <w:rPr>
          <w:rFonts w:hint="cs"/>
          <w:rtl/>
        </w:rPr>
        <w:t>ا</w:t>
      </w:r>
      <w:r>
        <w:rPr>
          <w:rtl/>
        </w:rPr>
        <w:t xml:space="preserve">ن في نفسه الخروج ثم دخل على هشام الى </w:t>
      </w:r>
      <w:r w:rsidR="00664E05">
        <w:rPr>
          <w:rFonts w:hint="cs"/>
          <w:rtl/>
        </w:rPr>
        <w:t>ا</w:t>
      </w:r>
      <w:r>
        <w:rPr>
          <w:rtl/>
        </w:rPr>
        <w:t xml:space="preserve">ن قال : فقال هشام لقد بلغني يا زيد </w:t>
      </w:r>
      <w:r w:rsidR="00664E05">
        <w:rPr>
          <w:rFonts w:hint="cs"/>
          <w:rtl/>
        </w:rPr>
        <w:t>ا</w:t>
      </w:r>
      <w:r>
        <w:rPr>
          <w:rtl/>
        </w:rPr>
        <w:t>نك تذكر الخلافة وتتمناها ولست هناك و</w:t>
      </w:r>
      <w:r w:rsidR="00664E05">
        <w:rPr>
          <w:rFonts w:hint="cs"/>
          <w:rtl/>
        </w:rPr>
        <w:t>ا</w:t>
      </w:r>
      <w:r>
        <w:rPr>
          <w:rtl/>
        </w:rPr>
        <w:t xml:space="preserve">نت ابن </w:t>
      </w:r>
      <w:r w:rsidR="00664E05">
        <w:rPr>
          <w:rFonts w:hint="cs"/>
          <w:rtl/>
        </w:rPr>
        <w:t>ا</w:t>
      </w:r>
      <w:r>
        <w:rPr>
          <w:rtl/>
        </w:rPr>
        <w:t xml:space="preserve">مة الى آخر ما مر فقال له هشام </w:t>
      </w:r>
      <w:r w:rsidR="00664E05">
        <w:rPr>
          <w:rFonts w:hint="cs"/>
          <w:rtl/>
        </w:rPr>
        <w:t>ا</w:t>
      </w:r>
      <w:r>
        <w:rPr>
          <w:rtl/>
        </w:rPr>
        <w:t xml:space="preserve">خرج قال </w:t>
      </w:r>
      <w:r w:rsidR="00664E05">
        <w:rPr>
          <w:rFonts w:hint="cs"/>
          <w:rtl/>
        </w:rPr>
        <w:t>ا</w:t>
      </w:r>
      <w:r>
        <w:rPr>
          <w:rtl/>
        </w:rPr>
        <w:t xml:space="preserve">خرج ثم لا </w:t>
      </w:r>
      <w:r w:rsidR="00664E05">
        <w:rPr>
          <w:rFonts w:hint="cs"/>
          <w:rtl/>
        </w:rPr>
        <w:t>ا</w:t>
      </w:r>
      <w:r>
        <w:rPr>
          <w:rtl/>
        </w:rPr>
        <w:t xml:space="preserve">كون </w:t>
      </w:r>
      <w:r w:rsidR="00664E05">
        <w:rPr>
          <w:rFonts w:hint="cs"/>
          <w:rtl/>
        </w:rPr>
        <w:t>ا</w:t>
      </w:r>
      <w:r>
        <w:rPr>
          <w:rtl/>
        </w:rPr>
        <w:t xml:space="preserve">لا بحيث تكره فقال له سالم يا </w:t>
      </w:r>
      <w:r w:rsidR="00664E05">
        <w:rPr>
          <w:rFonts w:hint="cs"/>
          <w:rtl/>
        </w:rPr>
        <w:t>ا</w:t>
      </w:r>
      <w:r>
        <w:rPr>
          <w:rtl/>
        </w:rPr>
        <w:t xml:space="preserve">با الحسين لا يظهرن هذا منك فخرج من عنده وسار الى الكوفة ولما خرج من مجلس هشام </w:t>
      </w:r>
      <w:r w:rsidR="00664E05">
        <w:rPr>
          <w:rFonts w:hint="cs"/>
          <w:rtl/>
        </w:rPr>
        <w:t>ا</w:t>
      </w:r>
      <w:r>
        <w:rPr>
          <w:rtl/>
        </w:rPr>
        <w:t>نشد :</w:t>
      </w:r>
    </w:p>
    <w:tbl>
      <w:tblPr>
        <w:bidiVisual/>
        <w:tblW w:w="5000" w:type="pct"/>
        <w:tblLook w:val="01E0" w:firstRow="1" w:lastRow="1" w:firstColumn="1" w:lastColumn="1" w:noHBand="0" w:noVBand="0"/>
      </w:tblPr>
      <w:tblGrid>
        <w:gridCol w:w="3642"/>
        <w:gridCol w:w="303"/>
        <w:gridCol w:w="3642"/>
      </w:tblGrid>
      <w:tr w:rsidR="00637F8B">
        <w:tc>
          <w:tcPr>
            <w:tcW w:w="2400" w:type="pct"/>
            <w:shd w:val="clear" w:color="auto" w:fill="auto"/>
          </w:tcPr>
          <w:p w:rsidR="00637F8B" w:rsidRDefault="00637F8B" w:rsidP="00863005">
            <w:pPr>
              <w:pStyle w:val="rfdPoem"/>
              <w:rPr>
                <w:rtl/>
              </w:rPr>
            </w:pPr>
            <w:r w:rsidRPr="00CB41F4">
              <w:rPr>
                <w:rtl/>
              </w:rPr>
              <w:t>شرده الخوف وازرى به</w:t>
            </w:r>
            <w:r w:rsidRPr="002E5C97">
              <w:rPr>
                <w:rStyle w:val="rfdPoemTiniCharChar"/>
                <w:rtl/>
              </w:rPr>
              <w:br/>
              <w:t> </w:t>
            </w:r>
          </w:p>
        </w:tc>
        <w:tc>
          <w:tcPr>
            <w:tcW w:w="200" w:type="pct"/>
            <w:shd w:val="clear" w:color="auto" w:fill="auto"/>
          </w:tcPr>
          <w:p w:rsidR="00637F8B" w:rsidRDefault="00637F8B" w:rsidP="00863005">
            <w:pPr>
              <w:pStyle w:val="rfdPoem"/>
              <w:rPr>
                <w:rtl/>
              </w:rPr>
            </w:pPr>
          </w:p>
        </w:tc>
        <w:tc>
          <w:tcPr>
            <w:tcW w:w="2400" w:type="pct"/>
            <w:shd w:val="clear" w:color="auto" w:fill="auto"/>
          </w:tcPr>
          <w:p w:rsidR="00637F8B" w:rsidRDefault="00637F8B" w:rsidP="00863005">
            <w:pPr>
              <w:pStyle w:val="rfdPoem"/>
              <w:rPr>
                <w:rtl/>
              </w:rPr>
            </w:pPr>
            <w:r w:rsidRPr="00CB41F4">
              <w:rPr>
                <w:rtl/>
              </w:rPr>
              <w:t>كذاك من يكره حر الجلاد</w:t>
            </w:r>
            <w:r w:rsidRPr="002E5C97">
              <w:rPr>
                <w:rStyle w:val="rfdPoemTiniCharChar"/>
                <w:rtl/>
              </w:rPr>
              <w:br/>
              <w:t> </w:t>
            </w:r>
          </w:p>
        </w:tc>
      </w:tr>
      <w:tr w:rsidR="00637F8B">
        <w:tc>
          <w:tcPr>
            <w:tcW w:w="2400" w:type="pct"/>
          </w:tcPr>
          <w:p w:rsidR="00637F8B" w:rsidRDefault="00637F8B" w:rsidP="00863005">
            <w:pPr>
              <w:pStyle w:val="rfdPoem"/>
              <w:rPr>
                <w:rtl/>
              </w:rPr>
            </w:pPr>
            <w:r w:rsidRPr="00CB41F4">
              <w:rPr>
                <w:rtl/>
              </w:rPr>
              <w:t>منخرق النعلين ( الخفين ) يشكو الوجى</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sidRPr="00CB41F4">
              <w:rPr>
                <w:rtl/>
              </w:rPr>
              <w:t>تنكبه اطراف مرو حداد</w:t>
            </w:r>
            <w:r w:rsidRPr="002E5C97">
              <w:rPr>
                <w:rStyle w:val="rfdPoemTiniCharChar"/>
                <w:rtl/>
              </w:rPr>
              <w:br/>
              <w:t> </w:t>
            </w:r>
          </w:p>
        </w:tc>
      </w:tr>
      <w:tr w:rsidR="00637F8B">
        <w:tc>
          <w:tcPr>
            <w:tcW w:w="2400" w:type="pct"/>
          </w:tcPr>
          <w:p w:rsidR="00637F8B" w:rsidRDefault="00637F8B" w:rsidP="00863005">
            <w:pPr>
              <w:pStyle w:val="rfdPoem"/>
              <w:rPr>
                <w:rtl/>
              </w:rPr>
            </w:pPr>
            <w:r w:rsidRPr="00CB41F4">
              <w:rPr>
                <w:rtl/>
              </w:rPr>
              <w:t>قد كان في الموت له راحة</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sidRPr="00CB41F4">
              <w:rPr>
                <w:rtl/>
              </w:rPr>
              <w:t>والموت حتم في رقاب العباد</w:t>
            </w:r>
            <w:r w:rsidRPr="002E5C97">
              <w:rPr>
                <w:rStyle w:val="rfdPoemTiniCharChar"/>
                <w:rtl/>
              </w:rPr>
              <w:br/>
              <w:t> </w:t>
            </w:r>
          </w:p>
        </w:tc>
      </w:tr>
      <w:tr w:rsidR="00637F8B">
        <w:tc>
          <w:tcPr>
            <w:tcW w:w="2400" w:type="pct"/>
          </w:tcPr>
          <w:p w:rsidR="00637F8B" w:rsidRDefault="00637F8B" w:rsidP="00863005">
            <w:pPr>
              <w:pStyle w:val="rfdPoem"/>
              <w:rPr>
                <w:rtl/>
              </w:rPr>
            </w:pPr>
            <w:r w:rsidRPr="00CB41F4">
              <w:rPr>
                <w:rtl/>
              </w:rPr>
              <w:t>ان يحدث الله له دولة</w:t>
            </w:r>
            <w:r w:rsidRPr="002E5C97">
              <w:rPr>
                <w:rStyle w:val="rfdPoemTiniCharChar"/>
                <w:rtl/>
              </w:rPr>
              <w:br/>
              <w:t> </w:t>
            </w:r>
          </w:p>
        </w:tc>
        <w:tc>
          <w:tcPr>
            <w:tcW w:w="200" w:type="pct"/>
          </w:tcPr>
          <w:p w:rsidR="00637F8B" w:rsidRDefault="00637F8B" w:rsidP="00863005">
            <w:pPr>
              <w:pStyle w:val="rfdPoem"/>
              <w:rPr>
                <w:rtl/>
              </w:rPr>
            </w:pPr>
          </w:p>
        </w:tc>
        <w:tc>
          <w:tcPr>
            <w:tcW w:w="2400" w:type="pct"/>
          </w:tcPr>
          <w:p w:rsidR="00637F8B" w:rsidRDefault="00637F8B" w:rsidP="00863005">
            <w:pPr>
              <w:pStyle w:val="rfdPoem"/>
              <w:rPr>
                <w:rtl/>
              </w:rPr>
            </w:pPr>
            <w:r w:rsidRPr="00CB41F4">
              <w:rPr>
                <w:rtl/>
              </w:rPr>
              <w:t>تترك آثار العدا كالرماد</w:t>
            </w:r>
            <w:r w:rsidRPr="002E5C97">
              <w:rPr>
                <w:rStyle w:val="rfdPoemTiniCharChar"/>
                <w:rtl/>
              </w:rPr>
              <w:br/>
              <w:t> </w:t>
            </w:r>
          </w:p>
        </w:tc>
      </w:tr>
    </w:tbl>
    <w:p w:rsidR="00BA4473" w:rsidRDefault="00BA4473" w:rsidP="00BA4473">
      <w:pPr>
        <w:rPr>
          <w:rtl/>
        </w:rPr>
      </w:pPr>
      <w:r>
        <w:rPr>
          <w:rtl/>
        </w:rPr>
        <w:t>وفي رواية أنه نهض من عند هشام وهو يقول :</w:t>
      </w:r>
    </w:p>
    <w:tbl>
      <w:tblPr>
        <w:bidiVisual/>
        <w:tblW w:w="5000" w:type="pct"/>
        <w:tblLook w:val="01E0" w:firstRow="1" w:lastRow="1" w:firstColumn="1" w:lastColumn="1" w:noHBand="0" w:noVBand="0"/>
      </w:tblPr>
      <w:tblGrid>
        <w:gridCol w:w="3642"/>
        <w:gridCol w:w="303"/>
        <w:gridCol w:w="3642"/>
      </w:tblGrid>
      <w:tr w:rsidR="00637F8B">
        <w:tc>
          <w:tcPr>
            <w:tcW w:w="2400" w:type="pct"/>
            <w:shd w:val="clear" w:color="auto" w:fill="auto"/>
          </w:tcPr>
          <w:p w:rsidR="00637F8B" w:rsidRDefault="00637F8B" w:rsidP="00863005">
            <w:pPr>
              <w:pStyle w:val="rfdPoem"/>
              <w:rPr>
                <w:rtl/>
              </w:rPr>
            </w:pPr>
            <w:r>
              <w:rPr>
                <w:rtl/>
              </w:rPr>
              <w:t xml:space="preserve">من </w:t>
            </w:r>
            <w:r w:rsidR="00B031CB">
              <w:rPr>
                <w:rFonts w:hint="cs"/>
                <w:rtl/>
              </w:rPr>
              <w:t>ا</w:t>
            </w:r>
            <w:r>
              <w:rPr>
                <w:rtl/>
              </w:rPr>
              <w:t xml:space="preserve">حب الحياة </w:t>
            </w:r>
            <w:r w:rsidR="002212A5">
              <w:rPr>
                <w:rFonts w:hint="cs"/>
                <w:rtl/>
              </w:rPr>
              <w:t>ا</w:t>
            </w:r>
            <w:r>
              <w:rPr>
                <w:rtl/>
              </w:rPr>
              <w:t>صبح في ق</w:t>
            </w:r>
            <w:r w:rsidR="002212A5">
              <w:rPr>
                <w:rFonts w:hint="cs"/>
                <w:rtl/>
              </w:rPr>
              <w:t>د</w:t>
            </w:r>
            <w:r>
              <w:rPr>
                <w:rtl/>
              </w:rPr>
              <w:t>ي</w:t>
            </w:r>
            <w:r w:rsidR="00B031CB">
              <w:rPr>
                <w:rFonts w:hint="cs"/>
                <w:rtl/>
              </w:rPr>
              <w:t>‍</w:t>
            </w:r>
            <w:r w:rsidRPr="002E5C97">
              <w:rPr>
                <w:rStyle w:val="rfdPoemTiniCharChar"/>
                <w:rtl/>
              </w:rPr>
              <w:br/>
              <w:t> </w:t>
            </w:r>
          </w:p>
        </w:tc>
        <w:tc>
          <w:tcPr>
            <w:tcW w:w="200" w:type="pct"/>
            <w:shd w:val="clear" w:color="auto" w:fill="auto"/>
          </w:tcPr>
          <w:p w:rsidR="00637F8B" w:rsidRDefault="00637F8B" w:rsidP="00863005">
            <w:pPr>
              <w:pStyle w:val="rfdPoem"/>
              <w:rPr>
                <w:rtl/>
              </w:rPr>
            </w:pPr>
          </w:p>
        </w:tc>
        <w:tc>
          <w:tcPr>
            <w:tcW w:w="2400" w:type="pct"/>
            <w:shd w:val="clear" w:color="auto" w:fill="auto"/>
          </w:tcPr>
          <w:p w:rsidR="00637F8B" w:rsidRDefault="00B031CB" w:rsidP="00863005">
            <w:pPr>
              <w:pStyle w:val="rfdPoem"/>
              <w:rPr>
                <w:rtl/>
              </w:rPr>
            </w:pPr>
            <w:r>
              <w:rPr>
                <w:rFonts w:hint="cs"/>
                <w:rtl/>
              </w:rPr>
              <w:t>‍</w:t>
            </w:r>
            <w:r w:rsidR="00637F8B">
              <w:rPr>
                <w:rtl/>
              </w:rPr>
              <w:t>د من الذل ضيق الحلقات</w:t>
            </w:r>
            <w:r w:rsidR="00637F8B" w:rsidRPr="002E5C97">
              <w:rPr>
                <w:rStyle w:val="rfdPoemTiniCharChar"/>
                <w:rtl/>
              </w:rPr>
              <w:br/>
              <w:t> </w:t>
            </w:r>
          </w:p>
        </w:tc>
      </w:tr>
    </w:tbl>
    <w:p w:rsidR="00BA4473" w:rsidRDefault="00BA4473" w:rsidP="00B031CB">
      <w:pPr>
        <w:rPr>
          <w:rtl/>
        </w:rPr>
      </w:pPr>
      <w:r>
        <w:rPr>
          <w:rtl/>
        </w:rPr>
        <w:t>و</w:t>
      </w:r>
      <w:r w:rsidR="00B031CB">
        <w:rPr>
          <w:rFonts w:hint="cs"/>
          <w:rtl/>
        </w:rPr>
        <w:t>ا</w:t>
      </w:r>
      <w:r>
        <w:rPr>
          <w:rtl/>
        </w:rPr>
        <w:t>خرج ابن عساكر عن الزهري كنت على باب هشام ابن عبد الملك فخرج من عنده زيد بن علي وهو يقول والله ما كره قوم الجهاد في سبيل الله الا ضربهم الله تعالى بالذل وقال ابن ال</w:t>
      </w:r>
      <w:r w:rsidR="00B031CB">
        <w:rPr>
          <w:rFonts w:hint="cs"/>
          <w:rtl/>
        </w:rPr>
        <w:t>ا</w:t>
      </w:r>
      <w:r>
        <w:rPr>
          <w:rtl/>
        </w:rPr>
        <w:t xml:space="preserve">ثير قال له هشام </w:t>
      </w:r>
      <w:r w:rsidR="00B031CB">
        <w:rPr>
          <w:rFonts w:hint="cs"/>
          <w:rtl/>
        </w:rPr>
        <w:t>ا</w:t>
      </w:r>
      <w:r>
        <w:rPr>
          <w:rtl/>
        </w:rPr>
        <w:t xml:space="preserve">خرج قال </w:t>
      </w:r>
      <w:r w:rsidR="00B031CB">
        <w:rPr>
          <w:rFonts w:hint="cs"/>
          <w:rtl/>
        </w:rPr>
        <w:t>ا</w:t>
      </w:r>
      <w:r>
        <w:rPr>
          <w:rtl/>
        </w:rPr>
        <w:t xml:space="preserve">خرج ثم لا </w:t>
      </w:r>
      <w:r w:rsidR="00B031CB">
        <w:rPr>
          <w:rFonts w:hint="cs"/>
          <w:rtl/>
        </w:rPr>
        <w:t>ا</w:t>
      </w:r>
      <w:r>
        <w:rPr>
          <w:rtl/>
        </w:rPr>
        <w:t>كون إلا بحيث تكره فقال له</w:t>
      </w:r>
    </w:p>
    <w:p w:rsidR="00BA4473" w:rsidRDefault="00BA4473" w:rsidP="00BA4473">
      <w:pPr>
        <w:pStyle w:val="rfdNormal0"/>
        <w:rPr>
          <w:rtl/>
        </w:rPr>
      </w:pPr>
      <w:r w:rsidRPr="00B031CB">
        <w:rPr>
          <w:rtl/>
        </w:rPr>
        <w:br w:type="page"/>
      </w:r>
      <w:r>
        <w:rPr>
          <w:rtl/>
        </w:rPr>
        <w:lastRenderedPageBreak/>
        <w:t>سالم ( مولى هشام ) يا ابا الحسين لا يظهرن هذا منك فخرج من عنده وسار الى الكوفة.</w:t>
      </w:r>
    </w:p>
    <w:p w:rsidR="00BA4473" w:rsidRDefault="00BA4473" w:rsidP="00EA6202">
      <w:pPr>
        <w:rPr>
          <w:rtl/>
        </w:rPr>
      </w:pPr>
      <w:r>
        <w:rPr>
          <w:rtl/>
        </w:rPr>
        <w:t xml:space="preserve">( ثانيها ) </w:t>
      </w:r>
      <w:r w:rsidR="00B031CB">
        <w:rPr>
          <w:rFonts w:hint="cs"/>
          <w:rtl/>
        </w:rPr>
        <w:t>ا</w:t>
      </w:r>
      <w:r>
        <w:rPr>
          <w:rtl/>
        </w:rPr>
        <w:t xml:space="preserve">نه كان سبب خروجه الامر بالمعروف والنهي عن المنكر حيث شاعت المحرمات والفسق والفجور في عصر بني </w:t>
      </w:r>
      <w:r w:rsidR="00B031CB">
        <w:rPr>
          <w:rFonts w:hint="cs"/>
          <w:rtl/>
        </w:rPr>
        <w:t>ا</w:t>
      </w:r>
      <w:r>
        <w:rPr>
          <w:rtl/>
        </w:rPr>
        <w:t>مية. روى الخوارزمي في كتاب المقتل عن جاب</w:t>
      </w:r>
      <w:r w:rsidR="00B031CB">
        <w:rPr>
          <w:rFonts w:hint="cs"/>
          <w:rtl/>
        </w:rPr>
        <w:t>ر</w:t>
      </w:r>
      <w:r>
        <w:rPr>
          <w:rtl/>
        </w:rPr>
        <w:t xml:space="preserve"> الجعفري </w:t>
      </w:r>
      <w:r w:rsidR="00B031CB">
        <w:rPr>
          <w:rFonts w:hint="cs"/>
          <w:rtl/>
        </w:rPr>
        <w:t>ا</w:t>
      </w:r>
      <w:r>
        <w:rPr>
          <w:rtl/>
        </w:rPr>
        <w:t xml:space="preserve">نه قال : قال لي محمد بن علي الباقر </w:t>
      </w:r>
      <w:r w:rsidR="00FF2CA0">
        <w:rPr>
          <w:rStyle w:val="rfdAlaem"/>
          <w:rFonts w:hint="cs"/>
          <w:rtl/>
        </w:rPr>
        <w:t>عليهما‌السلام</w:t>
      </w:r>
      <w:r>
        <w:rPr>
          <w:rtl/>
        </w:rPr>
        <w:t xml:space="preserve"> ان </w:t>
      </w:r>
      <w:r w:rsidR="00B031CB">
        <w:rPr>
          <w:rFonts w:hint="cs"/>
          <w:rtl/>
        </w:rPr>
        <w:t>ا</w:t>
      </w:r>
      <w:r>
        <w:rPr>
          <w:rtl/>
        </w:rPr>
        <w:t>خي زيد بن علي خارج مقتول وهو على الحق فالويل لمن خذله والويل لمن حاربه والويل لمن يقتله قال جابر فلما أزمع زيد بن</w:t>
      </w:r>
      <w:r w:rsidR="00B031CB">
        <w:rPr>
          <w:rFonts w:hint="cs"/>
          <w:rtl/>
        </w:rPr>
        <w:t xml:space="preserve"> </w:t>
      </w:r>
      <w:r>
        <w:rPr>
          <w:rtl/>
        </w:rPr>
        <w:t xml:space="preserve">علي على الخروج قلت له </w:t>
      </w:r>
      <w:r w:rsidR="00B031CB">
        <w:rPr>
          <w:rFonts w:hint="cs"/>
          <w:rtl/>
        </w:rPr>
        <w:t>ا</w:t>
      </w:r>
      <w:r>
        <w:rPr>
          <w:rtl/>
        </w:rPr>
        <w:t xml:space="preserve">ني سمعت </w:t>
      </w:r>
      <w:r w:rsidR="00B031CB">
        <w:rPr>
          <w:rFonts w:hint="cs"/>
          <w:rtl/>
        </w:rPr>
        <w:t>ا</w:t>
      </w:r>
      <w:r>
        <w:rPr>
          <w:rtl/>
        </w:rPr>
        <w:t xml:space="preserve">خاك يقول كذا وكذا فقال لي يا جابر لا يسعني </w:t>
      </w:r>
      <w:r w:rsidR="00B031CB">
        <w:rPr>
          <w:rFonts w:hint="cs"/>
          <w:rtl/>
        </w:rPr>
        <w:t>ا</w:t>
      </w:r>
      <w:r>
        <w:rPr>
          <w:rtl/>
        </w:rPr>
        <w:t xml:space="preserve">ن </w:t>
      </w:r>
      <w:r w:rsidR="00B031CB">
        <w:rPr>
          <w:rFonts w:hint="cs"/>
          <w:rtl/>
        </w:rPr>
        <w:t>ا</w:t>
      </w:r>
      <w:r>
        <w:rPr>
          <w:rtl/>
        </w:rPr>
        <w:t xml:space="preserve">سكت وقد خولف كتاب الله وتحوكم الى الجبت والطاغوت وذلك </w:t>
      </w:r>
      <w:r w:rsidR="00B031CB">
        <w:rPr>
          <w:rFonts w:hint="cs"/>
          <w:rtl/>
        </w:rPr>
        <w:t>ا</w:t>
      </w:r>
      <w:r>
        <w:rPr>
          <w:rtl/>
        </w:rPr>
        <w:t>ني شهدت هشاما</w:t>
      </w:r>
      <w:r w:rsidR="002212A5">
        <w:rPr>
          <w:rFonts w:hint="cs"/>
          <w:rtl/>
        </w:rPr>
        <w:t>ً</w:t>
      </w:r>
      <w:r>
        <w:rPr>
          <w:rtl/>
        </w:rPr>
        <w:t xml:space="preserve"> ورجل عنده يسب رسول الله </w:t>
      </w:r>
      <w:r w:rsidR="00503149">
        <w:rPr>
          <w:rFonts w:hint="cs"/>
          <w:rtl/>
        </w:rPr>
        <w:t>صلّى الله عليه وسلّم</w:t>
      </w:r>
      <w:r>
        <w:rPr>
          <w:rtl/>
        </w:rPr>
        <w:t xml:space="preserve"> فقلت ل</w:t>
      </w:r>
      <w:r w:rsidR="00503149">
        <w:rPr>
          <w:rFonts w:hint="cs"/>
          <w:rtl/>
        </w:rPr>
        <w:t>لشا</w:t>
      </w:r>
      <w:r>
        <w:rPr>
          <w:rtl/>
        </w:rPr>
        <w:t>ب و</w:t>
      </w:r>
      <w:r w:rsidR="00503149">
        <w:rPr>
          <w:rFonts w:hint="cs"/>
          <w:rtl/>
        </w:rPr>
        <w:t>ي</w:t>
      </w:r>
      <w:r>
        <w:rPr>
          <w:rtl/>
        </w:rPr>
        <w:t xml:space="preserve">لك يا كافر </w:t>
      </w:r>
      <w:r w:rsidR="00503149">
        <w:rPr>
          <w:rFonts w:hint="cs"/>
          <w:rtl/>
        </w:rPr>
        <w:t>ا</w:t>
      </w:r>
      <w:r>
        <w:rPr>
          <w:rtl/>
        </w:rPr>
        <w:t xml:space="preserve">ما </w:t>
      </w:r>
      <w:r w:rsidR="00503149">
        <w:rPr>
          <w:rFonts w:hint="cs"/>
          <w:rtl/>
        </w:rPr>
        <w:t>ا</w:t>
      </w:r>
      <w:r>
        <w:rPr>
          <w:rtl/>
        </w:rPr>
        <w:t xml:space="preserve">ني لو تمكنت منك لاختطفت روحك وعجلتك الى النار فقال لي هشام مه عن جليسنا يا زيد فوالله </w:t>
      </w:r>
      <w:r w:rsidR="00EA6202">
        <w:rPr>
          <w:rFonts w:hint="cs"/>
          <w:rtl/>
        </w:rPr>
        <w:t>ا</w:t>
      </w:r>
      <w:r>
        <w:rPr>
          <w:rtl/>
        </w:rPr>
        <w:t xml:space="preserve">ن لم يكن الا </w:t>
      </w:r>
      <w:r w:rsidR="00EA6202">
        <w:rPr>
          <w:rFonts w:hint="cs"/>
          <w:rtl/>
        </w:rPr>
        <w:t>ا</w:t>
      </w:r>
      <w:r>
        <w:rPr>
          <w:rtl/>
        </w:rPr>
        <w:t xml:space="preserve">نا ويحيى ابني لخرجت عليه وجاهدته حتى </w:t>
      </w:r>
      <w:r w:rsidR="00EA6202">
        <w:rPr>
          <w:rFonts w:hint="cs"/>
          <w:rtl/>
        </w:rPr>
        <w:t>ا</w:t>
      </w:r>
      <w:r>
        <w:rPr>
          <w:rtl/>
        </w:rPr>
        <w:t xml:space="preserve">فنى. وقال ابن عساكر : قال محمد ابن عمير </w:t>
      </w:r>
      <w:r w:rsidR="00EA6202">
        <w:rPr>
          <w:rFonts w:hint="cs"/>
          <w:rtl/>
        </w:rPr>
        <w:t>ا</w:t>
      </w:r>
      <w:r>
        <w:rPr>
          <w:rtl/>
        </w:rPr>
        <w:t xml:space="preserve">ن </w:t>
      </w:r>
      <w:r w:rsidR="00EA6202">
        <w:rPr>
          <w:rFonts w:hint="cs"/>
          <w:rtl/>
        </w:rPr>
        <w:t>ا</w:t>
      </w:r>
      <w:r>
        <w:rPr>
          <w:rtl/>
        </w:rPr>
        <w:t>با الحسين لما رأى ال</w:t>
      </w:r>
      <w:r w:rsidR="00EA6202">
        <w:rPr>
          <w:rFonts w:hint="cs"/>
          <w:rtl/>
        </w:rPr>
        <w:t>ا</w:t>
      </w:r>
      <w:r>
        <w:rPr>
          <w:rtl/>
        </w:rPr>
        <w:t>رض قد طوقت جورا</w:t>
      </w:r>
      <w:r w:rsidR="002212A5">
        <w:rPr>
          <w:rFonts w:hint="cs"/>
          <w:rtl/>
        </w:rPr>
        <w:t>ً</w:t>
      </w:r>
      <w:r>
        <w:rPr>
          <w:rtl/>
        </w:rPr>
        <w:t xml:space="preserve"> ورأى قلة ال</w:t>
      </w:r>
      <w:r w:rsidR="00EA6202">
        <w:rPr>
          <w:rFonts w:hint="cs"/>
          <w:rtl/>
        </w:rPr>
        <w:t>ا</w:t>
      </w:r>
      <w:r>
        <w:rPr>
          <w:rtl/>
        </w:rPr>
        <w:t>عوان وتخاذل الناس كانت الشهادة أحب الميتات اليه فخرج وهو يتمثل بهذين البيتين :</w:t>
      </w:r>
    </w:p>
    <w:tbl>
      <w:tblPr>
        <w:bidiVisual/>
        <w:tblW w:w="5000" w:type="pct"/>
        <w:tblLook w:val="01E0" w:firstRow="1" w:lastRow="1" w:firstColumn="1" w:lastColumn="1" w:noHBand="0" w:noVBand="0"/>
      </w:tblPr>
      <w:tblGrid>
        <w:gridCol w:w="3642"/>
        <w:gridCol w:w="303"/>
        <w:gridCol w:w="3642"/>
      </w:tblGrid>
      <w:tr w:rsidR="00395FF8">
        <w:tc>
          <w:tcPr>
            <w:tcW w:w="2400" w:type="pct"/>
            <w:shd w:val="clear" w:color="auto" w:fill="auto"/>
          </w:tcPr>
          <w:p w:rsidR="00395FF8" w:rsidRDefault="00395FF8" w:rsidP="00863005">
            <w:pPr>
              <w:pStyle w:val="rfdPoem"/>
              <w:rPr>
                <w:rtl/>
              </w:rPr>
            </w:pPr>
            <w:r>
              <w:rPr>
                <w:rtl/>
              </w:rPr>
              <w:t>ان المحكم ما لم يرتقب حسدا</w:t>
            </w:r>
            <w:r w:rsidRPr="002E5C97">
              <w:rPr>
                <w:rStyle w:val="rfdPoemTiniCharChar"/>
                <w:rtl/>
              </w:rPr>
              <w:br/>
              <w:t> </w:t>
            </w:r>
          </w:p>
        </w:tc>
        <w:tc>
          <w:tcPr>
            <w:tcW w:w="200" w:type="pct"/>
            <w:shd w:val="clear" w:color="auto" w:fill="auto"/>
          </w:tcPr>
          <w:p w:rsidR="00395FF8" w:rsidRDefault="00395FF8" w:rsidP="00863005">
            <w:pPr>
              <w:pStyle w:val="rfdPoem"/>
              <w:rPr>
                <w:rtl/>
              </w:rPr>
            </w:pPr>
          </w:p>
        </w:tc>
        <w:tc>
          <w:tcPr>
            <w:tcW w:w="2400" w:type="pct"/>
            <w:shd w:val="clear" w:color="auto" w:fill="auto"/>
          </w:tcPr>
          <w:p w:rsidR="00395FF8" w:rsidRDefault="00395FF8" w:rsidP="00863005">
            <w:pPr>
              <w:pStyle w:val="rfdPoem"/>
              <w:rPr>
                <w:rtl/>
              </w:rPr>
            </w:pPr>
            <w:r>
              <w:rPr>
                <w:rtl/>
              </w:rPr>
              <w:t>لو يرهب السيف أو وخز القناة صفا</w:t>
            </w:r>
            <w:r w:rsidRPr="002E5C97">
              <w:rPr>
                <w:rStyle w:val="rfdPoemTiniCharChar"/>
                <w:rtl/>
              </w:rPr>
              <w:br/>
              <w:t> </w:t>
            </w:r>
          </w:p>
        </w:tc>
      </w:tr>
      <w:tr w:rsidR="00395FF8">
        <w:tc>
          <w:tcPr>
            <w:tcW w:w="2400" w:type="pct"/>
          </w:tcPr>
          <w:p w:rsidR="00395FF8" w:rsidRDefault="00395FF8" w:rsidP="00863005">
            <w:pPr>
              <w:pStyle w:val="rfdPoem"/>
              <w:rPr>
                <w:rtl/>
              </w:rPr>
            </w:pPr>
            <w:r>
              <w:rPr>
                <w:rtl/>
              </w:rPr>
              <w:t>من عاذ بالسيف لاقى فرجة عجبا</w:t>
            </w:r>
            <w:r w:rsidRPr="002E5C97">
              <w:rPr>
                <w:rStyle w:val="rfdPoemTiniCharChar"/>
                <w:rtl/>
              </w:rPr>
              <w:br/>
              <w:t> </w:t>
            </w:r>
          </w:p>
        </w:tc>
        <w:tc>
          <w:tcPr>
            <w:tcW w:w="200" w:type="pct"/>
          </w:tcPr>
          <w:p w:rsidR="00395FF8" w:rsidRDefault="00395FF8" w:rsidP="00863005">
            <w:pPr>
              <w:pStyle w:val="rfdPoem"/>
              <w:rPr>
                <w:rtl/>
              </w:rPr>
            </w:pPr>
          </w:p>
        </w:tc>
        <w:tc>
          <w:tcPr>
            <w:tcW w:w="2400" w:type="pct"/>
          </w:tcPr>
          <w:p w:rsidR="00395FF8" w:rsidRDefault="00395FF8" w:rsidP="00863005">
            <w:pPr>
              <w:pStyle w:val="rfdPoem"/>
              <w:rPr>
                <w:rtl/>
              </w:rPr>
            </w:pPr>
            <w:r>
              <w:rPr>
                <w:rtl/>
              </w:rPr>
              <w:t>موتا</w:t>
            </w:r>
            <w:r w:rsidR="002212A5">
              <w:rPr>
                <w:rFonts w:hint="cs"/>
                <w:rtl/>
              </w:rPr>
              <w:t>ً</w:t>
            </w:r>
            <w:r>
              <w:rPr>
                <w:rtl/>
              </w:rPr>
              <w:t xml:space="preserve"> على عجل </w:t>
            </w:r>
            <w:r w:rsidR="002212A5">
              <w:rPr>
                <w:rFonts w:hint="cs"/>
                <w:rtl/>
              </w:rPr>
              <w:t>ا</w:t>
            </w:r>
            <w:r>
              <w:rPr>
                <w:rtl/>
              </w:rPr>
              <w:t>و عاش فانتصفا</w:t>
            </w:r>
            <w:r w:rsidRPr="002E5C97">
              <w:rPr>
                <w:rStyle w:val="rfdPoemTiniCharChar"/>
                <w:rtl/>
              </w:rPr>
              <w:br/>
              <w:t> </w:t>
            </w:r>
          </w:p>
        </w:tc>
      </w:tr>
    </w:tbl>
    <w:p w:rsidR="00E6725E" w:rsidRDefault="00BA4473" w:rsidP="00B10064">
      <w:pPr>
        <w:rPr>
          <w:rtl/>
        </w:rPr>
      </w:pPr>
      <w:r w:rsidRPr="00EA6202">
        <w:rPr>
          <w:rtl/>
        </w:rPr>
        <w:br w:type="page"/>
      </w:r>
      <w:r w:rsidRPr="00E6725E">
        <w:rPr>
          <w:rtl/>
        </w:rPr>
        <w:lastRenderedPageBreak/>
        <w:t>( ثالثها</w:t>
      </w:r>
      <w:r>
        <w:rPr>
          <w:rtl/>
        </w:rPr>
        <w:t xml:space="preserve"> ) </w:t>
      </w:r>
      <w:r w:rsidR="006F7075">
        <w:rPr>
          <w:rFonts w:hint="cs"/>
          <w:rtl/>
        </w:rPr>
        <w:t>ا</w:t>
      </w:r>
      <w:r>
        <w:rPr>
          <w:rtl/>
        </w:rPr>
        <w:t>نه كان السبب في خروجه ان خالد بن عبد</w:t>
      </w:r>
      <w:r w:rsidR="006F7075">
        <w:rPr>
          <w:rFonts w:hint="cs"/>
          <w:rtl/>
        </w:rPr>
        <w:t xml:space="preserve"> </w:t>
      </w:r>
      <w:r>
        <w:rPr>
          <w:rtl/>
        </w:rPr>
        <w:t>الله القسري وابنه يزيد ادعيا ما لا قبل زيد وغيره لما سألهم يوسف بن عمر عن ودائعهم فكتب يوسف بذلك الى هشام ف</w:t>
      </w:r>
      <w:r w:rsidR="006F7075">
        <w:rPr>
          <w:rFonts w:hint="cs"/>
          <w:rtl/>
        </w:rPr>
        <w:t>ا</w:t>
      </w:r>
      <w:r>
        <w:rPr>
          <w:rtl/>
        </w:rPr>
        <w:t>رسل هشام زيدا</w:t>
      </w:r>
      <w:r w:rsidR="006F7075">
        <w:rPr>
          <w:rFonts w:hint="cs"/>
          <w:rtl/>
        </w:rPr>
        <w:t>ً</w:t>
      </w:r>
      <w:r>
        <w:rPr>
          <w:rtl/>
        </w:rPr>
        <w:t xml:space="preserve"> الى الكوفة ليجمع يوسف بينه وبين خالد فلما انقضى </w:t>
      </w:r>
      <w:r w:rsidR="006F7075">
        <w:rPr>
          <w:rFonts w:hint="cs"/>
          <w:rtl/>
        </w:rPr>
        <w:t>ا</w:t>
      </w:r>
      <w:r>
        <w:rPr>
          <w:rtl/>
        </w:rPr>
        <w:t xml:space="preserve">مر هذه الدعوى وخرج زيد من الكوفة لحقه الشيعة وحملوه على الخروج وقال ابن عساكر في تاريخ دمشق قال حمزة بن ربيعة كان سبب خروج زيد بالعراق أن يوسف بن عمر سأل القسري وابنه عن ودائعهم فقالوا لنا عند داود بن علي وديعة وعند زيد بن علي وديعة فكتب بذلك الى هشام فكتب هشام الى صاحب المدينة في </w:t>
      </w:r>
      <w:r w:rsidR="006F7075">
        <w:rPr>
          <w:rFonts w:hint="cs"/>
          <w:rtl/>
        </w:rPr>
        <w:t>ا</w:t>
      </w:r>
      <w:r>
        <w:rPr>
          <w:rtl/>
        </w:rPr>
        <w:t xml:space="preserve">شخاص زيد وكتب الى صاحب البلقاء في </w:t>
      </w:r>
      <w:r w:rsidR="006F7075">
        <w:rPr>
          <w:rFonts w:hint="cs"/>
          <w:rtl/>
        </w:rPr>
        <w:t>ا</w:t>
      </w:r>
      <w:r>
        <w:rPr>
          <w:rtl/>
        </w:rPr>
        <w:t>شخاص داود اليه ف</w:t>
      </w:r>
      <w:r w:rsidR="006F7075">
        <w:rPr>
          <w:rFonts w:hint="cs"/>
          <w:rtl/>
        </w:rPr>
        <w:t>ا</w:t>
      </w:r>
      <w:r>
        <w:rPr>
          <w:rtl/>
        </w:rPr>
        <w:t xml:space="preserve">ما داود فحلف لهشام </w:t>
      </w:r>
      <w:r w:rsidR="006F7075">
        <w:rPr>
          <w:rFonts w:hint="cs"/>
          <w:rtl/>
        </w:rPr>
        <w:t>ا</w:t>
      </w:r>
      <w:r>
        <w:rPr>
          <w:rtl/>
        </w:rPr>
        <w:t>ن لا وديعة له عندي فصدقه و</w:t>
      </w:r>
      <w:r w:rsidR="006F7075">
        <w:rPr>
          <w:rFonts w:hint="cs"/>
          <w:rtl/>
        </w:rPr>
        <w:t>ا</w:t>
      </w:r>
      <w:r>
        <w:rPr>
          <w:rtl/>
        </w:rPr>
        <w:t xml:space="preserve">ذن له بالرجوع الى </w:t>
      </w:r>
      <w:r w:rsidR="006F7075">
        <w:rPr>
          <w:rFonts w:hint="cs"/>
          <w:rtl/>
        </w:rPr>
        <w:t>ا</w:t>
      </w:r>
      <w:r>
        <w:rPr>
          <w:rtl/>
        </w:rPr>
        <w:t>هله و</w:t>
      </w:r>
      <w:r w:rsidR="006F7075">
        <w:rPr>
          <w:rFonts w:hint="cs"/>
          <w:rtl/>
        </w:rPr>
        <w:t>ا</w:t>
      </w:r>
      <w:r>
        <w:rPr>
          <w:rtl/>
        </w:rPr>
        <w:t xml:space="preserve">ما زيد فأبى </w:t>
      </w:r>
      <w:r w:rsidR="006F7075">
        <w:rPr>
          <w:rFonts w:hint="cs"/>
          <w:rtl/>
        </w:rPr>
        <w:t>ا</w:t>
      </w:r>
      <w:r>
        <w:rPr>
          <w:rtl/>
        </w:rPr>
        <w:t>ن يقبل منه و</w:t>
      </w:r>
      <w:r w:rsidR="006F7075">
        <w:rPr>
          <w:rFonts w:hint="cs"/>
          <w:rtl/>
        </w:rPr>
        <w:t>ا</w:t>
      </w:r>
      <w:r>
        <w:rPr>
          <w:rtl/>
        </w:rPr>
        <w:t xml:space="preserve">نكر زيد </w:t>
      </w:r>
      <w:r w:rsidR="006F7075">
        <w:rPr>
          <w:rFonts w:hint="cs"/>
          <w:rtl/>
        </w:rPr>
        <w:t>ا</w:t>
      </w:r>
      <w:r>
        <w:rPr>
          <w:rtl/>
        </w:rPr>
        <w:t xml:space="preserve">ن يكون له عنده شيء فقال أقدم على يوسف فقدم عليه فجمع بينه وبين يزيد وخالد القسر بين فقال خالد </w:t>
      </w:r>
      <w:r w:rsidR="006F7075">
        <w:rPr>
          <w:rFonts w:hint="cs"/>
          <w:rtl/>
        </w:rPr>
        <w:t>ا</w:t>
      </w:r>
      <w:r>
        <w:rPr>
          <w:rtl/>
        </w:rPr>
        <w:t xml:space="preserve">نما هو شيء تبردت به </w:t>
      </w:r>
      <w:r w:rsidR="006F7075">
        <w:rPr>
          <w:rFonts w:hint="cs"/>
          <w:rtl/>
        </w:rPr>
        <w:t>ا</w:t>
      </w:r>
      <w:r>
        <w:rPr>
          <w:rtl/>
        </w:rPr>
        <w:t>ي ليس لي عنده شيء و</w:t>
      </w:r>
      <w:r w:rsidR="00B10064">
        <w:rPr>
          <w:rFonts w:hint="cs"/>
          <w:rtl/>
        </w:rPr>
        <w:t>ا</w:t>
      </w:r>
      <w:r>
        <w:rPr>
          <w:rtl/>
        </w:rPr>
        <w:t>نما قلت هذا لتخفيف العذاب عني فصدقه و</w:t>
      </w:r>
      <w:r w:rsidR="00B10064">
        <w:rPr>
          <w:rFonts w:hint="cs"/>
          <w:rtl/>
        </w:rPr>
        <w:t>ا</w:t>
      </w:r>
      <w:r>
        <w:rPr>
          <w:rtl/>
        </w:rPr>
        <w:t xml:space="preserve">جازه يوسف وخرج يريد المدينة فلحقه رجال من الشيعة وقالوا له </w:t>
      </w:r>
      <w:r w:rsidR="00B10064">
        <w:rPr>
          <w:rFonts w:hint="cs"/>
          <w:rtl/>
        </w:rPr>
        <w:t>ا</w:t>
      </w:r>
      <w:r>
        <w:rPr>
          <w:rtl/>
        </w:rPr>
        <w:t>رجع فان لك عندنا الرجال وال</w:t>
      </w:r>
      <w:r w:rsidR="00B10064">
        <w:rPr>
          <w:rFonts w:hint="cs"/>
          <w:rtl/>
        </w:rPr>
        <w:t>ا</w:t>
      </w:r>
      <w:r>
        <w:rPr>
          <w:rtl/>
        </w:rPr>
        <w:t>موال فرجع.</w:t>
      </w:r>
    </w:p>
    <w:p w:rsidR="00BA4473" w:rsidRDefault="00BA4473" w:rsidP="00B10064">
      <w:pPr>
        <w:rPr>
          <w:rtl/>
        </w:rPr>
      </w:pPr>
      <w:r>
        <w:rPr>
          <w:rtl/>
        </w:rPr>
        <w:t>وروى ابو</w:t>
      </w:r>
      <w:r w:rsidR="00B10064">
        <w:rPr>
          <w:rFonts w:hint="cs"/>
          <w:rtl/>
        </w:rPr>
        <w:t xml:space="preserve"> </w:t>
      </w:r>
      <w:r>
        <w:rPr>
          <w:rtl/>
        </w:rPr>
        <w:t xml:space="preserve">الفرج في مقاتل الطالبيين باسانيده عن رواة حديثه قالوا كان أول </w:t>
      </w:r>
      <w:r w:rsidR="00B10064">
        <w:rPr>
          <w:rFonts w:hint="cs"/>
          <w:rtl/>
        </w:rPr>
        <w:t>ا</w:t>
      </w:r>
      <w:r>
        <w:rPr>
          <w:rtl/>
        </w:rPr>
        <w:t xml:space="preserve">مر زيد بن علي صلوات الله عليه </w:t>
      </w:r>
      <w:r w:rsidR="002212A5">
        <w:rPr>
          <w:rFonts w:hint="cs"/>
          <w:rtl/>
        </w:rPr>
        <w:t>ا</w:t>
      </w:r>
      <w:r>
        <w:rPr>
          <w:rtl/>
        </w:rPr>
        <w:t>ن خالد بن عبد الله القسري ادعى ما لا قبل زيد بن علي ومحمد بن</w:t>
      </w:r>
      <w:r w:rsidR="002212A5">
        <w:rPr>
          <w:rFonts w:hint="cs"/>
          <w:rtl/>
        </w:rPr>
        <w:t xml:space="preserve"> </w:t>
      </w:r>
      <w:r>
        <w:rPr>
          <w:rtl/>
        </w:rPr>
        <w:t xml:space="preserve">عمر بن علي بن </w:t>
      </w:r>
      <w:r w:rsidR="00B10064">
        <w:rPr>
          <w:rFonts w:hint="cs"/>
          <w:rtl/>
        </w:rPr>
        <w:t>ا</w:t>
      </w:r>
      <w:r>
        <w:rPr>
          <w:rtl/>
        </w:rPr>
        <w:t>بي طالب وداود بن علي بن عبد</w:t>
      </w:r>
      <w:r w:rsidR="00B10064">
        <w:rPr>
          <w:rFonts w:hint="cs"/>
          <w:rtl/>
        </w:rPr>
        <w:t xml:space="preserve"> </w:t>
      </w:r>
      <w:r>
        <w:rPr>
          <w:rtl/>
        </w:rPr>
        <w:t>الله بن عباس وسعد بن ابراهيم بن عبد</w:t>
      </w:r>
      <w:r w:rsidR="00B10064">
        <w:rPr>
          <w:rFonts w:hint="cs"/>
          <w:rtl/>
        </w:rPr>
        <w:t xml:space="preserve"> </w:t>
      </w:r>
      <w:r w:rsidR="00B10064">
        <w:rPr>
          <w:rtl/>
        </w:rPr>
        <w:t>الرحمن</w:t>
      </w:r>
    </w:p>
    <w:p w:rsidR="00BA4473" w:rsidRDefault="00BA4473" w:rsidP="007F0CBB">
      <w:pPr>
        <w:pStyle w:val="rfdNormal0"/>
        <w:rPr>
          <w:rtl/>
        </w:rPr>
      </w:pPr>
      <w:r w:rsidRPr="00B10064">
        <w:rPr>
          <w:rtl/>
        </w:rPr>
        <w:br w:type="page"/>
      </w:r>
      <w:r>
        <w:rPr>
          <w:rtl/>
        </w:rPr>
        <w:lastRenderedPageBreak/>
        <w:t xml:space="preserve">ابن عوف وايوب بن سامة المخزومي وكتب فيهم يوسف بن عمر عامل هشام على العراق الى هشام وزيد بن علي ومحمد بن عمر يومئذ بالرصافة ( الظاهر </w:t>
      </w:r>
      <w:r w:rsidR="00E329D5">
        <w:rPr>
          <w:rFonts w:hint="cs"/>
          <w:rtl/>
        </w:rPr>
        <w:t>ا</w:t>
      </w:r>
      <w:r>
        <w:rPr>
          <w:rtl/>
        </w:rPr>
        <w:t xml:space="preserve">نها رصافة الشام بناها هشام بن عبد الملك ) </w:t>
      </w:r>
      <w:r w:rsidR="00E329D5">
        <w:rPr>
          <w:rFonts w:hint="cs"/>
          <w:rtl/>
        </w:rPr>
        <w:t>و</w:t>
      </w:r>
      <w:r>
        <w:rPr>
          <w:rtl/>
        </w:rPr>
        <w:t xml:space="preserve">زيد يخاصم الحسن بن الحسن في صدقة رسول الله </w:t>
      </w:r>
      <w:r w:rsidR="00E329D5">
        <w:rPr>
          <w:rFonts w:hint="cs"/>
          <w:rtl/>
        </w:rPr>
        <w:t>صلّى الله عليه وسلّم</w:t>
      </w:r>
      <w:r>
        <w:rPr>
          <w:rtl/>
        </w:rPr>
        <w:t xml:space="preserve"> فبعث اليهم هشام ف</w:t>
      </w:r>
      <w:r w:rsidR="00E329D5">
        <w:rPr>
          <w:rFonts w:hint="cs"/>
          <w:rtl/>
        </w:rPr>
        <w:t>ا</w:t>
      </w:r>
      <w:r>
        <w:rPr>
          <w:rtl/>
        </w:rPr>
        <w:t>نكروا فقال لهم هشام ف</w:t>
      </w:r>
      <w:r w:rsidR="00E329D5">
        <w:rPr>
          <w:rFonts w:hint="cs"/>
          <w:rtl/>
        </w:rPr>
        <w:t>ا</w:t>
      </w:r>
      <w:r>
        <w:rPr>
          <w:rtl/>
        </w:rPr>
        <w:t xml:space="preserve">نا باعثون بكم اليه يجمع بينكم وبينه فقال له زيد أنشدك الله والرحم أن لا تبعث بنا الى يوسف قال وما الذي تخاف من يوسف قال أخاف </w:t>
      </w:r>
      <w:r w:rsidR="00E329D5">
        <w:rPr>
          <w:rFonts w:hint="cs"/>
          <w:rtl/>
        </w:rPr>
        <w:t>ا</w:t>
      </w:r>
      <w:r>
        <w:rPr>
          <w:rtl/>
        </w:rPr>
        <w:t>ن يتعدى علينا فكتب هشام الى يوسف اذا قدم عليك زيد وفلان وفلان ف</w:t>
      </w:r>
      <w:r w:rsidR="007F0CBB">
        <w:rPr>
          <w:rFonts w:hint="cs"/>
          <w:rtl/>
        </w:rPr>
        <w:t>ا</w:t>
      </w:r>
      <w:r>
        <w:rPr>
          <w:rtl/>
        </w:rPr>
        <w:t>جمع بينهم وبينه ف</w:t>
      </w:r>
      <w:r w:rsidR="00E329D5">
        <w:rPr>
          <w:rFonts w:hint="cs"/>
          <w:rtl/>
        </w:rPr>
        <w:t>ا</w:t>
      </w:r>
      <w:r>
        <w:rPr>
          <w:rtl/>
        </w:rPr>
        <w:t xml:space="preserve">ن أقروا فسرح بهم الي وان </w:t>
      </w:r>
      <w:r w:rsidR="00E329D5">
        <w:rPr>
          <w:rFonts w:hint="cs"/>
          <w:rtl/>
        </w:rPr>
        <w:t>ا</w:t>
      </w:r>
      <w:r>
        <w:rPr>
          <w:rtl/>
        </w:rPr>
        <w:t>نكروا ولم يقم بينة فاستح</w:t>
      </w:r>
      <w:r w:rsidR="00E329D5">
        <w:rPr>
          <w:rFonts w:hint="cs"/>
          <w:rtl/>
        </w:rPr>
        <w:t>لف</w:t>
      </w:r>
      <w:r>
        <w:rPr>
          <w:rtl/>
        </w:rPr>
        <w:t xml:space="preserve">هم بعد صلاة العصر ثم </w:t>
      </w:r>
      <w:r w:rsidR="00E329D5">
        <w:rPr>
          <w:rFonts w:hint="cs"/>
          <w:rtl/>
        </w:rPr>
        <w:t>ا</w:t>
      </w:r>
      <w:r>
        <w:rPr>
          <w:rtl/>
        </w:rPr>
        <w:t xml:space="preserve">خل سبيلهم فقالوا إنا نخاف </w:t>
      </w:r>
      <w:r w:rsidR="00E329D5">
        <w:rPr>
          <w:rFonts w:hint="cs"/>
          <w:rtl/>
        </w:rPr>
        <w:t>ا</w:t>
      </w:r>
      <w:r>
        <w:rPr>
          <w:rtl/>
        </w:rPr>
        <w:t xml:space="preserve">ن يتعدى كتابك قال كلا </w:t>
      </w:r>
      <w:r w:rsidR="00E329D5">
        <w:rPr>
          <w:rFonts w:hint="cs"/>
          <w:rtl/>
        </w:rPr>
        <w:t>ا</w:t>
      </w:r>
      <w:r>
        <w:rPr>
          <w:rtl/>
        </w:rPr>
        <w:t>نا باعث معكم رجلا من الحرس ليأخذه بذلك حتى يفرغ ويعجل قالوا جزاك الله عن الرحم خيرا</w:t>
      </w:r>
      <w:r w:rsidR="002212A5">
        <w:rPr>
          <w:rFonts w:hint="cs"/>
          <w:rtl/>
        </w:rPr>
        <w:t>ً</w:t>
      </w:r>
      <w:r>
        <w:rPr>
          <w:rtl/>
        </w:rPr>
        <w:t xml:space="preserve">. فسرح بهم الى يوسف وهو يومئذ بالحيرة واحتبس ايوب </w:t>
      </w:r>
      <w:r w:rsidR="00E329D5">
        <w:rPr>
          <w:rFonts w:hint="cs"/>
          <w:rtl/>
        </w:rPr>
        <w:t>بن</w:t>
      </w:r>
      <w:r>
        <w:rPr>
          <w:rtl/>
        </w:rPr>
        <w:t xml:space="preserve"> سلمة لخؤ</w:t>
      </w:r>
      <w:r w:rsidR="00A04176">
        <w:rPr>
          <w:rFonts w:hint="cs"/>
          <w:rtl/>
        </w:rPr>
        <w:t>ل</w:t>
      </w:r>
      <w:r>
        <w:rPr>
          <w:rtl/>
        </w:rPr>
        <w:t>ته ولم يؤخذ بشيء من ذلك فلما قدموا على يوسف أجلس زيدا</w:t>
      </w:r>
      <w:r w:rsidR="00A04176">
        <w:rPr>
          <w:rFonts w:hint="cs"/>
          <w:rtl/>
        </w:rPr>
        <w:t>ً</w:t>
      </w:r>
      <w:r>
        <w:rPr>
          <w:rtl/>
        </w:rPr>
        <w:t xml:space="preserve"> قريبا</w:t>
      </w:r>
      <w:r w:rsidR="00A04176">
        <w:rPr>
          <w:rFonts w:hint="cs"/>
          <w:rtl/>
        </w:rPr>
        <w:t>ً</w:t>
      </w:r>
      <w:r>
        <w:rPr>
          <w:rtl/>
        </w:rPr>
        <w:t xml:space="preserve"> منه ولاطفه في المسألة ثم سألهم عن المال فأنكروا فأخرجه يوسف اليهم وقال هذا زيد بن</w:t>
      </w:r>
      <w:r w:rsidR="00A04176">
        <w:rPr>
          <w:rFonts w:hint="cs"/>
          <w:rtl/>
        </w:rPr>
        <w:t xml:space="preserve"> </w:t>
      </w:r>
      <w:r>
        <w:rPr>
          <w:rtl/>
        </w:rPr>
        <w:t xml:space="preserve">علي ومحمد بن عمر بن علي اللذان </w:t>
      </w:r>
      <w:r w:rsidR="00A04176">
        <w:rPr>
          <w:rFonts w:hint="cs"/>
          <w:rtl/>
        </w:rPr>
        <w:t>ا</w:t>
      </w:r>
      <w:r>
        <w:rPr>
          <w:rtl/>
        </w:rPr>
        <w:t>دعيت قبلهما ما أدعيت قال ما لي قبلهما قليل ولا كثير قال أف</w:t>
      </w:r>
      <w:r w:rsidR="00A04176">
        <w:rPr>
          <w:rFonts w:hint="cs"/>
          <w:rtl/>
        </w:rPr>
        <w:t>ب</w:t>
      </w:r>
      <w:r>
        <w:rPr>
          <w:rtl/>
        </w:rPr>
        <w:t xml:space="preserve">ي كنت تهزأ </w:t>
      </w:r>
      <w:r w:rsidR="00A04176">
        <w:rPr>
          <w:rFonts w:hint="cs"/>
          <w:rtl/>
        </w:rPr>
        <w:t>ا</w:t>
      </w:r>
      <w:r>
        <w:rPr>
          <w:rtl/>
        </w:rPr>
        <w:t>م بامير المؤمنين فعذبه عذابا</w:t>
      </w:r>
      <w:r w:rsidR="002212A5">
        <w:rPr>
          <w:rFonts w:hint="cs"/>
          <w:rtl/>
        </w:rPr>
        <w:t>ً</w:t>
      </w:r>
      <w:r>
        <w:rPr>
          <w:rtl/>
        </w:rPr>
        <w:t xml:space="preserve"> ظن </w:t>
      </w:r>
      <w:r w:rsidR="00A04176">
        <w:rPr>
          <w:rFonts w:hint="cs"/>
          <w:rtl/>
        </w:rPr>
        <w:t>ا</w:t>
      </w:r>
      <w:r>
        <w:rPr>
          <w:rtl/>
        </w:rPr>
        <w:t xml:space="preserve">نه قد قتله ثم </w:t>
      </w:r>
      <w:r w:rsidR="00A04176">
        <w:rPr>
          <w:rFonts w:hint="cs"/>
          <w:rtl/>
        </w:rPr>
        <w:t>ا</w:t>
      </w:r>
      <w:r>
        <w:rPr>
          <w:rtl/>
        </w:rPr>
        <w:t>خرج زيدا</w:t>
      </w:r>
      <w:r w:rsidR="002212A5">
        <w:rPr>
          <w:rFonts w:hint="cs"/>
          <w:rtl/>
        </w:rPr>
        <w:t>ً</w:t>
      </w:r>
      <w:r>
        <w:rPr>
          <w:rtl/>
        </w:rPr>
        <w:t xml:space="preserve"> و</w:t>
      </w:r>
      <w:r w:rsidR="00A04176">
        <w:rPr>
          <w:rFonts w:hint="cs"/>
          <w:rtl/>
        </w:rPr>
        <w:t>ا</w:t>
      </w:r>
      <w:r>
        <w:rPr>
          <w:rtl/>
        </w:rPr>
        <w:t>صحابه بعد صلاة العصر الى المسجد فاستحلفهم فحلفوا فخلى سبيلهم ( كان خالد القسري واليا</w:t>
      </w:r>
      <w:r w:rsidR="002212A5">
        <w:rPr>
          <w:rFonts w:hint="cs"/>
          <w:rtl/>
        </w:rPr>
        <w:t>ً</w:t>
      </w:r>
      <w:r>
        <w:rPr>
          <w:rtl/>
        </w:rPr>
        <w:t xml:space="preserve"> على العراق قبل يوسف فلما ولي يوسف عذبه ب</w:t>
      </w:r>
      <w:r w:rsidR="001D6194">
        <w:rPr>
          <w:rFonts w:hint="cs"/>
          <w:rtl/>
        </w:rPr>
        <w:t>ا</w:t>
      </w:r>
      <w:r>
        <w:rPr>
          <w:rtl/>
        </w:rPr>
        <w:t>مر هشام ليستخرج منه الاموال</w:t>
      </w:r>
    </w:p>
    <w:p w:rsidR="00BA4473" w:rsidRDefault="00BA4473" w:rsidP="004D084E">
      <w:pPr>
        <w:pStyle w:val="rfdNormal0"/>
        <w:rPr>
          <w:rtl/>
        </w:rPr>
      </w:pPr>
      <w:r w:rsidRPr="001D6194">
        <w:rPr>
          <w:rtl/>
        </w:rPr>
        <w:br w:type="page"/>
      </w:r>
      <w:r>
        <w:rPr>
          <w:rtl/>
        </w:rPr>
        <w:lastRenderedPageBreak/>
        <w:t xml:space="preserve">فادعى أن له مالا </w:t>
      </w:r>
      <w:r w:rsidR="004D084E">
        <w:rPr>
          <w:rFonts w:hint="cs"/>
          <w:rtl/>
        </w:rPr>
        <w:t>ا</w:t>
      </w:r>
      <w:r>
        <w:rPr>
          <w:rtl/>
        </w:rPr>
        <w:t>ودعه عند هؤلاء ليرفع عنه العذاب ولم يكن له عندهم شيء</w:t>
      </w:r>
      <w:r w:rsidR="004D084E">
        <w:rPr>
          <w:rtl/>
        </w:rPr>
        <w:t xml:space="preserve"> فلما جمعه بهم تكلم بالحقيقة ).</w:t>
      </w:r>
    </w:p>
    <w:p w:rsidR="00BA4473" w:rsidRDefault="00BA4473" w:rsidP="004D084E">
      <w:pPr>
        <w:rPr>
          <w:rtl/>
        </w:rPr>
      </w:pPr>
      <w:r>
        <w:rPr>
          <w:rtl/>
        </w:rPr>
        <w:t xml:space="preserve">وقال ابن الاثير أن هشاما </w:t>
      </w:r>
      <w:r w:rsidR="004D084E">
        <w:rPr>
          <w:rFonts w:hint="cs"/>
          <w:rtl/>
        </w:rPr>
        <w:t>ا</w:t>
      </w:r>
      <w:r>
        <w:rPr>
          <w:rtl/>
        </w:rPr>
        <w:t xml:space="preserve">حضرهم من المدينة وسيرهم الى يوسف ليجمع بينهم وبين خالد فقال يوسف لزيد </w:t>
      </w:r>
      <w:r w:rsidR="004D084E">
        <w:rPr>
          <w:rFonts w:hint="cs"/>
          <w:rtl/>
        </w:rPr>
        <w:t>ا</w:t>
      </w:r>
      <w:r>
        <w:rPr>
          <w:rtl/>
        </w:rPr>
        <w:t>ن خالدا</w:t>
      </w:r>
      <w:r w:rsidR="00710BC6">
        <w:rPr>
          <w:rFonts w:hint="cs"/>
          <w:rtl/>
        </w:rPr>
        <w:t>ً</w:t>
      </w:r>
      <w:r>
        <w:rPr>
          <w:rtl/>
        </w:rPr>
        <w:t xml:space="preserve"> زعم </w:t>
      </w:r>
      <w:r w:rsidR="004D084E">
        <w:rPr>
          <w:rFonts w:hint="cs"/>
          <w:rtl/>
        </w:rPr>
        <w:t>ا</w:t>
      </w:r>
      <w:r>
        <w:rPr>
          <w:rtl/>
        </w:rPr>
        <w:t xml:space="preserve">نه </w:t>
      </w:r>
      <w:r w:rsidR="004D084E">
        <w:rPr>
          <w:rFonts w:hint="cs"/>
          <w:rtl/>
        </w:rPr>
        <w:t>ا</w:t>
      </w:r>
      <w:r>
        <w:rPr>
          <w:rtl/>
        </w:rPr>
        <w:t>ودعك مالا قال كيف يودعني وهو يش</w:t>
      </w:r>
      <w:r w:rsidR="004D084E">
        <w:rPr>
          <w:rFonts w:hint="cs"/>
          <w:rtl/>
        </w:rPr>
        <w:t>ت</w:t>
      </w:r>
      <w:r>
        <w:rPr>
          <w:rtl/>
        </w:rPr>
        <w:t>م آبائي على منبره ف</w:t>
      </w:r>
      <w:r w:rsidR="004D084E">
        <w:rPr>
          <w:rFonts w:hint="cs"/>
          <w:rtl/>
        </w:rPr>
        <w:t>ا</w:t>
      </w:r>
      <w:r>
        <w:rPr>
          <w:rtl/>
        </w:rPr>
        <w:t>رسل الى خالد ف</w:t>
      </w:r>
      <w:r w:rsidR="004D084E">
        <w:rPr>
          <w:rFonts w:hint="cs"/>
          <w:rtl/>
        </w:rPr>
        <w:t>ا</w:t>
      </w:r>
      <w:r>
        <w:rPr>
          <w:rtl/>
        </w:rPr>
        <w:t xml:space="preserve">حضره في عباءة فقال هذا زيد قد </w:t>
      </w:r>
      <w:r w:rsidR="004D084E">
        <w:rPr>
          <w:rFonts w:hint="cs"/>
          <w:rtl/>
        </w:rPr>
        <w:t>ا</w:t>
      </w:r>
      <w:r>
        <w:rPr>
          <w:rtl/>
        </w:rPr>
        <w:t xml:space="preserve">نكر </w:t>
      </w:r>
      <w:r w:rsidR="004D084E">
        <w:rPr>
          <w:rFonts w:hint="cs"/>
          <w:rtl/>
        </w:rPr>
        <w:t>ا</w:t>
      </w:r>
      <w:r>
        <w:rPr>
          <w:rtl/>
        </w:rPr>
        <w:t xml:space="preserve">نك </w:t>
      </w:r>
      <w:r w:rsidR="004D084E">
        <w:rPr>
          <w:rFonts w:hint="cs"/>
          <w:rtl/>
        </w:rPr>
        <w:t>ا</w:t>
      </w:r>
      <w:r>
        <w:rPr>
          <w:rtl/>
        </w:rPr>
        <w:t>ودعته شيئا</w:t>
      </w:r>
      <w:r w:rsidR="004D084E">
        <w:rPr>
          <w:rFonts w:hint="cs"/>
          <w:rtl/>
        </w:rPr>
        <w:t>ً</w:t>
      </w:r>
      <w:r>
        <w:rPr>
          <w:rtl/>
        </w:rPr>
        <w:t xml:space="preserve"> فقال خالد ليوسف أتريد مع </w:t>
      </w:r>
      <w:r w:rsidR="004D084E">
        <w:rPr>
          <w:rFonts w:hint="cs"/>
          <w:rtl/>
        </w:rPr>
        <w:t>اثم</w:t>
      </w:r>
      <w:r>
        <w:rPr>
          <w:rtl/>
        </w:rPr>
        <w:t xml:space="preserve">ك في </w:t>
      </w:r>
      <w:r w:rsidR="00710BC6">
        <w:rPr>
          <w:rFonts w:hint="cs"/>
          <w:rtl/>
        </w:rPr>
        <w:t>ا</w:t>
      </w:r>
      <w:r>
        <w:rPr>
          <w:rtl/>
        </w:rPr>
        <w:t>ثما</w:t>
      </w:r>
      <w:r w:rsidR="00710BC6">
        <w:rPr>
          <w:rFonts w:hint="cs"/>
          <w:rtl/>
        </w:rPr>
        <w:t>ً</w:t>
      </w:r>
      <w:r>
        <w:rPr>
          <w:rtl/>
        </w:rPr>
        <w:t xml:space="preserve"> في هذا كيف </w:t>
      </w:r>
      <w:r w:rsidR="004D084E">
        <w:rPr>
          <w:rFonts w:hint="cs"/>
          <w:rtl/>
        </w:rPr>
        <w:t>ا</w:t>
      </w:r>
      <w:r>
        <w:rPr>
          <w:rtl/>
        </w:rPr>
        <w:t>ودعه و</w:t>
      </w:r>
      <w:r w:rsidR="004D084E">
        <w:rPr>
          <w:rFonts w:hint="cs"/>
          <w:rtl/>
        </w:rPr>
        <w:t>ا</w:t>
      </w:r>
      <w:r>
        <w:rPr>
          <w:rtl/>
        </w:rPr>
        <w:t xml:space="preserve">نا </w:t>
      </w:r>
      <w:r w:rsidR="004D084E">
        <w:rPr>
          <w:rFonts w:hint="cs"/>
          <w:rtl/>
        </w:rPr>
        <w:t>ا</w:t>
      </w:r>
      <w:r>
        <w:rPr>
          <w:rtl/>
        </w:rPr>
        <w:t>شتمه و</w:t>
      </w:r>
      <w:r w:rsidR="004D084E">
        <w:rPr>
          <w:rFonts w:hint="cs"/>
          <w:rtl/>
        </w:rPr>
        <w:t>ا</w:t>
      </w:r>
      <w:r>
        <w:rPr>
          <w:rtl/>
        </w:rPr>
        <w:t>شتم آباءه على المنبر فقالوا لخالد ما دعاك الى ما صنعت قال شدد علي العذاب ف</w:t>
      </w:r>
      <w:r w:rsidR="004D084E">
        <w:rPr>
          <w:rFonts w:hint="cs"/>
          <w:rtl/>
        </w:rPr>
        <w:t>ا</w:t>
      </w:r>
      <w:r>
        <w:rPr>
          <w:rtl/>
        </w:rPr>
        <w:t xml:space="preserve">دعيت ذلك وأملت </w:t>
      </w:r>
      <w:r w:rsidR="004D084E">
        <w:rPr>
          <w:rFonts w:hint="cs"/>
          <w:rtl/>
        </w:rPr>
        <w:t>ا</w:t>
      </w:r>
      <w:r>
        <w:rPr>
          <w:rtl/>
        </w:rPr>
        <w:t xml:space="preserve">ن يأتي الله بفرج قبل قدومكم فرجعوا وأقام زيد وداود بالكوفة وقيل </w:t>
      </w:r>
      <w:r w:rsidR="004D084E">
        <w:rPr>
          <w:rFonts w:hint="cs"/>
          <w:rtl/>
        </w:rPr>
        <w:t>ا</w:t>
      </w:r>
      <w:r>
        <w:rPr>
          <w:rtl/>
        </w:rPr>
        <w:t>ن يزيد بن خالد القسري هو</w:t>
      </w:r>
      <w:r w:rsidR="004D084E">
        <w:rPr>
          <w:rFonts w:hint="cs"/>
          <w:rtl/>
        </w:rPr>
        <w:t xml:space="preserve"> </w:t>
      </w:r>
      <w:r>
        <w:rPr>
          <w:rtl/>
        </w:rPr>
        <w:t>الذي ادعى المال وديعة عند زيد.</w:t>
      </w:r>
    </w:p>
    <w:p w:rsidR="00BA4473" w:rsidRDefault="00BA4473" w:rsidP="004D084E">
      <w:pPr>
        <w:rPr>
          <w:rtl/>
        </w:rPr>
      </w:pPr>
      <w:r>
        <w:rPr>
          <w:rtl/>
        </w:rPr>
        <w:t>قال ابن عساكر : قال مصعب بن عبد</w:t>
      </w:r>
      <w:r w:rsidR="004D084E">
        <w:rPr>
          <w:rFonts w:hint="cs"/>
          <w:rtl/>
        </w:rPr>
        <w:t xml:space="preserve"> </w:t>
      </w:r>
      <w:r>
        <w:rPr>
          <w:rtl/>
        </w:rPr>
        <w:t>الله : كان هشام بعث الى زيد والى داود بن علي وأتهمهما أن يكون عندهما مال لخالد ابن عبد</w:t>
      </w:r>
      <w:r w:rsidR="004D084E">
        <w:rPr>
          <w:rFonts w:hint="cs"/>
          <w:rtl/>
        </w:rPr>
        <w:t xml:space="preserve"> </w:t>
      </w:r>
      <w:r>
        <w:rPr>
          <w:rtl/>
        </w:rPr>
        <w:t xml:space="preserve">الله القسري حين عزله فقال كثير بن كثير بن المطلب ابن وداعة السهمي حين </w:t>
      </w:r>
      <w:r w:rsidR="004D084E">
        <w:rPr>
          <w:rFonts w:hint="cs"/>
          <w:rtl/>
        </w:rPr>
        <w:t>ا</w:t>
      </w:r>
      <w:r>
        <w:rPr>
          <w:rtl/>
        </w:rPr>
        <w:t>خذ داود وزيد بمكة :</w:t>
      </w:r>
    </w:p>
    <w:tbl>
      <w:tblPr>
        <w:bidiVisual/>
        <w:tblW w:w="5000" w:type="pct"/>
        <w:tblLook w:val="01E0" w:firstRow="1" w:lastRow="1" w:firstColumn="1" w:lastColumn="1" w:noHBand="0" w:noVBand="0"/>
      </w:tblPr>
      <w:tblGrid>
        <w:gridCol w:w="3642"/>
        <w:gridCol w:w="303"/>
        <w:gridCol w:w="3642"/>
      </w:tblGrid>
      <w:tr w:rsidR="00D747B7">
        <w:tc>
          <w:tcPr>
            <w:tcW w:w="2400" w:type="pct"/>
            <w:shd w:val="clear" w:color="auto" w:fill="auto"/>
          </w:tcPr>
          <w:p w:rsidR="00D747B7" w:rsidRDefault="00D747B7" w:rsidP="00863005">
            <w:pPr>
              <w:pStyle w:val="rfdPoem"/>
              <w:rPr>
                <w:rtl/>
              </w:rPr>
            </w:pPr>
            <w:r>
              <w:rPr>
                <w:rtl/>
              </w:rPr>
              <w:t>يأمن الظبي والحمام ولا يأ</w:t>
            </w:r>
            <w:r w:rsidRPr="002E5C97">
              <w:rPr>
                <w:rStyle w:val="rfdPoemTiniCharChar"/>
                <w:rtl/>
              </w:rPr>
              <w:br/>
              <w:t> </w:t>
            </w:r>
          </w:p>
        </w:tc>
        <w:tc>
          <w:tcPr>
            <w:tcW w:w="200" w:type="pct"/>
            <w:shd w:val="clear" w:color="auto" w:fill="auto"/>
          </w:tcPr>
          <w:p w:rsidR="00D747B7" w:rsidRDefault="00D747B7" w:rsidP="00863005">
            <w:pPr>
              <w:pStyle w:val="rfdPoem"/>
              <w:rPr>
                <w:rtl/>
              </w:rPr>
            </w:pPr>
          </w:p>
        </w:tc>
        <w:tc>
          <w:tcPr>
            <w:tcW w:w="2400" w:type="pct"/>
            <w:shd w:val="clear" w:color="auto" w:fill="auto"/>
          </w:tcPr>
          <w:p w:rsidR="00D747B7" w:rsidRDefault="00D747B7" w:rsidP="00863005">
            <w:pPr>
              <w:pStyle w:val="rfdPoem"/>
              <w:rPr>
                <w:rtl/>
              </w:rPr>
            </w:pPr>
            <w:r>
              <w:rPr>
                <w:rtl/>
              </w:rPr>
              <w:t>من ابن النبي عند المقام</w:t>
            </w:r>
            <w:r w:rsidRPr="002E5C97">
              <w:rPr>
                <w:rStyle w:val="rfdPoemTiniCharChar"/>
                <w:rtl/>
              </w:rPr>
              <w:br/>
              <w:t> </w:t>
            </w:r>
          </w:p>
        </w:tc>
      </w:tr>
      <w:tr w:rsidR="00D747B7">
        <w:tc>
          <w:tcPr>
            <w:tcW w:w="2400" w:type="pct"/>
          </w:tcPr>
          <w:p w:rsidR="00D747B7" w:rsidRDefault="00D747B7" w:rsidP="00863005">
            <w:pPr>
              <w:pStyle w:val="rfdPoem"/>
              <w:rPr>
                <w:rtl/>
              </w:rPr>
            </w:pPr>
            <w:r>
              <w:rPr>
                <w:rtl/>
              </w:rPr>
              <w:t>طبت بيتا</w:t>
            </w:r>
            <w:r w:rsidR="004D084E">
              <w:rPr>
                <w:rFonts w:hint="cs"/>
                <w:rtl/>
              </w:rPr>
              <w:t>ً</w:t>
            </w:r>
            <w:r>
              <w:rPr>
                <w:rtl/>
              </w:rPr>
              <w:t xml:space="preserve"> وطاب </w:t>
            </w:r>
            <w:r w:rsidR="00710BC6">
              <w:rPr>
                <w:rFonts w:hint="cs"/>
                <w:rtl/>
              </w:rPr>
              <w:t>ا</w:t>
            </w:r>
            <w:r>
              <w:rPr>
                <w:rtl/>
              </w:rPr>
              <w:t xml:space="preserve">هلك </w:t>
            </w:r>
            <w:r w:rsidR="004D084E">
              <w:rPr>
                <w:rFonts w:hint="cs"/>
                <w:rtl/>
              </w:rPr>
              <w:t>ا</w:t>
            </w:r>
            <w:r>
              <w:rPr>
                <w:rtl/>
              </w:rPr>
              <w:t>هلا</w:t>
            </w:r>
            <w:r w:rsidRPr="002E5C97">
              <w:rPr>
                <w:rStyle w:val="rfdPoemTiniCharChar"/>
                <w:rtl/>
              </w:rPr>
              <w:br/>
              <w:t> </w:t>
            </w:r>
          </w:p>
        </w:tc>
        <w:tc>
          <w:tcPr>
            <w:tcW w:w="200" w:type="pct"/>
          </w:tcPr>
          <w:p w:rsidR="00D747B7" w:rsidRDefault="00D747B7" w:rsidP="00863005">
            <w:pPr>
              <w:pStyle w:val="rfdPoem"/>
              <w:rPr>
                <w:rtl/>
              </w:rPr>
            </w:pPr>
          </w:p>
        </w:tc>
        <w:tc>
          <w:tcPr>
            <w:tcW w:w="2400" w:type="pct"/>
          </w:tcPr>
          <w:p w:rsidR="00D747B7" w:rsidRDefault="00D747B7" w:rsidP="00863005">
            <w:pPr>
              <w:pStyle w:val="rfdPoem"/>
              <w:rPr>
                <w:rtl/>
              </w:rPr>
            </w:pPr>
            <w:r>
              <w:rPr>
                <w:rtl/>
              </w:rPr>
              <w:t>أهل بيت النبي وال</w:t>
            </w:r>
            <w:r w:rsidR="008B7403">
              <w:rPr>
                <w:rFonts w:hint="cs"/>
                <w:rtl/>
              </w:rPr>
              <w:t>ا</w:t>
            </w:r>
            <w:r>
              <w:rPr>
                <w:rtl/>
              </w:rPr>
              <w:t>سلام</w:t>
            </w:r>
            <w:r w:rsidRPr="002E5C97">
              <w:rPr>
                <w:rStyle w:val="rfdPoemTiniCharChar"/>
                <w:rtl/>
              </w:rPr>
              <w:br/>
              <w:t> </w:t>
            </w:r>
          </w:p>
        </w:tc>
      </w:tr>
      <w:tr w:rsidR="00D747B7">
        <w:tc>
          <w:tcPr>
            <w:tcW w:w="2400" w:type="pct"/>
          </w:tcPr>
          <w:p w:rsidR="00D747B7" w:rsidRDefault="00D747B7" w:rsidP="00863005">
            <w:pPr>
              <w:pStyle w:val="rfdPoem"/>
              <w:rPr>
                <w:rtl/>
              </w:rPr>
            </w:pPr>
            <w:r>
              <w:rPr>
                <w:rtl/>
              </w:rPr>
              <w:t>رحمة الله والسلام عليكم</w:t>
            </w:r>
            <w:r w:rsidRPr="002E5C97">
              <w:rPr>
                <w:rStyle w:val="rfdPoemTiniCharChar"/>
                <w:rtl/>
              </w:rPr>
              <w:br/>
              <w:t> </w:t>
            </w:r>
          </w:p>
        </w:tc>
        <w:tc>
          <w:tcPr>
            <w:tcW w:w="200" w:type="pct"/>
          </w:tcPr>
          <w:p w:rsidR="00D747B7" w:rsidRDefault="00D747B7" w:rsidP="00863005">
            <w:pPr>
              <w:pStyle w:val="rfdPoem"/>
              <w:rPr>
                <w:rtl/>
              </w:rPr>
            </w:pPr>
          </w:p>
        </w:tc>
        <w:tc>
          <w:tcPr>
            <w:tcW w:w="2400" w:type="pct"/>
          </w:tcPr>
          <w:p w:rsidR="00D747B7" w:rsidRDefault="00D747B7" w:rsidP="00863005">
            <w:pPr>
              <w:pStyle w:val="rfdPoem"/>
              <w:rPr>
                <w:rtl/>
              </w:rPr>
            </w:pPr>
            <w:r>
              <w:rPr>
                <w:rtl/>
              </w:rPr>
              <w:t>كلما ق</w:t>
            </w:r>
            <w:r w:rsidR="004D084E">
              <w:rPr>
                <w:rFonts w:hint="cs"/>
                <w:rtl/>
              </w:rPr>
              <w:t>ا</w:t>
            </w:r>
            <w:r>
              <w:rPr>
                <w:rtl/>
              </w:rPr>
              <w:t>م قائم بسلام</w:t>
            </w:r>
            <w:r w:rsidRPr="002E5C97">
              <w:rPr>
                <w:rStyle w:val="rfdPoemTiniCharChar"/>
                <w:rtl/>
              </w:rPr>
              <w:br/>
              <w:t> </w:t>
            </w:r>
          </w:p>
        </w:tc>
      </w:tr>
      <w:tr w:rsidR="00D747B7">
        <w:tc>
          <w:tcPr>
            <w:tcW w:w="2400" w:type="pct"/>
          </w:tcPr>
          <w:p w:rsidR="00D747B7" w:rsidRDefault="00D747B7" w:rsidP="00863005">
            <w:pPr>
              <w:pStyle w:val="rfdPoem"/>
              <w:rPr>
                <w:rtl/>
              </w:rPr>
            </w:pPr>
            <w:r>
              <w:rPr>
                <w:rtl/>
              </w:rPr>
              <w:t>حفظوا خاتما</w:t>
            </w:r>
            <w:r w:rsidR="00710BC6">
              <w:rPr>
                <w:rFonts w:hint="cs"/>
                <w:rtl/>
              </w:rPr>
              <w:t>ً</w:t>
            </w:r>
            <w:r>
              <w:rPr>
                <w:rtl/>
              </w:rPr>
              <w:t xml:space="preserve"> وجزء رداء</w:t>
            </w:r>
            <w:r w:rsidRPr="002E5C97">
              <w:rPr>
                <w:rStyle w:val="rfdPoemTiniCharChar"/>
                <w:rtl/>
              </w:rPr>
              <w:br/>
              <w:t> </w:t>
            </w:r>
          </w:p>
        </w:tc>
        <w:tc>
          <w:tcPr>
            <w:tcW w:w="200" w:type="pct"/>
          </w:tcPr>
          <w:p w:rsidR="00D747B7" w:rsidRDefault="00D747B7" w:rsidP="00863005">
            <w:pPr>
              <w:pStyle w:val="rfdPoem"/>
              <w:rPr>
                <w:rtl/>
              </w:rPr>
            </w:pPr>
          </w:p>
        </w:tc>
        <w:tc>
          <w:tcPr>
            <w:tcW w:w="2400" w:type="pct"/>
          </w:tcPr>
          <w:p w:rsidR="00D747B7" w:rsidRDefault="00D747B7" w:rsidP="00863005">
            <w:pPr>
              <w:pStyle w:val="rfdPoem"/>
              <w:rPr>
                <w:rtl/>
              </w:rPr>
            </w:pPr>
            <w:r>
              <w:rPr>
                <w:rtl/>
              </w:rPr>
              <w:t>وأضاعوا قرابة الارحام</w:t>
            </w:r>
            <w:r w:rsidRPr="002E5C97">
              <w:rPr>
                <w:rStyle w:val="rfdPoemTiniCharChar"/>
                <w:rtl/>
              </w:rPr>
              <w:br/>
              <w:t> </w:t>
            </w:r>
          </w:p>
        </w:tc>
      </w:tr>
    </w:tbl>
    <w:p w:rsidR="00BA4473" w:rsidRDefault="00BA4473" w:rsidP="004D084E">
      <w:pPr>
        <w:rPr>
          <w:rtl/>
        </w:rPr>
      </w:pPr>
      <w:r>
        <w:rPr>
          <w:rtl/>
        </w:rPr>
        <w:t xml:space="preserve">قال ويقال </w:t>
      </w:r>
      <w:r w:rsidR="004D084E">
        <w:rPr>
          <w:rFonts w:hint="cs"/>
          <w:rtl/>
        </w:rPr>
        <w:t>ا</w:t>
      </w:r>
      <w:r>
        <w:rPr>
          <w:rtl/>
        </w:rPr>
        <w:t>ن زيدا</w:t>
      </w:r>
      <w:r w:rsidR="00710BC6">
        <w:rPr>
          <w:rFonts w:hint="cs"/>
          <w:rtl/>
        </w:rPr>
        <w:t>ً</w:t>
      </w:r>
      <w:r>
        <w:rPr>
          <w:rtl/>
        </w:rPr>
        <w:t xml:space="preserve"> بينما كان بباب هشام في خصومة عبد</w:t>
      </w:r>
      <w:r w:rsidR="004D084E">
        <w:rPr>
          <w:rFonts w:hint="cs"/>
          <w:rtl/>
        </w:rPr>
        <w:t xml:space="preserve"> </w:t>
      </w:r>
      <w:r>
        <w:rPr>
          <w:rtl/>
        </w:rPr>
        <w:t>الله</w:t>
      </w:r>
    </w:p>
    <w:p w:rsidR="00BA4473" w:rsidRDefault="00BA4473" w:rsidP="00A56AD5">
      <w:pPr>
        <w:pStyle w:val="rfdNormal0"/>
        <w:rPr>
          <w:rtl/>
        </w:rPr>
      </w:pPr>
      <w:r w:rsidRPr="004D084E">
        <w:rPr>
          <w:rtl/>
        </w:rPr>
        <w:br w:type="page"/>
      </w:r>
      <w:r>
        <w:rPr>
          <w:rtl/>
        </w:rPr>
        <w:lastRenderedPageBreak/>
        <w:t xml:space="preserve">ابن حسن في الصدقة ورد كتاب يوسف بن عمر في زيد وداود ابن علي ومحمد بن عمر بن علي بن </w:t>
      </w:r>
      <w:r w:rsidR="003A68A2">
        <w:rPr>
          <w:rFonts w:hint="cs"/>
          <w:rtl/>
        </w:rPr>
        <w:t>ا</w:t>
      </w:r>
      <w:r>
        <w:rPr>
          <w:rtl/>
        </w:rPr>
        <w:t>بي طالب و</w:t>
      </w:r>
      <w:r w:rsidR="003A68A2">
        <w:rPr>
          <w:rFonts w:hint="cs"/>
          <w:rtl/>
        </w:rPr>
        <w:t>ا</w:t>
      </w:r>
      <w:r>
        <w:rPr>
          <w:rtl/>
        </w:rPr>
        <w:t>يوب بن سلمة فحبس زيدا</w:t>
      </w:r>
      <w:r w:rsidR="00C14E93">
        <w:rPr>
          <w:rFonts w:hint="cs"/>
          <w:rtl/>
        </w:rPr>
        <w:t>ً</w:t>
      </w:r>
      <w:r>
        <w:rPr>
          <w:rtl/>
        </w:rPr>
        <w:t xml:space="preserve"> وبعث الى </w:t>
      </w:r>
      <w:r w:rsidR="003A68A2">
        <w:rPr>
          <w:rFonts w:hint="cs"/>
          <w:rtl/>
        </w:rPr>
        <w:t>ا</w:t>
      </w:r>
      <w:r>
        <w:rPr>
          <w:rtl/>
        </w:rPr>
        <w:t xml:space="preserve">ولئك فقدم بهم ثم حملهم الى يوسف بن عمر غير </w:t>
      </w:r>
      <w:r w:rsidR="003A68A2">
        <w:rPr>
          <w:rFonts w:hint="cs"/>
          <w:rtl/>
        </w:rPr>
        <w:t>ا</w:t>
      </w:r>
      <w:r>
        <w:rPr>
          <w:rtl/>
        </w:rPr>
        <w:t xml:space="preserve">يوب فانه </w:t>
      </w:r>
      <w:r w:rsidR="003A68A2">
        <w:rPr>
          <w:rFonts w:hint="cs"/>
          <w:rtl/>
        </w:rPr>
        <w:t>ا</w:t>
      </w:r>
      <w:r>
        <w:rPr>
          <w:rtl/>
        </w:rPr>
        <w:t>طلقه ل</w:t>
      </w:r>
      <w:r w:rsidR="003A68A2">
        <w:rPr>
          <w:rFonts w:hint="cs"/>
          <w:rtl/>
        </w:rPr>
        <w:t>ا</w:t>
      </w:r>
      <w:r>
        <w:rPr>
          <w:rtl/>
        </w:rPr>
        <w:t xml:space="preserve">نه من </w:t>
      </w:r>
      <w:r w:rsidR="003A68A2">
        <w:rPr>
          <w:rFonts w:hint="cs"/>
          <w:rtl/>
        </w:rPr>
        <w:t>ا</w:t>
      </w:r>
      <w:r>
        <w:rPr>
          <w:rtl/>
        </w:rPr>
        <w:t xml:space="preserve">خواله وبعث </w:t>
      </w:r>
      <w:r w:rsidR="003A68A2">
        <w:rPr>
          <w:rFonts w:hint="cs"/>
          <w:rtl/>
        </w:rPr>
        <w:t>ي</w:t>
      </w:r>
      <w:r>
        <w:rPr>
          <w:rtl/>
        </w:rPr>
        <w:t xml:space="preserve">زيد الى يوسف بن عمر بالكوفة فاستحلفه ما عنده لخالد مال وخلى سبيله حتى </w:t>
      </w:r>
      <w:r w:rsidR="00A56AD5">
        <w:rPr>
          <w:rFonts w:hint="cs"/>
          <w:rtl/>
        </w:rPr>
        <w:t>ا</w:t>
      </w:r>
      <w:r>
        <w:rPr>
          <w:rtl/>
        </w:rPr>
        <w:t>ذا كان بالق</w:t>
      </w:r>
      <w:r w:rsidR="00C14E93">
        <w:rPr>
          <w:rFonts w:hint="cs"/>
          <w:rtl/>
        </w:rPr>
        <w:t>ا</w:t>
      </w:r>
      <w:r>
        <w:rPr>
          <w:rtl/>
        </w:rPr>
        <w:t xml:space="preserve">دسية لحقته الشيعة فسألوه الرجوع معهم والخروج ففعل وقتل وانهزم </w:t>
      </w:r>
      <w:r w:rsidR="00C14E93">
        <w:rPr>
          <w:rFonts w:hint="cs"/>
          <w:rtl/>
        </w:rPr>
        <w:t>ا</w:t>
      </w:r>
      <w:r>
        <w:rPr>
          <w:rtl/>
        </w:rPr>
        <w:t>صحابه وفي ذلك يقول سلمة بن الحر بن يوسف بن الحكم :</w:t>
      </w:r>
    </w:p>
    <w:tbl>
      <w:tblPr>
        <w:bidiVisual/>
        <w:tblW w:w="5000" w:type="pct"/>
        <w:tblLook w:val="01E0" w:firstRow="1" w:lastRow="1" w:firstColumn="1" w:lastColumn="1" w:noHBand="0" w:noVBand="0"/>
      </w:tblPr>
      <w:tblGrid>
        <w:gridCol w:w="3642"/>
        <w:gridCol w:w="303"/>
        <w:gridCol w:w="3642"/>
      </w:tblGrid>
      <w:tr w:rsidR="00D747B7">
        <w:tc>
          <w:tcPr>
            <w:tcW w:w="2400" w:type="pct"/>
            <w:shd w:val="clear" w:color="auto" w:fill="auto"/>
          </w:tcPr>
          <w:p w:rsidR="00D747B7" w:rsidRDefault="00D747B7" w:rsidP="00863005">
            <w:pPr>
              <w:pStyle w:val="rfdPoem"/>
              <w:rPr>
                <w:rtl/>
              </w:rPr>
            </w:pPr>
            <w:r>
              <w:rPr>
                <w:rtl/>
              </w:rPr>
              <w:t>وامتنا جحاجح من قريش</w:t>
            </w:r>
            <w:r w:rsidRPr="002E5C97">
              <w:rPr>
                <w:rStyle w:val="rfdPoemTiniCharChar"/>
                <w:rtl/>
              </w:rPr>
              <w:br/>
              <w:t> </w:t>
            </w:r>
          </w:p>
        </w:tc>
        <w:tc>
          <w:tcPr>
            <w:tcW w:w="200" w:type="pct"/>
            <w:shd w:val="clear" w:color="auto" w:fill="auto"/>
          </w:tcPr>
          <w:p w:rsidR="00D747B7" w:rsidRDefault="00D747B7" w:rsidP="00863005">
            <w:pPr>
              <w:pStyle w:val="rfdPoem"/>
              <w:rPr>
                <w:rtl/>
              </w:rPr>
            </w:pPr>
          </w:p>
        </w:tc>
        <w:tc>
          <w:tcPr>
            <w:tcW w:w="2400" w:type="pct"/>
            <w:shd w:val="clear" w:color="auto" w:fill="auto"/>
          </w:tcPr>
          <w:p w:rsidR="00D747B7" w:rsidRDefault="00D747B7" w:rsidP="00863005">
            <w:pPr>
              <w:pStyle w:val="rfdPoem"/>
              <w:rPr>
                <w:rtl/>
              </w:rPr>
            </w:pPr>
            <w:r>
              <w:rPr>
                <w:rtl/>
              </w:rPr>
              <w:t>ف</w:t>
            </w:r>
            <w:r w:rsidR="00C14E93">
              <w:rPr>
                <w:rFonts w:hint="cs"/>
                <w:rtl/>
              </w:rPr>
              <w:t>ا</w:t>
            </w:r>
            <w:r>
              <w:rPr>
                <w:rtl/>
              </w:rPr>
              <w:t xml:space="preserve">مسى ذكرهم كحديث </w:t>
            </w:r>
            <w:r w:rsidR="00C14E93">
              <w:rPr>
                <w:rFonts w:hint="cs"/>
                <w:rtl/>
              </w:rPr>
              <w:t>ا</w:t>
            </w:r>
            <w:r>
              <w:rPr>
                <w:rtl/>
              </w:rPr>
              <w:t>مس</w:t>
            </w:r>
            <w:r w:rsidRPr="002E5C97">
              <w:rPr>
                <w:rStyle w:val="rfdPoemTiniCharChar"/>
                <w:rtl/>
              </w:rPr>
              <w:br/>
              <w:t> </w:t>
            </w:r>
          </w:p>
        </w:tc>
      </w:tr>
      <w:tr w:rsidR="00D747B7">
        <w:tc>
          <w:tcPr>
            <w:tcW w:w="2400" w:type="pct"/>
          </w:tcPr>
          <w:p w:rsidR="00D747B7" w:rsidRDefault="00D747B7" w:rsidP="00863005">
            <w:pPr>
              <w:pStyle w:val="rfdPoem"/>
              <w:rPr>
                <w:rtl/>
              </w:rPr>
            </w:pPr>
            <w:r>
              <w:rPr>
                <w:rtl/>
              </w:rPr>
              <w:t xml:space="preserve">وكنا </w:t>
            </w:r>
            <w:r w:rsidR="000E4A8F">
              <w:rPr>
                <w:rFonts w:hint="cs"/>
                <w:rtl/>
              </w:rPr>
              <w:t>ا</w:t>
            </w:r>
            <w:r>
              <w:rPr>
                <w:rtl/>
              </w:rPr>
              <w:t>س ملكهم قديما</w:t>
            </w:r>
            <w:r w:rsidR="00C14E93">
              <w:rPr>
                <w:rFonts w:hint="cs"/>
                <w:rtl/>
              </w:rPr>
              <w:t>ً</w:t>
            </w:r>
            <w:r w:rsidRPr="002E5C97">
              <w:rPr>
                <w:rStyle w:val="rfdPoemTiniCharChar"/>
                <w:rtl/>
              </w:rPr>
              <w:br/>
              <w:t> </w:t>
            </w:r>
          </w:p>
        </w:tc>
        <w:tc>
          <w:tcPr>
            <w:tcW w:w="200" w:type="pct"/>
          </w:tcPr>
          <w:p w:rsidR="00D747B7" w:rsidRDefault="00D747B7" w:rsidP="00863005">
            <w:pPr>
              <w:pStyle w:val="rfdPoem"/>
              <w:rPr>
                <w:rtl/>
              </w:rPr>
            </w:pPr>
          </w:p>
        </w:tc>
        <w:tc>
          <w:tcPr>
            <w:tcW w:w="2400" w:type="pct"/>
          </w:tcPr>
          <w:p w:rsidR="00D747B7" w:rsidRDefault="00D747B7" w:rsidP="00863005">
            <w:pPr>
              <w:pStyle w:val="rfdPoem"/>
              <w:rPr>
                <w:rtl/>
              </w:rPr>
            </w:pPr>
            <w:r>
              <w:rPr>
                <w:rtl/>
              </w:rPr>
              <w:t xml:space="preserve">وما ملك يقوم بغير </w:t>
            </w:r>
            <w:r w:rsidR="00C14E93">
              <w:rPr>
                <w:rFonts w:hint="cs"/>
                <w:rtl/>
              </w:rPr>
              <w:t>ا</w:t>
            </w:r>
            <w:r>
              <w:rPr>
                <w:rtl/>
              </w:rPr>
              <w:t>س</w:t>
            </w:r>
            <w:r w:rsidRPr="002E5C97">
              <w:rPr>
                <w:rStyle w:val="rfdPoemTiniCharChar"/>
                <w:rtl/>
              </w:rPr>
              <w:br/>
              <w:t> </w:t>
            </w:r>
          </w:p>
        </w:tc>
      </w:tr>
      <w:tr w:rsidR="00D747B7">
        <w:tc>
          <w:tcPr>
            <w:tcW w:w="2400" w:type="pct"/>
          </w:tcPr>
          <w:p w:rsidR="00D747B7" w:rsidRDefault="00D747B7" w:rsidP="00863005">
            <w:pPr>
              <w:pStyle w:val="rfdPoem"/>
              <w:rPr>
                <w:rtl/>
              </w:rPr>
            </w:pPr>
            <w:r>
              <w:rPr>
                <w:rtl/>
              </w:rPr>
              <w:t>ضمنا منهم ثكلا وحزنا</w:t>
            </w:r>
            <w:r w:rsidR="00C14E93">
              <w:rPr>
                <w:rFonts w:hint="cs"/>
                <w:rtl/>
              </w:rPr>
              <w:t>ً</w:t>
            </w:r>
            <w:r w:rsidRPr="002E5C97">
              <w:rPr>
                <w:rStyle w:val="rfdPoemTiniCharChar"/>
                <w:rtl/>
              </w:rPr>
              <w:br/>
              <w:t> </w:t>
            </w:r>
          </w:p>
        </w:tc>
        <w:tc>
          <w:tcPr>
            <w:tcW w:w="200" w:type="pct"/>
          </w:tcPr>
          <w:p w:rsidR="00D747B7" w:rsidRDefault="00D747B7" w:rsidP="00863005">
            <w:pPr>
              <w:pStyle w:val="rfdPoem"/>
              <w:rPr>
                <w:rtl/>
              </w:rPr>
            </w:pPr>
          </w:p>
        </w:tc>
        <w:tc>
          <w:tcPr>
            <w:tcW w:w="2400" w:type="pct"/>
          </w:tcPr>
          <w:p w:rsidR="00D747B7" w:rsidRDefault="00D747B7" w:rsidP="00863005">
            <w:pPr>
              <w:pStyle w:val="rfdPoem"/>
              <w:rPr>
                <w:rtl/>
              </w:rPr>
            </w:pPr>
            <w:r>
              <w:rPr>
                <w:rtl/>
              </w:rPr>
              <w:t>ولكن لا محالة من تأس</w:t>
            </w:r>
            <w:r w:rsidRPr="002E5C97">
              <w:rPr>
                <w:rStyle w:val="rfdPoemTiniCharChar"/>
                <w:rtl/>
              </w:rPr>
              <w:br/>
              <w:t> </w:t>
            </w:r>
          </w:p>
        </w:tc>
      </w:tr>
    </w:tbl>
    <w:p w:rsidR="00BA4473" w:rsidRDefault="00BA4473" w:rsidP="00D6504B">
      <w:pPr>
        <w:rPr>
          <w:rtl/>
        </w:rPr>
      </w:pPr>
      <w:r>
        <w:rPr>
          <w:rtl/>
        </w:rPr>
        <w:t xml:space="preserve">والاختلاف بين هذه الاخبار ظاهر. فالخبر الاول دل على </w:t>
      </w:r>
      <w:r w:rsidR="00D6504B">
        <w:rPr>
          <w:rFonts w:hint="cs"/>
          <w:rtl/>
        </w:rPr>
        <w:t>ا</w:t>
      </w:r>
      <w:r>
        <w:rPr>
          <w:rtl/>
        </w:rPr>
        <w:t>ن زيدا</w:t>
      </w:r>
      <w:r w:rsidR="00D6504B">
        <w:rPr>
          <w:rFonts w:hint="cs"/>
          <w:rtl/>
        </w:rPr>
        <w:t>ً</w:t>
      </w:r>
      <w:r>
        <w:rPr>
          <w:rtl/>
        </w:rPr>
        <w:t xml:space="preserve"> كان بالمدينة وداود بالبلقاء والخبر الثاني دل على </w:t>
      </w:r>
      <w:r w:rsidR="00C14E93">
        <w:rPr>
          <w:rFonts w:hint="cs"/>
          <w:rtl/>
        </w:rPr>
        <w:t>ا</w:t>
      </w:r>
      <w:r>
        <w:rPr>
          <w:rtl/>
        </w:rPr>
        <w:t>ن زيدا</w:t>
      </w:r>
      <w:r w:rsidR="00C14E93">
        <w:rPr>
          <w:rFonts w:hint="cs"/>
          <w:rtl/>
        </w:rPr>
        <w:t>ً</w:t>
      </w:r>
      <w:r>
        <w:rPr>
          <w:rtl/>
        </w:rPr>
        <w:t xml:space="preserve"> ومحمد ابن عمر كانا بالرصافة بالشام. والخبر الثالث دل على ان الجميع كانوا بمكة والخبر الرابع دل على ان هشاما</w:t>
      </w:r>
      <w:r w:rsidR="00D6504B">
        <w:rPr>
          <w:rFonts w:hint="cs"/>
          <w:rtl/>
        </w:rPr>
        <w:t>ً</w:t>
      </w:r>
      <w:r>
        <w:rPr>
          <w:rtl/>
        </w:rPr>
        <w:t xml:space="preserve"> هو الذي اتهم زيدا</w:t>
      </w:r>
      <w:r w:rsidR="00C14E93">
        <w:rPr>
          <w:rFonts w:hint="cs"/>
          <w:rtl/>
        </w:rPr>
        <w:t>ً</w:t>
      </w:r>
      <w:r>
        <w:rPr>
          <w:rtl/>
        </w:rPr>
        <w:t xml:space="preserve"> وداود بالمال وأنهما كانا بمكة و</w:t>
      </w:r>
      <w:r w:rsidR="00D6504B">
        <w:rPr>
          <w:rFonts w:hint="cs"/>
          <w:rtl/>
        </w:rPr>
        <w:t>ا</w:t>
      </w:r>
      <w:r>
        <w:rPr>
          <w:rtl/>
        </w:rPr>
        <w:t>نه حبس زيدا</w:t>
      </w:r>
      <w:r w:rsidR="00C14E93">
        <w:rPr>
          <w:rFonts w:hint="cs"/>
          <w:rtl/>
        </w:rPr>
        <w:t>ً</w:t>
      </w:r>
      <w:r>
        <w:rPr>
          <w:rtl/>
        </w:rPr>
        <w:t>.</w:t>
      </w:r>
    </w:p>
    <w:p w:rsidR="00BA4473" w:rsidRDefault="00BA4473" w:rsidP="00D6504B">
      <w:pPr>
        <w:rPr>
          <w:rtl/>
        </w:rPr>
      </w:pPr>
      <w:r>
        <w:rPr>
          <w:rtl/>
        </w:rPr>
        <w:t xml:space="preserve">وقال ابن الاثير في الكامل </w:t>
      </w:r>
      <w:r w:rsidR="00D6504B">
        <w:rPr>
          <w:rFonts w:hint="cs"/>
          <w:rtl/>
        </w:rPr>
        <w:t>ا</w:t>
      </w:r>
      <w:r>
        <w:rPr>
          <w:rtl/>
        </w:rPr>
        <w:t xml:space="preserve">ن المال الذي ادعاه خالد على زيد كان ثمن </w:t>
      </w:r>
      <w:r w:rsidR="00D6504B">
        <w:rPr>
          <w:rFonts w:hint="cs"/>
          <w:rtl/>
        </w:rPr>
        <w:t>ا</w:t>
      </w:r>
      <w:r>
        <w:rPr>
          <w:rtl/>
        </w:rPr>
        <w:t xml:space="preserve">رض ابتاعها خالد من زيد ثم ردها عليه فذكر في حوادث سنة 121 قيل </w:t>
      </w:r>
      <w:r w:rsidR="00D6504B">
        <w:rPr>
          <w:rFonts w:hint="cs"/>
          <w:rtl/>
        </w:rPr>
        <w:t>ا</w:t>
      </w:r>
      <w:r>
        <w:rPr>
          <w:rtl/>
        </w:rPr>
        <w:t>ن زيدا</w:t>
      </w:r>
      <w:r w:rsidR="00C14E93">
        <w:rPr>
          <w:rFonts w:hint="cs"/>
          <w:rtl/>
        </w:rPr>
        <w:t>ً</w:t>
      </w:r>
      <w:r>
        <w:rPr>
          <w:rtl/>
        </w:rPr>
        <w:t xml:space="preserve"> قتل فيها وقيل في سنة 122 وقيل في سبب خلافه </w:t>
      </w:r>
      <w:r w:rsidR="00D6504B">
        <w:rPr>
          <w:rFonts w:hint="cs"/>
          <w:rtl/>
        </w:rPr>
        <w:t>ا</w:t>
      </w:r>
      <w:r>
        <w:rPr>
          <w:rtl/>
        </w:rPr>
        <w:t>ن زيدا</w:t>
      </w:r>
      <w:r w:rsidR="00D6504B">
        <w:rPr>
          <w:rFonts w:hint="cs"/>
          <w:rtl/>
        </w:rPr>
        <w:t>ً</w:t>
      </w:r>
      <w:r>
        <w:rPr>
          <w:rtl/>
        </w:rPr>
        <w:t xml:space="preserve"> وداود بن علي بن عبد</w:t>
      </w:r>
      <w:r w:rsidR="00D6504B">
        <w:rPr>
          <w:rFonts w:hint="cs"/>
          <w:rtl/>
        </w:rPr>
        <w:t xml:space="preserve"> </w:t>
      </w:r>
      <w:r>
        <w:rPr>
          <w:rtl/>
        </w:rPr>
        <w:t>الله بن عباس ومحمد بن عمر بن علي ابن ابي طالب قدموا على خالد بن عبد</w:t>
      </w:r>
      <w:r w:rsidR="00D6504B">
        <w:rPr>
          <w:rFonts w:hint="cs"/>
          <w:rtl/>
        </w:rPr>
        <w:t xml:space="preserve"> </w:t>
      </w:r>
      <w:r>
        <w:rPr>
          <w:rtl/>
        </w:rPr>
        <w:t>الله القسري بالعراق ف</w:t>
      </w:r>
      <w:r w:rsidR="00D6504B">
        <w:rPr>
          <w:rFonts w:hint="cs"/>
          <w:rtl/>
        </w:rPr>
        <w:t>ا</w:t>
      </w:r>
      <w:r>
        <w:rPr>
          <w:rtl/>
        </w:rPr>
        <w:t>جازهم ورجعوا</w:t>
      </w:r>
    </w:p>
    <w:p w:rsidR="00BA4473" w:rsidRDefault="00BA4473" w:rsidP="00793502">
      <w:pPr>
        <w:pStyle w:val="rfdNormal0"/>
        <w:rPr>
          <w:rtl/>
        </w:rPr>
      </w:pPr>
      <w:r w:rsidRPr="00D6504B">
        <w:rPr>
          <w:rtl/>
        </w:rPr>
        <w:br w:type="page"/>
      </w:r>
      <w:r>
        <w:rPr>
          <w:rtl/>
        </w:rPr>
        <w:lastRenderedPageBreak/>
        <w:t xml:space="preserve">الى المدينة فلما ولي يوسف بن عمر كتب الى هشام بذلك وذكر </w:t>
      </w:r>
      <w:r w:rsidR="00793502">
        <w:rPr>
          <w:rFonts w:hint="cs"/>
          <w:rtl/>
        </w:rPr>
        <w:t>ا</w:t>
      </w:r>
      <w:r>
        <w:rPr>
          <w:rtl/>
        </w:rPr>
        <w:t xml:space="preserve">ن خالد بن عبد الله ابتاع من زيد </w:t>
      </w:r>
      <w:r w:rsidR="000E4A8F">
        <w:rPr>
          <w:rFonts w:hint="cs"/>
          <w:rtl/>
        </w:rPr>
        <w:t>ا</w:t>
      </w:r>
      <w:r>
        <w:rPr>
          <w:rtl/>
        </w:rPr>
        <w:t>رضا</w:t>
      </w:r>
      <w:r w:rsidR="000E4A8F">
        <w:rPr>
          <w:rFonts w:hint="cs"/>
          <w:rtl/>
        </w:rPr>
        <w:t>ً</w:t>
      </w:r>
      <w:r>
        <w:rPr>
          <w:rtl/>
        </w:rPr>
        <w:t xml:space="preserve"> بالمدينة بعشرة آلاف دينار ثم رد ال</w:t>
      </w:r>
      <w:r w:rsidR="00793502">
        <w:rPr>
          <w:rFonts w:hint="cs"/>
          <w:rtl/>
        </w:rPr>
        <w:t>ا</w:t>
      </w:r>
      <w:r>
        <w:rPr>
          <w:rtl/>
        </w:rPr>
        <w:t xml:space="preserve">رض عليه فكتب هشام الى عامل المدينة </w:t>
      </w:r>
      <w:r w:rsidR="00793502">
        <w:rPr>
          <w:rFonts w:hint="cs"/>
          <w:rtl/>
        </w:rPr>
        <w:t>ا</w:t>
      </w:r>
      <w:r>
        <w:rPr>
          <w:rtl/>
        </w:rPr>
        <w:t>ن يسيرهم اليه ففعل فسألهم هشام عن ذلك فاقروا بالجائزة وانكروا ما سوى ذلك وحلفوا فصدقهم و</w:t>
      </w:r>
      <w:r w:rsidR="00793502">
        <w:rPr>
          <w:rFonts w:hint="cs"/>
          <w:rtl/>
        </w:rPr>
        <w:t>ا</w:t>
      </w:r>
      <w:r>
        <w:rPr>
          <w:rtl/>
        </w:rPr>
        <w:t>مرهم بالمسير الى العراق ليقابلوا خالدا</w:t>
      </w:r>
      <w:r w:rsidR="00793502">
        <w:rPr>
          <w:rFonts w:hint="cs"/>
          <w:rtl/>
        </w:rPr>
        <w:t>ً</w:t>
      </w:r>
      <w:r>
        <w:rPr>
          <w:rtl/>
        </w:rPr>
        <w:t xml:space="preserve"> فساروا على كره وقابلوا خالدا</w:t>
      </w:r>
      <w:r w:rsidR="000E4A8F">
        <w:rPr>
          <w:rFonts w:hint="cs"/>
          <w:rtl/>
        </w:rPr>
        <w:t>ً</w:t>
      </w:r>
      <w:r>
        <w:rPr>
          <w:rtl/>
        </w:rPr>
        <w:t xml:space="preserve"> فصدقهم فعادوا نحو المدينة فلما نزلوا القادسية راسل </w:t>
      </w:r>
      <w:r w:rsidR="00793502">
        <w:rPr>
          <w:rFonts w:hint="cs"/>
          <w:rtl/>
        </w:rPr>
        <w:t>ا</w:t>
      </w:r>
      <w:r>
        <w:rPr>
          <w:rtl/>
        </w:rPr>
        <w:t>هل الكوفة زيدا</w:t>
      </w:r>
      <w:r w:rsidR="000E4A8F">
        <w:rPr>
          <w:rFonts w:hint="cs"/>
          <w:rtl/>
        </w:rPr>
        <w:t>ً</w:t>
      </w:r>
      <w:r w:rsidR="00793502">
        <w:rPr>
          <w:rtl/>
        </w:rPr>
        <w:t xml:space="preserve"> فعاد اليهم.</w:t>
      </w:r>
    </w:p>
    <w:p w:rsidR="00BA4473" w:rsidRDefault="00BA4473" w:rsidP="00793502">
      <w:pPr>
        <w:rPr>
          <w:rtl/>
        </w:rPr>
      </w:pPr>
      <w:r>
        <w:rPr>
          <w:rtl/>
        </w:rPr>
        <w:t xml:space="preserve">قال </w:t>
      </w:r>
      <w:r w:rsidR="00793502">
        <w:rPr>
          <w:rFonts w:hint="cs"/>
          <w:rtl/>
        </w:rPr>
        <w:t>ا</w:t>
      </w:r>
      <w:r>
        <w:rPr>
          <w:rtl/>
        </w:rPr>
        <w:t>بو الفرج في روايته ف</w:t>
      </w:r>
      <w:r w:rsidR="00793502">
        <w:rPr>
          <w:rFonts w:hint="cs"/>
          <w:rtl/>
        </w:rPr>
        <w:t>ا</w:t>
      </w:r>
      <w:r>
        <w:rPr>
          <w:rtl/>
        </w:rPr>
        <w:t>قام زيد بعد خروجه من عند يوسف بالكوفة اياما</w:t>
      </w:r>
      <w:r w:rsidR="000E4A8F">
        <w:rPr>
          <w:rFonts w:hint="cs"/>
          <w:rtl/>
        </w:rPr>
        <w:t>ً</w:t>
      </w:r>
      <w:r>
        <w:rPr>
          <w:rtl/>
        </w:rPr>
        <w:t xml:space="preserve"> وجعل يوسف يستحثه حتى خرج و</w:t>
      </w:r>
      <w:r w:rsidR="00793502">
        <w:rPr>
          <w:rFonts w:hint="cs"/>
          <w:rtl/>
        </w:rPr>
        <w:t>ا</w:t>
      </w:r>
      <w:r>
        <w:rPr>
          <w:rtl/>
        </w:rPr>
        <w:t>ت</w:t>
      </w:r>
      <w:r w:rsidR="00793502">
        <w:rPr>
          <w:rFonts w:hint="cs"/>
          <w:rtl/>
        </w:rPr>
        <w:t>ى</w:t>
      </w:r>
      <w:r>
        <w:rPr>
          <w:rtl/>
        </w:rPr>
        <w:t xml:space="preserve"> القادسية ثم </w:t>
      </w:r>
      <w:r w:rsidR="00793502">
        <w:rPr>
          <w:rFonts w:hint="cs"/>
          <w:rtl/>
        </w:rPr>
        <w:t>ا</w:t>
      </w:r>
      <w:r>
        <w:rPr>
          <w:rtl/>
        </w:rPr>
        <w:t xml:space="preserve">ن الشيعة لقوة فقالوا </w:t>
      </w:r>
      <w:r w:rsidR="00793502">
        <w:rPr>
          <w:rFonts w:hint="cs"/>
          <w:rtl/>
        </w:rPr>
        <w:t>ا</w:t>
      </w:r>
      <w:r>
        <w:rPr>
          <w:rtl/>
        </w:rPr>
        <w:t xml:space="preserve">ين تخرج عنا رحمك الله ومعك مائة </w:t>
      </w:r>
      <w:r w:rsidR="00793502">
        <w:rPr>
          <w:rFonts w:hint="cs"/>
          <w:rtl/>
        </w:rPr>
        <w:t>ا</w:t>
      </w:r>
      <w:r>
        <w:rPr>
          <w:rtl/>
        </w:rPr>
        <w:t xml:space="preserve">لف سيف من </w:t>
      </w:r>
      <w:r w:rsidR="00793502">
        <w:rPr>
          <w:rFonts w:hint="cs"/>
          <w:rtl/>
        </w:rPr>
        <w:t>ا</w:t>
      </w:r>
      <w:r>
        <w:rPr>
          <w:rtl/>
        </w:rPr>
        <w:t xml:space="preserve">هل الكوفة والبصرة وخراسان يضربون بني أمية بها دونك وليس قبلنا من </w:t>
      </w:r>
      <w:r w:rsidR="00793502">
        <w:rPr>
          <w:rFonts w:hint="cs"/>
          <w:rtl/>
        </w:rPr>
        <w:t>ا</w:t>
      </w:r>
      <w:r>
        <w:rPr>
          <w:rtl/>
        </w:rPr>
        <w:t>هل الشام الا عدة يسيرة ف</w:t>
      </w:r>
      <w:r w:rsidR="00793502">
        <w:rPr>
          <w:rFonts w:hint="cs"/>
          <w:rtl/>
        </w:rPr>
        <w:t>ا</w:t>
      </w:r>
      <w:r>
        <w:rPr>
          <w:rtl/>
        </w:rPr>
        <w:t xml:space="preserve">بى عليهم فقال له محمد ابن عمر بن علي بن </w:t>
      </w:r>
      <w:r w:rsidR="00793502">
        <w:rPr>
          <w:rFonts w:hint="cs"/>
          <w:rtl/>
        </w:rPr>
        <w:t>ا</w:t>
      </w:r>
      <w:r>
        <w:rPr>
          <w:rtl/>
        </w:rPr>
        <w:t xml:space="preserve">بي طالب اذكرك الله يا </w:t>
      </w:r>
      <w:r w:rsidR="00793502">
        <w:rPr>
          <w:rFonts w:hint="cs"/>
          <w:rtl/>
        </w:rPr>
        <w:t>ا</w:t>
      </w:r>
      <w:r>
        <w:rPr>
          <w:rtl/>
        </w:rPr>
        <w:t>با الحسين لما لحقت ب</w:t>
      </w:r>
      <w:r w:rsidR="00793502">
        <w:rPr>
          <w:rFonts w:hint="cs"/>
          <w:rtl/>
        </w:rPr>
        <w:t>ا</w:t>
      </w:r>
      <w:r>
        <w:rPr>
          <w:rtl/>
        </w:rPr>
        <w:t xml:space="preserve">هلك ولم تقبل قول </w:t>
      </w:r>
      <w:r w:rsidR="00793502">
        <w:rPr>
          <w:rFonts w:hint="cs"/>
          <w:rtl/>
        </w:rPr>
        <w:t>ا</w:t>
      </w:r>
      <w:r>
        <w:rPr>
          <w:rtl/>
        </w:rPr>
        <w:t>حد من هؤلاء ف</w:t>
      </w:r>
      <w:r w:rsidR="00793502">
        <w:rPr>
          <w:rFonts w:hint="cs"/>
          <w:rtl/>
        </w:rPr>
        <w:t>ا</w:t>
      </w:r>
      <w:r>
        <w:rPr>
          <w:rtl/>
        </w:rPr>
        <w:t xml:space="preserve">نهم لا يفون لك أليسوا أصحاب جدك الحسين بن علي </w:t>
      </w:r>
      <w:r w:rsidR="00FF2CA0">
        <w:rPr>
          <w:rStyle w:val="rfdAlaem"/>
          <w:rFonts w:hint="cs"/>
          <w:rtl/>
        </w:rPr>
        <w:t>عليهما‌السلام</w:t>
      </w:r>
      <w:r>
        <w:rPr>
          <w:rtl/>
        </w:rPr>
        <w:t xml:space="preserve"> فأبى </w:t>
      </w:r>
      <w:r w:rsidR="00793502">
        <w:rPr>
          <w:rFonts w:hint="cs"/>
          <w:rtl/>
        </w:rPr>
        <w:t>ا</w:t>
      </w:r>
      <w:r>
        <w:rPr>
          <w:rtl/>
        </w:rPr>
        <w:t xml:space="preserve">ن يرجع فما زالوا يناشدونه حتى رجع بعد </w:t>
      </w:r>
      <w:r w:rsidR="00793502">
        <w:rPr>
          <w:rFonts w:hint="cs"/>
          <w:rtl/>
        </w:rPr>
        <w:t>ا</w:t>
      </w:r>
      <w:r>
        <w:rPr>
          <w:rtl/>
        </w:rPr>
        <w:t xml:space="preserve">ن </w:t>
      </w:r>
      <w:r w:rsidR="00793502">
        <w:rPr>
          <w:rFonts w:hint="cs"/>
          <w:rtl/>
        </w:rPr>
        <w:t>ا</w:t>
      </w:r>
      <w:r>
        <w:rPr>
          <w:rtl/>
        </w:rPr>
        <w:t>عطو</w:t>
      </w:r>
      <w:r w:rsidR="00793502">
        <w:rPr>
          <w:rFonts w:hint="cs"/>
          <w:rtl/>
        </w:rPr>
        <w:t>ه</w:t>
      </w:r>
      <w:r>
        <w:rPr>
          <w:rtl/>
        </w:rPr>
        <w:t xml:space="preserve"> العهود والمواثيق. وقال ابن الاثير فقال له محمد ابن عمر بن علي بن </w:t>
      </w:r>
      <w:r w:rsidR="00793502">
        <w:rPr>
          <w:rFonts w:hint="cs"/>
          <w:rtl/>
        </w:rPr>
        <w:t>ا</w:t>
      </w:r>
      <w:r>
        <w:rPr>
          <w:rtl/>
        </w:rPr>
        <w:t xml:space="preserve">بي طالب </w:t>
      </w:r>
      <w:r w:rsidR="00793502">
        <w:rPr>
          <w:rFonts w:hint="cs"/>
          <w:rtl/>
        </w:rPr>
        <w:t>ا</w:t>
      </w:r>
      <w:r>
        <w:rPr>
          <w:rtl/>
        </w:rPr>
        <w:t>ذكرك الله يا زيد لما لحقت ب</w:t>
      </w:r>
      <w:r w:rsidR="00793502">
        <w:rPr>
          <w:rFonts w:hint="cs"/>
          <w:rtl/>
        </w:rPr>
        <w:t>ا</w:t>
      </w:r>
      <w:r>
        <w:rPr>
          <w:rtl/>
        </w:rPr>
        <w:t>هلك ولا ترجع اليهم ف</w:t>
      </w:r>
      <w:r w:rsidR="00793502">
        <w:rPr>
          <w:rFonts w:hint="cs"/>
          <w:rtl/>
        </w:rPr>
        <w:t>ا</w:t>
      </w:r>
      <w:r>
        <w:rPr>
          <w:rtl/>
        </w:rPr>
        <w:t xml:space="preserve">نهم لا يفون لك فلم يقبل وقال له خرج بنا </w:t>
      </w:r>
      <w:r w:rsidR="00793502">
        <w:rPr>
          <w:rFonts w:hint="cs"/>
          <w:rtl/>
        </w:rPr>
        <w:t>ا</w:t>
      </w:r>
      <w:r>
        <w:rPr>
          <w:rtl/>
        </w:rPr>
        <w:t>سراء على غير ذنب من الحجاز الى الشام ثم الى الجزيرة ثم الى العراق الى تيس ثقيف يلعب بنا ثم قال :</w:t>
      </w:r>
    </w:p>
    <w:p w:rsidR="00F05E37" w:rsidRPr="00793502" w:rsidRDefault="00BA4473" w:rsidP="00793502">
      <w:pPr>
        <w:rPr>
          <w:rtl/>
        </w:rPr>
      </w:pPr>
      <w:r w:rsidRPr="00793502">
        <w:rPr>
          <w:rtl/>
        </w:rPr>
        <w:br w:type="page"/>
      </w:r>
    </w:p>
    <w:tbl>
      <w:tblPr>
        <w:bidiVisual/>
        <w:tblW w:w="5000" w:type="pct"/>
        <w:tblLook w:val="01E0" w:firstRow="1" w:lastRow="1" w:firstColumn="1" w:lastColumn="1" w:noHBand="0" w:noVBand="0"/>
      </w:tblPr>
      <w:tblGrid>
        <w:gridCol w:w="3642"/>
        <w:gridCol w:w="303"/>
        <w:gridCol w:w="3642"/>
      </w:tblGrid>
      <w:tr w:rsidR="00F05E37">
        <w:tc>
          <w:tcPr>
            <w:tcW w:w="2400" w:type="pct"/>
            <w:shd w:val="clear" w:color="auto" w:fill="auto"/>
          </w:tcPr>
          <w:p w:rsidR="00F05E37" w:rsidRDefault="00F05E37" w:rsidP="00863005">
            <w:pPr>
              <w:pStyle w:val="rfdPoem"/>
              <w:rPr>
                <w:rtl/>
              </w:rPr>
            </w:pPr>
            <w:r>
              <w:rPr>
                <w:rtl/>
              </w:rPr>
              <w:lastRenderedPageBreak/>
              <w:t>بكرت تخوفني الحتوف كأنني</w:t>
            </w:r>
            <w:r w:rsidRPr="002E5C97">
              <w:rPr>
                <w:rStyle w:val="rfdPoemTiniCharChar"/>
                <w:rtl/>
              </w:rPr>
              <w:br/>
              <w:t> </w:t>
            </w:r>
          </w:p>
        </w:tc>
        <w:tc>
          <w:tcPr>
            <w:tcW w:w="200" w:type="pct"/>
            <w:shd w:val="clear" w:color="auto" w:fill="auto"/>
          </w:tcPr>
          <w:p w:rsidR="00F05E37" w:rsidRDefault="00F05E37" w:rsidP="00863005">
            <w:pPr>
              <w:pStyle w:val="rfdPoem"/>
              <w:rPr>
                <w:rtl/>
              </w:rPr>
            </w:pPr>
          </w:p>
        </w:tc>
        <w:tc>
          <w:tcPr>
            <w:tcW w:w="2400" w:type="pct"/>
            <w:shd w:val="clear" w:color="auto" w:fill="auto"/>
          </w:tcPr>
          <w:p w:rsidR="00F05E37" w:rsidRDefault="00F05E37" w:rsidP="00863005">
            <w:pPr>
              <w:pStyle w:val="rfdPoem"/>
              <w:rPr>
                <w:rtl/>
              </w:rPr>
            </w:pPr>
            <w:r>
              <w:rPr>
                <w:rtl/>
              </w:rPr>
              <w:t>اصبحت عن عرض الحياة بمعزل</w:t>
            </w:r>
            <w:r w:rsidRPr="002E5C97">
              <w:rPr>
                <w:rStyle w:val="rfdPoemTiniCharChar"/>
                <w:rtl/>
              </w:rPr>
              <w:br/>
              <w:t> </w:t>
            </w:r>
          </w:p>
        </w:tc>
      </w:tr>
      <w:tr w:rsidR="00F05E37">
        <w:tc>
          <w:tcPr>
            <w:tcW w:w="2400" w:type="pct"/>
          </w:tcPr>
          <w:p w:rsidR="00F05E37" w:rsidRDefault="00F05E37" w:rsidP="00863005">
            <w:pPr>
              <w:pStyle w:val="rfdPoem"/>
              <w:rPr>
                <w:rtl/>
              </w:rPr>
            </w:pPr>
            <w:r>
              <w:rPr>
                <w:rtl/>
              </w:rPr>
              <w:t>ف</w:t>
            </w:r>
            <w:r w:rsidR="00793502">
              <w:rPr>
                <w:rFonts w:hint="cs"/>
                <w:rtl/>
              </w:rPr>
              <w:t>ا</w:t>
            </w:r>
            <w:r>
              <w:rPr>
                <w:rtl/>
              </w:rPr>
              <w:t xml:space="preserve">جبتها </w:t>
            </w:r>
            <w:r w:rsidR="00793502">
              <w:rPr>
                <w:rFonts w:hint="cs"/>
                <w:rtl/>
              </w:rPr>
              <w:t>ا</w:t>
            </w:r>
            <w:r>
              <w:rPr>
                <w:rtl/>
              </w:rPr>
              <w:t>ن المنية منهل</w:t>
            </w:r>
            <w:r w:rsidRPr="002E5C97">
              <w:rPr>
                <w:rStyle w:val="rfdPoemTiniCharChar"/>
                <w:rtl/>
              </w:rPr>
              <w:br/>
              <w:t> </w:t>
            </w:r>
          </w:p>
        </w:tc>
        <w:tc>
          <w:tcPr>
            <w:tcW w:w="200" w:type="pct"/>
          </w:tcPr>
          <w:p w:rsidR="00F05E37" w:rsidRDefault="00F05E37" w:rsidP="00863005">
            <w:pPr>
              <w:pStyle w:val="rfdPoem"/>
              <w:rPr>
                <w:rtl/>
              </w:rPr>
            </w:pPr>
          </w:p>
        </w:tc>
        <w:tc>
          <w:tcPr>
            <w:tcW w:w="2400" w:type="pct"/>
          </w:tcPr>
          <w:p w:rsidR="00F05E37" w:rsidRDefault="00F05E37" w:rsidP="00863005">
            <w:pPr>
              <w:pStyle w:val="rfdPoem"/>
              <w:rPr>
                <w:rtl/>
              </w:rPr>
            </w:pPr>
            <w:r>
              <w:rPr>
                <w:rtl/>
              </w:rPr>
              <w:t xml:space="preserve">لابد </w:t>
            </w:r>
            <w:r w:rsidR="00793502">
              <w:rPr>
                <w:rFonts w:hint="cs"/>
                <w:rtl/>
              </w:rPr>
              <w:t>ا</w:t>
            </w:r>
            <w:r>
              <w:rPr>
                <w:rtl/>
              </w:rPr>
              <w:t xml:space="preserve">ن </w:t>
            </w:r>
            <w:r w:rsidR="00793502">
              <w:rPr>
                <w:rFonts w:hint="cs"/>
                <w:rtl/>
              </w:rPr>
              <w:t>ا</w:t>
            </w:r>
            <w:r>
              <w:rPr>
                <w:rtl/>
              </w:rPr>
              <w:t>سقى بذاك المنهل</w:t>
            </w:r>
            <w:r w:rsidRPr="002E5C97">
              <w:rPr>
                <w:rStyle w:val="rfdPoemTiniCharChar"/>
                <w:rtl/>
              </w:rPr>
              <w:br/>
              <w:t> </w:t>
            </w:r>
          </w:p>
        </w:tc>
      </w:tr>
      <w:tr w:rsidR="00F05E37">
        <w:tc>
          <w:tcPr>
            <w:tcW w:w="2400" w:type="pct"/>
          </w:tcPr>
          <w:p w:rsidR="00F05E37" w:rsidRDefault="00793502" w:rsidP="00863005">
            <w:pPr>
              <w:pStyle w:val="rfdPoem"/>
              <w:rPr>
                <w:rtl/>
              </w:rPr>
            </w:pPr>
            <w:r>
              <w:rPr>
                <w:rFonts w:hint="cs"/>
                <w:rtl/>
              </w:rPr>
              <w:t>ا</w:t>
            </w:r>
            <w:r w:rsidR="00F05E37">
              <w:rPr>
                <w:rtl/>
              </w:rPr>
              <w:t>ن المنية لو تمثل مثلت</w:t>
            </w:r>
            <w:r w:rsidR="00F05E37" w:rsidRPr="002E5C97">
              <w:rPr>
                <w:rStyle w:val="rfdPoemTiniCharChar"/>
                <w:rtl/>
              </w:rPr>
              <w:br/>
              <w:t> </w:t>
            </w:r>
          </w:p>
        </w:tc>
        <w:tc>
          <w:tcPr>
            <w:tcW w:w="200" w:type="pct"/>
          </w:tcPr>
          <w:p w:rsidR="00F05E37" w:rsidRDefault="00F05E37" w:rsidP="00863005">
            <w:pPr>
              <w:pStyle w:val="rfdPoem"/>
              <w:rPr>
                <w:rtl/>
              </w:rPr>
            </w:pPr>
          </w:p>
        </w:tc>
        <w:tc>
          <w:tcPr>
            <w:tcW w:w="2400" w:type="pct"/>
          </w:tcPr>
          <w:p w:rsidR="00F05E37" w:rsidRDefault="00F05E37" w:rsidP="00863005">
            <w:pPr>
              <w:pStyle w:val="rfdPoem"/>
              <w:rPr>
                <w:rtl/>
              </w:rPr>
            </w:pPr>
            <w:r>
              <w:rPr>
                <w:rtl/>
              </w:rPr>
              <w:t>مثلى ( كذا ) اذا نزلوا بضيق المنزل</w:t>
            </w:r>
            <w:r w:rsidRPr="002E5C97">
              <w:rPr>
                <w:rStyle w:val="rfdPoemTiniCharChar"/>
                <w:rtl/>
              </w:rPr>
              <w:br/>
              <w:t> </w:t>
            </w:r>
          </w:p>
        </w:tc>
      </w:tr>
      <w:tr w:rsidR="00F05E37">
        <w:tc>
          <w:tcPr>
            <w:tcW w:w="2400" w:type="pct"/>
          </w:tcPr>
          <w:p w:rsidR="00F05E37" w:rsidRDefault="00F05E37" w:rsidP="00863005">
            <w:pPr>
              <w:pStyle w:val="rfdPoem"/>
              <w:rPr>
                <w:rtl/>
              </w:rPr>
            </w:pPr>
            <w:r>
              <w:rPr>
                <w:rtl/>
              </w:rPr>
              <w:t>فا</w:t>
            </w:r>
            <w:r w:rsidR="00793502">
              <w:rPr>
                <w:rFonts w:hint="cs"/>
                <w:rtl/>
              </w:rPr>
              <w:t>ت</w:t>
            </w:r>
            <w:r>
              <w:rPr>
                <w:rtl/>
              </w:rPr>
              <w:t xml:space="preserve">ني حياءك لا </w:t>
            </w:r>
            <w:r w:rsidR="00793502">
              <w:rPr>
                <w:rFonts w:hint="cs"/>
                <w:rtl/>
              </w:rPr>
              <w:t>ا</w:t>
            </w:r>
            <w:r>
              <w:rPr>
                <w:rtl/>
              </w:rPr>
              <w:t>بالك و</w:t>
            </w:r>
            <w:r w:rsidR="00793502">
              <w:rPr>
                <w:rFonts w:hint="cs"/>
                <w:rtl/>
              </w:rPr>
              <w:t>ا</w:t>
            </w:r>
            <w:r>
              <w:rPr>
                <w:rtl/>
              </w:rPr>
              <w:t>علمي</w:t>
            </w:r>
            <w:r w:rsidRPr="002E5C97">
              <w:rPr>
                <w:rStyle w:val="rfdPoemTiniCharChar"/>
                <w:rtl/>
              </w:rPr>
              <w:br/>
              <w:t> </w:t>
            </w:r>
          </w:p>
        </w:tc>
        <w:tc>
          <w:tcPr>
            <w:tcW w:w="200" w:type="pct"/>
          </w:tcPr>
          <w:p w:rsidR="00F05E37" w:rsidRDefault="00F05E37" w:rsidP="00863005">
            <w:pPr>
              <w:pStyle w:val="rfdPoem"/>
              <w:rPr>
                <w:rtl/>
              </w:rPr>
            </w:pPr>
          </w:p>
        </w:tc>
        <w:tc>
          <w:tcPr>
            <w:tcW w:w="2400" w:type="pct"/>
          </w:tcPr>
          <w:p w:rsidR="00F05E37" w:rsidRDefault="00793502" w:rsidP="00863005">
            <w:pPr>
              <w:pStyle w:val="rfdPoem"/>
              <w:rPr>
                <w:rtl/>
              </w:rPr>
            </w:pPr>
            <w:r>
              <w:rPr>
                <w:rFonts w:hint="cs"/>
                <w:rtl/>
              </w:rPr>
              <w:t>اني</w:t>
            </w:r>
            <w:r w:rsidR="00F05E37">
              <w:rPr>
                <w:rtl/>
              </w:rPr>
              <w:t xml:space="preserve"> امرؤ سأموت أن لم أقتل</w:t>
            </w:r>
            <w:r w:rsidR="00F05E37" w:rsidRPr="002E5C97">
              <w:rPr>
                <w:rStyle w:val="rfdPoemTiniCharChar"/>
                <w:rtl/>
              </w:rPr>
              <w:br/>
              <w:t> </w:t>
            </w:r>
          </w:p>
        </w:tc>
      </w:tr>
    </w:tbl>
    <w:p w:rsidR="00BA4473" w:rsidRDefault="00BA4473" w:rsidP="00793502">
      <w:pPr>
        <w:rPr>
          <w:rtl/>
        </w:rPr>
      </w:pPr>
      <w:r>
        <w:rPr>
          <w:rtl/>
        </w:rPr>
        <w:t xml:space="preserve">استودعك الله واني </w:t>
      </w:r>
      <w:r w:rsidR="00793502">
        <w:rPr>
          <w:rFonts w:hint="cs"/>
          <w:rtl/>
        </w:rPr>
        <w:t>ا</w:t>
      </w:r>
      <w:r>
        <w:rPr>
          <w:rtl/>
        </w:rPr>
        <w:t>عطي الله عهدا</w:t>
      </w:r>
      <w:r w:rsidR="00793502">
        <w:rPr>
          <w:rFonts w:hint="cs"/>
          <w:rtl/>
        </w:rPr>
        <w:t>ً</w:t>
      </w:r>
      <w:r>
        <w:rPr>
          <w:rtl/>
        </w:rPr>
        <w:t xml:space="preserve"> </w:t>
      </w:r>
      <w:r w:rsidR="00793502">
        <w:rPr>
          <w:rFonts w:hint="cs"/>
          <w:rtl/>
        </w:rPr>
        <w:t>ا</w:t>
      </w:r>
      <w:r>
        <w:rPr>
          <w:rtl/>
        </w:rPr>
        <w:t>ن دخلت يدي في طاعة هؤلاء ما عشت وفارقه و</w:t>
      </w:r>
      <w:r w:rsidR="00793502">
        <w:rPr>
          <w:rFonts w:hint="cs"/>
          <w:rtl/>
        </w:rPr>
        <w:t>ا</w:t>
      </w:r>
      <w:r>
        <w:rPr>
          <w:rtl/>
        </w:rPr>
        <w:t>قبل الى الكوفة ف</w:t>
      </w:r>
      <w:r w:rsidR="00793502">
        <w:rPr>
          <w:rFonts w:hint="cs"/>
          <w:rtl/>
        </w:rPr>
        <w:t>اق</w:t>
      </w:r>
      <w:r>
        <w:rPr>
          <w:rtl/>
        </w:rPr>
        <w:t>ام بها مستخفيا</w:t>
      </w:r>
      <w:r w:rsidR="000E4A8F">
        <w:rPr>
          <w:rFonts w:hint="cs"/>
          <w:rtl/>
        </w:rPr>
        <w:t>ً</w:t>
      </w:r>
      <w:r>
        <w:rPr>
          <w:rtl/>
        </w:rPr>
        <w:t xml:space="preserve"> ينتقل في المنازل و</w:t>
      </w:r>
      <w:r w:rsidR="00793502">
        <w:rPr>
          <w:rFonts w:hint="cs"/>
          <w:rtl/>
        </w:rPr>
        <w:t>ا</w:t>
      </w:r>
      <w:r>
        <w:rPr>
          <w:rtl/>
        </w:rPr>
        <w:t>قبلت الشيعة تختلف اليه تبايعه فبايعه جماعة</w:t>
      </w:r>
      <w:r w:rsidR="00793502">
        <w:rPr>
          <w:rFonts w:hint="cs"/>
          <w:rtl/>
        </w:rPr>
        <w:t xml:space="preserve"> </w:t>
      </w:r>
      <w:r>
        <w:rPr>
          <w:rtl/>
        </w:rPr>
        <w:t>منهم سلمة ابن كهيل ونصر بن خزيمة ومع</w:t>
      </w:r>
      <w:r w:rsidR="00793502">
        <w:rPr>
          <w:rFonts w:hint="cs"/>
          <w:rtl/>
        </w:rPr>
        <w:t>ا</w:t>
      </w:r>
      <w:r>
        <w:rPr>
          <w:rtl/>
        </w:rPr>
        <w:t>وية بن اسح</w:t>
      </w:r>
      <w:r w:rsidR="00EE72EE">
        <w:rPr>
          <w:rFonts w:hint="cs"/>
          <w:rtl/>
        </w:rPr>
        <w:t>ا</w:t>
      </w:r>
      <w:r>
        <w:rPr>
          <w:rtl/>
        </w:rPr>
        <w:t>ق بن زيد بن حارثة الانصاري و</w:t>
      </w:r>
      <w:r w:rsidR="00793502">
        <w:rPr>
          <w:rFonts w:hint="cs"/>
          <w:rtl/>
        </w:rPr>
        <w:t>ا</w:t>
      </w:r>
      <w:r>
        <w:rPr>
          <w:rtl/>
        </w:rPr>
        <w:t xml:space="preserve">ناس من وجوه </w:t>
      </w:r>
      <w:r w:rsidR="00793502">
        <w:rPr>
          <w:rFonts w:hint="cs"/>
          <w:rtl/>
        </w:rPr>
        <w:t>ا</w:t>
      </w:r>
      <w:r>
        <w:rPr>
          <w:rtl/>
        </w:rPr>
        <w:t>هل الكوفة.</w:t>
      </w:r>
    </w:p>
    <w:p w:rsidR="00BA4473" w:rsidRDefault="00BA4473" w:rsidP="00793502">
      <w:pPr>
        <w:rPr>
          <w:rtl/>
        </w:rPr>
      </w:pPr>
      <w:r>
        <w:rPr>
          <w:rtl/>
        </w:rPr>
        <w:t>وفي عمدة الطالب كان هشام بن عبد الملك قد بعث الى مكة ف</w:t>
      </w:r>
      <w:r w:rsidR="00793502">
        <w:rPr>
          <w:rFonts w:hint="cs"/>
          <w:rtl/>
        </w:rPr>
        <w:t>ا</w:t>
      </w:r>
      <w:r>
        <w:rPr>
          <w:rtl/>
        </w:rPr>
        <w:t>خذوا زيدا</w:t>
      </w:r>
      <w:r w:rsidR="000E4A8F">
        <w:rPr>
          <w:rFonts w:hint="cs"/>
          <w:rtl/>
        </w:rPr>
        <w:t>ً</w:t>
      </w:r>
      <w:r>
        <w:rPr>
          <w:rtl/>
        </w:rPr>
        <w:t xml:space="preserve"> وداود بن علي بن عبد</w:t>
      </w:r>
      <w:r w:rsidR="00793502">
        <w:rPr>
          <w:rFonts w:hint="cs"/>
          <w:rtl/>
        </w:rPr>
        <w:t xml:space="preserve"> </w:t>
      </w:r>
      <w:r>
        <w:rPr>
          <w:rtl/>
        </w:rPr>
        <w:t xml:space="preserve">الله بن عباس ومحمد بن عمر ابن علي بن </w:t>
      </w:r>
      <w:r w:rsidR="00793502">
        <w:rPr>
          <w:rFonts w:hint="cs"/>
          <w:rtl/>
        </w:rPr>
        <w:t>ا</w:t>
      </w:r>
      <w:r>
        <w:rPr>
          <w:rtl/>
        </w:rPr>
        <w:t>بي طالب ل</w:t>
      </w:r>
      <w:r w:rsidR="00793502">
        <w:rPr>
          <w:rFonts w:hint="cs"/>
          <w:rtl/>
        </w:rPr>
        <w:t>ا</w:t>
      </w:r>
      <w:r>
        <w:rPr>
          <w:rtl/>
        </w:rPr>
        <w:t xml:space="preserve">نهم اتهموا </w:t>
      </w:r>
      <w:r w:rsidR="00793502">
        <w:rPr>
          <w:rFonts w:hint="cs"/>
          <w:rtl/>
        </w:rPr>
        <w:t>ا</w:t>
      </w:r>
      <w:r>
        <w:rPr>
          <w:rtl/>
        </w:rPr>
        <w:t>ن لخالد بن عبد</w:t>
      </w:r>
      <w:r w:rsidR="00793502">
        <w:rPr>
          <w:rFonts w:hint="cs"/>
          <w:rtl/>
        </w:rPr>
        <w:t xml:space="preserve"> </w:t>
      </w:r>
      <w:r>
        <w:rPr>
          <w:rtl/>
        </w:rPr>
        <w:t>الله القسري عندهم مالا مودوعا</w:t>
      </w:r>
      <w:r w:rsidR="00793502">
        <w:rPr>
          <w:rFonts w:hint="cs"/>
          <w:rtl/>
        </w:rPr>
        <w:t>ً</w:t>
      </w:r>
      <w:r>
        <w:rPr>
          <w:rtl/>
        </w:rPr>
        <w:t xml:space="preserve"> وكان خالد قد زعم ذلك فبعث بهم الى يوسف بن عمر الثقفي بالكوفة فحلفهم </w:t>
      </w:r>
      <w:r w:rsidR="00793502">
        <w:rPr>
          <w:rFonts w:hint="cs"/>
          <w:rtl/>
        </w:rPr>
        <w:t>ا</w:t>
      </w:r>
      <w:r>
        <w:rPr>
          <w:rtl/>
        </w:rPr>
        <w:t>ن ليس لخالد عندهم مال فحلفوا جميعا</w:t>
      </w:r>
      <w:r w:rsidR="000E4A8F">
        <w:rPr>
          <w:rFonts w:hint="cs"/>
          <w:rtl/>
        </w:rPr>
        <w:t>ً</w:t>
      </w:r>
      <w:r>
        <w:rPr>
          <w:rtl/>
        </w:rPr>
        <w:t xml:space="preserve"> فتركهم يوسف فخرجت الشيعة خلف زيد الى القادسية فردوه وبايعوه.</w:t>
      </w:r>
    </w:p>
    <w:p w:rsidR="00BA4473" w:rsidRDefault="00BA4473" w:rsidP="00425BE6">
      <w:pPr>
        <w:rPr>
          <w:rtl/>
        </w:rPr>
      </w:pPr>
      <w:r>
        <w:rPr>
          <w:rtl/>
        </w:rPr>
        <w:t xml:space="preserve">( رابعها ) </w:t>
      </w:r>
      <w:r w:rsidR="00793502">
        <w:rPr>
          <w:rFonts w:hint="cs"/>
          <w:rtl/>
        </w:rPr>
        <w:t>ا</w:t>
      </w:r>
      <w:r>
        <w:rPr>
          <w:rtl/>
        </w:rPr>
        <w:t>ن السبب في ذلك وشاية ابن لخالد الى هشام ب</w:t>
      </w:r>
      <w:r w:rsidR="00793502">
        <w:rPr>
          <w:rFonts w:hint="cs"/>
          <w:rtl/>
        </w:rPr>
        <w:t>ا</w:t>
      </w:r>
      <w:r>
        <w:rPr>
          <w:rtl/>
        </w:rPr>
        <w:t>ن زيدا وجماعة يريدون خلعه فأغلظ له هشام في القول و</w:t>
      </w:r>
      <w:r w:rsidR="00793502">
        <w:rPr>
          <w:rFonts w:hint="cs"/>
          <w:rtl/>
        </w:rPr>
        <w:t>ا</w:t>
      </w:r>
      <w:r>
        <w:rPr>
          <w:rtl/>
        </w:rPr>
        <w:t xml:space="preserve">حرجه فخرج. روى ابن عساكر في تاريخ دمشق </w:t>
      </w:r>
      <w:r w:rsidR="00425BE6">
        <w:rPr>
          <w:rFonts w:hint="cs"/>
          <w:rtl/>
        </w:rPr>
        <w:t>ا</w:t>
      </w:r>
      <w:r>
        <w:rPr>
          <w:rtl/>
        </w:rPr>
        <w:t>ن ابنا</w:t>
      </w:r>
      <w:r w:rsidR="00425BE6">
        <w:rPr>
          <w:rFonts w:hint="cs"/>
          <w:rtl/>
        </w:rPr>
        <w:t>ً</w:t>
      </w:r>
      <w:r>
        <w:rPr>
          <w:rtl/>
        </w:rPr>
        <w:t xml:space="preserve"> لخالد بن عبد</w:t>
      </w:r>
      <w:r w:rsidR="00425BE6">
        <w:rPr>
          <w:rFonts w:hint="cs"/>
          <w:rtl/>
        </w:rPr>
        <w:t xml:space="preserve"> </w:t>
      </w:r>
      <w:r>
        <w:rPr>
          <w:rtl/>
        </w:rPr>
        <w:t>الله القسري أقر على زيد وعلى داود بن علي بن عبد</w:t>
      </w:r>
      <w:r w:rsidR="00425BE6">
        <w:rPr>
          <w:rFonts w:hint="cs"/>
          <w:rtl/>
        </w:rPr>
        <w:t xml:space="preserve"> </w:t>
      </w:r>
      <w:r>
        <w:rPr>
          <w:rtl/>
        </w:rPr>
        <w:t>الله بن عباس و</w:t>
      </w:r>
      <w:r w:rsidR="000E4A8F">
        <w:rPr>
          <w:rFonts w:hint="cs"/>
          <w:rtl/>
        </w:rPr>
        <w:t>ا</w:t>
      </w:r>
      <w:r>
        <w:rPr>
          <w:rtl/>
        </w:rPr>
        <w:t>يوب بن سلمة</w:t>
      </w:r>
    </w:p>
    <w:p w:rsidR="00BA4473" w:rsidRDefault="00BA4473" w:rsidP="00893586">
      <w:pPr>
        <w:pStyle w:val="rfdNormal0"/>
        <w:rPr>
          <w:rtl/>
        </w:rPr>
      </w:pPr>
      <w:r w:rsidRPr="00425BE6">
        <w:rPr>
          <w:rtl/>
        </w:rPr>
        <w:br w:type="page"/>
      </w:r>
      <w:r>
        <w:rPr>
          <w:rtl/>
        </w:rPr>
        <w:lastRenderedPageBreak/>
        <w:t xml:space="preserve">المخزومي ومحمد بن عمر بن علي وسعد بن ابراهيم بن عبد الرحمن ابن عوف </w:t>
      </w:r>
      <w:r w:rsidR="00893586">
        <w:rPr>
          <w:rFonts w:hint="cs"/>
          <w:rtl/>
        </w:rPr>
        <w:t>ا</w:t>
      </w:r>
      <w:r>
        <w:rPr>
          <w:rtl/>
        </w:rPr>
        <w:t xml:space="preserve">نهم قد </w:t>
      </w:r>
      <w:r w:rsidR="00893586">
        <w:rPr>
          <w:rFonts w:hint="cs"/>
          <w:rtl/>
        </w:rPr>
        <w:t>ا</w:t>
      </w:r>
      <w:r>
        <w:rPr>
          <w:rtl/>
        </w:rPr>
        <w:t xml:space="preserve">زمعوا على خلع هشام بن عبد الملك فقال هشام لزيد قد بلغني كذا وكذا فقال ليس كما بلغك يا </w:t>
      </w:r>
      <w:r w:rsidR="00893586">
        <w:rPr>
          <w:rFonts w:hint="cs"/>
          <w:rtl/>
        </w:rPr>
        <w:t>ا</w:t>
      </w:r>
      <w:r>
        <w:rPr>
          <w:rtl/>
        </w:rPr>
        <w:t>مير المؤمنين قال بلى قد صح عندي ذلك قال احلف لك قال و</w:t>
      </w:r>
      <w:r w:rsidR="00893586">
        <w:rPr>
          <w:rFonts w:hint="cs"/>
          <w:rtl/>
        </w:rPr>
        <w:t>ا</w:t>
      </w:r>
      <w:r>
        <w:rPr>
          <w:rtl/>
        </w:rPr>
        <w:t>ن حلفت ف</w:t>
      </w:r>
      <w:r w:rsidR="00893586">
        <w:rPr>
          <w:rFonts w:hint="cs"/>
          <w:rtl/>
        </w:rPr>
        <w:t>ا</w:t>
      </w:r>
      <w:r>
        <w:rPr>
          <w:rtl/>
        </w:rPr>
        <w:t>نت غير مصدق قال زيد ان الله لم يرفع من قد</w:t>
      </w:r>
      <w:r w:rsidR="00893586">
        <w:rPr>
          <w:rFonts w:hint="cs"/>
          <w:rtl/>
        </w:rPr>
        <w:t>ر</w:t>
      </w:r>
      <w:r>
        <w:rPr>
          <w:rtl/>
        </w:rPr>
        <w:t xml:space="preserve"> </w:t>
      </w:r>
      <w:r w:rsidR="00893586">
        <w:rPr>
          <w:rFonts w:hint="cs"/>
          <w:rtl/>
        </w:rPr>
        <w:t>ا</w:t>
      </w:r>
      <w:r>
        <w:rPr>
          <w:rtl/>
        </w:rPr>
        <w:t xml:space="preserve">حد </w:t>
      </w:r>
      <w:r w:rsidR="00893586">
        <w:rPr>
          <w:rFonts w:hint="cs"/>
          <w:rtl/>
        </w:rPr>
        <w:t>ا</w:t>
      </w:r>
      <w:r>
        <w:rPr>
          <w:rtl/>
        </w:rPr>
        <w:t xml:space="preserve">ن يحلف له بالله فلا يصدق فقال له هشام </w:t>
      </w:r>
      <w:r w:rsidR="00893586">
        <w:rPr>
          <w:rFonts w:hint="cs"/>
          <w:rtl/>
        </w:rPr>
        <w:t>ا</w:t>
      </w:r>
      <w:r>
        <w:rPr>
          <w:rtl/>
        </w:rPr>
        <w:t xml:space="preserve">خرج عني فقال له لا تراني </w:t>
      </w:r>
      <w:r w:rsidR="00893586">
        <w:rPr>
          <w:rFonts w:hint="cs"/>
          <w:rtl/>
        </w:rPr>
        <w:t>ا</w:t>
      </w:r>
      <w:r>
        <w:rPr>
          <w:rtl/>
        </w:rPr>
        <w:t xml:space="preserve">لا حيث تكره فلما خرج من بين يدي هشام قال من </w:t>
      </w:r>
      <w:r w:rsidR="00893586">
        <w:rPr>
          <w:rFonts w:hint="cs"/>
          <w:rtl/>
        </w:rPr>
        <w:t>ا</w:t>
      </w:r>
      <w:r>
        <w:rPr>
          <w:rtl/>
        </w:rPr>
        <w:t>حب الحياة ذل</w:t>
      </w:r>
      <w:r w:rsidR="00893586">
        <w:rPr>
          <w:rFonts w:hint="cs"/>
          <w:rtl/>
        </w:rPr>
        <w:t xml:space="preserve"> </w:t>
      </w:r>
      <w:r>
        <w:rPr>
          <w:rtl/>
        </w:rPr>
        <w:t xml:space="preserve">فقال له الحاجب يا أبا الحسين لا يسمعن هذا منك </w:t>
      </w:r>
      <w:r w:rsidR="00893586">
        <w:rPr>
          <w:rFonts w:hint="cs"/>
          <w:rtl/>
        </w:rPr>
        <w:t>ا</w:t>
      </w:r>
      <w:r>
        <w:rPr>
          <w:rtl/>
        </w:rPr>
        <w:t>حد.</w:t>
      </w:r>
    </w:p>
    <w:p w:rsidR="00BA4473" w:rsidRDefault="00BA4473" w:rsidP="00893586">
      <w:pPr>
        <w:rPr>
          <w:rtl/>
        </w:rPr>
      </w:pPr>
      <w:r>
        <w:rPr>
          <w:rtl/>
        </w:rPr>
        <w:t xml:space="preserve">( خامسها ) </w:t>
      </w:r>
      <w:r w:rsidR="00893586">
        <w:rPr>
          <w:rFonts w:hint="cs"/>
          <w:rtl/>
        </w:rPr>
        <w:t>ا</w:t>
      </w:r>
      <w:r>
        <w:rPr>
          <w:rtl/>
        </w:rPr>
        <w:t xml:space="preserve">ن السبب في خروجه </w:t>
      </w:r>
      <w:r w:rsidR="00893586">
        <w:rPr>
          <w:rFonts w:hint="cs"/>
          <w:rtl/>
        </w:rPr>
        <w:t>ا</w:t>
      </w:r>
      <w:r>
        <w:rPr>
          <w:rtl/>
        </w:rPr>
        <w:t xml:space="preserve">ن </w:t>
      </w:r>
      <w:r w:rsidR="00893586">
        <w:rPr>
          <w:rFonts w:hint="cs"/>
          <w:rtl/>
        </w:rPr>
        <w:t>ا</w:t>
      </w:r>
      <w:r>
        <w:rPr>
          <w:rtl/>
        </w:rPr>
        <w:t xml:space="preserve">هل الكوفة كتبوا </w:t>
      </w:r>
      <w:r w:rsidR="00893586">
        <w:rPr>
          <w:rFonts w:hint="cs"/>
          <w:rtl/>
        </w:rPr>
        <w:t>ا</w:t>
      </w:r>
      <w:r>
        <w:rPr>
          <w:rtl/>
        </w:rPr>
        <w:t xml:space="preserve">ليه فقدم عليهم. في تاريخ دمشق قال زكريا بن </w:t>
      </w:r>
      <w:r w:rsidR="00893586">
        <w:rPr>
          <w:rFonts w:hint="cs"/>
          <w:rtl/>
        </w:rPr>
        <w:t>ا</w:t>
      </w:r>
      <w:r>
        <w:rPr>
          <w:rtl/>
        </w:rPr>
        <w:t>بي زائدة لما حجبت مررت بالمدينة فدخلت على زيد فسلمت عليه فسمعته يتمثل بهذه ال</w:t>
      </w:r>
      <w:r w:rsidR="00893586">
        <w:rPr>
          <w:rFonts w:hint="cs"/>
          <w:rtl/>
        </w:rPr>
        <w:t>ا</w:t>
      </w:r>
      <w:r w:rsidR="00893586">
        <w:rPr>
          <w:rtl/>
        </w:rPr>
        <w:t>بيات :</w:t>
      </w:r>
    </w:p>
    <w:tbl>
      <w:tblPr>
        <w:bidiVisual/>
        <w:tblW w:w="5000" w:type="pct"/>
        <w:tblLook w:val="01E0" w:firstRow="1" w:lastRow="1" w:firstColumn="1" w:lastColumn="1" w:noHBand="0" w:noVBand="0"/>
      </w:tblPr>
      <w:tblGrid>
        <w:gridCol w:w="3642"/>
        <w:gridCol w:w="303"/>
        <w:gridCol w:w="3642"/>
      </w:tblGrid>
      <w:tr w:rsidR="00032575">
        <w:tc>
          <w:tcPr>
            <w:tcW w:w="2400" w:type="pct"/>
            <w:shd w:val="clear" w:color="auto" w:fill="auto"/>
          </w:tcPr>
          <w:p w:rsidR="00032575" w:rsidRDefault="00032575" w:rsidP="00863005">
            <w:pPr>
              <w:pStyle w:val="rfdPoem"/>
              <w:rPr>
                <w:rtl/>
              </w:rPr>
            </w:pPr>
            <w:r>
              <w:rPr>
                <w:rtl/>
              </w:rPr>
              <w:t>ومن يطلب المال الممنع بالقنا</w:t>
            </w:r>
            <w:r w:rsidRPr="002E5C97">
              <w:rPr>
                <w:rStyle w:val="rfdPoemTiniCharChar"/>
                <w:rtl/>
              </w:rPr>
              <w:br/>
              <w:t> </w:t>
            </w:r>
          </w:p>
        </w:tc>
        <w:tc>
          <w:tcPr>
            <w:tcW w:w="200" w:type="pct"/>
            <w:shd w:val="clear" w:color="auto" w:fill="auto"/>
          </w:tcPr>
          <w:p w:rsidR="00032575" w:rsidRDefault="00032575" w:rsidP="00863005">
            <w:pPr>
              <w:pStyle w:val="rfdPoem"/>
              <w:rPr>
                <w:rtl/>
              </w:rPr>
            </w:pPr>
          </w:p>
        </w:tc>
        <w:tc>
          <w:tcPr>
            <w:tcW w:w="2400" w:type="pct"/>
            <w:shd w:val="clear" w:color="auto" w:fill="auto"/>
          </w:tcPr>
          <w:p w:rsidR="00032575" w:rsidRDefault="00032575" w:rsidP="00863005">
            <w:pPr>
              <w:pStyle w:val="rfdPoem"/>
              <w:rPr>
                <w:rtl/>
              </w:rPr>
            </w:pPr>
            <w:r>
              <w:rPr>
                <w:rtl/>
              </w:rPr>
              <w:t>يعش ماجدا</w:t>
            </w:r>
            <w:r w:rsidR="00893586">
              <w:rPr>
                <w:rFonts w:hint="cs"/>
                <w:rtl/>
              </w:rPr>
              <w:t>ً</w:t>
            </w:r>
            <w:r>
              <w:rPr>
                <w:rtl/>
              </w:rPr>
              <w:t xml:space="preserve"> </w:t>
            </w:r>
            <w:r w:rsidR="00893586">
              <w:rPr>
                <w:rFonts w:hint="cs"/>
                <w:rtl/>
              </w:rPr>
              <w:t>ا</w:t>
            </w:r>
            <w:r>
              <w:rPr>
                <w:rtl/>
              </w:rPr>
              <w:t>و تحترمه المخارم</w:t>
            </w:r>
            <w:r w:rsidRPr="002E5C97">
              <w:rPr>
                <w:rStyle w:val="rfdPoemTiniCharChar"/>
                <w:rtl/>
              </w:rPr>
              <w:br/>
              <w:t> </w:t>
            </w:r>
          </w:p>
        </w:tc>
      </w:tr>
      <w:tr w:rsidR="00032575">
        <w:tc>
          <w:tcPr>
            <w:tcW w:w="2400" w:type="pct"/>
          </w:tcPr>
          <w:p w:rsidR="00032575" w:rsidRDefault="00032575" w:rsidP="00863005">
            <w:pPr>
              <w:pStyle w:val="rfdPoem"/>
              <w:rPr>
                <w:rtl/>
              </w:rPr>
            </w:pPr>
            <w:r>
              <w:rPr>
                <w:rtl/>
              </w:rPr>
              <w:t>متى تجمع القلب الذكي وصارما</w:t>
            </w:r>
            <w:r w:rsidRPr="002E5C97">
              <w:rPr>
                <w:rStyle w:val="rfdPoemTiniCharChar"/>
                <w:rtl/>
              </w:rPr>
              <w:br/>
              <w:t> </w:t>
            </w:r>
          </w:p>
        </w:tc>
        <w:tc>
          <w:tcPr>
            <w:tcW w:w="200" w:type="pct"/>
          </w:tcPr>
          <w:p w:rsidR="00032575" w:rsidRDefault="00032575" w:rsidP="00863005">
            <w:pPr>
              <w:pStyle w:val="rfdPoem"/>
              <w:rPr>
                <w:rtl/>
              </w:rPr>
            </w:pPr>
          </w:p>
        </w:tc>
        <w:tc>
          <w:tcPr>
            <w:tcW w:w="2400" w:type="pct"/>
          </w:tcPr>
          <w:p w:rsidR="00032575" w:rsidRDefault="00032575" w:rsidP="00863005">
            <w:pPr>
              <w:pStyle w:val="rfdPoem"/>
              <w:rPr>
                <w:rtl/>
              </w:rPr>
            </w:pPr>
            <w:r>
              <w:rPr>
                <w:rtl/>
              </w:rPr>
              <w:t>وانفا حميا</w:t>
            </w:r>
            <w:r w:rsidR="000E4A8F">
              <w:rPr>
                <w:rFonts w:hint="cs"/>
                <w:rtl/>
              </w:rPr>
              <w:t>ً</w:t>
            </w:r>
            <w:r>
              <w:rPr>
                <w:rtl/>
              </w:rPr>
              <w:t xml:space="preserve"> تجتنبك المظالم</w:t>
            </w:r>
            <w:r w:rsidRPr="002E5C97">
              <w:rPr>
                <w:rStyle w:val="rfdPoemTiniCharChar"/>
                <w:rtl/>
              </w:rPr>
              <w:br/>
              <w:t> </w:t>
            </w:r>
          </w:p>
        </w:tc>
      </w:tr>
      <w:tr w:rsidR="00032575">
        <w:tc>
          <w:tcPr>
            <w:tcW w:w="2400" w:type="pct"/>
          </w:tcPr>
          <w:p w:rsidR="00032575" w:rsidRDefault="00032575" w:rsidP="00863005">
            <w:pPr>
              <w:pStyle w:val="rfdPoem"/>
              <w:rPr>
                <w:rtl/>
              </w:rPr>
            </w:pPr>
            <w:r>
              <w:rPr>
                <w:rtl/>
              </w:rPr>
              <w:t xml:space="preserve">وكنت </w:t>
            </w:r>
            <w:r w:rsidR="00893586">
              <w:rPr>
                <w:rFonts w:hint="cs"/>
                <w:rtl/>
              </w:rPr>
              <w:t>ا</w:t>
            </w:r>
            <w:r>
              <w:rPr>
                <w:rtl/>
              </w:rPr>
              <w:t>ذا قوم غزوني غزوتهم</w:t>
            </w:r>
            <w:r w:rsidRPr="002E5C97">
              <w:rPr>
                <w:rStyle w:val="rfdPoemTiniCharChar"/>
                <w:rtl/>
              </w:rPr>
              <w:br/>
              <w:t> </w:t>
            </w:r>
          </w:p>
        </w:tc>
        <w:tc>
          <w:tcPr>
            <w:tcW w:w="200" w:type="pct"/>
          </w:tcPr>
          <w:p w:rsidR="00032575" w:rsidRDefault="00032575" w:rsidP="00863005">
            <w:pPr>
              <w:pStyle w:val="rfdPoem"/>
              <w:rPr>
                <w:rtl/>
              </w:rPr>
            </w:pPr>
          </w:p>
        </w:tc>
        <w:tc>
          <w:tcPr>
            <w:tcW w:w="2400" w:type="pct"/>
          </w:tcPr>
          <w:p w:rsidR="00032575" w:rsidRDefault="00032575" w:rsidP="00863005">
            <w:pPr>
              <w:pStyle w:val="rfdPoem"/>
              <w:rPr>
                <w:rtl/>
              </w:rPr>
            </w:pPr>
            <w:r>
              <w:rPr>
                <w:rtl/>
              </w:rPr>
              <w:t xml:space="preserve">فهل </w:t>
            </w:r>
            <w:r w:rsidR="00893586">
              <w:rPr>
                <w:rFonts w:hint="cs"/>
                <w:rtl/>
              </w:rPr>
              <w:t>ا</w:t>
            </w:r>
            <w:r>
              <w:rPr>
                <w:rtl/>
              </w:rPr>
              <w:t>نا في ذا يال همدان ظالم</w:t>
            </w:r>
            <w:r w:rsidRPr="002E5C97">
              <w:rPr>
                <w:rStyle w:val="rfdPoemTiniCharChar"/>
                <w:rtl/>
              </w:rPr>
              <w:br/>
              <w:t> </w:t>
            </w:r>
          </w:p>
        </w:tc>
      </w:tr>
    </w:tbl>
    <w:p w:rsidR="00BA4473" w:rsidRDefault="00BA4473" w:rsidP="00893586">
      <w:pPr>
        <w:rPr>
          <w:rtl/>
        </w:rPr>
      </w:pPr>
      <w:r>
        <w:rPr>
          <w:rtl/>
        </w:rPr>
        <w:t>فخرجت من عنده فمضيت فقضيت حجتي ثم انصرفت الى الكوفة فبلغني قدومه فأتي</w:t>
      </w:r>
      <w:r w:rsidR="00893586">
        <w:rPr>
          <w:rFonts w:hint="cs"/>
          <w:rtl/>
        </w:rPr>
        <w:t>ت</w:t>
      </w:r>
      <w:r>
        <w:rPr>
          <w:rtl/>
        </w:rPr>
        <w:t xml:space="preserve">ه فسلمت عليه وسألته عما قدم له فأخبرني عمن كتب </w:t>
      </w:r>
      <w:r w:rsidR="00893586">
        <w:rPr>
          <w:rFonts w:hint="cs"/>
          <w:rtl/>
        </w:rPr>
        <w:t>ا</w:t>
      </w:r>
      <w:r>
        <w:rPr>
          <w:rtl/>
        </w:rPr>
        <w:t>ليه يسأله القدوم عليهم فأشرت عليه بالانصراف فلحقه القوم فردوه.</w:t>
      </w:r>
    </w:p>
    <w:p w:rsidR="00BA4473" w:rsidRDefault="00BA4473" w:rsidP="00893586">
      <w:pPr>
        <w:rPr>
          <w:rtl/>
        </w:rPr>
      </w:pPr>
      <w:r>
        <w:rPr>
          <w:rtl/>
        </w:rPr>
        <w:t xml:space="preserve">ورواه </w:t>
      </w:r>
      <w:r w:rsidR="00893586">
        <w:rPr>
          <w:rFonts w:hint="cs"/>
          <w:rtl/>
        </w:rPr>
        <w:t>ا</w:t>
      </w:r>
      <w:r>
        <w:rPr>
          <w:rtl/>
        </w:rPr>
        <w:t>بو</w:t>
      </w:r>
      <w:r w:rsidR="00893586">
        <w:rPr>
          <w:rFonts w:hint="cs"/>
          <w:rtl/>
        </w:rPr>
        <w:t xml:space="preserve"> </w:t>
      </w:r>
      <w:r>
        <w:rPr>
          <w:rtl/>
        </w:rPr>
        <w:t>الفرج في المقاتل بسنده عن زكريا الهمداني نحوه</w:t>
      </w:r>
    </w:p>
    <w:p w:rsidR="00BA4473" w:rsidRDefault="00BA4473" w:rsidP="007F48FC">
      <w:pPr>
        <w:pStyle w:val="rfdNormal0"/>
        <w:rPr>
          <w:rtl/>
        </w:rPr>
      </w:pPr>
      <w:r w:rsidRPr="00893586">
        <w:rPr>
          <w:rtl/>
        </w:rPr>
        <w:br w:type="page"/>
      </w:r>
      <w:r>
        <w:rPr>
          <w:rtl/>
        </w:rPr>
        <w:lastRenderedPageBreak/>
        <w:t xml:space="preserve">الى آخر الابيات ثم قال فخرجت من عنده وظننت </w:t>
      </w:r>
      <w:r w:rsidR="007F48FC">
        <w:rPr>
          <w:rFonts w:hint="cs"/>
          <w:rtl/>
        </w:rPr>
        <w:t>ا</w:t>
      </w:r>
      <w:r>
        <w:rPr>
          <w:rtl/>
        </w:rPr>
        <w:t>ن في نفسه شيئا</w:t>
      </w:r>
      <w:r w:rsidR="007F48FC">
        <w:rPr>
          <w:rFonts w:hint="cs"/>
          <w:rtl/>
        </w:rPr>
        <w:t>ً</w:t>
      </w:r>
      <w:r>
        <w:rPr>
          <w:rtl/>
        </w:rPr>
        <w:t xml:space="preserve"> وكان من </w:t>
      </w:r>
      <w:r w:rsidR="007F48FC">
        <w:rPr>
          <w:rFonts w:hint="cs"/>
          <w:rtl/>
        </w:rPr>
        <w:t>ا</w:t>
      </w:r>
      <w:r>
        <w:rPr>
          <w:rtl/>
        </w:rPr>
        <w:t>مره ما كان ويعلم مما مر و</w:t>
      </w:r>
      <w:r w:rsidR="007F48FC">
        <w:rPr>
          <w:rFonts w:hint="cs"/>
          <w:rtl/>
        </w:rPr>
        <w:t>ي</w:t>
      </w:r>
      <w:r>
        <w:rPr>
          <w:rtl/>
        </w:rPr>
        <w:t>أ</w:t>
      </w:r>
      <w:r w:rsidR="007F48FC">
        <w:rPr>
          <w:rFonts w:hint="cs"/>
          <w:rtl/>
        </w:rPr>
        <w:t>ت</w:t>
      </w:r>
      <w:r>
        <w:rPr>
          <w:rtl/>
        </w:rPr>
        <w:t xml:space="preserve">ي </w:t>
      </w:r>
      <w:r w:rsidR="007F48FC">
        <w:rPr>
          <w:rFonts w:hint="cs"/>
          <w:rtl/>
        </w:rPr>
        <w:t>ا</w:t>
      </w:r>
      <w:r>
        <w:rPr>
          <w:rtl/>
        </w:rPr>
        <w:t>ن الذي دعا زيدا</w:t>
      </w:r>
      <w:r w:rsidR="000E4A8F">
        <w:rPr>
          <w:rFonts w:hint="cs"/>
          <w:rtl/>
        </w:rPr>
        <w:t>ً</w:t>
      </w:r>
      <w:r>
        <w:rPr>
          <w:rtl/>
        </w:rPr>
        <w:t xml:space="preserve"> الى الخروج </w:t>
      </w:r>
      <w:r w:rsidR="007F48FC">
        <w:rPr>
          <w:rFonts w:hint="cs"/>
          <w:rtl/>
        </w:rPr>
        <w:t>ا</w:t>
      </w:r>
      <w:r>
        <w:rPr>
          <w:rtl/>
        </w:rPr>
        <w:t xml:space="preserve">نما هو </w:t>
      </w:r>
      <w:r w:rsidR="007F48FC">
        <w:rPr>
          <w:rFonts w:hint="cs"/>
          <w:rtl/>
        </w:rPr>
        <w:t>ا</w:t>
      </w:r>
      <w:r>
        <w:rPr>
          <w:rtl/>
        </w:rPr>
        <w:t>باء الضيم وال</w:t>
      </w:r>
      <w:r w:rsidR="007F48FC">
        <w:rPr>
          <w:rFonts w:hint="cs"/>
          <w:rtl/>
        </w:rPr>
        <w:t>ا</w:t>
      </w:r>
      <w:r>
        <w:rPr>
          <w:rtl/>
        </w:rPr>
        <w:t>مر بالمعروف والنهي عن المنكر لا طلب ملك و</w:t>
      </w:r>
      <w:r w:rsidR="007F48FC">
        <w:rPr>
          <w:rFonts w:hint="cs"/>
          <w:rtl/>
        </w:rPr>
        <w:t>ا</w:t>
      </w:r>
      <w:r>
        <w:rPr>
          <w:rtl/>
        </w:rPr>
        <w:t>مارة و</w:t>
      </w:r>
      <w:r w:rsidR="007F48FC">
        <w:rPr>
          <w:rFonts w:hint="cs"/>
          <w:rtl/>
        </w:rPr>
        <w:t>ا</w:t>
      </w:r>
      <w:r>
        <w:rPr>
          <w:rtl/>
        </w:rPr>
        <w:t>نه خرج موطنا</w:t>
      </w:r>
      <w:r w:rsidR="000E4A8F">
        <w:rPr>
          <w:rFonts w:hint="cs"/>
          <w:rtl/>
        </w:rPr>
        <w:t>ً</w:t>
      </w:r>
      <w:r>
        <w:rPr>
          <w:rtl/>
        </w:rPr>
        <w:t xml:space="preserve"> نفسه على القتل مع غلبة ظنه ب</w:t>
      </w:r>
      <w:r w:rsidR="007F48FC">
        <w:rPr>
          <w:rFonts w:hint="cs"/>
          <w:rtl/>
        </w:rPr>
        <w:t>ا</w:t>
      </w:r>
      <w:r>
        <w:rPr>
          <w:rtl/>
        </w:rPr>
        <w:t xml:space="preserve">نه يقتل فاختار المنية على الدنية وقتل العز على عيش الذل كما فعل جده الحسين </w:t>
      </w:r>
      <w:r w:rsidR="00FF2CA0">
        <w:rPr>
          <w:rStyle w:val="rfdAlaem"/>
          <w:rFonts w:hint="cs"/>
          <w:rtl/>
        </w:rPr>
        <w:t>عليه‌السلام</w:t>
      </w:r>
      <w:r>
        <w:rPr>
          <w:rtl/>
        </w:rPr>
        <w:t xml:space="preserve"> الذي سن الاباء لكل </w:t>
      </w:r>
      <w:r w:rsidR="007F48FC">
        <w:rPr>
          <w:rFonts w:hint="cs"/>
          <w:rtl/>
        </w:rPr>
        <w:t>ا</w:t>
      </w:r>
      <w:r>
        <w:rPr>
          <w:rtl/>
        </w:rPr>
        <w:t>بي.</w:t>
      </w:r>
    </w:p>
    <w:p w:rsidR="00BA4473" w:rsidRPr="004F5F13" w:rsidRDefault="00BA4473" w:rsidP="007F48FC">
      <w:pPr>
        <w:pStyle w:val="Heading1Center"/>
        <w:rPr>
          <w:rtl/>
        </w:rPr>
      </w:pPr>
      <w:bookmarkStart w:id="76" w:name="_Toc256850573"/>
      <w:bookmarkStart w:id="77" w:name="_Toc256854637"/>
      <w:bookmarkStart w:id="78" w:name="_Toc292190073"/>
      <w:bookmarkStart w:id="79" w:name="_Toc292205018"/>
      <w:r w:rsidRPr="00E078CF">
        <w:rPr>
          <w:rtl/>
        </w:rPr>
        <w:t xml:space="preserve">( ما جرى لزيد اراده </w:t>
      </w:r>
      <w:r w:rsidR="007F48FC">
        <w:rPr>
          <w:rFonts w:hint="cs"/>
          <w:rtl/>
        </w:rPr>
        <w:t>ا</w:t>
      </w:r>
      <w:r w:rsidRPr="00E078CF">
        <w:rPr>
          <w:rtl/>
        </w:rPr>
        <w:t>هل الكوفة</w:t>
      </w:r>
      <w:r w:rsidRPr="004F5F13">
        <w:rPr>
          <w:rtl/>
        </w:rPr>
        <w:t xml:space="preserve"> </w:t>
      </w:r>
      <w:r w:rsidRPr="00E078CF">
        <w:rPr>
          <w:rtl/>
        </w:rPr>
        <w:t>على الخروج وبايعوه )</w:t>
      </w:r>
      <w:bookmarkEnd w:id="76"/>
      <w:bookmarkEnd w:id="77"/>
      <w:bookmarkEnd w:id="78"/>
      <w:bookmarkEnd w:id="79"/>
    </w:p>
    <w:p w:rsidR="00BA4473" w:rsidRDefault="00BA4473" w:rsidP="00734682">
      <w:pPr>
        <w:rPr>
          <w:rtl/>
        </w:rPr>
      </w:pPr>
      <w:r>
        <w:rPr>
          <w:rtl/>
        </w:rPr>
        <w:t xml:space="preserve">قال </w:t>
      </w:r>
      <w:r w:rsidR="007F48FC">
        <w:rPr>
          <w:rFonts w:hint="cs"/>
          <w:rtl/>
        </w:rPr>
        <w:t>ا</w:t>
      </w:r>
      <w:r>
        <w:rPr>
          <w:rtl/>
        </w:rPr>
        <w:t>بو مخنف : واقبلت الشيعة وغيرهم من ال</w:t>
      </w:r>
      <w:r w:rsidR="007F48FC">
        <w:rPr>
          <w:rFonts w:hint="cs"/>
          <w:rtl/>
        </w:rPr>
        <w:t>م</w:t>
      </w:r>
      <w:r>
        <w:rPr>
          <w:rtl/>
        </w:rPr>
        <w:t xml:space="preserve">حكمة يختلفون </w:t>
      </w:r>
      <w:r w:rsidR="007F48FC">
        <w:rPr>
          <w:rFonts w:hint="cs"/>
          <w:rtl/>
        </w:rPr>
        <w:t>ا</w:t>
      </w:r>
      <w:r>
        <w:rPr>
          <w:rtl/>
        </w:rPr>
        <w:t xml:space="preserve">ليه ويبايعونه حتى </w:t>
      </w:r>
      <w:r w:rsidR="007F48FC">
        <w:rPr>
          <w:rFonts w:hint="cs"/>
          <w:rtl/>
        </w:rPr>
        <w:t>ا</w:t>
      </w:r>
      <w:r>
        <w:rPr>
          <w:rtl/>
        </w:rPr>
        <w:t xml:space="preserve">حصى ديوانه خمسة عشر </w:t>
      </w:r>
      <w:r w:rsidR="00734682">
        <w:rPr>
          <w:rFonts w:hint="cs"/>
          <w:rtl/>
        </w:rPr>
        <w:t>ا</w:t>
      </w:r>
      <w:r>
        <w:rPr>
          <w:rtl/>
        </w:rPr>
        <w:t xml:space="preserve">لف رجل من </w:t>
      </w:r>
      <w:r w:rsidR="00734682">
        <w:rPr>
          <w:rFonts w:hint="cs"/>
          <w:rtl/>
        </w:rPr>
        <w:t>ا</w:t>
      </w:r>
      <w:r>
        <w:rPr>
          <w:rtl/>
        </w:rPr>
        <w:t xml:space="preserve">هل الكوفة خاصة سوى </w:t>
      </w:r>
      <w:r w:rsidR="00734682">
        <w:rPr>
          <w:rFonts w:hint="cs"/>
          <w:rtl/>
        </w:rPr>
        <w:t>ا</w:t>
      </w:r>
      <w:r>
        <w:rPr>
          <w:rtl/>
        </w:rPr>
        <w:t>هل المدائن والبصرة وواسط والموصل وخراسان والري وجرجان والجزيرة</w:t>
      </w:r>
      <w:r w:rsidR="00734682">
        <w:rPr>
          <w:rFonts w:hint="cs"/>
          <w:rtl/>
        </w:rPr>
        <w:t>.</w:t>
      </w:r>
      <w:r>
        <w:rPr>
          <w:rtl/>
        </w:rPr>
        <w:t xml:space="preserve"> وقيل </w:t>
      </w:r>
      <w:r w:rsidR="00734682">
        <w:rPr>
          <w:rFonts w:hint="cs"/>
          <w:rtl/>
        </w:rPr>
        <w:t>ا</w:t>
      </w:r>
      <w:r>
        <w:rPr>
          <w:rtl/>
        </w:rPr>
        <w:t xml:space="preserve">حصى ديوانه </w:t>
      </w:r>
      <w:r w:rsidR="00734682">
        <w:rPr>
          <w:rFonts w:hint="cs"/>
          <w:rtl/>
        </w:rPr>
        <w:t>ا</w:t>
      </w:r>
      <w:r>
        <w:rPr>
          <w:rtl/>
        </w:rPr>
        <w:t xml:space="preserve">ربعين </w:t>
      </w:r>
      <w:r w:rsidR="00734682">
        <w:rPr>
          <w:rFonts w:hint="cs"/>
          <w:rtl/>
        </w:rPr>
        <w:t>ا</w:t>
      </w:r>
      <w:r>
        <w:rPr>
          <w:rtl/>
        </w:rPr>
        <w:t>لفا</w:t>
      </w:r>
      <w:r w:rsidR="000E4A8F">
        <w:rPr>
          <w:rFonts w:hint="cs"/>
          <w:rtl/>
        </w:rPr>
        <w:t>ً</w:t>
      </w:r>
      <w:r>
        <w:rPr>
          <w:rtl/>
        </w:rPr>
        <w:t>. وفي الشذرات كان ممن بايعه منصور بن المعتمر ومحمد بن عبد</w:t>
      </w:r>
      <w:r w:rsidR="00734682">
        <w:rPr>
          <w:rFonts w:hint="cs"/>
          <w:rtl/>
        </w:rPr>
        <w:t xml:space="preserve"> </w:t>
      </w:r>
      <w:r>
        <w:rPr>
          <w:rtl/>
        </w:rPr>
        <w:t xml:space="preserve">الرحمن بن </w:t>
      </w:r>
      <w:r w:rsidR="00734682">
        <w:rPr>
          <w:rFonts w:hint="cs"/>
          <w:rtl/>
        </w:rPr>
        <w:t>ا</w:t>
      </w:r>
      <w:r>
        <w:rPr>
          <w:rtl/>
        </w:rPr>
        <w:t>بي ليلى وهلال بن خباب بن الحارث قاضي المدائن وابن شبرمة ومسعود بن كذام وغيرهم و</w:t>
      </w:r>
      <w:r w:rsidR="00734682">
        <w:rPr>
          <w:rFonts w:hint="cs"/>
          <w:rtl/>
        </w:rPr>
        <w:t>ا</w:t>
      </w:r>
      <w:r>
        <w:rPr>
          <w:rtl/>
        </w:rPr>
        <w:t xml:space="preserve">رسل </w:t>
      </w:r>
      <w:r w:rsidR="00734682">
        <w:rPr>
          <w:rFonts w:hint="cs"/>
          <w:rtl/>
        </w:rPr>
        <w:t>ا</w:t>
      </w:r>
      <w:r>
        <w:rPr>
          <w:rtl/>
        </w:rPr>
        <w:t xml:space="preserve">ليه </w:t>
      </w:r>
      <w:r w:rsidR="00734682">
        <w:rPr>
          <w:rFonts w:hint="cs"/>
          <w:rtl/>
        </w:rPr>
        <w:t>ا</w:t>
      </w:r>
      <w:r>
        <w:rPr>
          <w:rtl/>
        </w:rPr>
        <w:t xml:space="preserve">بو حنيفة بثلاثين </w:t>
      </w:r>
      <w:r w:rsidR="00734682">
        <w:rPr>
          <w:rFonts w:hint="cs"/>
          <w:rtl/>
        </w:rPr>
        <w:t>ا</w:t>
      </w:r>
      <w:r>
        <w:rPr>
          <w:rtl/>
        </w:rPr>
        <w:t>لف درهم وحث الناس على نصره وكان مريضا</w:t>
      </w:r>
      <w:r w:rsidR="000E4A8F">
        <w:rPr>
          <w:rFonts w:hint="cs"/>
          <w:rtl/>
        </w:rPr>
        <w:t>ً</w:t>
      </w:r>
      <w:r>
        <w:rPr>
          <w:rtl/>
        </w:rPr>
        <w:t xml:space="preserve"> وحضر معه من </w:t>
      </w:r>
      <w:r w:rsidR="00734682">
        <w:rPr>
          <w:rFonts w:hint="cs"/>
          <w:rtl/>
        </w:rPr>
        <w:t>ا</w:t>
      </w:r>
      <w:r>
        <w:rPr>
          <w:rtl/>
        </w:rPr>
        <w:t>هله محمد بن عبد</w:t>
      </w:r>
      <w:r w:rsidR="00734682">
        <w:rPr>
          <w:rFonts w:hint="cs"/>
          <w:rtl/>
        </w:rPr>
        <w:t xml:space="preserve"> </w:t>
      </w:r>
      <w:r>
        <w:rPr>
          <w:rtl/>
        </w:rPr>
        <w:t>الله النفس الزكية وعبد</w:t>
      </w:r>
      <w:r w:rsidR="00734682">
        <w:rPr>
          <w:rFonts w:hint="cs"/>
          <w:rtl/>
        </w:rPr>
        <w:t xml:space="preserve"> </w:t>
      </w:r>
      <w:r>
        <w:rPr>
          <w:rtl/>
        </w:rPr>
        <w:t xml:space="preserve">الله بن علي بن الحسين. ويأتي بعد ذكر مقتله ما ذكره </w:t>
      </w:r>
      <w:r w:rsidR="00734682">
        <w:rPr>
          <w:rFonts w:hint="cs"/>
          <w:rtl/>
        </w:rPr>
        <w:t>ا</w:t>
      </w:r>
      <w:r>
        <w:rPr>
          <w:rtl/>
        </w:rPr>
        <w:t xml:space="preserve">بو الفرج من </w:t>
      </w:r>
      <w:r w:rsidR="00734682">
        <w:rPr>
          <w:rFonts w:hint="cs"/>
          <w:rtl/>
        </w:rPr>
        <w:t>ا</w:t>
      </w:r>
      <w:r>
        <w:rPr>
          <w:rtl/>
        </w:rPr>
        <w:t xml:space="preserve">سماء من عرف ممن خرج معه من </w:t>
      </w:r>
      <w:r w:rsidR="00734682">
        <w:rPr>
          <w:rFonts w:hint="cs"/>
          <w:rtl/>
        </w:rPr>
        <w:t>ا</w:t>
      </w:r>
      <w:r>
        <w:rPr>
          <w:rtl/>
        </w:rPr>
        <w:t>هل العلم ونقلة الآثار والفقهاء وفيهم بعض هؤلاء</w:t>
      </w:r>
    </w:p>
    <w:p w:rsidR="00BA4473" w:rsidRPr="007C0E53" w:rsidRDefault="00BA4473" w:rsidP="003C31F5">
      <w:pPr>
        <w:pStyle w:val="Heading1Center"/>
        <w:rPr>
          <w:rtl/>
        </w:rPr>
      </w:pPr>
      <w:r w:rsidRPr="00734682">
        <w:rPr>
          <w:rtl/>
        </w:rPr>
        <w:br w:type="page"/>
      </w:r>
      <w:bookmarkStart w:id="80" w:name="_Toc256850574"/>
      <w:bookmarkStart w:id="81" w:name="_Toc256854638"/>
      <w:bookmarkStart w:id="82" w:name="_Toc292190074"/>
      <w:bookmarkStart w:id="83" w:name="_Toc292205019"/>
      <w:r w:rsidRPr="007C6479">
        <w:rPr>
          <w:rtl/>
        </w:rPr>
        <w:lastRenderedPageBreak/>
        <w:t>( صورة</w:t>
      </w:r>
      <w:r w:rsidRPr="00B842CE">
        <w:rPr>
          <w:rtl/>
        </w:rPr>
        <w:t xml:space="preserve"> البيعة )</w:t>
      </w:r>
      <w:bookmarkEnd w:id="80"/>
      <w:bookmarkEnd w:id="81"/>
      <w:bookmarkEnd w:id="82"/>
      <w:bookmarkEnd w:id="83"/>
    </w:p>
    <w:p w:rsidR="00BA4473" w:rsidRDefault="00BA4473" w:rsidP="00C809A4">
      <w:pPr>
        <w:rPr>
          <w:rtl/>
        </w:rPr>
      </w:pPr>
      <w:r>
        <w:rPr>
          <w:rtl/>
        </w:rPr>
        <w:t xml:space="preserve">قال ابن الاثير وكانت بيعته </w:t>
      </w:r>
      <w:r w:rsidR="00C809A4">
        <w:rPr>
          <w:rFonts w:hint="cs"/>
          <w:rtl/>
        </w:rPr>
        <w:t>ا</w:t>
      </w:r>
      <w:r>
        <w:rPr>
          <w:rtl/>
        </w:rPr>
        <w:t xml:space="preserve">نا ندعوكم الى كتاب الله وسنة نبيه صلى الله وعليه وسلّم وجهاد الظالمين والدفع عن المستضعفين واعطاء المحرومين وقسم هذا الفيء بين </w:t>
      </w:r>
      <w:r w:rsidR="00C809A4">
        <w:rPr>
          <w:rFonts w:hint="cs"/>
          <w:rtl/>
        </w:rPr>
        <w:t>ا</w:t>
      </w:r>
      <w:r>
        <w:rPr>
          <w:rtl/>
        </w:rPr>
        <w:t xml:space="preserve">هله بالسواء ورد المظالم ونصره </w:t>
      </w:r>
      <w:r w:rsidR="00C809A4">
        <w:rPr>
          <w:rFonts w:hint="cs"/>
          <w:rtl/>
        </w:rPr>
        <w:t>ا</w:t>
      </w:r>
      <w:r>
        <w:rPr>
          <w:rtl/>
        </w:rPr>
        <w:t>هل البيت أتبايعون على ذلك ف</w:t>
      </w:r>
      <w:r w:rsidR="00C809A4">
        <w:rPr>
          <w:rFonts w:hint="cs"/>
          <w:rtl/>
        </w:rPr>
        <w:t>ا</w:t>
      </w:r>
      <w:r>
        <w:rPr>
          <w:rtl/>
        </w:rPr>
        <w:t xml:space="preserve">ذا قالوا نعم وضع يده على </w:t>
      </w:r>
      <w:r w:rsidR="00C809A4">
        <w:rPr>
          <w:rFonts w:hint="cs"/>
          <w:rtl/>
        </w:rPr>
        <w:t>ا</w:t>
      </w:r>
      <w:r>
        <w:rPr>
          <w:rtl/>
        </w:rPr>
        <w:t xml:space="preserve">يديهم ويقول عليك عهد الله وميثاقه وذمته وذمة رسول الله صلى الله عليه وسلّم لتفين ببيعتي ولتقاتلن عدوي ولتنصحن لي في السر والعلانية فاذا قال نعم مسح يده على يده ثم قال اللهم </w:t>
      </w:r>
      <w:r w:rsidR="00C809A4">
        <w:rPr>
          <w:rFonts w:hint="cs"/>
          <w:rtl/>
        </w:rPr>
        <w:t>ا</w:t>
      </w:r>
      <w:r>
        <w:rPr>
          <w:rtl/>
        </w:rPr>
        <w:t>شهد</w:t>
      </w:r>
      <w:r w:rsidR="00C809A4">
        <w:rPr>
          <w:rFonts w:hint="cs"/>
          <w:rtl/>
        </w:rPr>
        <w:t>.</w:t>
      </w:r>
      <w:r>
        <w:rPr>
          <w:rtl/>
        </w:rPr>
        <w:t xml:space="preserve"> قال </w:t>
      </w:r>
      <w:r w:rsidR="00C809A4">
        <w:rPr>
          <w:rFonts w:hint="cs"/>
          <w:rtl/>
        </w:rPr>
        <w:t>ا</w:t>
      </w:r>
      <w:r>
        <w:rPr>
          <w:rtl/>
        </w:rPr>
        <w:t>بو الفرج و</w:t>
      </w:r>
      <w:r w:rsidR="00C809A4">
        <w:rPr>
          <w:rFonts w:hint="cs"/>
          <w:rtl/>
        </w:rPr>
        <w:t>ا</w:t>
      </w:r>
      <w:r>
        <w:rPr>
          <w:rtl/>
        </w:rPr>
        <w:t>قام بالكوفة بضعة عشر شهرا</w:t>
      </w:r>
      <w:r w:rsidR="00C809A4">
        <w:rPr>
          <w:rFonts w:hint="cs"/>
          <w:rtl/>
        </w:rPr>
        <w:t>ً</w:t>
      </w:r>
      <w:r>
        <w:rPr>
          <w:rtl/>
        </w:rPr>
        <w:t xml:space="preserve"> </w:t>
      </w:r>
      <w:r w:rsidR="00C809A4">
        <w:rPr>
          <w:rFonts w:hint="cs"/>
          <w:rtl/>
        </w:rPr>
        <w:t>ا</w:t>
      </w:r>
      <w:r>
        <w:rPr>
          <w:rtl/>
        </w:rPr>
        <w:t>و سبعة عشر شهرا</w:t>
      </w:r>
      <w:r w:rsidR="000E4A8F">
        <w:rPr>
          <w:rFonts w:hint="cs"/>
          <w:rtl/>
        </w:rPr>
        <w:t>ً</w:t>
      </w:r>
      <w:r>
        <w:rPr>
          <w:rtl/>
        </w:rPr>
        <w:t xml:space="preserve"> منها شهران بالبصرة والباقي بالكوفة ثم خرج و</w:t>
      </w:r>
      <w:r w:rsidR="00C809A4">
        <w:rPr>
          <w:rFonts w:hint="cs"/>
          <w:rtl/>
        </w:rPr>
        <w:t>ا</w:t>
      </w:r>
      <w:r>
        <w:rPr>
          <w:rtl/>
        </w:rPr>
        <w:t xml:space="preserve">رسل دعاته الى الآفاق والكور يدعون الناس الى بيعته قال ابن الاثير فشاع </w:t>
      </w:r>
      <w:r w:rsidR="00C809A4">
        <w:rPr>
          <w:rFonts w:hint="cs"/>
          <w:rtl/>
        </w:rPr>
        <w:t>ا</w:t>
      </w:r>
      <w:r>
        <w:rPr>
          <w:rtl/>
        </w:rPr>
        <w:t xml:space="preserve">مره في الناس على قول من زعم </w:t>
      </w:r>
      <w:r w:rsidR="00C809A4">
        <w:rPr>
          <w:rFonts w:hint="cs"/>
          <w:rtl/>
        </w:rPr>
        <w:t>ا</w:t>
      </w:r>
      <w:r>
        <w:rPr>
          <w:rtl/>
        </w:rPr>
        <w:t xml:space="preserve">نه </w:t>
      </w:r>
      <w:r w:rsidR="00C809A4">
        <w:rPr>
          <w:rFonts w:hint="cs"/>
          <w:rtl/>
        </w:rPr>
        <w:t>ا</w:t>
      </w:r>
      <w:r>
        <w:rPr>
          <w:rtl/>
        </w:rPr>
        <w:t>تى الكوفة من الشام و</w:t>
      </w:r>
      <w:r w:rsidR="00C809A4">
        <w:rPr>
          <w:rFonts w:hint="cs"/>
          <w:rtl/>
        </w:rPr>
        <w:t>ا</w:t>
      </w:r>
      <w:r>
        <w:rPr>
          <w:rtl/>
        </w:rPr>
        <w:t>ختفى بها يبايع الناس و</w:t>
      </w:r>
      <w:r w:rsidR="00C809A4">
        <w:rPr>
          <w:rFonts w:hint="cs"/>
          <w:rtl/>
        </w:rPr>
        <w:t>ا</w:t>
      </w:r>
      <w:r>
        <w:rPr>
          <w:rtl/>
        </w:rPr>
        <w:t xml:space="preserve">ما على قول من زعم </w:t>
      </w:r>
      <w:r w:rsidR="000E4A8F">
        <w:rPr>
          <w:rFonts w:hint="cs"/>
          <w:rtl/>
        </w:rPr>
        <w:t>ا</w:t>
      </w:r>
      <w:r>
        <w:rPr>
          <w:rtl/>
        </w:rPr>
        <w:t xml:space="preserve">نه </w:t>
      </w:r>
      <w:r w:rsidR="000E4A8F">
        <w:rPr>
          <w:rFonts w:hint="cs"/>
          <w:rtl/>
        </w:rPr>
        <w:t>ا</w:t>
      </w:r>
      <w:r>
        <w:rPr>
          <w:rtl/>
        </w:rPr>
        <w:t>تى الى يوسف بن عمر لموافقة خالد بن عبد</w:t>
      </w:r>
      <w:r w:rsidR="00C809A4">
        <w:rPr>
          <w:rFonts w:hint="cs"/>
          <w:rtl/>
        </w:rPr>
        <w:t xml:space="preserve"> </w:t>
      </w:r>
      <w:r>
        <w:rPr>
          <w:rtl/>
        </w:rPr>
        <w:t xml:space="preserve">الله القسري </w:t>
      </w:r>
      <w:r w:rsidR="00C809A4">
        <w:rPr>
          <w:rFonts w:hint="cs"/>
          <w:rtl/>
        </w:rPr>
        <w:t>ا</w:t>
      </w:r>
      <w:r>
        <w:rPr>
          <w:rtl/>
        </w:rPr>
        <w:t>و ابنه يزيد بن خالد ف</w:t>
      </w:r>
      <w:r w:rsidR="00C809A4">
        <w:rPr>
          <w:rFonts w:hint="cs"/>
          <w:rtl/>
        </w:rPr>
        <w:t>ا</w:t>
      </w:r>
      <w:r>
        <w:rPr>
          <w:rtl/>
        </w:rPr>
        <w:t>ن زيدا</w:t>
      </w:r>
      <w:r w:rsidR="00C809A4">
        <w:rPr>
          <w:rFonts w:hint="cs"/>
          <w:rtl/>
        </w:rPr>
        <w:t>ً</w:t>
      </w:r>
      <w:r>
        <w:rPr>
          <w:rtl/>
        </w:rPr>
        <w:t xml:space="preserve"> أقام بالكوفة ظاهرا</w:t>
      </w:r>
      <w:r w:rsidR="000E4A8F">
        <w:rPr>
          <w:rFonts w:hint="cs"/>
          <w:rtl/>
        </w:rPr>
        <w:t>ً</w:t>
      </w:r>
      <w:r>
        <w:rPr>
          <w:rtl/>
        </w:rPr>
        <w:t xml:space="preserve"> ومعه داود بن علي و</w:t>
      </w:r>
      <w:r w:rsidR="00C809A4">
        <w:rPr>
          <w:rFonts w:hint="cs"/>
          <w:rtl/>
        </w:rPr>
        <w:t>ا</w:t>
      </w:r>
      <w:r>
        <w:rPr>
          <w:rtl/>
        </w:rPr>
        <w:t xml:space="preserve">قبلت الشيعة تختلف الى زيد وتأمره بالخروج ويقولون انا لنرجو أن تكون </w:t>
      </w:r>
      <w:r w:rsidR="00C809A4">
        <w:rPr>
          <w:rFonts w:hint="cs"/>
          <w:rtl/>
        </w:rPr>
        <w:t>ا</w:t>
      </w:r>
      <w:r>
        <w:rPr>
          <w:rtl/>
        </w:rPr>
        <w:t>نت المنصور وان هذا الزمان هو الذي يهلك فيه بنو أمية ف</w:t>
      </w:r>
      <w:r w:rsidR="00C809A4">
        <w:rPr>
          <w:rFonts w:hint="cs"/>
          <w:rtl/>
        </w:rPr>
        <w:t>ا</w:t>
      </w:r>
      <w:r>
        <w:rPr>
          <w:rtl/>
        </w:rPr>
        <w:t>قام بالكوفة وجعل يوسف ابن عمر يسأل عنه فيقال هو ها</w:t>
      </w:r>
      <w:r w:rsidR="00C809A4">
        <w:rPr>
          <w:rFonts w:hint="cs"/>
          <w:rtl/>
        </w:rPr>
        <w:t xml:space="preserve"> </w:t>
      </w:r>
      <w:r>
        <w:rPr>
          <w:rtl/>
        </w:rPr>
        <w:t xml:space="preserve">هنا ويبعث اليه ليسير فيقول نعم ويعتل بالوجع فمكث ما شاء الله ثم </w:t>
      </w:r>
      <w:r w:rsidR="000E4A8F">
        <w:rPr>
          <w:rFonts w:hint="cs"/>
          <w:rtl/>
        </w:rPr>
        <w:t>ا</w:t>
      </w:r>
      <w:r>
        <w:rPr>
          <w:rtl/>
        </w:rPr>
        <w:t>رسل اليه يوسف ليسير فاحتج ب</w:t>
      </w:r>
      <w:r w:rsidR="00C809A4">
        <w:rPr>
          <w:rFonts w:hint="cs"/>
          <w:rtl/>
        </w:rPr>
        <w:t>ا</w:t>
      </w:r>
      <w:r>
        <w:rPr>
          <w:rtl/>
        </w:rPr>
        <w:t>نه يحاكم بعض آل طلحة بن عبد</w:t>
      </w:r>
      <w:r w:rsidR="00C809A4">
        <w:rPr>
          <w:rFonts w:hint="cs"/>
          <w:rtl/>
        </w:rPr>
        <w:t xml:space="preserve"> </w:t>
      </w:r>
      <w:r>
        <w:rPr>
          <w:rtl/>
        </w:rPr>
        <w:t>الله لملك بينهما بالمدينة ف</w:t>
      </w:r>
      <w:r w:rsidR="000E4A8F">
        <w:rPr>
          <w:rFonts w:hint="cs"/>
          <w:rtl/>
        </w:rPr>
        <w:t>ا</w:t>
      </w:r>
      <w:r>
        <w:rPr>
          <w:rtl/>
        </w:rPr>
        <w:t>رسل إليه</w:t>
      </w:r>
    </w:p>
    <w:p w:rsidR="00BA4473" w:rsidRDefault="00BA4473" w:rsidP="00902C8E">
      <w:pPr>
        <w:pStyle w:val="rfdNormal0"/>
        <w:rPr>
          <w:rtl/>
        </w:rPr>
      </w:pPr>
      <w:bookmarkStart w:id="84" w:name="_GoBack"/>
      <w:bookmarkEnd w:id="84"/>
      <w:r w:rsidRPr="00C809A4">
        <w:rPr>
          <w:rtl/>
        </w:rPr>
        <w:br w:type="page"/>
      </w:r>
      <w:r>
        <w:rPr>
          <w:rtl/>
        </w:rPr>
        <w:lastRenderedPageBreak/>
        <w:t>لي</w:t>
      </w:r>
      <w:r w:rsidR="00902C8E">
        <w:rPr>
          <w:rFonts w:hint="cs"/>
          <w:rtl/>
        </w:rPr>
        <w:t>و</w:t>
      </w:r>
      <w:r>
        <w:rPr>
          <w:rtl/>
        </w:rPr>
        <w:t xml:space="preserve">كل وكيلا فلما رأى جد يوسف في </w:t>
      </w:r>
      <w:r w:rsidR="00902C8E">
        <w:rPr>
          <w:rFonts w:hint="cs"/>
          <w:rtl/>
        </w:rPr>
        <w:t>ا</w:t>
      </w:r>
      <w:r>
        <w:rPr>
          <w:rtl/>
        </w:rPr>
        <w:t xml:space="preserve">مره سار حتى </w:t>
      </w:r>
      <w:r w:rsidR="00902C8E">
        <w:rPr>
          <w:rFonts w:hint="cs"/>
          <w:rtl/>
        </w:rPr>
        <w:t>ا</w:t>
      </w:r>
      <w:r>
        <w:rPr>
          <w:rtl/>
        </w:rPr>
        <w:t xml:space="preserve">تى القادسية وقيل الثعلبية فتبعه </w:t>
      </w:r>
      <w:r w:rsidR="00902C8E">
        <w:rPr>
          <w:rFonts w:hint="cs"/>
          <w:rtl/>
        </w:rPr>
        <w:t>ا</w:t>
      </w:r>
      <w:r>
        <w:rPr>
          <w:rtl/>
        </w:rPr>
        <w:t>هل الكوفة وقالوا نحن اربعون الفا</w:t>
      </w:r>
      <w:r w:rsidR="000E4A8F">
        <w:rPr>
          <w:rFonts w:hint="cs"/>
          <w:rtl/>
        </w:rPr>
        <w:t>ً</w:t>
      </w:r>
      <w:r>
        <w:rPr>
          <w:rtl/>
        </w:rPr>
        <w:t xml:space="preserve"> لم يتخلف عنك </w:t>
      </w:r>
      <w:r w:rsidR="00902C8E">
        <w:rPr>
          <w:rFonts w:hint="cs"/>
          <w:rtl/>
        </w:rPr>
        <w:t>ا</w:t>
      </w:r>
      <w:r>
        <w:rPr>
          <w:rtl/>
        </w:rPr>
        <w:t>حد نضر</w:t>
      </w:r>
      <w:r w:rsidR="00902C8E">
        <w:rPr>
          <w:rFonts w:hint="cs"/>
          <w:rtl/>
        </w:rPr>
        <w:t>ب</w:t>
      </w:r>
      <w:r>
        <w:rPr>
          <w:rtl/>
        </w:rPr>
        <w:t xml:space="preserve"> ب</w:t>
      </w:r>
      <w:r w:rsidR="00902C8E">
        <w:rPr>
          <w:rFonts w:hint="cs"/>
          <w:rtl/>
        </w:rPr>
        <w:t>ا</w:t>
      </w:r>
      <w:r>
        <w:rPr>
          <w:rtl/>
        </w:rPr>
        <w:t xml:space="preserve">سيافنا وليس ها هنا من </w:t>
      </w:r>
      <w:r w:rsidR="00902C8E">
        <w:rPr>
          <w:rFonts w:hint="cs"/>
          <w:rtl/>
        </w:rPr>
        <w:t>ا</w:t>
      </w:r>
      <w:r>
        <w:rPr>
          <w:rtl/>
        </w:rPr>
        <w:t xml:space="preserve">هل الشام </w:t>
      </w:r>
      <w:r w:rsidR="00902C8E">
        <w:rPr>
          <w:rFonts w:hint="cs"/>
          <w:rtl/>
        </w:rPr>
        <w:t>ا</w:t>
      </w:r>
      <w:r>
        <w:rPr>
          <w:rtl/>
        </w:rPr>
        <w:t>لا عدة يسيرة بعض قبائلنا يكفيكهم ب</w:t>
      </w:r>
      <w:r w:rsidR="00902C8E">
        <w:rPr>
          <w:rFonts w:hint="cs"/>
          <w:rtl/>
        </w:rPr>
        <w:t>ا</w:t>
      </w:r>
      <w:r>
        <w:rPr>
          <w:rtl/>
        </w:rPr>
        <w:t xml:space="preserve">ذن الله تعالى وحلفوا بالايمان المغلظة وجعل يقول </w:t>
      </w:r>
      <w:r w:rsidR="00902C8E">
        <w:rPr>
          <w:rFonts w:hint="cs"/>
          <w:rtl/>
        </w:rPr>
        <w:t>ا</w:t>
      </w:r>
      <w:r>
        <w:rPr>
          <w:rtl/>
        </w:rPr>
        <w:t xml:space="preserve">ني أخاف </w:t>
      </w:r>
      <w:r w:rsidR="00902C8E">
        <w:rPr>
          <w:rFonts w:hint="cs"/>
          <w:rtl/>
        </w:rPr>
        <w:t>ا</w:t>
      </w:r>
      <w:r>
        <w:rPr>
          <w:rtl/>
        </w:rPr>
        <w:t>ن تخذلوني وتسلموني كما فعلتم ب</w:t>
      </w:r>
      <w:r w:rsidR="00902C8E">
        <w:rPr>
          <w:rFonts w:hint="cs"/>
          <w:rtl/>
        </w:rPr>
        <w:t>ا</w:t>
      </w:r>
      <w:r>
        <w:rPr>
          <w:rtl/>
        </w:rPr>
        <w:t xml:space="preserve">بي وجدي فيحلفون له فقال له داود بن علي يا ابن عم </w:t>
      </w:r>
      <w:r w:rsidR="00902C8E">
        <w:rPr>
          <w:rFonts w:hint="cs"/>
          <w:rtl/>
        </w:rPr>
        <w:t>ا</w:t>
      </w:r>
      <w:r>
        <w:rPr>
          <w:rtl/>
        </w:rPr>
        <w:t xml:space="preserve">ن هؤلاء يغرونك من نفسك أليس قد خذلوا من كان أعز عليهم منك جدك علي بن </w:t>
      </w:r>
      <w:r w:rsidR="00902C8E">
        <w:rPr>
          <w:rFonts w:hint="cs"/>
          <w:rtl/>
        </w:rPr>
        <w:t>ا</w:t>
      </w:r>
      <w:r>
        <w:rPr>
          <w:rtl/>
        </w:rPr>
        <w:t>بي طالب حتى قتل والحسن من بعده بايعوه ثم وثبوا عليه فانتزعوا رداءه وجرحوه أو ليس قد أخرجوا جدك الحسين وبايعوه ثم خذلوه و</w:t>
      </w:r>
      <w:r w:rsidR="00902C8E">
        <w:rPr>
          <w:rFonts w:hint="cs"/>
          <w:rtl/>
        </w:rPr>
        <w:t>ا</w:t>
      </w:r>
      <w:r>
        <w:rPr>
          <w:rtl/>
        </w:rPr>
        <w:t xml:space="preserve">سلموه ولم يرضوا بذلك حتى قتلوه فلا ترجع معهم فقالوا </w:t>
      </w:r>
      <w:r w:rsidR="00902C8E">
        <w:rPr>
          <w:rFonts w:hint="cs"/>
          <w:rtl/>
        </w:rPr>
        <w:t>ا</w:t>
      </w:r>
      <w:r>
        <w:rPr>
          <w:rtl/>
        </w:rPr>
        <w:t xml:space="preserve">ن هذا لا يريد </w:t>
      </w:r>
      <w:r w:rsidR="00902C8E">
        <w:rPr>
          <w:rFonts w:hint="cs"/>
          <w:rtl/>
        </w:rPr>
        <w:t>ا</w:t>
      </w:r>
      <w:r>
        <w:rPr>
          <w:rtl/>
        </w:rPr>
        <w:t xml:space="preserve">ن تظهر ويزعم </w:t>
      </w:r>
      <w:r w:rsidR="00902C8E">
        <w:rPr>
          <w:rFonts w:hint="cs"/>
          <w:rtl/>
        </w:rPr>
        <w:t>ا</w:t>
      </w:r>
      <w:r>
        <w:rPr>
          <w:rtl/>
        </w:rPr>
        <w:t>نه و</w:t>
      </w:r>
      <w:r w:rsidR="00902C8E">
        <w:rPr>
          <w:rFonts w:hint="cs"/>
          <w:rtl/>
        </w:rPr>
        <w:t>ا</w:t>
      </w:r>
      <w:r>
        <w:rPr>
          <w:rtl/>
        </w:rPr>
        <w:t xml:space="preserve">هل بيته </w:t>
      </w:r>
      <w:r w:rsidR="00902C8E">
        <w:rPr>
          <w:rFonts w:hint="cs"/>
          <w:rtl/>
        </w:rPr>
        <w:t>ا</w:t>
      </w:r>
      <w:r>
        <w:rPr>
          <w:rtl/>
        </w:rPr>
        <w:t>ولى بهذا ال</w:t>
      </w:r>
      <w:r w:rsidR="00902C8E">
        <w:rPr>
          <w:rFonts w:hint="cs"/>
          <w:rtl/>
        </w:rPr>
        <w:t>ا</w:t>
      </w:r>
      <w:r>
        <w:rPr>
          <w:rtl/>
        </w:rPr>
        <w:t xml:space="preserve">مر منكم فقال زيد لداود </w:t>
      </w:r>
      <w:r w:rsidR="000E4A8F">
        <w:rPr>
          <w:rFonts w:hint="cs"/>
          <w:rtl/>
        </w:rPr>
        <w:t>ا</w:t>
      </w:r>
      <w:r>
        <w:rPr>
          <w:rtl/>
        </w:rPr>
        <w:t>ن عليا</w:t>
      </w:r>
      <w:r w:rsidR="000E4A8F">
        <w:rPr>
          <w:rFonts w:hint="cs"/>
          <w:rtl/>
        </w:rPr>
        <w:t>ً</w:t>
      </w:r>
      <w:r>
        <w:rPr>
          <w:rtl/>
        </w:rPr>
        <w:t xml:space="preserve"> </w:t>
      </w:r>
      <w:r w:rsidR="00FF2CA0">
        <w:rPr>
          <w:rStyle w:val="rfdAlaem"/>
          <w:rFonts w:hint="cs"/>
          <w:rtl/>
        </w:rPr>
        <w:t>عليه‌السلام</w:t>
      </w:r>
      <w:r>
        <w:rPr>
          <w:rtl/>
        </w:rPr>
        <w:t xml:space="preserve"> كان يقاتله مع</w:t>
      </w:r>
      <w:r w:rsidR="00902C8E">
        <w:rPr>
          <w:rFonts w:hint="cs"/>
          <w:rtl/>
        </w:rPr>
        <w:t>ا</w:t>
      </w:r>
      <w:r>
        <w:rPr>
          <w:rtl/>
        </w:rPr>
        <w:t>وية بذهبه ( بدهائه ) و</w:t>
      </w:r>
      <w:r w:rsidR="00902C8E">
        <w:rPr>
          <w:rFonts w:hint="cs"/>
          <w:rtl/>
        </w:rPr>
        <w:t>ا</w:t>
      </w:r>
      <w:r>
        <w:rPr>
          <w:rtl/>
        </w:rPr>
        <w:t xml:space="preserve">ن الحسين قاتله يزيد والأمر مقبل عليهم ( ولداود </w:t>
      </w:r>
      <w:r w:rsidR="000E4A8F">
        <w:rPr>
          <w:rFonts w:hint="cs"/>
          <w:rtl/>
        </w:rPr>
        <w:t>ا</w:t>
      </w:r>
      <w:r>
        <w:rPr>
          <w:rtl/>
        </w:rPr>
        <w:t>ن يقول له و</w:t>
      </w:r>
      <w:r w:rsidR="00902C8E">
        <w:rPr>
          <w:rFonts w:hint="cs"/>
          <w:rtl/>
        </w:rPr>
        <w:t>ا</w:t>
      </w:r>
      <w:r>
        <w:rPr>
          <w:rtl/>
        </w:rPr>
        <w:t xml:space="preserve">نت يقتلك هشام وليس بدون يزيد ) فقال داود اني خائف </w:t>
      </w:r>
      <w:r w:rsidR="00902C8E">
        <w:rPr>
          <w:rFonts w:hint="cs"/>
          <w:rtl/>
        </w:rPr>
        <w:t>ا</w:t>
      </w:r>
      <w:r>
        <w:rPr>
          <w:rtl/>
        </w:rPr>
        <w:t xml:space="preserve">ن رجعت معهم </w:t>
      </w:r>
      <w:r w:rsidR="00902C8E">
        <w:rPr>
          <w:rFonts w:hint="cs"/>
          <w:rtl/>
        </w:rPr>
        <w:t>ا</w:t>
      </w:r>
      <w:r>
        <w:rPr>
          <w:rtl/>
        </w:rPr>
        <w:t xml:space="preserve">ن لا يكون </w:t>
      </w:r>
      <w:r w:rsidR="00902C8E">
        <w:rPr>
          <w:rFonts w:hint="cs"/>
          <w:rtl/>
        </w:rPr>
        <w:t>ا</w:t>
      </w:r>
      <w:r>
        <w:rPr>
          <w:rtl/>
        </w:rPr>
        <w:t xml:space="preserve">حد </w:t>
      </w:r>
      <w:r w:rsidR="00902C8E">
        <w:rPr>
          <w:rFonts w:hint="cs"/>
          <w:rtl/>
        </w:rPr>
        <w:t>ا</w:t>
      </w:r>
      <w:r>
        <w:rPr>
          <w:rtl/>
        </w:rPr>
        <w:t>شد عليك منهم و</w:t>
      </w:r>
      <w:r w:rsidR="000E4A8F">
        <w:rPr>
          <w:rFonts w:hint="cs"/>
          <w:rtl/>
        </w:rPr>
        <w:t>ا</w:t>
      </w:r>
      <w:r>
        <w:rPr>
          <w:rtl/>
        </w:rPr>
        <w:t xml:space="preserve">نت </w:t>
      </w:r>
      <w:r w:rsidR="000E4A8F">
        <w:rPr>
          <w:rFonts w:hint="cs"/>
          <w:rtl/>
        </w:rPr>
        <w:t>ا</w:t>
      </w:r>
      <w:r>
        <w:rPr>
          <w:rtl/>
        </w:rPr>
        <w:t xml:space="preserve">علم ومضى داود </w:t>
      </w:r>
      <w:r w:rsidR="00902C8E">
        <w:rPr>
          <w:rFonts w:hint="cs"/>
          <w:rtl/>
        </w:rPr>
        <w:t>ا</w:t>
      </w:r>
      <w:r>
        <w:rPr>
          <w:rtl/>
        </w:rPr>
        <w:t xml:space="preserve">لى المدينة ورجع زيد الى الكوفة فلما رجع </w:t>
      </w:r>
      <w:r w:rsidR="00902C8E">
        <w:rPr>
          <w:rFonts w:hint="cs"/>
          <w:rtl/>
        </w:rPr>
        <w:t>ا</w:t>
      </w:r>
      <w:r>
        <w:rPr>
          <w:rtl/>
        </w:rPr>
        <w:t>تاه سلمة بن كهيل فذكر له قرابته من رسول الله (ص) وحقه ف</w:t>
      </w:r>
      <w:r w:rsidR="00902C8E">
        <w:rPr>
          <w:rFonts w:hint="cs"/>
          <w:rtl/>
        </w:rPr>
        <w:t>ا</w:t>
      </w:r>
      <w:r>
        <w:rPr>
          <w:rtl/>
        </w:rPr>
        <w:t xml:space="preserve">حسن ثم قال له نشدتك الله كم بايعك قال </w:t>
      </w:r>
      <w:r w:rsidR="00902C8E">
        <w:rPr>
          <w:rFonts w:hint="cs"/>
          <w:rtl/>
        </w:rPr>
        <w:t>ا</w:t>
      </w:r>
      <w:r>
        <w:rPr>
          <w:rtl/>
        </w:rPr>
        <w:t xml:space="preserve">ربعون </w:t>
      </w:r>
      <w:r w:rsidR="00902C8E">
        <w:rPr>
          <w:rFonts w:hint="cs"/>
          <w:rtl/>
        </w:rPr>
        <w:t>ا</w:t>
      </w:r>
      <w:r>
        <w:rPr>
          <w:rtl/>
        </w:rPr>
        <w:t>لفا</w:t>
      </w:r>
      <w:r w:rsidR="000E4A8F">
        <w:rPr>
          <w:rFonts w:hint="cs"/>
          <w:rtl/>
        </w:rPr>
        <w:t>ً</w:t>
      </w:r>
      <w:r>
        <w:rPr>
          <w:rtl/>
        </w:rPr>
        <w:t xml:space="preserve"> قال فكم بايع جدك قال ثمانون </w:t>
      </w:r>
      <w:r w:rsidR="00902C8E">
        <w:rPr>
          <w:rFonts w:hint="cs"/>
          <w:rtl/>
        </w:rPr>
        <w:t>ا</w:t>
      </w:r>
      <w:r>
        <w:rPr>
          <w:rtl/>
        </w:rPr>
        <w:t>لفا</w:t>
      </w:r>
      <w:r w:rsidR="000E4A8F">
        <w:rPr>
          <w:rFonts w:hint="cs"/>
          <w:rtl/>
        </w:rPr>
        <w:t>ً</w:t>
      </w:r>
      <w:r>
        <w:rPr>
          <w:rtl/>
        </w:rPr>
        <w:t xml:space="preserve"> قال فكم حصل معه قال ثلثمائة قال نشدتك الله </w:t>
      </w:r>
      <w:r w:rsidR="00902C8E">
        <w:rPr>
          <w:rFonts w:hint="cs"/>
          <w:rtl/>
        </w:rPr>
        <w:t>ا</w:t>
      </w:r>
      <w:r>
        <w:rPr>
          <w:rtl/>
        </w:rPr>
        <w:t xml:space="preserve">نت خير </w:t>
      </w:r>
      <w:r w:rsidR="000E4A8F">
        <w:rPr>
          <w:rFonts w:hint="cs"/>
          <w:rtl/>
        </w:rPr>
        <w:t>ا</w:t>
      </w:r>
      <w:r>
        <w:rPr>
          <w:rtl/>
        </w:rPr>
        <w:t xml:space="preserve">م جدك قال جدي قال فهذا القرن خير </w:t>
      </w:r>
      <w:r w:rsidR="00902C8E">
        <w:rPr>
          <w:rFonts w:hint="cs"/>
          <w:rtl/>
        </w:rPr>
        <w:t>ا</w:t>
      </w:r>
      <w:r>
        <w:rPr>
          <w:rtl/>
        </w:rPr>
        <w:t xml:space="preserve">م ذلك القرن قال ذلك القرن قال أفتطمع </w:t>
      </w:r>
      <w:r w:rsidR="000E4A8F">
        <w:rPr>
          <w:rFonts w:hint="cs"/>
          <w:rtl/>
        </w:rPr>
        <w:t>ا</w:t>
      </w:r>
      <w:r>
        <w:rPr>
          <w:rtl/>
        </w:rPr>
        <w:t>ن</w:t>
      </w:r>
    </w:p>
    <w:p w:rsidR="00BA4473" w:rsidRDefault="00BA4473" w:rsidP="00FD7763">
      <w:pPr>
        <w:pStyle w:val="rfdNormal0"/>
        <w:rPr>
          <w:rtl/>
        </w:rPr>
      </w:pPr>
      <w:r w:rsidRPr="00902C8E">
        <w:rPr>
          <w:rtl/>
        </w:rPr>
        <w:br w:type="page"/>
      </w:r>
      <w:r>
        <w:rPr>
          <w:rtl/>
        </w:rPr>
        <w:lastRenderedPageBreak/>
        <w:t>يفي لك هؤلاء وقد غدر اولئك بجدك قال قد بايعوني ووجبت البيعة في عنقي و</w:t>
      </w:r>
      <w:r w:rsidR="009A0F6B">
        <w:rPr>
          <w:rFonts w:hint="cs"/>
          <w:rtl/>
        </w:rPr>
        <w:t>ا</w:t>
      </w:r>
      <w:r>
        <w:rPr>
          <w:rtl/>
        </w:rPr>
        <w:t xml:space="preserve">عناقهم قال أفتأذن لي </w:t>
      </w:r>
      <w:r w:rsidR="009A0F6B">
        <w:rPr>
          <w:rFonts w:hint="cs"/>
          <w:rtl/>
        </w:rPr>
        <w:t>ا</w:t>
      </w:r>
      <w:r>
        <w:rPr>
          <w:rtl/>
        </w:rPr>
        <w:t xml:space="preserve">ن </w:t>
      </w:r>
      <w:r w:rsidR="009A0F6B">
        <w:rPr>
          <w:rFonts w:hint="cs"/>
          <w:rtl/>
        </w:rPr>
        <w:t>ا</w:t>
      </w:r>
      <w:r>
        <w:rPr>
          <w:rtl/>
        </w:rPr>
        <w:t xml:space="preserve">خرج من هذا البلد فلا آمن </w:t>
      </w:r>
      <w:r w:rsidR="009A0F6B">
        <w:rPr>
          <w:rFonts w:hint="cs"/>
          <w:rtl/>
        </w:rPr>
        <w:t>ا</w:t>
      </w:r>
      <w:r>
        <w:rPr>
          <w:rtl/>
        </w:rPr>
        <w:t>ن يحدث حدث فلا أملك نفسي فاذن له فخرج الى اليمامة وكتب عبد</w:t>
      </w:r>
      <w:r w:rsidR="009A0F6B">
        <w:rPr>
          <w:rFonts w:hint="cs"/>
          <w:rtl/>
        </w:rPr>
        <w:t xml:space="preserve"> </w:t>
      </w:r>
      <w:r>
        <w:rPr>
          <w:rtl/>
        </w:rPr>
        <w:t xml:space="preserve">الله بن الحسن الحسني الى زيد </w:t>
      </w:r>
      <w:r w:rsidR="00FD7763">
        <w:rPr>
          <w:rFonts w:hint="cs"/>
          <w:rtl/>
        </w:rPr>
        <w:t>ا</w:t>
      </w:r>
      <w:r>
        <w:rPr>
          <w:rtl/>
        </w:rPr>
        <w:t>ما بعد ف</w:t>
      </w:r>
      <w:r w:rsidR="00FD7763">
        <w:rPr>
          <w:rFonts w:hint="cs"/>
          <w:rtl/>
        </w:rPr>
        <w:t>ا</w:t>
      </w:r>
      <w:r>
        <w:rPr>
          <w:rtl/>
        </w:rPr>
        <w:t xml:space="preserve">ن </w:t>
      </w:r>
      <w:r w:rsidR="00FD7763">
        <w:rPr>
          <w:rFonts w:hint="cs"/>
          <w:rtl/>
        </w:rPr>
        <w:t>ا</w:t>
      </w:r>
      <w:r>
        <w:rPr>
          <w:rtl/>
        </w:rPr>
        <w:t>هل الكوفة قبح العلانية جود السريرة هرج في الرخاء جزع في اللقاء يقدمهم ألسنتهم ولا يشايعهم قلوبهم ولقد تواترت الي كتبهم بدعوتهم فصمت عن ندائهم وألبست قلبي غشاء عن ذكرهم يأسا</w:t>
      </w:r>
      <w:r w:rsidR="00FD7763">
        <w:rPr>
          <w:rFonts w:hint="cs"/>
          <w:rtl/>
        </w:rPr>
        <w:t>ً</w:t>
      </w:r>
      <w:r>
        <w:rPr>
          <w:rtl/>
        </w:rPr>
        <w:t xml:space="preserve"> منهم واطراحا لهم ومالهم مثل </w:t>
      </w:r>
      <w:r w:rsidR="00FD7763">
        <w:rPr>
          <w:rFonts w:hint="cs"/>
          <w:rtl/>
        </w:rPr>
        <w:t>ا</w:t>
      </w:r>
      <w:r>
        <w:rPr>
          <w:rtl/>
        </w:rPr>
        <w:t xml:space="preserve">لا ما قال علي بن </w:t>
      </w:r>
      <w:r w:rsidR="00FD7763">
        <w:rPr>
          <w:rFonts w:hint="cs"/>
          <w:rtl/>
        </w:rPr>
        <w:t>ا</w:t>
      </w:r>
      <w:r>
        <w:rPr>
          <w:rtl/>
        </w:rPr>
        <w:t xml:space="preserve">بي طالب </w:t>
      </w:r>
      <w:r w:rsidR="00FF2CA0">
        <w:rPr>
          <w:rStyle w:val="rfdAlaem"/>
          <w:rFonts w:hint="cs"/>
          <w:rtl/>
        </w:rPr>
        <w:t>عليه‌السلام</w:t>
      </w:r>
      <w:r>
        <w:rPr>
          <w:rtl/>
        </w:rPr>
        <w:t xml:space="preserve"> </w:t>
      </w:r>
      <w:r w:rsidR="00FD7763">
        <w:rPr>
          <w:rFonts w:hint="cs"/>
          <w:rtl/>
        </w:rPr>
        <w:t>ا</w:t>
      </w:r>
      <w:r>
        <w:rPr>
          <w:rtl/>
        </w:rPr>
        <w:t xml:space="preserve">ن </w:t>
      </w:r>
      <w:r w:rsidR="00FD7763">
        <w:rPr>
          <w:rFonts w:hint="cs"/>
          <w:rtl/>
        </w:rPr>
        <w:t>ا</w:t>
      </w:r>
      <w:r>
        <w:rPr>
          <w:rtl/>
        </w:rPr>
        <w:t xml:space="preserve">هملتم خضتم وان جوربتم خرتم وان </w:t>
      </w:r>
      <w:r w:rsidR="00FD7763">
        <w:rPr>
          <w:rFonts w:hint="cs"/>
          <w:rtl/>
        </w:rPr>
        <w:t>ا</w:t>
      </w:r>
      <w:r>
        <w:rPr>
          <w:rtl/>
        </w:rPr>
        <w:t xml:space="preserve">جتمع الناس على </w:t>
      </w:r>
      <w:r w:rsidR="00FD7763">
        <w:rPr>
          <w:rFonts w:hint="cs"/>
          <w:rtl/>
        </w:rPr>
        <w:t>ا</w:t>
      </w:r>
      <w:r>
        <w:rPr>
          <w:rtl/>
        </w:rPr>
        <w:t xml:space="preserve">مام طعنتم وان </w:t>
      </w:r>
      <w:r w:rsidR="00FD7763">
        <w:rPr>
          <w:rFonts w:hint="cs"/>
          <w:rtl/>
        </w:rPr>
        <w:t>ا</w:t>
      </w:r>
      <w:r>
        <w:rPr>
          <w:rtl/>
        </w:rPr>
        <w:t>جبتم الى مشاقة نكصتم فلم يصغ زيد الى شيء من ذلك ف</w:t>
      </w:r>
      <w:r w:rsidR="00FD7763">
        <w:rPr>
          <w:rFonts w:hint="cs"/>
          <w:rtl/>
        </w:rPr>
        <w:t>ا</w:t>
      </w:r>
      <w:r>
        <w:rPr>
          <w:rtl/>
        </w:rPr>
        <w:t xml:space="preserve">قام على حاله يبايع الناس ويتجهز للخروج وتزوج بالكوفة ابنة ليعقوب السلمي وتزوج </w:t>
      </w:r>
      <w:r w:rsidR="00FD7763">
        <w:rPr>
          <w:rFonts w:hint="cs"/>
          <w:rtl/>
        </w:rPr>
        <w:t>ا</w:t>
      </w:r>
      <w:r>
        <w:rPr>
          <w:rtl/>
        </w:rPr>
        <w:t>يضا</w:t>
      </w:r>
      <w:r w:rsidR="000E4A8F">
        <w:rPr>
          <w:rFonts w:hint="cs"/>
          <w:rtl/>
        </w:rPr>
        <w:t>ً</w:t>
      </w:r>
      <w:r>
        <w:rPr>
          <w:rtl/>
        </w:rPr>
        <w:t xml:space="preserve"> ابنة عبد</w:t>
      </w:r>
      <w:r w:rsidR="00FD7763">
        <w:rPr>
          <w:rFonts w:hint="cs"/>
          <w:rtl/>
        </w:rPr>
        <w:t xml:space="preserve"> </w:t>
      </w:r>
      <w:r>
        <w:rPr>
          <w:rtl/>
        </w:rPr>
        <w:t xml:space="preserve">الله بن </w:t>
      </w:r>
      <w:r w:rsidR="00FD7763">
        <w:rPr>
          <w:rFonts w:hint="cs"/>
          <w:rtl/>
        </w:rPr>
        <w:t>ا</w:t>
      </w:r>
      <w:r>
        <w:rPr>
          <w:rtl/>
        </w:rPr>
        <w:t xml:space="preserve">بي القيس الازدي وكان سبب تزوجه اياها </w:t>
      </w:r>
      <w:r w:rsidR="00FD7763">
        <w:rPr>
          <w:rFonts w:hint="cs"/>
          <w:rtl/>
        </w:rPr>
        <w:t>ا</w:t>
      </w:r>
      <w:r>
        <w:rPr>
          <w:rtl/>
        </w:rPr>
        <w:t xml:space="preserve">ن </w:t>
      </w:r>
      <w:r w:rsidR="00FD7763">
        <w:rPr>
          <w:rFonts w:hint="cs"/>
          <w:rtl/>
        </w:rPr>
        <w:t>ا</w:t>
      </w:r>
      <w:r>
        <w:rPr>
          <w:rtl/>
        </w:rPr>
        <w:t xml:space="preserve">مها </w:t>
      </w:r>
      <w:r w:rsidR="00FD7763">
        <w:rPr>
          <w:rFonts w:hint="cs"/>
          <w:rtl/>
        </w:rPr>
        <w:t>ا</w:t>
      </w:r>
      <w:r>
        <w:rPr>
          <w:rtl/>
        </w:rPr>
        <w:t>م عمرو بنت الصلت كانت تتشيع ف</w:t>
      </w:r>
      <w:r w:rsidR="00FD7763">
        <w:rPr>
          <w:rFonts w:hint="cs"/>
          <w:rtl/>
        </w:rPr>
        <w:t>ا</w:t>
      </w:r>
      <w:r>
        <w:rPr>
          <w:rtl/>
        </w:rPr>
        <w:t xml:space="preserve">تت زيدا تسلم عليه وكانت جميلة حسنة قد دخلت في اليمن فلم يظهر عليها فخطبها زيد الى نفسها فاعتذرت بالسن وقالت </w:t>
      </w:r>
      <w:r w:rsidR="00FD7763">
        <w:rPr>
          <w:rFonts w:hint="cs"/>
          <w:rtl/>
        </w:rPr>
        <w:t>ا</w:t>
      </w:r>
      <w:r>
        <w:rPr>
          <w:rtl/>
        </w:rPr>
        <w:t>ن لي بنتا</w:t>
      </w:r>
      <w:r w:rsidR="000E4A8F">
        <w:rPr>
          <w:rFonts w:hint="cs"/>
          <w:rtl/>
        </w:rPr>
        <w:t>ً</w:t>
      </w:r>
      <w:r>
        <w:rPr>
          <w:rtl/>
        </w:rPr>
        <w:t xml:space="preserve"> هي </w:t>
      </w:r>
      <w:r w:rsidR="00FD7763">
        <w:rPr>
          <w:rFonts w:hint="cs"/>
          <w:rtl/>
        </w:rPr>
        <w:t>ا</w:t>
      </w:r>
      <w:r>
        <w:rPr>
          <w:rtl/>
        </w:rPr>
        <w:t>جمل مني و</w:t>
      </w:r>
      <w:r w:rsidR="00FD7763">
        <w:rPr>
          <w:rFonts w:hint="cs"/>
          <w:rtl/>
        </w:rPr>
        <w:t>ا</w:t>
      </w:r>
      <w:r>
        <w:rPr>
          <w:rtl/>
        </w:rPr>
        <w:t>بيض و</w:t>
      </w:r>
      <w:r w:rsidR="00FD7763">
        <w:rPr>
          <w:rFonts w:hint="cs"/>
          <w:rtl/>
        </w:rPr>
        <w:t>ا</w:t>
      </w:r>
      <w:r>
        <w:rPr>
          <w:rtl/>
        </w:rPr>
        <w:t>حسن دلا وشكلا فضحك زيد ثم تزوجها وكان ينتقل بالكوفة تارة</w:t>
      </w:r>
      <w:r w:rsidR="00FD7763">
        <w:rPr>
          <w:rFonts w:hint="cs"/>
          <w:rtl/>
        </w:rPr>
        <w:t xml:space="preserve"> عندها وتارة عند زوجته الاخرى وتارة في بني عبيس وتارة في</w:t>
      </w:r>
      <w:r>
        <w:rPr>
          <w:rtl/>
        </w:rPr>
        <w:t xml:space="preserve"> بني نهد وتارة في بني تغلب وغيرهم الى </w:t>
      </w:r>
      <w:r w:rsidR="000E4A8F">
        <w:rPr>
          <w:rFonts w:hint="cs"/>
          <w:rtl/>
        </w:rPr>
        <w:t>ا</w:t>
      </w:r>
      <w:r>
        <w:rPr>
          <w:rtl/>
        </w:rPr>
        <w:t>ن ظهر. انتهى كلام ابن الاثير.</w:t>
      </w:r>
    </w:p>
    <w:p w:rsidR="00BA4473" w:rsidRDefault="00BA4473" w:rsidP="000E4A8F">
      <w:pPr>
        <w:rPr>
          <w:rtl/>
        </w:rPr>
      </w:pPr>
      <w:r>
        <w:rPr>
          <w:rtl/>
        </w:rPr>
        <w:t xml:space="preserve">وكان خروجه بالكوفة في ولاية يوسف بن عمر بن </w:t>
      </w:r>
      <w:r w:rsidR="000E4A8F">
        <w:rPr>
          <w:rFonts w:hint="cs"/>
          <w:rtl/>
        </w:rPr>
        <w:t>ا</w:t>
      </w:r>
      <w:r>
        <w:rPr>
          <w:rtl/>
        </w:rPr>
        <w:t>بي عقيل الثقفي العراق لهشام بن عب</w:t>
      </w:r>
      <w:r w:rsidR="00FD7763">
        <w:rPr>
          <w:rtl/>
        </w:rPr>
        <w:t>د الملك في الشذرات ويوسف هذا هو</w:t>
      </w:r>
    </w:p>
    <w:p w:rsidR="00BA4473" w:rsidRDefault="00BA4473" w:rsidP="002A1941">
      <w:pPr>
        <w:pStyle w:val="rfdNormal0"/>
        <w:rPr>
          <w:rtl/>
        </w:rPr>
      </w:pPr>
      <w:r w:rsidRPr="00FD7763">
        <w:rPr>
          <w:rtl/>
        </w:rPr>
        <w:br w:type="page"/>
      </w:r>
      <w:r>
        <w:rPr>
          <w:rtl/>
        </w:rPr>
        <w:lastRenderedPageBreak/>
        <w:t xml:space="preserve">ابن عمر </w:t>
      </w:r>
      <w:r w:rsidR="002A1941">
        <w:rPr>
          <w:rFonts w:hint="cs"/>
          <w:rtl/>
        </w:rPr>
        <w:t>ا</w:t>
      </w:r>
      <w:r>
        <w:rPr>
          <w:rtl/>
        </w:rPr>
        <w:t>بوه عم الحجاج بن يوسف.</w:t>
      </w:r>
    </w:p>
    <w:p w:rsidR="00BA4473" w:rsidRPr="004F5F13" w:rsidRDefault="00BA4473" w:rsidP="002A1941">
      <w:pPr>
        <w:pStyle w:val="Heading1Center"/>
        <w:rPr>
          <w:rtl/>
        </w:rPr>
      </w:pPr>
      <w:bookmarkStart w:id="85" w:name="_Toc256850575"/>
      <w:bookmarkStart w:id="86" w:name="_Toc256854639"/>
      <w:bookmarkStart w:id="87" w:name="_Toc292190075"/>
      <w:bookmarkStart w:id="88" w:name="_Toc292205020"/>
      <w:r w:rsidRPr="005C544C">
        <w:rPr>
          <w:rtl/>
        </w:rPr>
        <w:t>(</w:t>
      </w:r>
      <w:r w:rsidR="002A1941">
        <w:rPr>
          <w:rFonts w:hint="cs"/>
          <w:rtl/>
        </w:rPr>
        <w:t xml:space="preserve"> ا</w:t>
      </w:r>
      <w:r w:rsidRPr="005C544C">
        <w:rPr>
          <w:rtl/>
        </w:rPr>
        <w:t>خبار السجاد والباقر والصا</w:t>
      </w:r>
      <w:r>
        <w:rPr>
          <w:rtl/>
        </w:rPr>
        <w:t xml:space="preserve">دق </w:t>
      </w:r>
      <w:r w:rsidR="00424C96" w:rsidRPr="00A50A68">
        <w:rPr>
          <w:rStyle w:val="rfdAlaem"/>
          <w:rFonts w:hint="cs"/>
          <w:rtl/>
        </w:rPr>
        <w:t>:</w:t>
      </w:r>
      <w:r>
        <w:rPr>
          <w:rtl/>
        </w:rPr>
        <w:t xml:space="preserve"> بقتله قبل وقوعه</w:t>
      </w:r>
      <w:r w:rsidR="002A1941">
        <w:rPr>
          <w:rFonts w:hint="cs"/>
          <w:rtl/>
        </w:rPr>
        <w:t xml:space="preserve"> </w:t>
      </w:r>
      <w:r w:rsidRPr="005C544C">
        <w:rPr>
          <w:rtl/>
        </w:rPr>
        <w:t>)</w:t>
      </w:r>
      <w:bookmarkEnd w:id="85"/>
      <w:bookmarkEnd w:id="86"/>
      <w:bookmarkEnd w:id="87"/>
      <w:bookmarkEnd w:id="88"/>
    </w:p>
    <w:p w:rsidR="00BA4473" w:rsidRDefault="00BA4473" w:rsidP="002A1941">
      <w:pPr>
        <w:rPr>
          <w:rtl/>
        </w:rPr>
      </w:pPr>
      <w:r>
        <w:rPr>
          <w:rtl/>
        </w:rPr>
        <w:t xml:space="preserve">عن فرحة الغري : روي عن </w:t>
      </w:r>
      <w:r w:rsidR="002A1941">
        <w:rPr>
          <w:rFonts w:hint="cs"/>
          <w:rtl/>
        </w:rPr>
        <w:t>ا</w:t>
      </w:r>
      <w:r>
        <w:rPr>
          <w:rtl/>
        </w:rPr>
        <w:t xml:space="preserve">بي حمزة الثمالي قال كنت </w:t>
      </w:r>
      <w:r w:rsidR="002A1941">
        <w:rPr>
          <w:rFonts w:hint="cs"/>
          <w:rtl/>
        </w:rPr>
        <w:t>ا</w:t>
      </w:r>
      <w:r>
        <w:rPr>
          <w:rtl/>
        </w:rPr>
        <w:t xml:space="preserve">زور علي بن الحسين </w:t>
      </w:r>
      <w:r w:rsidR="00FF2CA0">
        <w:rPr>
          <w:rStyle w:val="rfdAlaem"/>
          <w:rFonts w:hint="cs"/>
          <w:rtl/>
        </w:rPr>
        <w:t>عليهما‌السلام</w:t>
      </w:r>
      <w:r>
        <w:rPr>
          <w:rtl/>
        </w:rPr>
        <w:t xml:space="preserve"> في كل سنة مرة في وقت الحج فزرته سنة فرأيت على ركبته ولدا</w:t>
      </w:r>
      <w:r w:rsidR="000E4A8F">
        <w:rPr>
          <w:rFonts w:hint="cs"/>
          <w:rtl/>
        </w:rPr>
        <w:t>ً</w:t>
      </w:r>
      <w:r>
        <w:rPr>
          <w:rtl/>
        </w:rPr>
        <w:t xml:space="preserve"> جالسا</w:t>
      </w:r>
      <w:r w:rsidR="000E4A8F">
        <w:rPr>
          <w:rFonts w:hint="cs"/>
          <w:rtl/>
        </w:rPr>
        <w:t>ً</w:t>
      </w:r>
      <w:r>
        <w:rPr>
          <w:rtl/>
        </w:rPr>
        <w:t xml:space="preserve"> ثم نهض الى نحو باب الدار فوقع فجرح رأسه وجرى دمه فقام الامام </w:t>
      </w:r>
      <w:r w:rsidR="00FF2CA0">
        <w:rPr>
          <w:rStyle w:val="rfdAlaem"/>
          <w:rFonts w:hint="cs"/>
          <w:rtl/>
        </w:rPr>
        <w:t>عليه‌السلام</w:t>
      </w:r>
      <w:r>
        <w:rPr>
          <w:rtl/>
        </w:rPr>
        <w:t xml:space="preserve"> مسرعا</w:t>
      </w:r>
      <w:r w:rsidR="000E4A8F">
        <w:rPr>
          <w:rFonts w:hint="cs"/>
          <w:rtl/>
        </w:rPr>
        <w:t>ً</w:t>
      </w:r>
      <w:r>
        <w:rPr>
          <w:rtl/>
        </w:rPr>
        <w:t xml:space="preserve"> وحمله ومسح الدم عن رأسه وقال يا بني </w:t>
      </w:r>
      <w:r w:rsidR="002A1941">
        <w:rPr>
          <w:rFonts w:hint="cs"/>
          <w:rtl/>
        </w:rPr>
        <w:t>ا</w:t>
      </w:r>
      <w:r>
        <w:rPr>
          <w:rtl/>
        </w:rPr>
        <w:t xml:space="preserve">عيذك بالله </w:t>
      </w:r>
      <w:r w:rsidR="002A1941">
        <w:rPr>
          <w:rFonts w:hint="cs"/>
          <w:rtl/>
        </w:rPr>
        <w:t>ا</w:t>
      </w:r>
      <w:r>
        <w:rPr>
          <w:rtl/>
        </w:rPr>
        <w:t xml:space="preserve">ن تكون المصلوب بالكناسة فقلت فداك </w:t>
      </w:r>
      <w:r w:rsidR="002A1941">
        <w:rPr>
          <w:rFonts w:hint="cs"/>
          <w:rtl/>
        </w:rPr>
        <w:t>ا</w:t>
      </w:r>
      <w:r>
        <w:rPr>
          <w:rtl/>
        </w:rPr>
        <w:t>بي و</w:t>
      </w:r>
      <w:r w:rsidR="002A1941">
        <w:rPr>
          <w:rFonts w:hint="cs"/>
          <w:rtl/>
        </w:rPr>
        <w:t>ا</w:t>
      </w:r>
      <w:r>
        <w:rPr>
          <w:rtl/>
        </w:rPr>
        <w:t xml:space="preserve">مي </w:t>
      </w:r>
      <w:r w:rsidR="002A1941">
        <w:rPr>
          <w:rFonts w:hint="cs"/>
          <w:rtl/>
        </w:rPr>
        <w:t>ا</w:t>
      </w:r>
      <w:r>
        <w:rPr>
          <w:rtl/>
        </w:rPr>
        <w:t xml:space="preserve">ي كناسة هذه قال كناسة الكوفة فقلت جعلت فداك هذه الواقعة من المحتوم فقال </w:t>
      </w:r>
      <w:r w:rsidR="002A1941">
        <w:rPr>
          <w:rFonts w:hint="cs"/>
          <w:rtl/>
        </w:rPr>
        <w:t>ا</w:t>
      </w:r>
      <w:r>
        <w:rPr>
          <w:rtl/>
        </w:rPr>
        <w:t xml:space="preserve">ي والذي بعث محمد بالحق </w:t>
      </w:r>
      <w:r w:rsidR="002A1941">
        <w:rPr>
          <w:rFonts w:hint="cs"/>
          <w:rtl/>
        </w:rPr>
        <w:t>ا</w:t>
      </w:r>
      <w:r>
        <w:rPr>
          <w:rtl/>
        </w:rPr>
        <w:t>ن عشت بعدي لترين هذا الغلام في ناحية من نواحي الكوفة مقتولا مدفونا</w:t>
      </w:r>
      <w:r w:rsidR="000E4A8F">
        <w:rPr>
          <w:rFonts w:hint="cs"/>
          <w:rtl/>
        </w:rPr>
        <w:t>ً</w:t>
      </w:r>
      <w:r>
        <w:rPr>
          <w:rtl/>
        </w:rPr>
        <w:t xml:space="preserve"> منبوشا</w:t>
      </w:r>
      <w:r w:rsidR="000E4A8F">
        <w:rPr>
          <w:rFonts w:hint="cs"/>
          <w:rtl/>
        </w:rPr>
        <w:t>ً</w:t>
      </w:r>
      <w:r>
        <w:rPr>
          <w:rtl/>
        </w:rPr>
        <w:t xml:space="preserve"> مسلوبا</w:t>
      </w:r>
      <w:r w:rsidR="000E4A8F">
        <w:rPr>
          <w:rFonts w:hint="cs"/>
          <w:rtl/>
        </w:rPr>
        <w:t>ً</w:t>
      </w:r>
      <w:r>
        <w:rPr>
          <w:rtl/>
        </w:rPr>
        <w:t xml:space="preserve"> مسحوبا</w:t>
      </w:r>
      <w:r w:rsidR="000E4A8F">
        <w:rPr>
          <w:rFonts w:hint="cs"/>
          <w:rtl/>
        </w:rPr>
        <w:t>ً</w:t>
      </w:r>
      <w:r>
        <w:rPr>
          <w:rtl/>
        </w:rPr>
        <w:t xml:space="preserve"> مصلوباً في الكناسة قال </w:t>
      </w:r>
      <w:r w:rsidR="002A1941">
        <w:rPr>
          <w:rFonts w:hint="cs"/>
          <w:rtl/>
        </w:rPr>
        <w:t>ا</w:t>
      </w:r>
      <w:r>
        <w:rPr>
          <w:rtl/>
        </w:rPr>
        <w:t xml:space="preserve">بو حمزة جعلت فداك ما اسم هذا الغلام فقال زيد ابني ثم بكى قال </w:t>
      </w:r>
      <w:r w:rsidR="002A1941">
        <w:rPr>
          <w:rFonts w:hint="cs"/>
          <w:rtl/>
        </w:rPr>
        <w:t>ا</w:t>
      </w:r>
      <w:r>
        <w:rPr>
          <w:rtl/>
        </w:rPr>
        <w:t>بو حمزة والله ما لبثت الا برهة حتى رأيت زيدا</w:t>
      </w:r>
      <w:r w:rsidR="000E4A8F">
        <w:rPr>
          <w:rFonts w:hint="cs"/>
          <w:rtl/>
        </w:rPr>
        <w:t>ً</w:t>
      </w:r>
      <w:r>
        <w:rPr>
          <w:rtl/>
        </w:rPr>
        <w:t xml:space="preserve"> بالكوفة في دار مع</w:t>
      </w:r>
      <w:r w:rsidR="002A1941">
        <w:rPr>
          <w:rFonts w:hint="cs"/>
          <w:rtl/>
        </w:rPr>
        <w:t>ا</w:t>
      </w:r>
      <w:r>
        <w:rPr>
          <w:rtl/>
        </w:rPr>
        <w:t>وية ابن اسح</w:t>
      </w:r>
      <w:r w:rsidR="00EE72EE">
        <w:rPr>
          <w:rFonts w:hint="cs"/>
          <w:rtl/>
        </w:rPr>
        <w:t>ا</w:t>
      </w:r>
      <w:r>
        <w:rPr>
          <w:rtl/>
        </w:rPr>
        <w:t>ق فجئت اليه وسلمت عليه وقلت جعلت فدا</w:t>
      </w:r>
      <w:r w:rsidR="002A1941">
        <w:rPr>
          <w:rFonts w:hint="cs"/>
          <w:rtl/>
        </w:rPr>
        <w:t>ك</w:t>
      </w:r>
      <w:r>
        <w:rPr>
          <w:rtl/>
        </w:rPr>
        <w:t xml:space="preserve"> ما اقدمك هذا البلد قال انتقل الى دور بارق وبني هلال فوالله لقد رأيت زيدا</w:t>
      </w:r>
      <w:r w:rsidR="000E4A8F">
        <w:rPr>
          <w:rFonts w:hint="cs"/>
          <w:rtl/>
        </w:rPr>
        <w:t>ً</w:t>
      </w:r>
      <w:r>
        <w:rPr>
          <w:rtl/>
        </w:rPr>
        <w:t xml:space="preserve"> مقتولا ومدفونا</w:t>
      </w:r>
      <w:r w:rsidR="000E4A8F">
        <w:rPr>
          <w:rFonts w:hint="cs"/>
          <w:rtl/>
        </w:rPr>
        <w:t>ً</w:t>
      </w:r>
      <w:r>
        <w:rPr>
          <w:rtl/>
        </w:rPr>
        <w:t xml:space="preserve"> ومنبوشا</w:t>
      </w:r>
      <w:r w:rsidR="000E4A8F">
        <w:rPr>
          <w:rFonts w:hint="cs"/>
          <w:rtl/>
        </w:rPr>
        <w:t>ً</w:t>
      </w:r>
      <w:r>
        <w:rPr>
          <w:rtl/>
        </w:rPr>
        <w:t xml:space="preserve"> ومسلوبا</w:t>
      </w:r>
      <w:r w:rsidR="000E4A8F">
        <w:rPr>
          <w:rFonts w:hint="cs"/>
          <w:rtl/>
        </w:rPr>
        <w:t>ً</w:t>
      </w:r>
      <w:r>
        <w:rPr>
          <w:rtl/>
        </w:rPr>
        <w:t xml:space="preserve"> ومسحوبا</w:t>
      </w:r>
      <w:r w:rsidR="000E4A8F">
        <w:rPr>
          <w:rFonts w:hint="cs"/>
          <w:rtl/>
        </w:rPr>
        <w:t>ً</w:t>
      </w:r>
      <w:r>
        <w:rPr>
          <w:rtl/>
        </w:rPr>
        <w:t xml:space="preserve"> ومصلوبا</w:t>
      </w:r>
      <w:r w:rsidR="000E4A8F">
        <w:rPr>
          <w:rFonts w:hint="cs"/>
          <w:rtl/>
        </w:rPr>
        <w:t>ً</w:t>
      </w:r>
      <w:r>
        <w:rPr>
          <w:rtl/>
        </w:rPr>
        <w:t xml:space="preserve"> ثم </w:t>
      </w:r>
      <w:r w:rsidR="002A1941">
        <w:rPr>
          <w:rFonts w:hint="cs"/>
          <w:rtl/>
        </w:rPr>
        <w:t>ا</w:t>
      </w:r>
      <w:r>
        <w:rPr>
          <w:rtl/>
        </w:rPr>
        <w:t>حرق وذري رماده في الهواء.</w:t>
      </w:r>
    </w:p>
    <w:p w:rsidR="00BA4473" w:rsidRDefault="00BA4473" w:rsidP="002A1941">
      <w:pPr>
        <w:rPr>
          <w:rtl/>
        </w:rPr>
      </w:pPr>
      <w:r>
        <w:rPr>
          <w:rtl/>
        </w:rPr>
        <w:t>ورو</w:t>
      </w:r>
      <w:r w:rsidR="002A1941">
        <w:rPr>
          <w:rFonts w:hint="cs"/>
          <w:rtl/>
        </w:rPr>
        <w:t>ى</w:t>
      </w:r>
      <w:r>
        <w:rPr>
          <w:rtl/>
        </w:rPr>
        <w:t xml:space="preserve"> </w:t>
      </w:r>
      <w:r w:rsidR="002A1941">
        <w:rPr>
          <w:rFonts w:hint="cs"/>
          <w:rtl/>
        </w:rPr>
        <w:t>ا</w:t>
      </w:r>
      <w:r>
        <w:rPr>
          <w:rtl/>
        </w:rPr>
        <w:t>بو الفرج في المقاتل بسنده عن خالد مولى آل الزبير</w:t>
      </w:r>
    </w:p>
    <w:p w:rsidR="00BA4473" w:rsidRDefault="00BA4473" w:rsidP="00382022">
      <w:pPr>
        <w:pStyle w:val="rfdNormal0"/>
        <w:rPr>
          <w:rtl/>
        </w:rPr>
      </w:pPr>
      <w:r w:rsidRPr="002A1941">
        <w:rPr>
          <w:rtl/>
        </w:rPr>
        <w:br w:type="page"/>
      </w:r>
      <w:r>
        <w:rPr>
          <w:rtl/>
        </w:rPr>
        <w:lastRenderedPageBreak/>
        <w:t>كنا عند علي بن الحسين فدعا ابنا</w:t>
      </w:r>
      <w:r w:rsidR="000E4A8F">
        <w:rPr>
          <w:rFonts w:hint="cs"/>
          <w:rtl/>
        </w:rPr>
        <w:t>ً</w:t>
      </w:r>
      <w:r>
        <w:rPr>
          <w:rtl/>
        </w:rPr>
        <w:t xml:space="preserve"> له يقال له زيد فكبا لوجهه فجعل يمسح الدم عن وجهه ويقول </w:t>
      </w:r>
      <w:r w:rsidR="00965B90">
        <w:rPr>
          <w:rFonts w:hint="cs"/>
          <w:rtl/>
        </w:rPr>
        <w:t>ا</w:t>
      </w:r>
      <w:r>
        <w:rPr>
          <w:rtl/>
        </w:rPr>
        <w:t xml:space="preserve">عيذك بالله </w:t>
      </w:r>
      <w:r w:rsidR="00965B90">
        <w:rPr>
          <w:rFonts w:hint="cs"/>
          <w:rtl/>
        </w:rPr>
        <w:t>ا</w:t>
      </w:r>
      <w:r>
        <w:rPr>
          <w:rtl/>
        </w:rPr>
        <w:t>ن تكون زيدا</w:t>
      </w:r>
      <w:r w:rsidR="00965B90">
        <w:rPr>
          <w:rFonts w:hint="cs"/>
          <w:rtl/>
        </w:rPr>
        <w:t>ً</w:t>
      </w:r>
      <w:r>
        <w:rPr>
          <w:rtl/>
        </w:rPr>
        <w:t xml:space="preserve"> المصلوب بالكناسة الحديث. وبسنده عن يونس بن جناب جئت مع </w:t>
      </w:r>
      <w:r w:rsidR="00965B90">
        <w:rPr>
          <w:rFonts w:hint="cs"/>
          <w:rtl/>
        </w:rPr>
        <w:t>ا</w:t>
      </w:r>
      <w:r>
        <w:rPr>
          <w:rtl/>
        </w:rPr>
        <w:t xml:space="preserve">بي جعفر </w:t>
      </w:r>
      <w:r w:rsidR="00FF2CA0">
        <w:rPr>
          <w:rStyle w:val="rfdAlaem"/>
          <w:rFonts w:hint="cs"/>
          <w:rtl/>
        </w:rPr>
        <w:t>عليه‌السلام</w:t>
      </w:r>
      <w:r>
        <w:rPr>
          <w:rtl/>
        </w:rPr>
        <w:t xml:space="preserve"> الى الكتاب فدعا زيدا</w:t>
      </w:r>
      <w:r w:rsidR="000E4A8F">
        <w:rPr>
          <w:rFonts w:hint="cs"/>
          <w:rtl/>
        </w:rPr>
        <w:t>ً</w:t>
      </w:r>
      <w:r>
        <w:rPr>
          <w:rtl/>
        </w:rPr>
        <w:t xml:space="preserve"> فاعتنقه وألزق بطنه ببطنه وقال </w:t>
      </w:r>
      <w:r w:rsidR="00965B90">
        <w:rPr>
          <w:rFonts w:hint="cs"/>
          <w:rtl/>
        </w:rPr>
        <w:t>ا</w:t>
      </w:r>
      <w:r>
        <w:rPr>
          <w:rtl/>
        </w:rPr>
        <w:t xml:space="preserve">عيذك بالله </w:t>
      </w:r>
      <w:r w:rsidR="00965B90">
        <w:rPr>
          <w:rFonts w:hint="cs"/>
          <w:rtl/>
        </w:rPr>
        <w:t>ا</w:t>
      </w:r>
      <w:r>
        <w:rPr>
          <w:rtl/>
        </w:rPr>
        <w:t xml:space="preserve">ن تكون صليب الكناسة. وعن كتاب الثاقب في المناقب عن يزيد بن خلف : سمعت </w:t>
      </w:r>
      <w:r w:rsidR="00965B90">
        <w:rPr>
          <w:rFonts w:hint="cs"/>
          <w:rtl/>
        </w:rPr>
        <w:t>ا</w:t>
      </w:r>
      <w:r>
        <w:rPr>
          <w:rtl/>
        </w:rPr>
        <w:t>با عبد</w:t>
      </w:r>
      <w:r w:rsidR="00965B90">
        <w:rPr>
          <w:rFonts w:hint="cs"/>
          <w:rtl/>
        </w:rPr>
        <w:t xml:space="preserve"> </w:t>
      </w:r>
      <w:r>
        <w:rPr>
          <w:rtl/>
        </w:rPr>
        <w:t xml:space="preserve">الله </w:t>
      </w:r>
      <w:r w:rsidR="00FF2CA0">
        <w:rPr>
          <w:rStyle w:val="rfdAlaem"/>
          <w:rFonts w:hint="cs"/>
          <w:rtl/>
        </w:rPr>
        <w:t>عليه‌السلام</w:t>
      </w:r>
      <w:r>
        <w:rPr>
          <w:rtl/>
        </w:rPr>
        <w:t xml:space="preserve"> وذكر عنده زيد وهو يومئذ يتردد في المدين</w:t>
      </w:r>
      <w:r w:rsidR="00965B90">
        <w:rPr>
          <w:rFonts w:hint="cs"/>
          <w:rtl/>
        </w:rPr>
        <w:t xml:space="preserve">ة </w:t>
      </w:r>
      <w:r>
        <w:rPr>
          <w:rtl/>
        </w:rPr>
        <w:t>يقول كأني به خرج الى العراق ويمكث يومين ويقتل في اليوم الثالث ثم يدار برأسه في البلاد يؤتى برأسه وينصب ها هنا وأشار بيده ال</w:t>
      </w:r>
      <w:r w:rsidR="00382022">
        <w:rPr>
          <w:rFonts w:hint="cs"/>
          <w:rtl/>
        </w:rPr>
        <w:t>ى</w:t>
      </w:r>
      <w:r>
        <w:rPr>
          <w:rtl/>
        </w:rPr>
        <w:t xml:space="preserve"> الموضع قال فسمت </w:t>
      </w:r>
      <w:r w:rsidR="00382022">
        <w:rPr>
          <w:rFonts w:hint="cs"/>
          <w:rtl/>
        </w:rPr>
        <w:t>ا</w:t>
      </w:r>
      <w:r>
        <w:rPr>
          <w:rtl/>
        </w:rPr>
        <w:t xml:space="preserve">ذني من </w:t>
      </w:r>
      <w:r w:rsidR="00382022">
        <w:rPr>
          <w:rFonts w:hint="cs"/>
          <w:rtl/>
        </w:rPr>
        <w:t>ا</w:t>
      </w:r>
      <w:r>
        <w:rPr>
          <w:rtl/>
        </w:rPr>
        <w:t>بي عبد</w:t>
      </w:r>
      <w:r w:rsidR="00382022">
        <w:rPr>
          <w:rFonts w:hint="cs"/>
          <w:rtl/>
        </w:rPr>
        <w:t xml:space="preserve"> </w:t>
      </w:r>
      <w:r>
        <w:rPr>
          <w:rtl/>
        </w:rPr>
        <w:t xml:space="preserve">الله </w:t>
      </w:r>
      <w:r w:rsidR="00FF2CA0">
        <w:rPr>
          <w:rStyle w:val="rfdAlaem"/>
          <w:rFonts w:hint="cs"/>
          <w:rtl/>
        </w:rPr>
        <w:t>عليه‌السلام</w:t>
      </w:r>
      <w:r>
        <w:rPr>
          <w:rtl/>
        </w:rPr>
        <w:t xml:space="preserve"> ورأت عيني </w:t>
      </w:r>
      <w:r w:rsidR="00382022">
        <w:rPr>
          <w:rFonts w:hint="cs"/>
          <w:rtl/>
        </w:rPr>
        <w:t>ا</w:t>
      </w:r>
      <w:r>
        <w:rPr>
          <w:rtl/>
        </w:rPr>
        <w:t xml:space="preserve">ن أتي برأسه حتى أقيم في الموضع الذي </w:t>
      </w:r>
      <w:r w:rsidR="00382022">
        <w:rPr>
          <w:rFonts w:hint="cs"/>
          <w:rtl/>
        </w:rPr>
        <w:t>ا</w:t>
      </w:r>
      <w:r>
        <w:rPr>
          <w:rtl/>
        </w:rPr>
        <w:t>شار إليه.</w:t>
      </w:r>
    </w:p>
    <w:p w:rsidR="00BA4473" w:rsidRDefault="00BA4473" w:rsidP="004E0DA0">
      <w:pPr>
        <w:pStyle w:val="rfdCenterBold1"/>
        <w:rPr>
          <w:rtl/>
        </w:rPr>
      </w:pPr>
      <w:r>
        <w:rPr>
          <w:rtl/>
        </w:rPr>
        <w:t xml:space="preserve">( </w:t>
      </w:r>
      <w:r w:rsidR="004E0DA0">
        <w:rPr>
          <w:rFonts w:hint="cs"/>
          <w:rtl/>
        </w:rPr>
        <w:t>ا</w:t>
      </w:r>
      <w:r>
        <w:rPr>
          <w:rtl/>
        </w:rPr>
        <w:t>خبار ابن الحنفية بقتله قبل وقوعه )</w:t>
      </w:r>
    </w:p>
    <w:p w:rsidR="00BA4473" w:rsidRDefault="00BA4473" w:rsidP="000A71A9">
      <w:pPr>
        <w:rPr>
          <w:rtl/>
        </w:rPr>
      </w:pPr>
      <w:r>
        <w:rPr>
          <w:rtl/>
        </w:rPr>
        <w:t xml:space="preserve">في </w:t>
      </w:r>
      <w:r w:rsidR="00382022">
        <w:rPr>
          <w:rFonts w:hint="cs"/>
          <w:rtl/>
        </w:rPr>
        <w:t>ا</w:t>
      </w:r>
      <w:r>
        <w:rPr>
          <w:rtl/>
        </w:rPr>
        <w:t>مالي الصدوق في الحديث العاشر من المجلس 54 بسنده عن عون بن عبد</w:t>
      </w:r>
      <w:r w:rsidR="00382022">
        <w:rPr>
          <w:rFonts w:hint="cs"/>
          <w:rtl/>
        </w:rPr>
        <w:t xml:space="preserve"> </w:t>
      </w:r>
      <w:r>
        <w:rPr>
          <w:rtl/>
        </w:rPr>
        <w:t xml:space="preserve">الله كنت مع محمد بن علي بن الحنفية في فناء داره فمر به زيد بن الحسن فرفع طرفه اليه ثم قال ليقتلن من ولد الحسين رجل يقال له زيد بن علي وليصلبن بالعراق من نظر الى عورته فلم ينصره </w:t>
      </w:r>
      <w:r w:rsidR="000A71A9">
        <w:rPr>
          <w:rFonts w:hint="cs"/>
          <w:rtl/>
        </w:rPr>
        <w:t>ا</w:t>
      </w:r>
      <w:r>
        <w:rPr>
          <w:rtl/>
        </w:rPr>
        <w:t>كبه الله على وجهه في النار.</w:t>
      </w:r>
    </w:p>
    <w:p w:rsidR="00BA4473" w:rsidRDefault="00BA4473" w:rsidP="00BB775A">
      <w:pPr>
        <w:rPr>
          <w:rtl/>
        </w:rPr>
      </w:pPr>
      <w:r>
        <w:rPr>
          <w:rtl/>
        </w:rPr>
        <w:t xml:space="preserve">وروى ابو الفرج في المقاتل بسنده عن محمد بن الحنفية مر زيد ابن علي بن الحسين على محمد ابن الحنفية فرق له وأجلسه وقال </w:t>
      </w:r>
      <w:r w:rsidR="00BB775A">
        <w:rPr>
          <w:rFonts w:hint="cs"/>
          <w:rtl/>
        </w:rPr>
        <w:t>ا</w:t>
      </w:r>
      <w:r>
        <w:rPr>
          <w:rtl/>
        </w:rPr>
        <w:t xml:space="preserve">عيذك بالله يا ابن </w:t>
      </w:r>
      <w:r w:rsidR="00BB775A">
        <w:rPr>
          <w:rFonts w:hint="cs"/>
          <w:rtl/>
        </w:rPr>
        <w:t>ا</w:t>
      </w:r>
      <w:r>
        <w:rPr>
          <w:rtl/>
        </w:rPr>
        <w:t xml:space="preserve">خي </w:t>
      </w:r>
      <w:r w:rsidR="00BB775A">
        <w:rPr>
          <w:rFonts w:hint="cs"/>
          <w:rtl/>
        </w:rPr>
        <w:t>ا</w:t>
      </w:r>
      <w:r>
        <w:rPr>
          <w:rtl/>
        </w:rPr>
        <w:t>ن تكون زيدا</w:t>
      </w:r>
      <w:r w:rsidR="000E4A8F">
        <w:rPr>
          <w:rFonts w:hint="cs"/>
          <w:rtl/>
        </w:rPr>
        <w:t>ً</w:t>
      </w:r>
      <w:r>
        <w:rPr>
          <w:rtl/>
        </w:rPr>
        <w:t xml:space="preserve"> المصلوب</w:t>
      </w:r>
    </w:p>
    <w:p w:rsidR="00BA4473" w:rsidRDefault="00BA4473" w:rsidP="00D84DAB">
      <w:pPr>
        <w:pStyle w:val="rfdNormal0"/>
        <w:rPr>
          <w:rtl/>
        </w:rPr>
      </w:pPr>
      <w:r w:rsidRPr="00BB775A">
        <w:rPr>
          <w:rtl/>
        </w:rPr>
        <w:br w:type="page"/>
      </w:r>
      <w:r>
        <w:rPr>
          <w:rtl/>
        </w:rPr>
        <w:lastRenderedPageBreak/>
        <w:t xml:space="preserve">بالعراق الحديث. ومرت احاديث أخرى تتضمن الاخبار بقتل زيد وصلبه وهذه الاحاديث تدل على </w:t>
      </w:r>
      <w:r w:rsidR="00D84DAB">
        <w:rPr>
          <w:rFonts w:hint="cs"/>
          <w:rtl/>
        </w:rPr>
        <w:t>ا</w:t>
      </w:r>
      <w:r>
        <w:rPr>
          <w:rtl/>
        </w:rPr>
        <w:t>ن خبر قتل زيد وصلبه كان مشهورا</w:t>
      </w:r>
      <w:r w:rsidR="000E4A8F">
        <w:rPr>
          <w:rFonts w:hint="cs"/>
          <w:rtl/>
        </w:rPr>
        <w:t>ً</w:t>
      </w:r>
      <w:r>
        <w:rPr>
          <w:rtl/>
        </w:rPr>
        <w:t xml:space="preserve"> معروفا عند </w:t>
      </w:r>
      <w:r w:rsidR="00D84DAB">
        <w:rPr>
          <w:rFonts w:hint="cs"/>
          <w:rtl/>
        </w:rPr>
        <w:t>ا</w:t>
      </w:r>
      <w:r>
        <w:rPr>
          <w:rtl/>
        </w:rPr>
        <w:t xml:space="preserve">هل البيت </w:t>
      </w:r>
      <w:r w:rsidR="00424C96" w:rsidRPr="00A50A68">
        <w:rPr>
          <w:rStyle w:val="rfdAlaem"/>
          <w:rFonts w:hint="cs"/>
          <w:rtl/>
        </w:rPr>
        <w:t>:</w:t>
      </w:r>
      <w:r>
        <w:rPr>
          <w:rtl/>
        </w:rPr>
        <w:t xml:space="preserve"> قبل وقوعه.</w:t>
      </w:r>
    </w:p>
    <w:p w:rsidR="00BA4473" w:rsidRDefault="00BA4473" w:rsidP="003C31F5">
      <w:pPr>
        <w:pStyle w:val="Heading1Center"/>
        <w:rPr>
          <w:rtl/>
        </w:rPr>
      </w:pPr>
      <w:bookmarkStart w:id="89" w:name="_Toc256850576"/>
      <w:bookmarkStart w:id="90" w:name="_Toc256854640"/>
      <w:bookmarkStart w:id="91" w:name="_Toc292190076"/>
      <w:bookmarkStart w:id="92" w:name="_Toc292205021"/>
      <w:r w:rsidRPr="0018625A">
        <w:rPr>
          <w:rtl/>
        </w:rPr>
        <w:t>( خروجه</w:t>
      </w:r>
      <w:r w:rsidRPr="004F5F13">
        <w:rPr>
          <w:rtl/>
        </w:rPr>
        <w:t xml:space="preserve"> </w:t>
      </w:r>
      <w:r w:rsidRPr="0018625A">
        <w:rPr>
          <w:rtl/>
        </w:rPr>
        <w:t>ومقتله )</w:t>
      </w:r>
      <w:bookmarkEnd w:id="89"/>
      <w:bookmarkEnd w:id="90"/>
      <w:bookmarkEnd w:id="91"/>
      <w:bookmarkEnd w:id="92"/>
    </w:p>
    <w:p w:rsidR="002325C4" w:rsidRDefault="002325C4" w:rsidP="00D84DAB">
      <w:pPr>
        <w:rPr>
          <w:rtl/>
        </w:rPr>
      </w:pPr>
      <w:r>
        <w:rPr>
          <w:rFonts w:hint="cs"/>
          <w:rtl/>
        </w:rPr>
        <w:t>قال ابو الفرج وابن الاثير فلما</w:t>
      </w:r>
      <w:r w:rsidR="00D84DAB">
        <w:rPr>
          <w:rFonts w:hint="cs"/>
          <w:rtl/>
        </w:rPr>
        <w:t xml:space="preserve"> دنا</w:t>
      </w:r>
      <w:r>
        <w:rPr>
          <w:rFonts w:hint="cs"/>
          <w:rtl/>
        </w:rPr>
        <w:t xml:space="preserve"> خروجه امر اصحابه بالاستعداد والتهيؤ</w:t>
      </w:r>
      <w:r w:rsidR="00F517C6">
        <w:rPr>
          <w:rFonts w:hint="cs"/>
          <w:rtl/>
        </w:rPr>
        <w:t xml:space="preserve"> فجعل من يريد ان يفي له يستعد و</w:t>
      </w:r>
      <w:r>
        <w:rPr>
          <w:rFonts w:hint="cs"/>
          <w:rtl/>
        </w:rPr>
        <w:t>شاع ذلك قال ابو الفرج فانطلق سليمان بن سراقة البارقي فاخبر يوسف بن عمر خبر زيد فبعث يوسف فطلب زيداً ليلا فلم يوجد عند الرجلين اللذين سعي اليه انه عندهما فاني بهما يوسف فلما كل</w:t>
      </w:r>
      <w:r w:rsidR="00D84DAB">
        <w:rPr>
          <w:rFonts w:hint="cs"/>
          <w:rtl/>
        </w:rPr>
        <w:t>م</w:t>
      </w:r>
      <w:r>
        <w:rPr>
          <w:rFonts w:hint="cs"/>
          <w:rtl/>
        </w:rPr>
        <w:t>هما استبان امر زيد واصحابه وامر بهما يوسف فضربت اعناقهما وبلغ الخبر زيداً فتخوف ان يؤخذ عليه الطريق فتع</w:t>
      </w:r>
      <w:r w:rsidR="00F517C6">
        <w:rPr>
          <w:rFonts w:hint="cs"/>
          <w:rtl/>
        </w:rPr>
        <w:t>جل الخروج قبل الاجل الذي بينه و</w:t>
      </w:r>
      <w:r>
        <w:rPr>
          <w:rFonts w:hint="cs"/>
          <w:rtl/>
        </w:rPr>
        <w:t xml:space="preserve">بين اهل الامصار وكان قد وعد اصحابه ليلة الاربعاء اول ليلة من صفر سنة 122 فخرج قبل الاجل فلما خفقت الراية على رأسه قال الحمد لله الذي </w:t>
      </w:r>
      <w:r w:rsidR="00D84DAB">
        <w:rPr>
          <w:rFonts w:hint="cs"/>
          <w:rtl/>
        </w:rPr>
        <w:t>ا</w:t>
      </w:r>
      <w:r>
        <w:rPr>
          <w:rFonts w:hint="cs"/>
          <w:rtl/>
        </w:rPr>
        <w:t>كمل لي ديني والله اني كنت استحيي من رسول الله (ص) ان ارد عليه الحوض ولم آمر في امته بمعروف ولا انه</w:t>
      </w:r>
      <w:r w:rsidR="00D84DAB">
        <w:rPr>
          <w:rFonts w:hint="cs"/>
          <w:rtl/>
        </w:rPr>
        <w:t>ي</w:t>
      </w:r>
      <w:r>
        <w:rPr>
          <w:rFonts w:hint="cs"/>
          <w:rtl/>
        </w:rPr>
        <w:t xml:space="preserve"> عن منكر وبلغ ذلك يوسف بن عمر فامر الحكم بن الصلت ان يجمع اهل الكوفة في المسجد الاعظم فيحصرهم فيه فبعث الحكم الى العرفاء </w:t>
      </w:r>
      <w:r w:rsidRPr="002325C4">
        <w:rPr>
          <w:rStyle w:val="rfdFootnotenum"/>
          <w:rFonts w:hint="cs"/>
          <w:rtl/>
        </w:rPr>
        <w:t>(1)</w:t>
      </w:r>
    </w:p>
    <w:p w:rsidR="00BA4473" w:rsidRPr="00492484" w:rsidRDefault="00492484" w:rsidP="00492484">
      <w:pPr>
        <w:pStyle w:val="rfdLine"/>
        <w:rPr>
          <w:rtl/>
        </w:rPr>
      </w:pPr>
      <w:r w:rsidRPr="00492484">
        <w:rPr>
          <w:rtl/>
        </w:rPr>
        <w:t>__________________</w:t>
      </w:r>
    </w:p>
    <w:p w:rsidR="00BA4473" w:rsidRDefault="00BA4473" w:rsidP="007C0E53">
      <w:pPr>
        <w:pStyle w:val="rfdFootnote0"/>
        <w:rPr>
          <w:rtl/>
        </w:rPr>
      </w:pPr>
      <w:r w:rsidRPr="007C0E53">
        <w:rPr>
          <w:rtl/>
        </w:rPr>
        <w:t xml:space="preserve">(1) العرفاء كشرفاء جمع عريف كأمير وهو رئيس </w:t>
      </w:r>
      <w:r w:rsidR="00492484">
        <w:rPr>
          <w:rtl/>
        </w:rPr>
        <w:t>القوم أو النقيب وهو دون الرئيس.</w:t>
      </w:r>
    </w:p>
    <w:p w:rsidR="00BA4473" w:rsidRDefault="00BA4473" w:rsidP="00492484">
      <w:pPr>
        <w:pStyle w:val="rfdNormal0"/>
        <w:rPr>
          <w:rtl/>
        </w:rPr>
      </w:pPr>
      <w:r w:rsidRPr="00492484">
        <w:rPr>
          <w:rtl/>
        </w:rPr>
        <w:br w:type="page"/>
      </w:r>
      <w:r>
        <w:rPr>
          <w:rtl/>
        </w:rPr>
        <w:lastRenderedPageBreak/>
        <w:t xml:space="preserve">والشرط </w:t>
      </w:r>
      <w:r w:rsidRPr="00994BA1">
        <w:rPr>
          <w:rStyle w:val="rfdFootnotenum"/>
          <w:rtl/>
        </w:rPr>
        <w:t>(1)</w:t>
      </w:r>
      <w:r>
        <w:rPr>
          <w:rtl/>
        </w:rPr>
        <w:t xml:space="preserve"> والمناكب </w:t>
      </w:r>
      <w:r w:rsidRPr="00994BA1">
        <w:rPr>
          <w:rStyle w:val="rfdFootnotenum"/>
          <w:rtl/>
        </w:rPr>
        <w:t>(2)</w:t>
      </w:r>
      <w:r>
        <w:rPr>
          <w:rtl/>
        </w:rPr>
        <w:t xml:space="preserve"> والمقاتلة </w:t>
      </w:r>
      <w:r w:rsidRPr="00994BA1">
        <w:rPr>
          <w:rStyle w:val="rfdFootnotenum"/>
          <w:rtl/>
        </w:rPr>
        <w:t>(3)</w:t>
      </w:r>
      <w:r>
        <w:rPr>
          <w:rtl/>
        </w:rPr>
        <w:t xml:space="preserve"> فادخلوهم المسجد ثم نادى مناديه ايما رجل من العرب والموالي </w:t>
      </w:r>
      <w:r w:rsidRPr="00994BA1">
        <w:rPr>
          <w:rStyle w:val="rfdFootnotenum"/>
          <w:rtl/>
        </w:rPr>
        <w:t>(4)</w:t>
      </w:r>
      <w:r>
        <w:rPr>
          <w:rtl/>
        </w:rPr>
        <w:t xml:space="preserve"> </w:t>
      </w:r>
      <w:r w:rsidR="00492484">
        <w:rPr>
          <w:rFonts w:hint="cs"/>
          <w:rtl/>
        </w:rPr>
        <w:t>ا</w:t>
      </w:r>
      <w:r>
        <w:rPr>
          <w:rtl/>
        </w:rPr>
        <w:t>دركناه في رحل</w:t>
      </w:r>
      <w:r w:rsidR="00492484">
        <w:rPr>
          <w:rFonts w:hint="cs"/>
          <w:rtl/>
        </w:rPr>
        <w:t>ه</w:t>
      </w:r>
      <w:r>
        <w:rPr>
          <w:rtl/>
        </w:rPr>
        <w:t xml:space="preserve"> فقد برأت منه الذمة ائتوا المسجد يوم الثلثاء قبل خروج زيد.</w:t>
      </w:r>
    </w:p>
    <w:p w:rsidR="00BA4473" w:rsidRDefault="00BA4473" w:rsidP="00492484">
      <w:pPr>
        <w:rPr>
          <w:rtl/>
        </w:rPr>
      </w:pPr>
      <w:r>
        <w:rPr>
          <w:rtl/>
        </w:rPr>
        <w:t xml:space="preserve">وقال ابن عساكر في حديث عن ضمرة بن ربيعة </w:t>
      </w:r>
      <w:r w:rsidR="00492484">
        <w:rPr>
          <w:rFonts w:hint="cs"/>
          <w:rtl/>
        </w:rPr>
        <w:t>ا</w:t>
      </w:r>
      <w:r>
        <w:rPr>
          <w:rtl/>
        </w:rPr>
        <w:t xml:space="preserve">ن يوسف بن عمر لما علم بخروج زيد </w:t>
      </w:r>
      <w:r w:rsidR="00492484">
        <w:rPr>
          <w:rFonts w:hint="cs"/>
          <w:rtl/>
        </w:rPr>
        <w:t>ا</w:t>
      </w:r>
      <w:r>
        <w:rPr>
          <w:rtl/>
        </w:rPr>
        <w:t>مر بالصلاة جامعة وب</w:t>
      </w:r>
      <w:r w:rsidR="00492484">
        <w:rPr>
          <w:rFonts w:hint="cs"/>
          <w:rtl/>
        </w:rPr>
        <w:t>ا</w:t>
      </w:r>
      <w:r>
        <w:rPr>
          <w:rtl/>
        </w:rPr>
        <w:t xml:space="preserve">ن من لم يحضر المسجد فقد حلت عليه العقوبة فاجتمع الناس وقالوا ننظر ما هذا الامر ثم نرجع فلما اجتمع الناس </w:t>
      </w:r>
      <w:r w:rsidR="00492484">
        <w:rPr>
          <w:rFonts w:hint="cs"/>
          <w:rtl/>
        </w:rPr>
        <w:t>ا</w:t>
      </w:r>
      <w:r>
        <w:rPr>
          <w:rtl/>
        </w:rPr>
        <w:t>مر بالابواب ف</w:t>
      </w:r>
      <w:r w:rsidR="00492484">
        <w:rPr>
          <w:rFonts w:hint="cs"/>
          <w:rtl/>
        </w:rPr>
        <w:t>ا</w:t>
      </w:r>
      <w:r>
        <w:rPr>
          <w:rtl/>
        </w:rPr>
        <w:t>خذ بها وبنى عليهم و</w:t>
      </w:r>
      <w:r w:rsidR="00492484">
        <w:rPr>
          <w:rFonts w:hint="cs"/>
          <w:rtl/>
        </w:rPr>
        <w:t>ا</w:t>
      </w:r>
      <w:r>
        <w:rPr>
          <w:rtl/>
        </w:rPr>
        <w:t xml:space="preserve">مر الخبل فجالت في </w:t>
      </w:r>
      <w:r w:rsidR="00492484">
        <w:rPr>
          <w:rFonts w:hint="cs"/>
          <w:rtl/>
        </w:rPr>
        <w:t>ا</w:t>
      </w:r>
      <w:r>
        <w:rPr>
          <w:rtl/>
        </w:rPr>
        <w:t xml:space="preserve">زقة الكوفة فمكث الناس ثلاثة </w:t>
      </w:r>
      <w:r w:rsidR="00492484">
        <w:rPr>
          <w:rFonts w:hint="cs"/>
          <w:rtl/>
        </w:rPr>
        <w:t>ا</w:t>
      </w:r>
      <w:r>
        <w:rPr>
          <w:rtl/>
        </w:rPr>
        <w:t>يام وثلاث ليال في المسجد يؤتى الناس من منازلهم بالطعام يتناوبهم الشرط والحرس فخرج زيد على تلك الحال.</w:t>
      </w:r>
    </w:p>
    <w:p w:rsidR="004E4A59" w:rsidRDefault="00CE200D" w:rsidP="00492484">
      <w:pPr>
        <w:rPr>
          <w:rtl/>
        </w:rPr>
      </w:pPr>
      <w:r>
        <w:rPr>
          <w:rFonts w:hint="cs"/>
          <w:rtl/>
        </w:rPr>
        <w:t>وقال ابو الفرج في حديثه وطلبوا زيداً في</w:t>
      </w:r>
      <w:r w:rsidR="00F517C6">
        <w:rPr>
          <w:rFonts w:hint="cs"/>
          <w:rtl/>
        </w:rPr>
        <w:t xml:space="preserve"> دار مع</w:t>
      </w:r>
      <w:r w:rsidR="00492484">
        <w:rPr>
          <w:rFonts w:hint="cs"/>
          <w:rtl/>
        </w:rPr>
        <w:t>ا</w:t>
      </w:r>
      <w:r w:rsidR="00F517C6">
        <w:rPr>
          <w:rFonts w:hint="cs"/>
          <w:rtl/>
        </w:rPr>
        <w:t>وية ابن اسح</w:t>
      </w:r>
      <w:r w:rsidR="00EE72EE">
        <w:rPr>
          <w:rFonts w:hint="cs"/>
          <w:rtl/>
        </w:rPr>
        <w:t>ا</w:t>
      </w:r>
      <w:r w:rsidR="00F517C6">
        <w:rPr>
          <w:rFonts w:hint="cs"/>
          <w:rtl/>
        </w:rPr>
        <w:t>ق فخرج ليلا و</w:t>
      </w:r>
      <w:r>
        <w:rPr>
          <w:rFonts w:hint="cs"/>
          <w:rtl/>
        </w:rPr>
        <w:t>ذلك ليلة الاربعاء لسبع بقين من المحرم في ليلة شديدة البرد من دار مع</w:t>
      </w:r>
      <w:r w:rsidR="00492484">
        <w:rPr>
          <w:rFonts w:hint="cs"/>
          <w:rtl/>
        </w:rPr>
        <w:t>ا</w:t>
      </w:r>
      <w:r>
        <w:rPr>
          <w:rFonts w:hint="cs"/>
          <w:rtl/>
        </w:rPr>
        <w:t>وية بن اسح</w:t>
      </w:r>
      <w:r w:rsidR="00EE72EE">
        <w:rPr>
          <w:rFonts w:hint="cs"/>
          <w:rtl/>
        </w:rPr>
        <w:t>ا</w:t>
      </w:r>
      <w:r>
        <w:rPr>
          <w:rFonts w:hint="cs"/>
          <w:rtl/>
        </w:rPr>
        <w:t xml:space="preserve">ق فرفعوا الهرادي </w:t>
      </w:r>
      <w:r w:rsidRPr="00A84AE5">
        <w:rPr>
          <w:rStyle w:val="rfdFootnotenum"/>
          <w:rFonts w:hint="cs"/>
          <w:rtl/>
        </w:rPr>
        <w:t>(</w:t>
      </w:r>
      <w:r w:rsidR="00A84AE5" w:rsidRPr="00A84AE5">
        <w:rPr>
          <w:rStyle w:val="rfdFootnotenum"/>
          <w:rFonts w:hint="cs"/>
          <w:rtl/>
        </w:rPr>
        <w:t>5</w:t>
      </w:r>
      <w:r w:rsidRPr="00A84AE5">
        <w:rPr>
          <w:rStyle w:val="rfdFootnotenum"/>
          <w:rFonts w:hint="cs"/>
          <w:rtl/>
        </w:rPr>
        <w:t>)</w:t>
      </w:r>
      <w:r>
        <w:rPr>
          <w:rFonts w:hint="cs"/>
          <w:rtl/>
        </w:rPr>
        <w:t xml:space="preserve"> فيها النيران ونادوا بشعارهم شعار رسول الله </w:t>
      </w:r>
      <w:r w:rsidR="00492484">
        <w:rPr>
          <w:rFonts w:hint="cs"/>
          <w:rtl/>
        </w:rPr>
        <w:t>صلّى الله عليه وسلّم</w:t>
      </w:r>
      <w:r>
        <w:rPr>
          <w:rFonts w:hint="cs"/>
          <w:rtl/>
        </w:rPr>
        <w:t xml:space="preserve"> يا منصور امت فما زالوا كذلك</w:t>
      </w:r>
    </w:p>
    <w:p w:rsidR="00BA4473" w:rsidRPr="00492484" w:rsidRDefault="00492484" w:rsidP="00492484">
      <w:pPr>
        <w:pStyle w:val="rfdLine"/>
        <w:rPr>
          <w:rtl/>
        </w:rPr>
      </w:pPr>
      <w:r w:rsidRPr="00492484">
        <w:rPr>
          <w:rtl/>
        </w:rPr>
        <w:t>__________________</w:t>
      </w:r>
    </w:p>
    <w:p w:rsidR="00BA4473" w:rsidRPr="007C0E53" w:rsidRDefault="00BA4473" w:rsidP="00492484">
      <w:pPr>
        <w:pStyle w:val="rfdFootnote0"/>
        <w:rPr>
          <w:rtl/>
        </w:rPr>
      </w:pPr>
      <w:r w:rsidRPr="007C0E53">
        <w:rPr>
          <w:rtl/>
        </w:rPr>
        <w:t xml:space="preserve">(1) الشرط كصرد </w:t>
      </w:r>
      <w:r w:rsidR="00492484">
        <w:rPr>
          <w:rFonts w:hint="cs"/>
          <w:rtl/>
        </w:rPr>
        <w:t>ا</w:t>
      </w:r>
      <w:r w:rsidRPr="007C0E53">
        <w:rPr>
          <w:rtl/>
        </w:rPr>
        <w:t xml:space="preserve">ول كتيبة تشهد الحرب وطائفة من </w:t>
      </w:r>
      <w:r w:rsidR="00492484">
        <w:rPr>
          <w:rFonts w:hint="cs"/>
          <w:rtl/>
        </w:rPr>
        <w:t>ا</w:t>
      </w:r>
      <w:r w:rsidRPr="007C0E53">
        <w:rPr>
          <w:rtl/>
        </w:rPr>
        <w:t>عوان الولاة.</w:t>
      </w:r>
    </w:p>
    <w:p w:rsidR="00BA4473" w:rsidRPr="007C0E53" w:rsidRDefault="00BA4473" w:rsidP="00492484">
      <w:pPr>
        <w:pStyle w:val="rfdFootnote0"/>
        <w:rPr>
          <w:rtl/>
        </w:rPr>
      </w:pPr>
      <w:r w:rsidRPr="007C0E53">
        <w:rPr>
          <w:rtl/>
        </w:rPr>
        <w:t>(2) المناكب جمع منكب في القاموس هو عريف القوم</w:t>
      </w:r>
      <w:r w:rsidR="00492484">
        <w:rPr>
          <w:rFonts w:hint="cs"/>
          <w:rtl/>
        </w:rPr>
        <w:t>.</w:t>
      </w:r>
      <w:r w:rsidRPr="007C0E53">
        <w:rPr>
          <w:rtl/>
        </w:rPr>
        <w:t xml:space="preserve"> وينبغي </w:t>
      </w:r>
      <w:r w:rsidR="00492484">
        <w:rPr>
          <w:rFonts w:hint="cs"/>
          <w:rtl/>
        </w:rPr>
        <w:t>ا</w:t>
      </w:r>
      <w:r w:rsidRPr="007C0E53">
        <w:rPr>
          <w:rtl/>
        </w:rPr>
        <w:t>ن يكون دون العريف وكلهم معينون من قبل السلطان.</w:t>
      </w:r>
    </w:p>
    <w:p w:rsidR="00BA4473" w:rsidRPr="007C0E53" w:rsidRDefault="00BA4473" w:rsidP="007C0E53">
      <w:pPr>
        <w:pStyle w:val="rfdFootnote0"/>
        <w:rPr>
          <w:rtl/>
        </w:rPr>
      </w:pPr>
      <w:r w:rsidRPr="007C0E53">
        <w:rPr>
          <w:rtl/>
        </w:rPr>
        <w:t>(3) المقاتلة هم العسكر المعينون للقتال ولهم رواتب.</w:t>
      </w:r>
    </w:p>
    <w:p w:rsidR="00BA4473" w:rsidRPr="007C0E53" w:rsidRDefault="00BA4473" w:rsidP="00492484">
      <w:pPr>
        <w:pStyle w:val="rfdFootnote0"/>
        <w:rPr>
          <w:rtl/>
        </w:rPr>
      </w:pPr>
      <w:r w:rsidRPr="007C0E53">
        <w:rPr>
          <w:rtl/>
        </w:rPr>
        <w:t xml:space="preserve">(4) جمع مولى وهو الذي </w:t>
      </w:r>
      <w:r w:rsidR="00492484">
        <w:rPr>
          <w:rFonts w:hint="cs"/>
          <w:rtl/>
        </w:rPr>
        <w:t>ا</w:t>
      </w:r>
      <w:r w:rsidRPr="007C0E53">
        <w:rPr>
          <w:rtl/>
        </w:rPr>
        <w:t>صله ليس بعربي وجرى عليه الرق فاعتق.</w:t>
      </w:r>
    </w:p>
    <w:p w:rsidR="00C6353D" w:rsidRPr="007C0E53" w:rsidRDefault="00BA4473" w:rsidP="00492484">
      <w:pPr>
        <w:pStyle w:val="rfdFootnote0"/>
        <w:rPr>
          <w:rtl/>
        </w:rPr>
      </w:pPr>
      <w:r w:rsidRPr="007C0E53">
        <w:rPr>
          <w:rtl/>
        </w:rPr>
        <w:t xml:space="preserve">(5) الهرادي جمع هردي بالكسر ويمد </w:t>
      </w:r>
      <w:r w:rsidR="00C6353D">
        <w:rPr>
          <w:rFonts w:hint="cs"/>
          <w:rtl/>
        </w:rPr>
        <w:t>نبت.</w:t>
      </w:r>
    </w:p>
    <w:p w:rsidR="00BA4473" w:rsidRDefault="00BA4473" w:rsidP="0030482D">
      <w:pPr>
        <w:pStyle w:val="rfdNormal0"/>
        <w:rPr>
          <w:rtl/>
        </w:rPr>
      </w:pPr>
      <w:r w:rsidRPr="00492484">
        <w:rPr>
          <w:rtl/>
        </w:rPr>
        <w:br w:type="page"/>
      </w:r>
      <w:r>
        <w:rPr>
          <w:rtl/>
        </w:rPr>
        <w:lastRenderedPageBreak/>
        <w:t xml:space="preserve">حتى </w:t>
      </w:r>
      <w:r w:rsidR="0030482D">
        <w:rPr>
          <w:rFonts w:hint="cs"/>
          <w:rtl/>
        </w:rPr>
        <w:t>ا</w:t>
      </w:r>
      <w:r>
        <w:rPr>
          <w:rtl/>
        </w:rPr>
        <w:t xml:space="preserve">صحوا فبعث زيد القاسم بن عمر التبعي ورجلا آخر اسمه صدام وسعيد بن خثيم ينادون بشعارهم ورفع </w:t>
      </w:r>
      <w:r w:rsidR="0030482D">
        <w:rPr>
          <w:rFonts w:hint="cs"/>
          <w:rtl/>
        </w:rPr>
        <w:t>ا</w:t>
      </w:r>
      <w:r>
        <w:rPr>
          <w:rtl/>
        </w:rPr>
        <w:t>بو الجارود زياد بن المنذر الهمداني هرديا</w:t>
      </w:r>
      <w:r w:rsidR="00780AFA">
        <w:rPr>
          <w:rFonts w:hint="cs"/>
          <w:rtl/>
        </w:rPr>
        <w:t>ً</w:t>
      </w:r>
      <w:r>
        <w:rPr>
          <w:rtl/>
        </w:rPr>
        <w:t xml:space="preserve"> من مئذنتهم ونادى بشعار زيد فلما كانوا في صحاري عبد القيس لقيهم جعفر بن العباس الكندي فشد على القاسم وعلى </w:t>
      </w:r>
      <w:r w:rsidR="0030482D">
        <w:rPr>
          <w:rFonts w:hint="cs"/>
          <w:rtl/>
        </w:rPr>
        <w:t>ا</w:t>
      </w:r>
      <w:r>
        <w:rPr>
          <w:rtl/>
        </w:rPr>
        <w:t xml:space="preserve">صحابه فقتل صدام وارتث </w:t>
      </w:r>
      <w:r w:rsidRPr="00994BA1">
        <w:rPr>
          <w:rStyle w:val="rfdFootnotenum"/>
          <w:rtl/>
        </w:rPr>
        <w:t>(1)</w:t>
      </w:r>
      <w:r>
        <w:rPr>
          <w:rtl/>
        </w:rPr>
        <w:t xml:space="preserve"> القاسم فأتي به الحكم بن الصلت فقتله على باب القصر. قال </w:t>
      </w:r>
      <w:r w:rsidR="0030482D">
        <w:rPr>
          <w:rFonts w:hint="cs"/>
          <w:rtl/>
        </w:rPr>
        <w:t>ا</w:t>
      </w:r>
      <w:r>
        <w:rPr>
          <w:rtl/>
        </w:rPr>
        <w:t xml:space="preserve">بو مخنف وقال يوسف بن عمر وهو بالحيرة من يأتي الكوفة فيقرب من هؤلاء فيأتينا </w:t>
      </w:r>
      <w:r w:rsidR="0030482D">
        <w:rPr>
          <w:rFonts w:hint="cs"/>
          <w:rtl/>
        </w:rPr>
        <w:t>ب</w:t>
      </w:r>
      <w:r>
        <w:rPr>
          <w:rtl/>
        </w:rPr>
        <w:t>خبرهم فقال عبد</w:t>
      </w:r>
      <w:r w:rsidR="0030482D">
        <w:rPr>
          <w:rFonts w:hint="cs"/>
          <w:rtl/>
        </w:rPr>
        <w:t xml:space="preserve"> </w:t>
      </w:r>
      <w:r>
        <w:rPr>
          <w:rtl/>
        </w:rPr>
        <w:t xml:space="preserve">الله بن العباس المنتوف الهمداني </w:t>
      </w:r>
      <w:r w:rsidR="00780AFA">
        <w:rPr>
          <w:rFonts w:hint="cs"/>
          <w:rtl/>
        </w:rPr>
        <w:t>ا</w:t>
      </w:r>
      <w:r>
        <w:rPr>
          <w:rtl/>
        </w:rPr>
        <w:t>نا آتيك بخبرهم فركب في خمسين فارسا</w:t>
      </w:r>
      <w:r w:rsidR="00780AFA">
        <w:rPr>
          <w:rFonts w:hint="cs"/>
          <w:rtl/>
        </w:rPr>
        <w:t>ً</w:t>
      </w:r>
      <w:r>
        <w:rPr>
          <w:rtl/>
        </w:rPr>
        <w:t xml:space="preserve"> ثم </w:t>
      </w:r>
      <w:r w:rsidR="0030482D">
        <w:rPr>
          <w:rFonts w:hint="cs"/>
          <w:rtl/>
        </w:rPr>
        <w:t>ا</w:t>
      </w:r>
      <w:r>
        <w:rPr>
          <w:rtl/>
        </w:rPr>
        <w:t xml:space="preserve">قبل حتى </w:t>
      </w:r>
      <w:r w:rsidR="0030482D">
        <w:rPr>
          <w:rFonts w:hint="cs"/>
          <w:rtl/>
        </w:rPr>
        <w:t>ا</w:t>
      </w:r>
      <w:r>
        <w:rPr>
          <w:rtl/>
        </w:rPr>
        <w:t>تى جبانة سالم فاستخبر ثم رجع الى يوسف ف</w:t>
      </w:r>
      <w:r w:rsidR="00780AFA">
        <w:rPr>
          <w:rFonts w:hint="cs"/>
          <w:rtl/>
        </w:rPr>
        <w:t>ا</w:t>
      </w:r>
      <w:r>
        <w:rPr>
          <w:rtl/>
        </w:rPr>
        <w:t xml:space="preserve">خبره فلما </w:t>
      </w:r>
      <w:r w:rsidR="00780AFA">
        <w:rPr>
          <w:rFonts w:hint="cs"/>
          <w:rtl/>
        </w:rPr>
        <w:t>ا</w:t>
      </w:r>
      <w:r>
        <w:rPr>
          <w:rtl/>
        </w:rPr>
        <w:t>صبح يوسف خرج الى تل قريب من الحيرة فنزل معه قريش واشراف الناس و</w:t>
      </w:r>
      <w:r w:rsidR="00780AFA">
        <w:rPr>
          <w:rFonts w:hint="cs"/>
          <w:rtl/>
        </w:rPr>
        <w:t>ا</w:t>
      </w:r>
      <w:r>
        <w:rPr>
          <w:rtl/>
        </w:rPr>
        <w:t xml:space="preserve">مير شرطته يومئذ العباس بن سعد المرادي وبعث الريان بن سلمة البلوي في نحو من </w:t>
      </w:r>
      <w:r w:rsidR="0030482D">
        <w:rPr>
          <w:rFonts w:hint="cs"/>
          <w:rtl/>
        </w:rPr>
        <w:t>ا</w:t>
      </w:r>
      <w:r>
        <w:rPr>
          <w:rtl/>
        </w:rPr>
        <w:t xml:space="preserve">لفي فارس وثلثمائة من القيقانية </w:t>
      </w:r>
      <w:r w:rsidRPr="00994BA1">
        <w:rPr>
          <w:rStyle w:val="rfdFootnotenum"/>
          <w:rtl/>
        </w:rPr>
        <w:t>(2)</w:t>
      </w:r>
      <w:r>
        <w:rPr>
          <w:rtl/>
        </w:rPr>
        <w:t xml:space="preserve"> رجالة ناشبة </w:t>
      </w:r>
      <w:r w:rsidRPr="00994BA1">
        <w:rPr>
          <w:rStyle w:val="rfdFootnotenum"/>
          <w:rtl/>
        </w:rPr>
        <w:t>(3)</w:t>
      </w:r>
      <w:r>
        <w:rPr>
          <w:rtl/>
        </w:rPr>
        <w:t xml:space="preserve"> واصبح زيد بن علي وجميع من وافاه تلك الليلة 218 رجالة ناشبة فقال زيد س</w:t>
      </w:r>
      <w:r w:rsidR="0030482D">
        <w:rPr>
          <w:rFonts w:hint="cs"/>
          <w:rtl/>
        </w:rPr>
        <w:t>بحان</w:t>
      </w:r>
      <w:r>
        <w:rPr>
          <w:rtl/>
        </w:rPr>
        <w:t xml:space="preserve"> الله ف</w:t>
      </w:r>
      <w:r w:rsidR="0030482D">
        <w:rPr>
          <w:rFonts w:hint="cs"/>
          <w:rtl/>
        </w:rPr>
        <w:t>ا</w:t>
      </w:r>
      <w:r>
        <w:rPr>
          <w:rtl/>
        </w:rPr>
        <w:t xml:space="preserve">ين الناس قيل هم محصورون في المسجد فقال لا والله ما هذا لمن بايعنا بعذر واقبل نصر بن خزيمة الى زيد فتلقى عمر بن عبد الرحمن صاحب شرطة الحكم </w:t>
      </w:r>
      <w:r w:rsidR="0030482D">
        <w:rPr>
          <w:rtl/>
        </w:rPr>
        <w:t>بن الصلت</w:t>
      </w:r>
    </w:p>
    <w:p w:rsidR="00BA4473" w:rsidRPr="0030482D" w:rsidRDefault="0030482D" w:rsidP="0030482D">
      <w:pPr>
        <w:pStyle w:val="rfdLine"/>
        <w:rPr>
          <w:rtl/>
        </w:rPr>
      </w:pPr>
      <w:r w:rsidRPr="0030482D">
        <w:rPr>
          <w:rtl/>
        </w:rPr>
        <w:t>__________________</w:t>
      </w:r>
    </w:p>
    <w:p w:rsidR="00BA4473" w:rsidRPr="007C0E53" w:rsidRDefault="00BA4473" w:rsidP="0030482D">
      <w:pPr>
        <w:pStyle w:val="rfdFootnote0"/>
        <w:rPr>
          <w:rtl/>
        </w:rPr>
      </w:pPr>
      <w:r w:rsidRPr="007C0E53">
        <w:rPr>
          <w:rtl/>
        </w:rPr>
        <w:t>(1) ارتث بالبناء للمجهول حمل من المعركة رثيثا</w:t>
      </w:r>
      <w:r w:rsidR="0030482D">
        <w:rPr>
          <w:rFonts w:hint="cs"/>
          <w:rtl/>
        </w:rPr>
        <w:t>ً</w:t>
      </w:r>
      <w:r w:rsidRPr="007C0E53">
        <w:rPr>
          <w:rtl/>
        </w:rPr>
        <w:t xml:space="preserve"> </w:t>
      </w:r>
      <w:r w:rsidR="0030482D">
        <w:rPr>
          <w:rFonts w:hint="cs"/>
          <w:rtl/>
        </w:rPr>
        <w:t>ا</w:t>
      </w:r>
      <w:r w:rsidRPr="007C0E53">
        <w:rPr>
          <w:rtl/>
        </w:rPr>
        <w:t>ي جريحا</w:t>
      </w:r>
      <w:r w:rsidR="00B11EB3">
        <w:rPr>
          <w:rFonts w:hint="cs"/>
          <w:rtl/>
        </w:rPr>
        <w:t>ً</w:t>
      </w:r>
      <w:r w:rsidRPr="007C0E53">
        <w:rPr>
          <w:rtl/>
        </w:rPr>
        <w:t xml:space="preserve"> وبه رمق.</w:t>
      </w:r>
    </w:p>
    <w:p w:rsidR="00BA4473" w:rsidRPr="007C0E53" w:rsidRDefault="00BA4473" w:rsidP="007C0E53">
      <w:pPr>
        <w:pStyle w:val="rfdFootnote0"/>
        <w:rPr>
          <w:rtl/>
        </w:rPr>
      </w:pPr>
      <w:r w:rsidRPr="007C0E53">
        <w:rPr>
          <w:rtl/>
        </w:rPr>
        <w:t>(2) نسبة الى قيق</w:t>
      </w:r>
      <w:r w:rsidR="0030482D">
        <w:rPr>
          <w:rFonts w:hint="cs"/>
          <w:rtl/>
        </w:rPr>
        <w:t>ا</w:t>
      </w:r>
      <w:r w:rsidRPr="007C0E53">
        <w:rPr>
          <w:rtl/>
        </w:rPr>
        <w:t>ن كجيران موضعان</w:t>
      </w:r>
      <w:r w:rsidR="0030482D">
        <w:rPr>
          <w:rFonts w:hint="cs"/>
          <w:rtl/>
        </w:rPr>
        <w:t>.</w:t>
      </w:r>
    </w:p>
    <w:p w:rsidR="00BA4473" w:rsidRDefault="00BA4473" w:rsidP="0030482D">
      <w:pPr>
        <w:pStyle w:val="rfdFootnote0"/>
        <w:rPr>
          <w:rtl/>
        </w:rPr>
      </w:pPr>
      <w:r w:rsidRPr="007C0E53">
        <w:rPr>
          <w:rtl/>
        </w:rPr>
        <w:t xml:space="preserve">(3) الناشبة </w:t>
      </w:r>
      <w:r w:rsidR="0030482D">
        <w:rPr>
          <w:rFonts w:hint="cs"/>
          <w:rtl/>
        </w:rPr>
        <w:t>ا</w:t>
      </w:r>
      <w:r w:rsidR="0030482D">
        <w:rPr>
          <w:rtl/>
        </w:rPr>
        <w:t>صحاب النشاب.</w:t>
      </w:r>
    </w:p>
    <w:p w:rsidR="00BA4473" w:rsidRDefault="00BA4473" w:rsidP="00A22DC7">
      <w:pPr>
        <w:pStyle w:val="rfdNormal0"/>
        <w:rPr>
          <w:rtl/>
        </w:rPr>
      </w:pPr>
      <w:r w:rsidRPr="0030482D">
        <w:rPr>
          <w:rtl/>
        </w:rPr>
        <w:br w:type="page"/>
      </w:r>
      <w:r>
        <w:rPr>
          <w:rtl/>
        </w:rPr>
        <w:lastRenderedPageBreak/>
        <w:t xml:space="preserve">عند بعض دور الكوفة فقال يا منصور </w:t>
      </w:r>
      <w:r w:rsidR="00A22DC7">
        <w:rPr>
          <w:rFonts w:hint="cs"/>
          <w:rtl/>
        </w:rPr>
        <w:t>ا</w:t>
      </w:r>
      <w:r>
        <w:rPr>
          <w:rtl/>
        </w:rPr>
        <w:t>مت فلم يرد عليه عمر شيئا</w:t>
      </w:r>
      <w:r w:rsidR="0032458F">
        <w:rPr>
          <w:rFonts w:hint="cs"/>
          <w:rtl/>
        </w:rPr>
        <w:t>ً</w:t>
      </w:r>
      <w:r>
        <w:rPr>
          <w:rtl/>
        </w:rPr>
        <w:t xml:space="preserve"> فشد نصر عليه وعلى </w:t>
      </w:r>
      <w:r w:rsidR="00A22DC7">
        <w:rPr>
          <w:rFonts w:hint="cs"/>
          <w:rtl/>
        </w:rPr>
        <w:t>ا</w:t>
      </w:r>
      <w:r>
        <w:rPr>
          <w:rtl/>
        </w:rPr>
        <w:t xml:space="preserve">صحابه فقتله وانهزم من كان معه واقبل زيد حتى انتهى الى جبانة الصائديين وبها خمسمائة من </w:t>
      </w:r>
      <w:r w:rsidR="00A22DC7">
        <w:rPr>
          <w:rFonts w:hint="cs"/>
          <w:rtl/>
        </w:rPr>
        <w:t>ا</w:t>
      </w:r>
      <w:r>
        <w:rPr>
          <w:rtl/>
        </w:rPr>
        <w:t xml:space="preserve">هل الشام فحمل عليهم زيد في </w:t>
      </w:r>
      <w:r w:rsidR="00A22DC7">
        <w:rPr>
          <w:rFonts w:hint="cs"/>
          <w:rtl/>
        </w:rPr>
        <w:t>ا</w:t>
      </w:r>
      <w:r>
        <w:rPr>
          <w:rtl/>
        </w:rPr>
        <w:t>صحابه فهزمهم ثم مضى حتى انتهى ال</w:t>
      </w:r>
      <w:r w:rsidR="00E505F0">
        <w:rPr>
          <w:rtl/>
        </w:rPr>
        <w:t>ى ا</w:t>
      </w:r>
      <w:r>
        <w:rPr>
          <w:rtl/>
        </w:rPr>
        <w:t xml:space="preserve">لكناسة فحمل على جماعة من </w:t>
      </w:r>
      <w:r w:rsidR="00A22DC7">
        <w:rPr>
          <w:rFonts w:hint="cs"/>
          <w:rtl/>
        </w:rPr>
        <w:t>ا</w:t>
      </w:r>
      <w:r>
        <w:rPr>
          <w:rtl/>
        </w:rPr>
        <w:t xml:space="preserve">هل الشام فهرمهم ثم شلهم </w:t>
      </w:r>
      <w:r w:rsidRPr="00994BA1">
        <w:rPr>
          <w:rStyle w:val="rfdFootnotenum"/>
          <w:rtl/>
        </w:rPr>
        <w:t>(1)</w:t>
      </w:r>
      <w:r>
        <w:rPr>
          <w:rtl/>
        </w:rPr>
        <w:t xml:space="preserve"> حتى ظهر الى المقبرة ويوسف ابن عمر على التل ينظر الى زيد و</w:t>
      </w:r>
      <w:r w:rsidR="00A22DC7">
        <w:rPr>
          <w:rFonts w:hint="cs"/>
          <w:rtl/>
        </w:rPr>
        <w:t>ا</w:t>
      </w:r>
      <w:r>
        <w:rPr>
          <w:rtl/>
        </w:rPr>
        <w:t xml:space="preserve">صحابه وهم يكرون ولو شاء زيد </w:t>
      </w:r>
      <w:r w:rsidR="00A22DC7">
        <w:rPr>
          <w:rFonts w:hint="cs"/>
          <w:rtl/>
        </w:rPr>
        <w:t>ا</w:t>
      </w:r>
      <w:r>
        <w:rPr>
          <w:rtl/>
        </w:rPr>
        <w:t xml:space="preserve">ن يقتل يوسف لقتله. ثم </w:t>
      </w:r>
      <w:r w:rsidR="00A22DC7">
        <w:rPr>
          <w:rFonts w:hint="cs"/>
          <w:rtl/>
        </w:rPr>
        <w:t>ا</w:t>
      </w:r>
      <w:r>
        <w:rPr>
          <w:rtl/>
        </w:rPr>
        <w:t>ن زيدا</w:t>
      </w:r>
      <w:r w:rsidR="0032458F">
        <w:rPr>
          <w:rFonts w:hint="cs"/>
          <w:rtl/>
        </w:rPr>
        <w:t>ً</w:t>
      </w:r>
      <w:r>
        <w:rPr>
          <w:rtl/>
        </w:rPr>
        <w:t xml:space="preserve"> </w:t>
      </w:r>
      <w:r w:rsidR="00A22DC7">
        <w:rPr>
          <w:rFonts w:hint="cs"/>
          <w:rtl/>
        </w:rPr>
        <w:t>ا</w:t>
      </w:r>
      <w:r>
        <w:rPr>
          <w:rtl/>
        </w:rPr>
        <w:t xml:space="preserve">خذ ذات اليمين حتى دخل الكوفة فطلع </w:t>
      </w:r>
      <w:r w:rsidR="00A22DC7">
        <w:rPr>
          <w:rFonts w:hint="cs"/>
          <w:rtl/>
        </w:rPr>
        <w:t>ا</w:t>
      </w:r>
      <w:r>
        <w:rPr>
          <w:rtl/>
        </w:rPr>
        <w:t>هل الشام عليهم فدخلوا زقاقا ضيقا</w:t>
      </w:r>
      <w:r w:rsidR="0032458F">
        <w:rPr>
          <w:rFonts w:hint="cs"/>
          <w:rtl/>
        </w:rPr>
        <w:t>ً</w:t>
      </w:r>
      <w:r>
        <w:rPr>
          <w:rtl/>
        </w:rPr>
        <w:t xml:space="preserve"> ومضوا فيه فقال زيد لنصر ابن خزيمة تخاف على </w:t>
      </w:r>
      <w:r w:rsidR="00A22DC7">
        <w:rPr>
          <w:rFonts w:hint="cs"/>
          <w:rtl/>
        </w:rPr>
        <w:t>ا</w:t>
      </w:r>
      <w:r>
        <w:rPr>
          <w:rtl/>
        </w:rPr>
        <w:t xml:space="preserve">هل الكوفة </w:t>
      </w:r>
      <w:r w:rsidR="00A22DC7">
        <w:rPr>
          <w:rFonts w:hint="cs"/>
          <w:rtl/>
        </w:rPr>
        <w:t>ا</w:t>
      </w:r>
      <w:r>
        <w:rPr>
          <w:rtl/>
        </w:rPr>
        <w:t xml:space="preserve">ن يكونوا فعلوها حسينية فقال جعلني الله فداك </w:t>
      </w:r>
      <w:r w:rsidR="00A22DC7">
        <w:rPr>
          <w:rFonts w:hint="cs"/>
          <w:rtl/>
        </w:rPr>
        <w:t>ا</w:t>
      </w:r>
      <w:r>
        <w:rPr>
          <w:rtl/>
        </w:rPr>
        <w:t xml:space="preserve">ما </w:t>
      </w:r>
      <w:r w:rsidR="00A22DC7">
        <w:rPr>
          <w:rFonts w:hint="cs"/>
          <w:rtl/>
        </w:rPr>
        <w:t>ا</w:t>
      </w:r>
      <w:r>
        <w:rPr>
          <w:rtl/>
        </w:rPr>
        <w:t xml:space="preserve">نا فوالله لاضربن بسيفي هذا معك حتى </w:t>
      </w:r>
      <w:r w:rsidR="00A22DC7">
        <w:rPr>
          <w:rFonts w:hint="cs"/>
          <w:rtl/>
        </w:rPr>
        <w:t>ا</w:t>
      </w:r>
      <w:r>
        <w:rPr>
          <w:rtl/>
        </w:rPr>
        <w:t>موت ثم خرج بهم زيد نحو المسجد فخرج اليه عبيد</w:t>
      </w:r>
      <w:r w:rsidR="00A22DC7">
        <w:rPr>
          <w:rFonts w:hint="cs"/>
          <w:rtl/>
        </w:rPr>
        <w:t xml:space="preserve"> </w:t>
      </w:r>
      <w:r>
        <w:rPr>
          <w:rtl/>
        </w:rPr>
        <w:t xml:space="preserve">الله بن العباس الكندي في </w:t>
      </w:r>
      <w:r w:rsidR="00A22DC7">
        <w:rPr>
          <w:rFonts w:hint="cs"/>
          <w:rtl/>
        </w:rPr>
        <w:t>ا</w:t>
      </w:r>
      <w:r>
        <w:rPr>
          <w:rtl/>
        </w:rPr>
        <w:t>هل الشام واقتتلوا فانهزم عبيد</w:t>
      </w:r>
      <w:r w:rsidR="00A22DC7">
        <w:rPr>
          <w:rFonts w:hint="cs"/>
          <w:rtl/>
        </w:rPr>
        <w:t xml:space="preserve"> </w:t>
      </w:r>
      <w:r>
        <w:rPr>
          <w:rtl/>
        </w:rPr>
        <w:t>الله و</w:t>
      </w:r>
      <w:r w:rsidR="00A22DC7">
        <w:rPr>
          <w:rFonts w:hint="cs"/>
          <w:rtl/>
        </w:rPr>
        <w:t>ا</w:t>
      </w:r>
      <w:r>
        <w:rPr>
          <w:rtl/>
        </w:rPr>
        <w:t xml:space="preserve">صحابه وتبعهم زيد حتى انتهوا الى باب الفيل ( وهو </w:t>
      </w:r>
      <w:r w:rsidR="00A22DC7">
        <w:rPr>
          <w:rFonts w:hint="cs"/>
          <w:rtl/>
        </w:rPr>
        <w:t>ا</w:t>
      </w:r>
      <w:r>
        <w:rPr>
          <w:rtl/>
        </w:rPr>
        <w:t xml:space="preserve">حد </w:t>
      </w:r>
      <w:r w:rsidR="00A22DC7">
        <w:rPr>
          <w:rFonts w:hint="cs"/>
          <w:rtl/>
        </w:rPr>
        <w:t>ا</w:t>
      </w:r>
      <w:r>
        <w:rPr>
          <w:rtl/>
        </w:rPr>
        <w:t xml:space="preserve">بواب المسجد ) وجعل </w:t>
      </w:r>
      <w:r w:rsidR="00A22DC7">
        <w:rPr>
          <w:rFonts w:hint="cs"/>
          <w:rtl/>
        </w:rPr>
        <w:t>ا</w:t>
      </w:r>
      <w:r>
        <w:rPr>
          <w:rtl/>
        </w:rPr>
        <w:t xml:space="preserve">صحاب زيد يدخلون راياتهم من فوق </w:t>
      </w:r>
      <w:r w:rsidR="00A22DC7">
        <w:rPr>
          <w:rFonts w:hint="cs"/>
          <w:rtl/>
        </w:rPr>
        <w:t>الا</w:t>
      </w:r>
      <w:r>
        <w:rPr>
          <w:rtl/>
        </w:rPr>
        <w:t xml:space="preserve">بواب ويقولون يا </w:t>
      </w:r>
      <w:r w:rsidR="00A22DC7">
        <w:rPr>
          <w:rFonts w:hint="cs"/>
          <w:rtl/>
        </w:rPr>
        <w:t>ا</w:t>
      </w:r>
      <w:r>
        <w:rPr>
          <w:rtl/>
        </w:rPr>
        <w:t xml:space="preserve">هل المسجد اخرجوا وجعل نصر بن خزيمة يناديهم يا </w:t>
      </w:r>
      <w:r w:rsidR="00A22DC7">
        <w:rPr>
          <w:rFonts w:hint="cs"/>
          <w:rtl/>
        </w:rPr>
        <w:t>ا</w:t>
      </w:r>
      <w:r>
        <w:rPr>
          <w:rtl/>
        </w:rPr>
        <w:t xml:space="preserve">هل الكوفة اخرجوا من الذل الى العز الى الدين والدنيا وجعل </w:t>
      </w:r>
      <w:r w:rsidR="00A22DC7">
        <w:rPr>
          <w:rFonts w:hint="cs"/>
          <w:rtl/>
        </w:rPr>
        <w:t>ا</w:t>
      </w:r>
      <w:r>
        <w:rPr>
          <w:rtl/>
        </w:rPr>
        <w:t>هل الشام يرمونهم من فوق المسجد بالحجارة. وبعث يوسف بن عمر الربان بن سلمة في خيل الى دار الرزق فقاتلوا زيدا</w:t>
      </w:r>
      <w:r w:rsidR="0032458F">
        <w:rPr>
          <w:rFonts w:hint="cs"/>
          <w:rtl/>
        </w:rPr>
        <w:t>ً</w:t>
      </w:r>
      <w:r>
        <w:rPr>
          <w:rtl/>
        </w:rPr>
        <w:t xml:space="preserve"> قتالا شديدا</w:t>
      </w:r>
      <w:r w:rsidR="0032458F">
        <w:rPr>
          <w:rFonts w:hint="cs"/>
          <w:rtl/>
        </w:rPr>
        <w:t>ً</w:t>
      </w:r>
      <w:r>
        <w:rPr>
          <w:rtl/>
        </w:rPr>
        <w:t xml:space="preserve"> وجرح من </w:t>
      </w:r>
      <w:r w:rsidR="00A22DC7">
        <w:rPr>
          <w:rFonts w:hint="cs"/>
          <w:rtl/>
        </w:rPr>
        <w:t>ا</w:t>
      </w:r>
      <w:r>
        <w:rPr>
          <w:rtl/>
        </w:rPr>
        <w:t>هل الشام جرحى كثيرة وشلهم اصحاب زيد من دار الرزق حتى انتهوا ا</w:t>
      </w:r>
      <w:r w:rsidR="00A22DC7">
        <w:rPr>
          <w:rtl/>
        </w:rPr>
        <w:t>لى المسجد الاعظم فرجع اهل الشام</w:t>
      </w:r>
    </w:p>
    <w:p w:rsidR="00BA4473" w:rsidRPr="00A22DC7" w:rsidRDefault="00A22DC7" w:rsidP="00A22DC7">
      <w:pPr>
        <w:pStyle w:val="rfdLine"/>
        <w:rPr>
          <w:rtl/>
        </w:rPr>
      </w:pPr>
      <w:r w:rsidRPr="00A22DC7">
        <w:rPr>
          <w:rtl/>
        </w:rPr>
        <w:t>__________________</w:t>
      </w:r>
    </w:p>
    <w:p w:rsidR="00BA4473" w:rsidRPr="007C0E53" w:rsidRDefault="00A22DC7" w:rsidP="00A22DC7">
      <w:pPr>
        <w:pStyle w:val="rfdFootnote0"/>
        <w:rPr>
          <w:rtl/>
        </w:rPr>
      </w:pPr>
      <w:r>
        <w:rPr>
          <w:rtl/>
        </w:rPr>
        <w:t>(1) شلهم أي طردهم.</w:t>
      </w:r>
    </w:p>
    <w:p w:rsidR="00BA4473" w:rsidRDefault="00BA4473" w:rsidP="002536AC">
      <w:pPr>
        <w:pStyle w:val="rfdNormal0"/>
        <w:rPr>
          <w:rtl/>
        </w:rPr>
      </w:pPr>
      <w:r w:rsidRPr="00616286">
        <w:rPr>
          <w:rtl/>
        </w:rPr>
        <w:br w:type="page"/>
      </w:r>
      <w:r>
        <w:rPr>
          <w:rtl/>
        </w:rPr>
        <w:lastRenderedPageBreak/>
        <w:t>مساء يوم الاربعاء وهم أسوأ شيء ظن</w:t>
      </w:r>
      <w:r w:rsidR="002420F0">
        <w:rPr>
          <w:rFonts w:hint="cs"/>
          <w:rtl/>
        </w:rPr>
        <w:t>وا</w:t>
      </w:r>
      <w:r>
        <w:rPr>
          <w:rtl/>
        </w:rPr>
        <w:t xml:space="preserve"> فلما كان غداة يوم الخميس دعا يوسف بن عمر الريان بن سلمة فافف به وقال له فلك من صاحب خيل ودعا العباس بن سعد المري ( المرادي ) صاحب شرطته فبعثه الى </w:t>
      </w:r>
      <w:r w:rsidR="002420F0">
        <w:rPr>
          <w:rFonts w:hint="cs"/>
          <w:rtl/>
        </w:rPr>
        <w:t>ا</w:t>
      </w:r>
      <w:r>
        <w:rPr>
          <w:rtl/>
        </w:rPr>
        <w:t xml:space="preserve">هل الشام فسار بهم حتى انتهوا الى زيد في دار الرزق وخرج اليه زيد وعلى مجنبته </w:t>
      </w:r>
      <w:r w:rsidRPr="00994BA1">
        <w:rPr>
          <w:rStyle w:val="rfdFootnotenum"/>
          <w:rtl/>
        </w:rPr>
        <w:t>(1)</w:t>
      </w:r>
      <w:r>
        <w:rPr>
          <w:rtl/>
        </w:rPr>
        <w:t xml:space="preserve"> نصر بن خزيمة ومع</w:t>
      </w:r>
      <w:r w:rsidR="002420F0">
        <w:rPr>
          <w:rFonts w:hint="cs"/>
          <w:rtl/>
        </w:rPr>
        <w:t>ا</w:t>
      </w:r>
      <w:r>
        <w:rPr>
          <w:rtl/>
        </w:rPr>
        <w:t>وية بن اسح</w:t>
      </w:r>
      <w:r w:rsidR="00EE72EE">
        <w:rPr>
          <w:rFonts w:hint="cs"/>
          <w:rtl/>
        </w:rPr>
        <w:t>ا</w:t>
      </w:r>
      <w:r>
        <w:rPr>
          <w:rtl/>
        </w:rPr>
        <w:t xml:space="preserve">ق فلما رآهم العباس نادى يا </w:t>
      </w:r>
      <w:r w:rsidR="002420F0">
        <w:rPr>
          <w:rFonts w:hint="cs"/>
          <w:rtl/>
        </w:rPr>
        <w:t>ا</w:t>
      </w:r>
      <w:r>
        <w:rPr>
          <w:rtl/>
        </w:rPr>
        <w:t>هل الشام الأرض فنزل ناس كثير واقتتلوا فتالا شديدا</w:t>
      </w:r>
      <w:r w:rsidR="00F47883">
        <w:rPr>
          <w:rFonts w:hint="cs"/>
          <w:rtl/>
        </w:rPr>
        <w:t>ً</w:t>
      </w:r>
      <w:r>
        <w:rPr>
          <w:rtl/>
        </w:rPr>
        <w:t xml:space="preserve"> وكان رجل من </w:t>
      </w:r>
      <w:r w:rsidR="002420F0">
        <w:rPr>
          <w:rFonts w:hint="cs"/>
          <w:rtl/>
        </w:rPr>
        <w:t>ا</w:t>
      </w:r>
      <w:r>
        <w:rPr>
          <w:rtl/>
        </w:rPr>
        <w:t xml:space="preserve">هل الشام اسمه نائل بن مرة العبسي قال ليوسف والله لئن ملأت عيني من نصر بن خزيمة لاقتلنه </w:t>
      </w:r>
      <w:r w:rsidR="002420F0">
        <w:rPr>
          <w:rFonts w:hint="cs"/>
          <w:rtl/>
        </w:rPr>
        <w:t>ا</w:t>
      </w:r>
      <w:r>
        <w:rPr>
          <w:rtl/>
        </w:rPr>
        <w:t>و ليقتلني فاعطاه يوسف سيفا</w:t>
      </w:r>
      <w:r w:rsidR="00F47883">
        <w:rPr>
          <w:rFonts w:hint="cs"/>
          <w:rtl/>
        </w:rPr>
        <w:t>ً</w:t>
      </w:r>
      <w:r>
        <w:rPr>
          <w:rtl/>
        </w:rPr>
        <w:t xml:space="preserve"> لا يمر بشيء </w:t>
      </w:r>
      <w:r w:rsidR="002420F0">
        <w:rPr>
          <w:rFonts w:hint="cs"/>
          <w:rtl/>
        </w:rPr>
        <w:t>ا</w:t>
      </w:r>
      <w:r>
        <w:rPr>
          <w:rtl/>
        </w:rPr>
        <w:t xml:space="preserve">لا قطعه فلما التقى </w:t>
      </w:r>
      <w:r w:rsidR="002420F0">
        <w:rPr>
          <w:rFonts w:hint="cs"/>
          <w:rtl/>
        </w:rPr>
        <w:t>ا</w:t>
      </w:r>
      <w:r>
        <w:rPr>
          <w:rtl/>
        </w:rPr>
        <w:t>صحاب العباس و</w:t>
      </w:r>
      <w:r w:rsidR="002420F0">
        <w:rPr>
          <w:rFonts w:hint="cs"/>
          <w:rtl/>
        </w:rPr>
        <w:t>ا</w:t>
      </w:r>
      <w:r>
        <w:rPr>
          <w:rtl/>
        </w:rPr>
        <w:t>صحاب زيد ضرب نائل نصرا</w:t>
      </w:r>
      <w:r w:rsidR="00F47883">
        <w:rPr>
          <w:rFonts w:hint="cs"/>
          <w:rtl/>
        </w:rPr>
        <w:t>ً</w:t>
      </w:r>
      <w:r>
        <w:rPr>
          <w:rtl/>
        </w:rPr>
        <w:t xml:space="preserve"> فقطع فخذه وضربه نصر فقتله ومات نصر ثم </w:t>
      </w:r>
      <w:r w:rsidR="002420F0">
        <w:rPr>
          <w:rFonts w:hint="cs"/>
          <w:rtl/>
        </w:rPr>
        <w:t>ا</w:t>
      </w:r>
      <w:r>
        <w:rPr>
          <w:rtl/>
        </w:rPr>
        <w:t>ن زيدا</w:t>
      </w:r>
      <w:r w:rsidR="00F47883">
        <w:rPr>
          <w:rFonts w:hint="cs"/>
          <w:rtl/>
        </w:rPr>
        <w:t>ً</w:t>
      </w:r>
      <w:r>
        <w:rPr>
          <w:rtl/>
        </w:rPr>
        <w:t xml:space="preserve"> هزمهم وانصرفوا باسوأ حال فلما كان العشاء عبأهم يوسف ثم سرحهم نحو زيد فكشفهم ثم </w:t>
      </w:r>
      <w:r w:rsidR="002420F0">
        <w:rPr>
          <w:rFonts w:hint="cs"/>
          <w:rtl/>
        </w:rPr>
        <w:t>ا</w:t>
      </w:r>
      <w:r>
        <w:rPr>
          <w:rtl/>
        </w:rPr>
        <w:t xml:space="preserve">تبعهم حتى </w:t>
      </w:r>
      <w:r w:rsidR="002420F0">
        <w:rPr>
          <w:rFonts w:hint="cs"/>
          <w:rtl/>
        </w:rPr>
        <w:t>ا</w:t>
      </w:r>
      <w:r>
        <w:rPr>
          <w:rtl/>
        </w:rPr>
        <w:t xml:space="preserve">خرجهم الى السبخة ثم شد عليهم حتى </w:t>
      </w:r>
      <w:r w:rsidR="002420F0">
        <w:rPr>
          <w:rFonts w:hint="cs"/>
          <w:rtl/>
        </w:rPr>
        <w:t>ا</w:t>
      </w:r>
      <w:r>
        <w:rPr>
          <w:rtl/>
        </w:rPr>
        <w:t>خرجهم من بني سليم ثم ظهر لهم زيد فيما بين بارق وبني دوس فقاتلهم قتالا شديدا</w:t>
      </w:r>
      <w:r w:rsidR="00F47883">
        <w:rPr>
          <w:rFonts w:hint="cs"/>
          <w:rtl/>
        </w:rPr>
        <w:t>ً</w:t>
      </w:r>
      <w:r>
        <w:rPr>
          <w:rtl/>
        </w:rPr>
        <w:t xml:space="preserve"> وصاحب لوائه رجل من بني سعد بن بكر يقال له عبد الصمد قال سعيد بن خثيم وكنا مع زيد في خمسمائة و</w:t>
      </w:r>
      <w:r w:rsidR="002420F0">
        <w:rPr>
          <w:rFonts w:hint="cs"/>
          <w:rtl/>
        </w:rPr>
        <w:t>ا</w:t>
      </w:r>
      <w:r>
        <w:rPr>
          <w:rtl/>
        </w:rPr>
        <w:t xml:space="preserve">هل الشام </w:t>
      </w:r>
      <w:r w:rsidR="002420F0">
        <w:rPr>
          <w:rFonts w:hint="cs"/>
          <w:rtl/>
        </w:rPr>
        <w:t>ا</w:t>
      </w:r>
      <w:r>
        <w:rPr>
          <w:rtl/>
        </w:rPr>
        <w:t xml:space="preserve">ثنا عشر </w:t>
      </w:r>
      <w:r w:rsidR="002420F0">
        <w:rPr>
          <w:rFonts w:hint="cs"/>
          <w:rtl/>
        </w:rPr>
        <w:t>ا</w:t>
      </w:r>
      <w:r>
        <w:rPr>
          <w:rtl/>
        </w:rPr>
        <w:t>لفا</w:t>
      </w:r>
      <w:r w:rsidR="00F47883">
        <w:rPr>
          <w:rFonts w:hint="cs"/>
          <w:rtl/>
        </w:rPr>
        <w:t>ً</w:t>
      </w:r>
      <w:r>
        <w:rPr>
          <w:rtl/>
        </w:rPr>
        <w:t xml:space="preserve"> وكان بايع زيدا</w:t>
      </w:r>
      <w:r w:rsidR="00F47883">
        <w:rPr>
          <w:rFonts w:hint="cs"/>
          <w:rtl/>
        </w:rPr>
        <w:t>ً</w:t>
      </w:r>
      <w:r>
        <w:rPr>
          <w:rtl/>
        </w:rPr>
        <w:t xml:space="preserve"> </w:t>
      </w:r>
      <w:r w:rsidR="002536AC">
        <w:rPr>
          <w:rFonts w:hint="cs"/>
          <w:rtl/>
        </w:rPr>
        <w:t>ا</w:t>
      </w:r>
      <w:r>
        <w:rPr>
          <w:rtl/>
        </w:rPr>
        <w:t xml:space="preserve">كثر من </w:t>
      </w:r>
      <w:r w:rsidR="002420F0">
        <w:rPr>
          <w:rFonts w:hint="cs"/>
          <w:rtl/>
        </w:rPr>
        <w:t>ا</w:t>
      </w:r>
      <w:r>
        <w:rPr>
          <w:rtl/>
        </w:rPr>
        <w:t xml:space="preserve">ثني عشر </w:t>
      </w:r>
      <w:r w:rsidR="002420F0">
        <w:rPr>
          <w:rFonts w:hint="cs"/>
          <w:rtl/>
        </w:rPr>
        <w:t>ا</w:t>
      </w:r>
      <w:r>
        <w:rPr>
          <w:rtl/>
        </w:rPr>
        <w:t>لفا</w:t>
      </w:r>
      <w:r w:rsidR="00F47883">
        <w:rPr>
          <w:rFonts w:hint="cs"/>
          <w:rtl/>
        </w:rPr>
        <w:t>ً</w:t>
      </w:r>
      <w:r>
        <w:rPr>
          <w:rtl/>
        </w:rPr>
        <w:t xml:space="preserve"> فغدروا به </w:t>
      </w:r>
      <w:r w:rsidR="002420F0">
        <w:rPr>
          <w:rFonts w:hint="cs"/>
          <w:rtl/>
        </w:rPr>
        <w:t>ا</w:t>
      </w:r>
      <w:r>
        <w:rPr>
          <w:rtl/>
        </w:rPr>
        <w:t xml:space="preserve">ذ فصل رجل من </w:t>
      </w:r>
      <w:r w:rsidR="002420F0">
        <w:rPr>
          <w:rFonts w:hint="cs"/>
          <w:rtl/>
        </w:rPr>
        <w:t>ا</w:t>
      </w:r>
      <w:r>
        <w:rPr>
          <w:rtl/>
        </w:rPr>
        <w:t xml:space="preserve">هل الشام من كلب على فرس له رائع فلم يزل شتما لفاطمة بنت رسول الله </w:t>
      </w:r>
      <w:r w:rsidR="002420F0">
        <w:rPr>
          <w:rFonts w:hint="cs"/>
          <w:rtl/>
        </w:rPr>
        <w:t>صلّى الله عليه وعليها</w:t>
      </w:r>
      <w:r>
        <w:rPr>
          <w:rtl/>
        </w:rPr>
        <w:t xml:space="preserve"> وعليها فجعل زيد يبكي حتى ابتلت لحيته وجعل يقول </w:t>
      </w:r>
      <w:r w:rsidR="002420F0">
        <w:rPr>
          <w:rFonts w:hint="cs"/>
          <w:rtl/>
        </w:rPr>
        <w:t>أ</w:t>
      </w:r>
      <w:r>
        <w:rPr>
          <w:rtl/>
        </w:rPr>
        <w:t xml:space="preserve">ما </w:t>
      </w:r>
      <w:r w:rsidR="002420F0">
        <w:rPr>
          <w:rFonts w:hint="cs"/>
          <w:rtl/>
        </w:rPr>
        <w:t>ا</w:t>
      </w:r>
      <w:r w:rsidR="002420F0">
        <w:rPr>
          <w:rtl/>
        </w:rPr>
        <w:t>حد يغ</w:t>
      </w:r>
      <w:r w:rsidR="009723E5">
        <w:rPr>
          <w:rFonts w:hint="cs"/>
          <w:rtl/>
        </w:rPr>
        <w:t>ض</w:t>
      </w:r>
      <w:r w:rsidR="002420F0">
        <w:rPr>
          <w:rtl/>
        </w:rPr>
        <w:t>ب</w:t>
      </w:r>
    </w:p>
    <w:p w:rsidR="00BA4473" w:rsidRPr="002420F0" w:rsidRDefault="00BA4473" w:rsidP="002420F0">
      <w:pPr>
        <w:pStyle w:val="rfdLine"/>
        <w:rPr>
          <w:rtl/>
        </w:rPr>
      </w:pPr>
      <w:r w:rsidRPr="002420F0">
        <w:rPr>
          <w:rtl/>
        </w:rPr>
        <w:t>______</w:t>
      </w:r>
      <w:r w:rsidR="002420F0" w:rsidRPr="002420F0">
        <w:rPr>
          <w:rtl/>
        </w:rPr>
        <w:t>____________</w:t>
      </w:r>
    </w:p>
    <w:p w:rsidR="00BA4473" w:rsidRPr="007C0E53" w:rsidRDefault="00BA4473" w:rsidP="002420F0">
      <w:pPr>
        <w:pStyle w:val="rfdFootnote0"/>
        <w:rPr>
          <w:rtl/>
        </w:rPr>
      </w:pPr>
      <w:r w:rsidRPr="007C0E53">
        <w:rPr>
          <w:rtl/>
        </w:rPr>
        <w:t>(1) المجنبة تقال للميمنة وللميسرة</w:t>
      </w:r>
      <w:r w:rsidR="002420F0">
        <w:rPr>
          <w:rFonts w:hint="cs"/>
          <w:rtl/>
        </w:rPr>
        <w:t>.</w:t>
      </w:r>
    </w:p>
    <w:p w:rsidR="00BA4473" w:rsidRDefault="00BA4473" w:rsidP="000D2C03">
      <w:pPr>
        <w:pStyle w:val="rfdNormal0"/>
        <w:rPr>
          <w:rtl/>
        </w:rPr>
      </w:pPr>
      <w:r w:rsidRPr="002420F0">
        <w:rPr>
          <w:rtl/>
        </w:rPr>
        <w:br w:type="page"/>
      </w:r>
      <w:r>
        <w:rPr>
          <w:rtl/>
        </w:rPr>
        <w:lastRenderedPageBreak/>
        <w:t xml:space="preserve">لفاطمة بنت رسول الله أما أحد يغضب لرسول الله (ص) أما </w:t>
      </w:r>
      <w:r w:rsidR="001E0D54">
        <w:rPr>
          <w:rFonts w:hint="cs"/>
          <w:rtl/>
        </w:rPr>
        <w:t>ا</w:t>
      </w:r>
      <w:r>
        <w:rPr>
          <w:rtl/>
        </w:rPr>
        <w:t>حد يغضب لله ثم تحول الشامي عن فرسه فركب بغلة وكان الناس فرقتين نظارة ومقاتلة قال سعيد فجئت الى مولى لي ف</w:t>
      </w:r>
      <w:r w:rsidR="001E0D54">
        <w:rPr>
          <w:rFonts w:hint="cs"/>
          <w:rtl/>
        </w:rPr>
        <w:t>ا</w:t>
      </w:r>
      <w:r>
        <w:rPr>
          <w:rtl/>
        </w:rPr>
        <w:t>خذت منه مش</w:t>
      </w:r>
      <w:r w:rsidR="001E0D54">
        <w:rPr>
          <w:rFonts w:hint="cs"/>
          <w:rtl/>
        </w:rPr>
        <w:t>م</w:t>
      </w:r>
      <w:r>
        <w:rPr>
          <w:rtl/>
        </w:rPr>
        <w:t xml:space="preserve">لا </w:t>
      </w:r>
      <w:r w:rsidRPr="00994BA1">
        <w:rPr>
          <w:rStyle w:val="rfdFootnotenum"/>
          <w:rtl/>
        </w:rPr>
        <w:t>(1)</w:t>
      </w:r>
      <w:r>
        <w:rPr>
          <w:rtl/>
        </w:rPr>
        <w:t xml:space="preserve"> كان معه ثم استترت من خلف النظارة حتى اذا صرت من ورائه ضربت عنقه و</w:t>
      </w:r>
      <w:r w:rsidR="001E0D54">
        <w:rPr>
          <w:rFonts w:hint="cs"/>
          <w:rtl/>
        </w:rPr>
        <w:t>ا</w:t>
      </w:r>
      <w:r>
        <w:rPr>
          <w:rtl/>
        </w:rPr>
        <w:t xml:space="preserve">نا متمكن منه بالمشعل فوقع رأسه بين يدي بغلته ثم رميت جيفته عن السرج وشد </w:t>
      </w:r>
      <w:r w:rsidR="001E0D54">
        <w:rPr>
          <w:rFonts w:hint="cs"/>
          <w:rtl/>
        </w:rPr>
        <w:t>ا</w:t>
      </w:r>
      <w:r>
        <w:rPr>
          <w:rtl/>
        </w:rPr>
        <w:t xml:space="preserve">صحابه علي حتى كادوا يرهقوني وكبر </w:t>
      </w:r>
      <w:r w:rsidR="001E0D54">
        <w:rPr>
          <w:rFonts w:hint="cs"/>
          <w:rtl/>
        </w:rPr>
        <w:t>ا</w:t>
      </w:r>
      <w:r>
        <w:rPr>
          <w:rtl/>
        </w:rPr>
        <w:t>صحاب زيد وحملوا عليهم واستنقذوني فركبت و</w:t>
      </w:r>
      <w:r w:rsidR="00C365E1">
        <w:rPr>
          <w:rFonts w:hint="cs"/>
          <w:rtl/>
        </w:rPr>
        <w:t>ا</w:t>
      </w:r>
      <w:r>
        <w:rPr>
          <w:rtl/>
        </w:rPr>
        <w:t>تيت زيدا</w:t>
      </w:r>
      <w:r w:rsidR="00C365E1">
        <w:rPr>
          <w:rFonts w:hint="cs"/>
          <w:rtl/>
        </w:rPr>
        <w:t>ً</w:t>
      </w:r>
      <w:r>
        <w:rPr>
          <w:rtl/>
        </w:rPr>
        <w:t xml:space="preserve"> فجعل يقبل بين عيني ويقول </w:t>
      </w:r>
      <w:r w:rsidR="001E0D54">
        <w:rPr>
          <w:rFonts w:hint="cs"/>
          <w:rtl/>
        </w:rPr>
        <w:t>ا</w:t>
      </w:r>
      <w:r>
        <w:rPr>
          <w:rtl/>
        </w:rPr>
        <w:t xml:space="preserve">دركت والله ثأرنا </w:t>
      </w:r>
      <w:r w:rsidR="000D2C03">
        <w:rPr>
          <w:rFonts w:hint="cs"/>
          <w:rtl/>
        </w:rPr>
        <w:t>ا</w:t>
      </w:r>
      <w:r>
        <w:rPr>
          <w:rtl/>
        </w:rPr>
        <w:t>دركت والله شرف الدنيا والآخرة وذخرهما ون</w:t>
      </w:r>
      <w:r w:rsidR="000D2C03">
        <w:rPr>
          <w:rFonts w:hint="cs"/>
          <w:rtl/>
        </w:rPr>
        <w:t>غ</w:t>
      </w:r>
      <w:r>
        <w:rPr>
          <w:rtl/>
        </w:rPr>
        <w:t xml:space="preserve">لني البغلة. وجعلت خيل </w:t>
      </w:r>
      <w:r w:rsidR="000D2C03">
        <w:rPr>
          <w:rFonts w:hint="cs"/>
          <w:rtl/>
        </w:rPr>
        <w:t>ا</w:t>
      </w:r>
      <w:r>
        <w:rPr>
          <w:rtl/>
        </w:rPr>
        <w:t xml:space="preserve">هل الشام </w:t>
      </w:r>
      <w:r w:rsidRPr="00994BA1">
        <w:rPr>
          <w:rStyle w:val="rfdFootnotenum"/>
          <w:rtl/>
        </w:rPr>
        <w:t>(2)</w:t>
      </w:r>
      <w:r>
        <w:rPr>
          <w:rtl/>
        </w:rPr>
        <w:t xml:space="preserve"> لا تثبت لخيل زيد فبعث العباس بن سعد الى يوسف بن عمر يعلمه ما يلقى من الزيدية وسأله </w:t>
      </w:r>
      <w:r w:rsidR="000D2C03">
        <w:rPr>
          <w:rFonts w:hint="cs"/>
          <w:rtl/>
        </w:rPr>
        <w:t>ا</w:t>
      </w:r>
      <w:r>
        <w:rPr>
          <w:rtl/>
        </w:rPr>
        <w:t xml:space="preserve">ن يبعث اليه الناشبة </w:t>
      </w:r>
      <w:r w:rsidRPr="00994BA1">
        <w:rPr>
          <w:rStyle w:val="rfdFootnotenum"/>
          <w:rtl/>
        </w:rPr>
        <w:t>(3)</w:t>
      </w:r>
      <w:r>
        <w:rPr>
          <w:rtl/>
        </w:rPr>
        <w:t xml:space="preserve"> فبعث اليه سليمان ابن كيسان في القيقانية </w:t>
      </w:r>
      <w:r w:rsidRPr="00994BA1">
        <w:rPr>
          <w:rStyle w:val="rfdFootnotenum"/>
          <w:rtl/>
        </w:rPr>
        <w:t>(4)</w:t>
      </w:r>
      <w:r>
        <w:rPr>
          <w:rtl/>
        </w:rPr>
        <w:t xml:space="preserve"> وهم بخارية وكانوا رماة فجعلوا يرمون </w:t>
      </w:r>
      <w:r w:rsidR="000D2C03">
        <w:rPr>
          <w:rFonts w:hint="cs"/>
          <w:rtl/>
        </w:rPr>
        <w:t>ا</w:t>
      </w:r>
      <w:r>
        <w:rPr>
          <w:rtl/>
        </w:rPr>
        <w:t>صحاب زيد وقاتل مع</w:t>
      </w:r>
      <w:r w:rsidR="000D2C03">
        <w:rPr>
          <w:rFonts w:hint="cs"/>
          <w:rtl/>
        </w:rPr>
        <w:t>ا</w:t>
      </w:r>
      <w:r>
        <w:rPr>
          <w:rtl/>
        </w:rPr>
        <w:t>وية بن اسحق الانصاري يومئذ قتالا شديدا</w:t>
      </w:r>
      <w:r w:rsidR="00C365E1">
        <w:rPr>
          <w:rFonts w:hint="cs"/>
          <w:rtl/>
        </w:rPr>
        <w:t>ً</w:t>
      </w:r>
      <w:r>
        <w:rPr>
          <w:rtl/>
        </w:rPr>
        <w:t xml:space="preserve"> فقتل بين يدي زيد وثبت زيد في </w:t>
      </w:r>
      <w:r w:rsidR="000D2C03">
        <w:rPr>
          <w:rFonts w:hint="cs"/>
          <w:rtl/>
        </w:rPr>
        <w:t>ا</w:t>
      </w:r>
      <w:r>
        <w:rPr>
          <w:rtl/>
        </w:rPr>
        <w:t xml:space="preserve">صحابه حتى </w:t>
      </w:r>
      <w:r w:rsidR="000D2C03">
        <w:rPr>
          <w:rFonts w:hint="cs"/>
          <w:rtl/>
        </w:rPr>
        <w:t>ا</w:t>
      </w:r>
      <w:r w:rsidR="000D2C03">
        <w:rPr>
          <w:rtl/>
        </w:rPr>
        <w:t>ذا كان عند جنح</w:t>
      </w:r>
    </w:p>
    <w:p w:rsidR="00BA4473" w:rsidRPr="000D2C03" w:rsidRDefault="000D2C03" w:rsidP="000D2C03">
      <w:pPr>
        <w:pStyle w:val="rfdLine"/>
        <w:rPr>
          <w:rtl/>
        </w:rPr>
      </w:pPr>
      <w:r w:rsidRPr="000D2C03">
        <w:rPr>
          <w:rtl/>
        </w:rPr>
        <w:t>__________________</w:t>
      </w:r>
    </w:p>
    <w:p w:rsidR="00BA4473" w:rsidRPr="007C0E53" w:rsidRDefault="00BA4473" w:rsidP="000D2C03">
      <w:pPr>
        <w:pStyle w:val="rfdFootnote0"/>
        <w:rPr>
          <w:rtl/>
        </w:rPr>
      </w:pPr>
      <w:r w:rsidRPr="007C0E53">
        <w:rPr>
          <w:rtl/>
        </w:rPr>
        <w:t>(1) المشمل كمن</w:t>
      </w:r>
      <w:r w:rsidR="000D2C03">
        <w:rPr>
          <w:rFonts w:hint="cs"/>
          <w:rtl/>
        </w:rPr>
        <w:t>ب</w:t>
      </w:r>
      <w:r w:rsidRPr="007C0E53">
        <w:rPr>
          <w:rtl/>
        </w:rPr>
        <w:t>ر سيف قصير يتغطى بالثوب.</w:t>
      </w:r>
    </w:p>
    <w:p w:rsidR="00BA4473" w:rsidRPr="007C0E53" w:rsidRDefault="00BA4473" w:rsidP="000D2C03">
      <w:pPr>
        <w:pStyle w:val="rfdFootnote0"/>
        <w:rPr>
          <w:rtl/>
        </w:rPr>
      </w:pPr>
      <w:r w:rsidRPr="007C0E53">
        <w:rPr>
          <w:rtl/>
        </w:rPr>
        <w:t xml:space="preserve">(2) جاء في هذه الاخبار في غير موضع ما يدل على </w:t>
      </w:r>
      <w:r w:rsidR="000D2C03">
        <w:rPr>
          <w:rFonts w:hint="cs"/>
          <w:rtl/>
        </w:rPr>
        <w:t>ا</w:t>
      </w:r>
      <w:r w:rsidRPr="007C0E53">
        <w:rPr>
          <w:rtl/>
        </w:rPr>
        <w:t>ن العسكر الذي كان يحارب زيدا</w:t>
      </w:r>
      <w:r w:rsidR="00C365E1">
        <w:rPr>
          <w:rFonts w:hint="cs"/>
          <w:rtl/>
        </w:rPr>
        <w:t>ً</w:t>
      </w:r>
      <w:r w:rsidRPr="007C0E53">
        <w:rPr>
          <w:rtl/>
        </w:rPr>
        <w:t xml:space="preserve"> كان </w:t>
      </w:r>
      <w:r w:rsidR="000D2C03">
        <w:rPr>
          <w:rFonts w:hint="cs"/>
          <w:rtl/>
        </w:rPr>
        <w:t>ا</w:t>
      </w:r>
      <w:r w:rsidRPr="007C0E53">
        <w:rPr>
          <w:rtl/>
        </w:rPr>
        <w:t xml:space="preserve">كثره </w:t>
      </w:r>
      <w:r w:rsidR="000D2C03">
        <w:rPr>
          <w:rFonts w:hint="cs"/>
          <w:rtl/>
        </w:rPr>
        <w:t>ا</w:t>
      </w:r>
      <w:r w:rsidRPr="007C0E53">
        <w:rPr>
          <w:rtl/>
        </w:rPr>
        <w:t xml:space="preserve">و جملة منه من </w:t>
      </w:r>
      <w:r w:rsidR="000D2C03">
        <w:rPr>
          <w:rFonts w:hint="cs"/>
          <w:rtl/>
        </w:rPr>
        <w:t>ا</w:t>
      </w:r>
      <w:r w:rsidRPr="007C0E53">
        <w:rPr>
          <w:rtl/>
        </w:rPr>
        <w:t xml:space="preserve">هل الشام والظاهر </w:t>
      </w:r>
      <w:r w:rsidR="000D2C03">
        <w:rPr>
          <w:rFonts w:hint="cs"/>
          <w:rtl/>
        </w:rPr>
        <w:t>ا</w:t>
      </w:r>
      <w:r w:rsidRPr="007C0E53">
        <w:rPr>
          <w:rtl/>
        </w:rPr>
        <w:t>ن العسكر الشامي كان موجودا</w:t>
      </w:r>
      <w:r w:rsidR="00C365E1">
        <w:rPr>
          <w:rFonts w:hint="cs"/>
          <w:rtl/>
        </w:rPr>
        <w:t>ً</w:t>
      </w:r>
      <w:r w:rsidRPr="007C0E53">
        <w:rPr>
          <w:rtl/>
        </w:rPr>
        <w:t xml:space="preserve"> دائما</w:t>
      </w:r>
      <w:r w:rsidR="00C365E1">
        <w:rPr>
          <w:rFonts w:hint="cs"/>
          <w:rtl/>
        </w:rPr>
        <w:t>ً</w:t>
      </w:r>
      <w:r w:rsidRPr="007C0E53">
        <w:rPr>
          <w:rtl/>
        </w:rPr>
        <w:t xml:space="preserve"> لقلة ثقة الامويين ب</w:t>
      </w:r>
      <w:r w:rsidR="000D2C03">
        <w:rPr>
          <w:rFonts w:hint="cs"/>
          <w:rtl/>
        </w:rPr>
        <w:t>ا</w:t>
      </w:r>
      <w:r w:rsidRPr="007C0E53">
        <w:rPr>
          <w:rtl/>
        </w:rPr>
        <w:t>هل الكوفة.</w:t>
      </w:r>
    </w:p>
    <w:p w:rsidR="00BA4473" w:rsidRPr="007C0E53" w:rsidRDefault="00BA4473" w:rsidP="000D2C03">
      <w:pPr>
        <w:pStyle w:val="rfdFootnote0"/>
        <w:rPr>
          <w:rtl/>
        </w:rPr>
      </w:pPr>
      <w:r w:rsidRPr="007C0E53">
        <w:rPr>
          <w:rtl/>
        </w:rPr>
        <w:t xml:space="preserve">(3) </w:t>
      </w:r>
      <w:r w:rsidR="000D2C03">
        <w:rPr>
          <w:rFonts w:hint="cs"/>
          <w:rtl/>
        </w:rPr>
        <w:t>ا</w:t>
      </w:r>
      <w:r w:rsidRPr="007C0E53">
        <w:rPr>
          <w:rtl/>
        </w:rPr>
        <w:t>صحاب النشاب.</w:t>
      </w:r>
    </w:p>
    <w:p w:rsidR="00BA4473" w:rsidRDefault="000D2C03" w:rsidP="007C0E53">
      <w:pPr>
        <w:pStyle w:val="rfdFootnote0"/>
        <w:rPr>
          <w:rtl/>
        </w:rPr>
      </w:pPr>
      <w:r>
        <w:rPr>
          <w:rtl/>
        </w:rPr>
        <w:t>(4) مر تفسيره.</w:t>
      </w:r>
    </w:p>
    <w:p w:rsidR="00BA4473" w:rsidRDefault="00BA4473" w:rsidP="00667B78">
      <w:pPr>
        <w:pStyle w:val="rfdNormal0"/>
        <w:rPr>
          <w:rtl/>
        </w:rPr>
      </w:pPr>
      <w:r w:rsidRPr="000D2C03">
        <w:rPr>
          <w:rtl/>
        </w:rPr>
        <w:br w:type="page"/>
      </w:r>
      <w:r>
        <w:rPr>
          <w:rtl/>
        </w:rPr>
        <w:lastRenderedPageBreak/>
        <w:t xml:space="preserve">الليل رمي زيد بسهم فأصاب جانب جبهته اليسرى فنزل السهم في الدماغ فرجع ورجع </w:t>
      </w:r>
      <w:r w:rsidR="000545EF">
        <w:rPr>
          <w:rFonts w:hint="cs"/>
          <w:rtl/>
        </w:rPr>
        <w:t>ا</w:t>
      </w:r>
      <w:r>
        <w:rPr>
          <w:rtl/>
        </w:rPr>
        <w:t xml:space="preserve">صحابه ولا يظن </w:t>
      </w:r>
      <w:r w:rsidR="00667B78">
        <w:rPr>
          <w:rFonts w:hint="cs"/>
          <w:rtl/>
        </w:rPr>
        <w:t>ا</w:t>
      </w:r>
      <w:r>
        <w:rPr>
          <w:rtl/>
        </w:rPr>
        <w:t xml:space="preserve">هل الشام </w:t>
      </w:r>
      <w:r w:rsidR="00667B78">
        <w:rPr>
          <w:rFonts w:hint="cs"/>
          <w:rtl/>
        </w:rPr>
        <w:t>ا</w:t>
      </w:r>
      <w:r>
        <w:rPr>
          <w:rtl/>
        </w:rPr>
        <w:t xml:space="preserve">نهم رجعوا </w:t>
      </w:r>
      <w:r w:rsidR="00667B78">
        <w:rPr>
          <w:rFonts w:hint="cs"/>
          <w:rtl/>
        </w:rPr>
        <w:t>ا</w:t>
      </w:r>
      <w:r>
        <w:rPr>
          <w:rtl/>
        </w:rPr>
        <w:t>لا للمساء والليل فدخل دارا</w:t>
      </w:r>
      <w:r w:rsidR="000D2E41">
        <w:rPr>
          <w:rFonts w:hint="cs"/>
          <w:rtl/>
        </w:rPr>
        <w:t>ً</w:t>
      </w:r>
      <w:r>
        <w:rPr>
          <w:rtl/>
        </w:rPr>
        <w:t xml:space="preserve"> من دور </w:t>
      </w:r>
      <w:r w:rsidR="00667B78">
        <w:rPr>
          <w:rFonts w:hint="cs"/>
          <w:rtl/>
        </w:rPr>
        <w:t>ا</w:t>
      </w:r>
      <w:r>
        <w:rPr>
          <w:rtl/>
        </w:rPr>
        <w:t xml:space="preserve">رحب وشاكر وجاؤا بطبيب يقال له سفيان مولى لبني دوس فقال له </w:t>
      </w:r>
      <w:r w:rsidR="00667B78">
        <w:rPr>
          <w:rFonts w:hint="cs"/>
          <w:rtl/>
        </w:rPr>
        <w:t>ا</w:t>
      </w:r>
      <w:r>
        <w:rPr>
          <w:rtl/>
        </w:rPr>
        <w:t>ن نزعته من رأسك مت قال الموت ايسر علي مما أنا فيه ف</w:t>
      </w:r>
      <w:r w:rsidR="00667B78">
        <w:rPr>
          <w:rFonts w:hint="cs"/>
          <w:rtl/>
        </w:rPr>
        <w:t>ا</w:t>
      </w:r>
      <w:r>
        <w:rPr>
          <w:rtl/>
        </w:rPr>
        <w:t xml:space="preserve">خذ الكلبتين فانتزعه فساعة انتزاعه مات وفي عمدة الطالب قال سعيد بن خثيم تفرق اصحاب زيد عنه حتى بقي في ثلثمائة رجل وقيل جاء يوسف بن عمر الثقفي في عشرة آلاف </w:t>
      </w:r>
      <w:r w:rsidRPr="00994BA1">
        <w:rPr>
          <w:rStyle w:val="rfdFootnotenum"/>
          <w:rtl/>
        </w:rPr>
        <w:t>(1)</w:t>
      </w:r>
      <w:r>
        <w:rPr>
          <w:rtl/>
        </w:rPr>
        <w:t xml:space="preserve"> فصف </w:t>
      </w:r>
      <w:r w:rsidR="00667B78">
        <w:rPr>
          <w:rFonts w:hint="cs"/>
          <w:rtl/>
        </w:rPr>
        <w:t>ا</w:t>
      </w:r>
      <w:r>
        <w:rPr>
          <w:rtl/>
        </w:rPr>
        <w:t>صحابه صفا</w:t>
      </w:r>
      <w:r w:rsidR="000D2E41">
        <w:rPr>
          <w:rFonts w:hint="cs"/>
          <w:rtl/>
        </w:rPr>
        <w:t>ً</w:t>
      </w:r>
      <w:r>
        <w:rPr>
          <w:rtl/>
        </w:rPr>
        <w:t xml:space="preserve"> بعد صف حتى لا يستطيع </w:t>
      </w:r>
      <w:r w:rsidR="00667B78">
        <w:rPr>
          <w:rFonts w:hint="cs"/>
          <w:rtl/>
        </w:rPr>
        <w:t>ا</w:t>
      </w:r>
      <w:r>
        <w:rPr>
          <w:rtl/>
        </w:rPr>
        <w:t xml:space="preserve">حدهم </w:t>
      </w:r>
      <w:r w:rsidR="00667B78">
        <w:rPr>
          <w:rFonts w:hint="cs"/>
          <w:rtl/>
        </w:rPr>
        <w:t>ا</w:t>
      </w:r>
      <w:r>
        <w:rPr>
          <w:rtl/>
        </w:rPr>
        <w:t>ن يلوي عنقه فجعلنا نضرب فلا نرى الا النار تخرج من الحديد فجاء سهم فاصاب جبين زيد بن علي يقال رماه مملوك ليوسف بن عمر الثقفي يقال له راشد ف</w:t>
      </w:r>
      <w:r w:rsidR="00667B78">
        <w:rPr>
          <w:rFonts w:hint="cs"/>
          <w:rtl/>
        </w:rPr>
        <w:t>ا</w:t>
      </w:r>
      <w:r>
        <w:rPr>
          <w:rtl/>
        </w:rPr>
        <w:t>صاب عينيه فانزلناه وكان رأسه في حجر محمد ابن مسلم الخياط فجاء يحيى بن زيد فاكب عليه فقال يا اب</w:t>
      </w:r>
      <w:r w:rsidR="00667B78">
        <w:rPr>
          <w:rFonts w:hint="cs"/>
          <w:rtl/>
        </w:rPr>
        <w:t>ت</w:t>
      </w:r>
      <w:r>
        <w:rPr>
          <w:rtl/>
        </w:rPr>
        <w:t xml:space="preserve">اه ابشر ترد على رسول الله وعلي وفاطمة وعلى الحسن والحسين فقال </w:t>
      </w:r>
      <w:r w:rsidR="00667B78">
        <w:rPr>
          <w:rFonts w:hint="cs"/>
          <w:rtl/>
        </w:rPr>
        <w:t>ا</w:t>
      </w:r>
      <w:r>
        <w:rPr>
          <w:rtl/>
        </w:rPr>
        <w:t xml:space="preserve">جل يا بني ولكن </w:t>
      </w:r>
      <w:r w:rsidR="00667B78">
        <w:rPr>
          <w:rFonts w:hint="cs"/>
          <w:rtl/>
        </w:rPr>
        <w:t>ا</w:t>
      </w:r>
      <w:r>
        <w:rPr>
          <w:rtl/>
        </w:rPr>
        <w:t xml:space="preserve">ي شيء تريد </w:t>
      </w:r>
      <w:r w:rsidR="00667B78">
        <w:rPr>
          <w:rFonts w:hint="cs"/>
          <w:rtl/>
        </w:rPr>
        <w:t>ا</w:t>
      </w:r>
      <w:r>
        <w:rPr>
          <w:rtl/>
        </w:rPr>
        <w:t xml:space="preserve">ن تصنع قال </w:t>
      </w:r>
      <w:r w:rsidR="00667B78">
        <w:rPr>
          <w:rFonts w:hint="cs"/>
          <w:rtl/>
        </w:rPr>
        <w:t>ا</w:t>
      </w:r>
      <w:r>
        <w:rPr>
          <w:rtl/>
        </w:rPr>
        <w:t>ق</w:t>
      </w:r>
      <w:r w:rsidR="00667B78">
        <w:rPr>
          <w:rFonts w:hint="cs"/>
          <w:rtl/>
        </w:rPr>
        <w:t>ا</w:t>
      </w:r>
      <w:r>
        <w:rPr>
          <w:rtl/>
        </w:rPr>
        <w:t xml:space="preserve">تلهم والله ولو لم </w:t>
      </w:r>
      <w:r w:rsidR="00667B78">
        <w:rPr>
          <w:rFonts w:hint="cs"/>
          <w:rtl/>
        </w:rPr>
        <w:t>ا</w:t>
      </w:r>
      <w:r>
        <w:rPr>
          <w:rtl/>
        </w:rPr>
        <w:t xml:space="preserve">جد </w:t>
      </w:r>
      <w:r w:rsidR="00667B78">
        <w:rPr>
          <w:rFonts w:hint="cs"/>
          <w:rtl/>
        </w:rPr>
        <w:t>ا</w:t>
      </w:r>
      <w:r>
        <w:rPr>
          <w:rtl/>
        </w:rPr>
        <w:t xml:space="preserve">لا نفسي فقال </w:t>
      </w:r>
      <w:r w:rsidR="00667B78">
        <w:rPr>
          <w:rFonts w:hint="cs"/>
          <w:rtl/>
        </w:rPr>
        <w:t>ا</w:t>
      </w:r>
      <w:r>
        <w:rPr>
          <w:rtl/>
        </w:rPr>
        <w:t>فعل يا بني ف</w:t>
      </w:r>
      <w:r w:rsidR="00667B78">
        <w:rPr>
          <w:rFonts w:hint="cs"/>
          <w:rtl/>
        </w:rPr>
        <w:t>ا</w:t>
      </w:r>
      <w:r>
        <w:rPr>
          <w:rtl/>
        </w:rPr>
        <w:t>نك على الحق و</w:t>
      </w:r>
      <w:r w:rsidR="00667B78">
        <w:rPr>
          <w:rFonts w:hint="cs"/>
          <w:rtl/>
        </w:rPr>
        <w:t>ا</w:t>
      </w:r>
      <w:r>
        <w:rPr>
          <w:rtl/>
        </w:rPr>
        <w:t>نهم على الباطل وان قتلاك في الجنة و</w:t>
      </w:r>
      <w:r w:rsidR="00667B78">
        <w:rPr>
          <w:rFonts w:hint="cs"/>
          <w:rtl/>
        </w:rPr>
        <w:t>ا</w:t>
      </w:r>
      <w:r>
        <w:rPr>
          <w:rtl/>
        </w:rPr>
        <w:t>ن قتلاهم في النار ثم نزع السهم فكانت نفسه معه.</w:t>
      </w:r>
    </w:p>
    <w:p w:rsidR="00FE6E7C" w:rsidRDefault="00FE6E7C" w:rsidP="00667B78">
      <w:pPr>
        <w:rPr>
          <w:rtl/>
        </w:rPr>
      </w:pPr>
      <w:r>
        <w:rPr>
          <w:rFonts w:hint="cs"/>
          <w:rtl/>
        </w:rPr>
        <w:t xml:space="preserve">وقال المسعودي </w:t>
      </w:r>
      <w:r w:rsidR="00DB44EA">
        <w:rPr>
          <w:rFonts w:hint="cs"/>
          <w:rtl/>
        </w:rPr>
        <w:t>حال المساء بين الفريقين فراح زيد مثخناً بالجراح وقد اصابه سهم في جبهته فطلبوا من ينزع النصل ف</w:t>
      </w:r>
      <w:r w:rsidR="00667B78">
        <w:rPr>
          <w:rFonts w:hint="cs"/>
          <w:rtl/>
        </w:rPr>
        <w:t>اتي</w:t>
      </w:r>
      <w:r w:rsidR="00DB44EA">
        <w:rPr>
          <w:rFonts w:hint="cs"/>
          <w:rtl/>
        </w:rPr>
        <w:t xml:space="preserve"> بحجام</w:t>
      </w:r>
    </w:p>
    <w:p w:rsidR="00BA4473" w:rsidRPr="00667B78" w:rsidRDefault="00667B78" w:rsidP="00667B78">
      <w:pPr>
        <w:pStyle w:val="rfdLine"/>
        <w:rPr>
          <w:rtl/>
        </w:rPr>
      </w:pPr>
      <w:r w:rsidRPr="00667B78">
        <w:rPr>
          <w:rtl/>
        </w:rPr>
        <w:t>__________________</w:t>
      </w:r>
    </w:p>
    <w:p w:rsidR="00BA4473" w:rsidRDefault="00BA4473" w:rsidP="00820D9F">
      <w:pPr>
        <w:pStyle w:val="rfdFootnote0"/>
        <w:rPr>
          <w:rtl/>
        </w:rPr>
      </w:pPr>
      <w:r w:rsidRPr="007C0E53">
        <w:rPr>
          <w:rtl/>
        </w:rPr>
        <w:t>(1) مر عن سعد بن خثيم ان زيدا</w:t>
      </w:r>
      <w:r w:rsidR="000D2E41">
        <w:rPr>
          <w:rFonts w:hint="cs"/>
          <w:rtl/>
        </w:rPr>
        <w:t>ً</w:t>
      </w:r>
      <w:r w:rsidRPr="007C0E53">
        <w:rPr>
          <w:rtl/>
        </w:rPr>
        <w:t xml:space="preserve"> بقي في خمسمائة و</w:t>
      </w:r>
      <w:r w:rsidR="00820D9F">
        <w:rPr>
          <w:rFonts w:hint="cs"/>
          <w:rtl/>
        </w:rPr>
        <w:t>ا</w:t>
      </w:r>
      <w:r w:rsidRPr="007C0E53">
        <w:rPr>
          <w:rtl/>
        </w:rPr>
        <w:t xml:space="preserve">هل الشام </w:t>
      </w:r>
      <w:r w:rsidR="00820D9F">
        <w:rPr>
          <w:rFonts w:hint="cs"/>
          <w:rtl/>
        </w:rPr>
        <w:t xml:space="preserve">اثنا </w:t>
      </w:r>
      <w:r w:rsidRPr="007C0E53">
        <w:rPr>
          <w:rtl/>
        </w:rPr>
        <w:t xml:space="preserve">عشر </w:t>
      </w:r>
      <w:r w:rsidR="00820D9F">
        <w:rPr>
          <w:rFonts w:hint="cs"/>
          <w:rtl/>
        </w:rPr>
        <w:t>ا</w:t>
      </w:r>
      <w:r w:rsidRPr="007C0E53">
        <w:rPr>
          <w:rtl/>
        </w:rPr>
        <w:t>لفا</w:t>
      </w:r>
      <w:r w:rsidR="000D2E41">
        <w:rPr>
          <w:rFonts w:hint="cs"/>
          <w:rtl/>
        </w:rPr>
        <w:t>ً</w:t>
      </w:r>
      <w:r w:rsidR="00820D9F">
        <w:rPr>
          <w:rtl/>
        </w:rPr>
        <w:t>.</w:t>
      </w:r>
    </w:p>
    <w:p w:rsidR="00BA4473" w:rsidRDefault="00BA4473" w:rsidP="00C345A1">
      <w:pPr>
        <w:pStyle w:val="rfdNormal0"/>
        <w:rPr>
          <w:rtl/>
        </w:rPr>
      </w:pPr>
      <w:r w:rsidRPr="00820D9F">
        <w:rPr>
          <w:rtl/>
        </w:rPr>
        <w:br w:type="page"/>
      </w:r>
      <w:r>
        <w:rPr>
          <w:rtl/>
        </w:rPr>
        <w:lastRenderedPageBreak/>
        <w:t xml:space="preserve">من بعض القرى فاستكتموه </w:t>
      </w:r>
      <w:r w:rsidR="00C345A1">
        <w:rPr>
          <w:rFonts w:hint="cs"/>
          <w:rtl/>
        </w:rPr>
        <w:t>ا</w:t>
      </w:r>
      <w:r>
        <w:rPr>
          <w:rtl/>
        </w:rPr>
        <w:t>مره فاستخرج النصل فمات من ساعته فدفنوه في ساقية ماء وجعلوا على قبره التراب والحشيش و</w:t>
      </w:r>
      <w:r w:rsidR="00C345A1">
        <w:rPr>
          <w:rFonts w:hint="cs"/>
          <w:rtl/>
        </w:rPr>
        <w:t>ا</w:t>
      </w:r>
      <w:r>
        <w:rPr>
          <w:rtl/>
        </w:rPr>
        <w:t xml:space="preserve">جري الماء على ذلك وحضر الحجام مواراته فعرف الموضع فلما </w:t>
      </w:r>
      <w:r w:rsidR="00C345A1">
        <w:rPr>
          <w:rFonts w:hint="cs"/>
          <w:rtl/>
        </w:rPr>
        <w:t>ا</w:t>
      </w:r>
      <w:r>
        <w:rPr>
          <w:rtl/>
        </w:rPr>
        <w:t xml:space="preserve">صبح مضى الى يوسف متنصحا فدله على موضع قبره فاستخرجه يوسف وبعث </w:t>
      </w:r>
      <w:r w:rsidR="00C345A1">
        <w:rPr>
          <w:rFonts w:hint="cs"/>
          <w:rtl/>
        </w:rPr>
        <w:t>ب</w:t>
      </w:r>
      <w:r>
        <w:rPr>
          <w:rtl/>
        </w:rPr>
        <w:t xml:space="preserve">رأسه الى هشام فكتب اليه هشام ان </w:t>
      </w:r>
      <w:r w:rsidR="00C345A1">
        <w:rPr>
          <w:rFonts w:hint="cs"/>
          <w:rtl/>
        </w:rPr>
        <w:t>ا</w:t>
      </w:r>
      <w:r>
        <w:rPr>
          <w:rtl/>
        </w:rPr>
        <w:t>صلبه عريانا</w:t>
      </w:r>
      <w:r w:rsidR="00F720DE">
        <w:rPr>
          <w:rFonts w:hint="cs"/>
          <w:rtl/>
        </w:rPr>
        <w:t>ً</w:t>
      </w:r>
      <w:r>
        <w:rPr>
          <w:rtl/>
        </w:rPr>
        <w:t xml:space="preserve"> فصلبه يوسف كذلك وبن</w:t>
      </w:r>
      <w:r w:rsidR="00C345A1">
        <w:rPr>
          <w:rFonts w:hint="cs"/>
          <w:rtl/>
        </w:rPr>
        <w:t>ى</w:t>
      </w:r>
      <w:r>
        <w:rPr>
          <w:rtl/>
        </w:rPr>
        <w:t xml:space="preserve"> تحت خشبته عمودا</w:t>
      </w:r>
      <w:r w:rsidR="00F720DE">
        <w:rPr>
          <w:rFonts w:hint="cs"/>
          <w:rtl/>
        </w:rPr>
        <w:t>ً</w:t>
      </w:r>
      <w:r>
        <w:rPr>
          <w:rtl/>
        </w:rPr>
        <w:t xml:space="preserve"> ثم كتب هشام الى يوسف باحراقه وذروه في الرياح.</w:t>
      </w:r>
    </w:p>
    <w:p w:rsidR="00BA4473" w:rsidRDefault="00BA4473" w:rsidP="00C345A1">
      <w:pPr>
        <w:rPr>
          <w:rtl/>
        </w:rPr>
      </w:pPr>
      <w:r>
        <w:rPr>
          <w:rtl/>
        </w:rPr>
        <w:t xml:space="preserve">وقال ابو الفرج قال القوم </w:t>
      </w:r>
      <w:r w:rsidR="00C345A1">
        <w:rPr>
          <w:rFonts w:hint="cs"/>
          <w:rtl/>
        </w:rPr>
        <w:t>ا</w:t>
      </w:r>
      <w:r>
        <w:rPr>
          <w:rtl/>
        </w:rPr>
        <w:t>ين ندفنه و</w:t>
      </w:r>
      <w:r w:rsidR="00C345A1">
        <w:rPr>
          <w:rFonts w:hint="cs"/>
          <w:rtl/>
        </w:rPr>
        <w:t>ا</w:t>
      </w:r>
      <w:r>
        <w:rPr>
          <w:rtl/>
        </w:rPr>
        <w:t>ين نواريه ( خوفا</w:t>
      </w:r>
      <w:r w:rsidR="003D7104">
        <w:rPr>
          <w:rFonts w:hint="cs"/>
          <w:rtl/>
        </w:rPr>
        <w:t>ً</w:t>
      </w:r>
      <w:r>
        <w:rPr>
          <w:rtl/>
        </w:rPr>
        <w:t xml:space="preserve"> من بني </w:t>
      </w:r>
      <w:r w:rsidR="00C345A1">
        <w:rPr>
          <w:rFonts w:hint="cs"/>
          <w:rtl/>
        </w:rPr>
        <w:t>ا</w:t>
      </w:r>
      <w:r>
        <w:rPr>
          <w:rtl/>
        </w:rPr>
        <w:t xml:space="preserve">مية وعمالهم </w:t>
      </w:r>
      <w:r w:rsidR="00C345A1">
        <w:rPr>
          <w:rFonts w:hint="cs"/>
          <w:rtl/>
        </w:rPr>
        <w:t>ا</w:t>
      </w:r>
      <w:r>
        <w:rPr>
          <w:rtl/>
        </w:rPr>
        <w:t xml:space="preserve">ن يمثلوا به لما يعلمون من خبث سرائرهم وعادتهم في التمثيل التي ابتدأت من يوم </w:t>
      </w:r>
      <w:r w:rsidR="00C345A1">
        <w:rPr>
          <w:rFonts w:hint="cs"/>
          <w:rtl/>
        </w:rPr>
        <w:t>ا</w:t>
      </w:r>
      <w:r>
        <w:rPr>
          <w:rtl/>
        </w:rPr>
        <w:t xml:space="preserve">حد ) فقال بعضهم نلبسه درعين ثم نلقيه في الماء وقال بعضهم لا بل نحتز رأسه ثم نلقيه بين القتلى فقال يحيى ابن زيد لا والله لا يأكل لحم </w:t>
      </w:r>
      <w:r w:rsidR="00C345A1">
        <w:rPr>
          <w:rFonts w:hint="cs"/>
          <w:rtl/>
        </w:rPr>
        <w:t>ا</w:t>
      </w:r>
      <w:r>
        <w:rPr>
          <w:rtl/>
        </w:rPr>
        <w:t>بي السباع وقال بعضهم نحمله الى العباسية فندفنه فيها ( وهي على ما في القاموس بلدة بنهر الملك ).</w:t>
      </w:r>
    </w:p>
    <w:p w:rsidR="00BA4473" w:rsidRDefault="00BA4473" w:rsidP="00C345A1">
      <w:pPr>
        <w:rPr>
          <w:rtl/>
        </w:rPr>
      </w:pPr>
      <w:r>
        <w:rPr>
          <w:rtl/>
        </w:rPr>
        <w:t>وقال سلمة بن ثابت ف</w:t>
      </w:r>
      <w:r w:rsidR="00C345A1">
        <w:rPr>
          <w:rFonts w:hint="cs"/>
          <w:rtl/>
        </w:rPr>
        <w:t>ا</w:t>
      </w:r>
      <w:r>
        <w:rPr>
          <w:rtl/>
        </w:rPr>
        <w:t xml:space="preserve">شرت عليهم </w:t>
      </w:r>
      <w:r w:rsidR="00C345A1">
        <w:rPr>
          <w:rFonts w:hint="cs"/>
          <w:rtl/>
        </w:rPr>
        <w:t>ا</w:t>
      </w:r>
      <w:r>
        <w:rPr>
          <w:rtl/>
        </w:rPr>
        <w:t xml:space="preserve">ن ينطلقوا الى الحفرة التي يؤخذ منها الطين فندفنه فيها فقبلوا رأيي فانطلقنا فحفرنا له حفرتين وفيها يومئذ ماء كثير حتى </w:t>
      </w:r>
      <w:r w:rsidR="00C345A1">
        <w:rPr>
          <w:rFonts w:hint="cs"/>
          <w:rtl/>
        </w:rPr>
        <w:t>ا</w:t>
      </w:r>
      <w:r>
        <w:rPr>
          <w:rtl/>
        </w:rPr>
        <w:t xml:space="preserve">ذا نحن مكنا له دفناه ثم </w:t>
      </w:r>
      <w:r w:rsidR="00C345A1">
        <w:rPr>
          <w:rFonts w:hint="cs"/>
          <w:rtl/>
        </w:rPr>
        <w:t>ا</w:t>
      </w:r>
      <w:r>
        <w:rPr>
          <w:rtl/>
        </w:rPr>
        <w:t>جرينا عليه الماء ومعنا عبد سندي وقيل حبشي كان مولى لعبد الحميد الرواسي وكان معمر بن خ</w:t>
      </w:r>
      <w:r w:rsidR="00C345A1">
        <w:rPr>
          <w:rFonts w:hint="cs"/>
          <w:rtl/>
        </w:rPr>
        <w:t>ش</w:t>
      </w:r>
      <w:r>
        <w:rPr>
          <w:rtl/>
        </w:rPr>
        <w:t xml:space="preserve">م قد </w:t>
      </w:r>
      <w:r w:rsidR="00C345A1">
        <w:rPr>
          <w:rFonts w:hint="cs"/>
          <w:rtl/>
        </w:rPr>
        <w:t>ا</w:t>
      </w:r>
      <w:r>
        <w:rPr>
          <w:rtl/>
        </w:rPr>
        <w:t xml:space="preserve">خذ صفقته لزيد وقيل هو مملوك سندي لزيد وكان حضرهم وقيل كان نبطي يسقي زرعا له حين وجبت الشمس فرآهم حيث دفنوه فلما اصبح </w:t>
      </w:r>
      <w:r w:rsidR="00C345A1">
        <w:rPr>
          <w:rFonts w:hint="cs"/>
          <w:rtl/>
        </w:rPr>
        <w:t>ا</w:t>
      </w:r>
      <w:r>
        <w:rPr>
          <w:rtl/>
        </w:rPr>
        <w:t>ت</w:t>
      </w:r>
      <w:r w:rsidR="00C345A1">
        <w:rPr>
          <w:rFonts w:hint="cs"/>
          <w:rtl/>
        </w:rPr>
        <w:t>ى</w:t>
      </w:r>
      <w:r>
        <w:rPr>
          <w:rtl/>
        </w:rPr>
        <w:t xml:space="preserve"> الحكم بن الصلت فدلهم على موضع قبره</w:t>
      </w:r>
    </w:p>
    <w:p w:rsidR="00BA4473" w:rsidRDefault="00BA4473" w:rsidP="00252D19">
      <w:pPr>
        <w:rPr>
          <w:rtl/>
        </w:rPr>
      </w:pPr>
      <w:r w:rsidRPr="00C345A1">
        <w:rPr>
          <w:rtl/>
        </w:rPr>
        <w:br w:type="page"/>
      </w:r>
      <w:r>
        <w:rPr>
          <w:rtl/>
        </w:rPr>
        <w:lastRenderedPageBreak/>
        <w:t xml:space="preserve">وقال ابن عساكر </w:t>
      </w:r>
      <w:r w:rsidR="00F24014">
        <w:rPr>
          <w:rFonts w:hint="cs"/>
          <w:rtl/>
        </w:rPr>
        <w:t>ا</w:t>
      </w:r>
      <w:r>
        <w:rPr>
          <w:rtl/>
        </w:rPr>
        <w:t xml:space="preserve">خذه رجل </w:t>
      </w:r>
      <w:r w:rsidR="00F24014">
        <w:rPr>
          <w:rFonts w:hint="cs"/>
          <w:rtl/>
        </w:rPr>
        <w:t>ف</w:t>
      </w:r>
      <w:r>
        <w:rPr>
          <w:rtl/>
        </w:rPr>
        <w:t>دفنه في بستان له وصرف الماء عن الساقية وحفر له تحتها ودفنه و</w:t>
      </w:r>
      <w:r w:rsidR="00F24014">
        <w:rPr>
          <w:rFonts w:hint="cs"/>
          <w:rtl/>
        </w:rPr>
        <w:t>ا</w:t>
      </w:r>
      <w:r>
        <w:rPr>
          <w:rtl/>
        </w:rPr>
        <w:t>جرى عليه الماء وكان غلام له سندي في بستان له ينظر فذهب الى يوسف ف</w:t>
      </w:r>
      <w:r w:rsidR="00F24014">
        <w:rPr>
          <w:rFonts w:hint="cs"/>
          <w:rtl/>
        </w:rPr>
        <w:t>ا</w:t>
      </w:r>
      <w:r>
        <w:rPr>
          <w:rtl/>
        </w:rPr>
        <w:t xml:space="preserve">خبره. وقال ابن الاثير رآهم قصار فدل عليه فبعث اليه يوسف بن عمر الثقفي فاستخرجوه وحملوه على بعير قال </w:t>
      </w:r>
      <w:r w:rsidR="009F2A05">
        <w:rPr>
          <w:rFonts w:hint="cs"/>
          <w:rtl/>
        </w:rPr>
        <w:t>ا</w:t>
      </w:r>
      <w:r>
        <w:rPr>
          <w:rtl/>
        </w:rPr>
        <w:t xml:space="preserve">بو الفرج قال نصر بن قابوس فنظرت والله اليه حين </w:t>
      </w:r>
      <w:r w:rsidR="009F2A05">
        <w:rPr>
          <w:rFonts w:hint="cs"/>
          <w:rtl/>
        </w:rPr>
        <w:t>ا</w:t>
      </w:r>
      <w:r>
        <w:rPr>
          <w:rtl/>
        </w:rPr>
        <w:t xml:space="preserve">قبل به على جمل قد شد بالحبال وعليه قميص </w:t>
      </w:r>
      <w:r w:rsidR="009F2A05">
        <w:rPr>
          <w:rFonts w:hint="cs"/>
          <w:rtl/>
        </w:rPr>
        <w:t>ا</w:t>
      </w:r>
      <w:r>
        <w:rPr>
          <w:rtl/>
        </w:rPr>
        <w:t>صفر هروي ف</w:t>
      </w:r>
      <w:r w:rsidR="009F2A05">
        <w:rPr>
          <w:rFonts w:hint="cs"/>
          <w:rtl/>
        </w:rPr>
        <w:t>ا</w:t>
      </w:r>
      <w:r>
        <w:rPr>
          <w:rtl/>
        </w:rPr>
        <w:t>لقي من البعير على باب القصر كأنه جبل وقطع الحكم بن الصلت رأسه وسيره الى يوسف بن عمر وهو بالحيرة ف</w:t>
      </w:r>
      <w:r w:rsidR="009F2A05">
        <w:rPr>
          <w:rFonts w:hint="cs"/>
          <w:rtl/>
        </w:rPr>
        <w:t>ا</w:t>
      </w:r>
      <w:r>
        <w:rPr>
          <w:rtl/>
        </w:rPr>
        <w:t xml:space="preserve">مر يوسف </w:t>
      </w:r>
      <w:r w:rsidR="009F2A05">
        <w:rPr>
          <w:rFonts w:hint="cs"/>
          <w:rtl/>
        </w:rPr>
        <w:t>ا</w:t>
      </w:r>
      <w:r>
        <w:rPr>
          <w:rtl/>
        </w:rPr>
        <w:t>ن يصلب زيد بالكناسة هو ونصر بن خزيمة ومع</w:t>
      </w:r>
      <w:r w:rsidR="009F2A05">
        <w:rPr>
          <w:rFonts w:hint="cs"/>
          <w:rtl/>
        </w:rPr>
        <w:t>ا</w:t>
      </w:r>
      <w:r>
        <w:rPr>
          <w:rtl/>
        </w:rPr>
        <w:t>وية ابن اسحق وزياد النهدي و</w:t>
      </w:r>
      <w:r w:rsidR="00252D19">
        <w:rPr>
          <w:rFonts w:hint="cs"/>
          <w:rtl/>
        </w:rPr>
        <w:t>ا</w:t>
      </w:r>
      <w:r>
        <w:rPr>
          <w:rtl/>
        </w:rPr>
        <w:t xml:space="preserve">مر بحراستهم وبعث بالرأس الى الشام فصلب على باب مدينة دمشق ثم </w:t>
      </w:r>
      <w:r w:rsidR="009F2A05">
        <w:rPr>
          <w:rFonts w:hint="cs"/>
          <w:rtl/>
        </w:rPr>
        <w:t>ا</w:t>
      </w:r>
      <w:r>
        <w:rPr>
          <w:rtl/>
        </w:rPr>
        <w:t xml:space="preserve">رسل الى المدينة. ثم </w:t>
      </w:r>
      <w:r w:rsidR="009F2A05">
        <w:rPr>
          <w:rFonts w:hint="cs"/>
          <w:rtl/>
        </w:rPr>
        <w:t>ا</w:t>
      </w:r>
      <w:r>
        <w:rPr>
          <w:rtl/>
        </w:rPr>
        <w:t xml:space="preserve">ن يوسف بن عمر تتبع الجرحى في الدور قال المسعودي ففي ذلك ( اي صلب زيد ) يقول بعض شعراء بني </w:t>
      </w:r>
      <w:r w:rsidR="009F2A05">
        <w:rPr>
          <w:rFonts w:hint="cs"/>
          <w:rtl/>
        </w:rPr>
        <w:t>ا</w:t>
      </w:r>
      <w:r>
        <w:rPr>
          <w:rtl/>
        </w:rPr>
        <w:t xml:space="preserve">مية ( وهو الحكم « الحكيم » بن العباس الكلبي ) يخاطب آل </w:t>
      </w:r>
      <w:r w:rsidR="009F2A05">
        <w:rPr>
          <w:rFonts w:hint="cs"/>
          <w:rtl/>
        </w:rPr>
        <w:t>ا</w:t>
      </w:r>
      <w:r>
        <w:rPr>
          <w:rtl/>
        </w:rPr>
        <w:t xml:space="preserve">بي طالب وشيعتهم من </w:t>
      </w:r>
      <w:r w:rsidR="009F2A05">
        <w:rPr>
          <w:rFonts w:hint="cs"/>
          <w:rtl/>
        </w:rPr>
        <w:t>ا</w:t>
      </w:r>
      <w:r>
        <w:rPr>
          <w:rtl/>
        </w:rPr>
        <w:t>بيات :</w:t>
      </w:r>
    </w:p>
    <w:tbl>
      <w:tblPr>
        <w:bidiVisual/>
        <w:tblW w:w="5000" w:type="pct"/>
        <w:tblLook w:val="01E0" w:firstRow="1" w:lastRow="1" w:firstColumn="1" w:lastColumn="1" w:noHBand="0" w:noVBand="0"/>
      </w:tblPr>
      <w:tblGrid>
        <w:gridCol w:w="3642"/>
        <w:gridCol w:w="303"/>
        <w:gridCol w:w="3642"/>
      </w:tblGrid>
      <w:tr w:rsidR="005F4EA6">
        <w:tc>
          <w:tcPr>
            <w:tcW w:w="2400" w:type="pct"/>
            <w:shd w:val="clear" w:color="auto" w:fill="auto"/>
          </w:tcPr>
          <w:p w:rsidR="005F4EA6" w:rsidRDefault="005F4EA6" w:rsidP="00E644C4">
            <w:pPr>
              <w:pStyle w:val="rfdPoem"/>
              <w:rPr>
                <w:rtl/>
              </w:rPr>
            </w:pPr>
            <w:r>
              <w:rPr>
                <w:rtl/>
              </w:rPr>
              <w:t>صلبنا لكم زيدا</w:t>
            </w:r>
            <w:r w:rsidR="003D7104">
              <w:rPr>
                <w:rFonts w:hint="cs"/>
                <w:rtl/>
              </w:rPr>
              <w:t>ً</w:t>
            </w:r>
            <w:r>
              <w:rPr>
                <w:rtl/>
              </w:rPr>
              <w:t xml:space="preserve"> على جذع نخلة</w:t>
            </w:r>
            <w:r w:rsidRPr="002E5C97">
              <w:rPr>
                <w:rStyle w:val="rfdPoemTiniCharChar"/>
                <w:rtl/>
              </w:rPr>
              <w:br/>
              <w:t> </w:t>
            </w:r>
          </w:p>
        </w:tc>
        <w:tc>
          <w:tcPr>
            <w:tcW w:w="200" w:type="pct"/>
            <w:shd w:val="clear" w:color="auto" w:fill="auto"/>
          </w:tcPr>
          <w:p w:rsidR="005F4EA6" w:rsidRDefault="005F4EA6" w:rsidP="00E644C4">
            <w:pPr>
              <w:pStyle w:val="rfdPoem"/>
              <w:rPr>
                <w:rtl/>
              </w:rPr>
            </w:pPr>
          </w:p>
        </w:tc>
        <w:tc>
          <w:tcPr>
            <w:tcW w:w="2400" w:type="pct"/>
            <w:shd w:val="clear" w:color="auto" w:fill="auto"/>
          </w:tcPr>
          <w:p w:rsidR="005F4EA6" w:rsidRDefault="005F4EA6" w:rsidP="00E644C4">
            <w:pPr>
              <w:pStyle w:val="rfdPoem"/>
              <w:rPr>
                <w:rtl/>
              </w:rPr>
            </w:pPr>
            <w:r>
              <w:rPr>
                <w:rtl/>
              </w:rPr>
              <w:t xml:space="preserve">ولم </w:t>
            </w:r>
            <w:r w:rsidR="005C5F55">
              <w:rPr>
                <w:rFonts w:hint="cs"/>
                <w:rtl/>
              </w:rPr>
              <w:t>ا</w:t>
            </w:r>
            <w:r>
              <w:rPr>
                <w:rtl/>
              </w:rPr>
              <w:t>ر مهديا</w:t>
            </w:r>
            <w:r w:rsidR="003D7104">
              <w:rPr>
                <w:rFonts w:hint="cs"/>
                <w:rtl/>
              </w:rPr>
              <w:t>ً</w:t>
            </w:r>
            <w:r>
              <w:rPr>
                <w:rtl/>
              </w:rPr>
              <w:t xml:space="preserve"> على الجذع يصلب</w:t>
            </w:r>
            <w:r w:rsidRPr="002E5C97">
              <w:rPr>
                <w:rStyle w:val="rfdPoemTiniCharChar"/>
                <w:rtl/>
              </w:rPr>
              <w:br/>
              <w:t> </w:t>
            </w:r>
          </w:p>
        </w:tc>
      </w:tr>
    </w:tbl>
    <w:p w:rsidR="00BA4473" w:rsidRDefault="00BA4473" w:rsidP="007F0CA4">
      <w:pPr>
        <w:rPr>
          <w:rtl/>
        </w:rPr>
      </w:pPr>
      <w:r>
        <w:rPr>
          <w:rtl/>
        </w:rPr>
        <w:t>وبعد البيت</w:t>
      </w:r>
    </w:p>
    <w:tbl>
      <w:tblPr>
        <w:bidiVisual/>
        <w:tblW w:w="5000" w:type="pct"/>
        <w:tblLook w:val="01E0" w:firstRow="1" w:lastRow="1" w:firstColumn="1" w:lastColumn="1" w:noHBand="0" w:noVBand="0"/>
      </w:tblPr>
      <w:tblGrid>
        <w:gridCol w:w="3642"/>
        <w:gridCol w:w="303"/>
        <w:gridCol w:w="3642"/>
      </w:tblGrid>
      <w:tr w:rsidR="005F4EA6">
        <w:tc>
          <w:tcPr>
            <w:tcW w:w="2400" w:type="pct"/>
            <w:shd w:val="clear" w:color="auto" w:fill="auto"/>
          </w:tcPr>
          <w:p w:rsidR="005F4EA6" w:rsidRDefault="005F4EA6" w:rsidP="00E644C4">
            <w:pPr>
              <w:pStyle w:val="rfdPoem"/>
              <w:rPr>
                <w:rtl/>
              </w:rPr>
            </w:pPr>
            <w:r>
              <w:rPr>
                <w:rtl/>
              </w:rPr>
              <w:t>وقستم بعثم</w:t>
            </w:r>
            <w:r w:rsidR="009F2A05">
              <w:rPr>
                <w:rFonts w:hint="cs"/>
                <w:rtl/>
              </w:rPr>
              <w:t>ا</w:t>
            </w:r>
            <w:r>
              <w:rPr>
                <w:rtl/>
              </w:rPr>
              <w:t>ن عليا سفاهة</w:t>
            </w:r>
            <w:r w:rsidRPr="002E5C97">
              <w:rPr>
                <w:rStyle w:val="rfdPoemTiniCharChar"/>
                <w:rtl/>
              </w:rPr>
              <w:br/>
              <w:t> </w:t>
            </w:r>
          </w:p>
        </w:tc>
        <w:tc>
          <w:tcPr>
            <w:tcW w:w="200" w:type="pct"/>
            <w:shd w:val="clear" w:color="auto" w:fill="auto"/>
          </w:tcPr>
          <w:p w:rsidR="005F4EA6" w:rsidRDefault="005F4EA6" w:rsidP="00E644C4">
            <w:pPr>
              <w:pStyle w:val="rfdPoem"/>
              <w:rPr>
                <w:rtl/>
              </w:rPr>
            </w:pPr>
          </w:p>
        </w:tc>
        <w:tc>
          <w:tcPr>
            <w:tcW w:w="2400" w:type="pct"/>
            <w:shd w:val="clear" w:color="auto" w:fill="auto"/>
          </w:tcPr>
          <w:p w:rsidR="005F4EA6" w:rsidRDefault="005F4EA6" w:rsidP="00E644C4">
            <w:pPr>
              <w:pStyle w:val="rfdPoem"/>
              <w:rPr>
                <w:rtl/>
              </w:rPr>
            </w:pPr>
            <w:r>
              <w:rPr>
                <w:rtl/>
              </w:rPr>
              <w:t>وعثم</w:t>
            </w:r>
            <w:r w:rsidR="009F2A05">
              <w:rPr>
                <w:rFonts w:hint="cs"/>
                <w:rtl/>
              </w:rPr>
              <w:t>ا</w:t>
            </w:r>
            <w:r>
              <w:rPr>
                <w:rtl/>
              </w:rPr>
              <w:t>ن خير من علي و</w:t>
            </w:r>
            <w:r w:rsidR="003D7104">
              <w:rPr>
                <w:rFonts w:hint="cs"/>
                <w:rtl/>
              </w:rPr>
              <w:t>ا</w:t>
            </w:r>
            <w:r>
              <w:rPr>
                <w:rtl/>
              </w:rPr>
              <w:t>طيب</w:t>
            </w:r>
            <w:r w:rsidRPr="002E5C97">
              <w:rPr>
                <w:rStyle w:val="rfdPoemTiniCharChar"/>
                <w:rtl/>
              </w:rPr>
              <w:br/>
              <w:t> </w:t>
            </w:r>
          </w:p>
        </w:tc>
      </w:tr>
    </w:tbl>
    <w:p w:rsidR="00BA4473" w:rsidRDefault="00BA4473" w:rsidP="009F2A05">
      <w:pPr>
        <w:rPr>
          <w:rtl/>
        </w:rPr>
      </w:pPr>
      <w:r>
        <w:rPr>
          <w:rtl/>
        </w:rPr>
        <w:t xml:space="preserve">وفي البحار </w:t>
      </w:r>
      <w:r w:rsidR="009F2A05">
        <w:rPr>
          <w:rFonts w:hint="cs"/>
          <w:rtl/>
        </w:rPr>
        <w:t>ا</w:t>
      </w:r>
      <w:r>
        <w:rPr>
          <w:rtl/>
        </w:rPr>
        <w:t xml:space="preserve">ن الصادق </w:t>
      </w:r>
      <w:r w:rsidR="00FF2CA0">
        <w:rPr>
          <w:rStyle w:val="rfdAlaem"/>
          <w:rFonts w:hint="cs"/>
          <w:rtl/>
        </w:rPr>
        <w:t>عليه‌السلام</w:t>
      </w:r>
      <w:r>
        <w:rPr>
          <w:rtl/>
        </w:rPr>
        <w:t xml:space="preserve"> لما بلغه قول الحكم رفع يديه الى السماء وهما يرعشان فقال اللهم ان كان عبدك كاذبا</w:t>
      </w:r>
      <w:r w:rsidR="003D7104">
        <w:rPr>
          <w:rFonts w:hint="cs"/>
          <w:rtl/>
        </w:rPr>
        <w:t>ً</w:t>
      </w:r>
      <w:r>
        <w:rPr>
          <w:rtl/>
        </w:rPr>
        <w:t xml:space="preserve"> فصلط عليه كلبك فبعثه بنو أمية الى</w:t>
      </w:r>
      <w:r w:rsidR="009F2A05">
        <w:rPr>
          <w:rtl/>
        </w:rPr>
        <w:t xml:space="preserve"> الكوفة فبينما هو يدور في سككها</w:t>
      </w:r>
    </w:p>
    <w:p w:rsidR="00BA4473" w:rsidRDefault="00BA4473" w:rsidP="00AD6C25">
      <w:pPr>
        <w:pStyle w:val="rfdNormal0"/>
        <w:rPr>
          <w:rtl/>
        </w:rPr>
      </w:pPr>
      <w:r>
        <w:rPr>
          <w:rtl/>
        </w:rPr>
        <w:br w:type="page"/>
      </w:r>
      <w:r>
        <w:rPr>
          <w:rtl/>
        </w:rPr>
        <w:lastRenderedPageBreak/>
        <w:t>اذ افترسه الاسد واتصل خبره بجعفر فخر لله ساجدا</w:t>
      </w:r>
      <w:r w:rsidR="003D7104">
        <w:rPr>
          <w:rFonts w:hint="cs"/>
          <w:rtl/>
        </w:rPr>
        <w:t>ً</w:t>
      </w:r>
      <w:r>
        <w:rPr>
          <w:rtl/>
        </w:rPr>
        <w:t xml:space="preserve"> ثم قال الحمد لله الذي انجزنا ما وعدنا. ورواه ابن حجر </w:t>
      </w:r>
      <w:r w:rsidR="00AD6C25">
        <w:rPr>
          <w:rFonts w:hint="cs"/>
          <w:rtl/>
        </w:rPr>
        <w:t>ا</w:t>
      </w:r>
      <w:r>
        <w:rPr>
          <w:rtl/>
        </w:rPr>
        <w:t>يضا</w:t>
      </w:r>
      <w:r w:rsidR="00AD6C25">
        <w:rPr>
          <w:rFonts w:hint="cs"/>
          <w:rtl/>
        </w:rPr>
        <w:t>ً</w:t>
      </w:r>
      <w:r>
        <w:rPr>
          <w:rtl/>
        </w:rPr>
        <w:t xml:space="preserve"> في صواعقه. وقد نظم المؤلف قصيدة في الرد على الحكيم الكلبي وتوجد في القسم ال</w:t>
      </w:r>
      <w:r w:rsidR="00AD6C25">
        <w:rPr>
          <w:rFonts w:hint="cs"/>
          <w:rtl/>
        </w:rPr>
        <w:t>ا</w:t>
      </w:r>
      <w:r>
        <w:rPr>
          <w:rtl/>
        </w:rPr>
        <w:t>ول من الرحيق المختوم ونورد هنا شيئا</w:t>
      </w:r>
      <w:r w:rsidR="003D7104">
        <w:rPr>
          <w:rFonts w:hint="cs"/>
          <w:rtl/>
        </w:rPr>
        <w:t>ً</w:t>
      </w:r>
      <w:r>
        <w:rPr>
          <w:rtl/>
        </w:rPr>
        <w:t xml:space="preserve"> منها اولها :</w:t>
      </w:r>
    </w:p>
    <w:tbl>
      <w:tblPr>
        <w:bidiVisual/>
        <w:tblW w:w="5000" w:type="pct"/>
        <w:tblLook w:val="01E0" w:firstRow="1" w:lastRow="1" w:firstColumn="1" w:lastColumn="1" w:noHBand="0" w:noVBand="0"/>
      </w:tblPr>
      <w:tblGrid>
        <w:gridCol w:w="3642"/>
        <w:gridCol w:w="303"/>
        <w:gridCol w:w="3642"/>
      </w:tblGrid>
      <w:tr w:rsidR="009372BA">
        <w:tc>
          <w:tcPr>
            <w:tcW w:w="2400" w:type="pct"/>
            <w:shd w:val="clear" w:color="auto" w:fill="auto"/>
          </w:tcPr>
          <w:p w:rsidR="009372BA" w:rsidRDefault="009372BA" w:rsidP="00E644C4">
            <w:pPr>
              <w:pStyle w:val="rfdPoem"/>
              <w:rPr>
                <w:rtl/>
              </w:rPr>
            </w:pPr>
            <w:r>
              <w:rPr>
                <w:rtl/>
              </w:rPr>
              <w:t>لقد لامني فيك الوشاة واطنبوا</w:t>
            </w:r>
            <w:r w:rsidRPr="002E5C97">
              <w:rPr>
                <w:rStyle w:val="rfdPoemTiniCharChar"/>
                <w:rtl/>
              </w:rPr>
              <w:br/>
              <w:t> </w:t>
            </w:r>
          </w:p>
        </w:tc>
        <w:tc>
          <w:tcPr>
            <w:tcW w:w="200" w:type="pct"/>
            <w:shd w:val="clear" w:color="auto" w:fill="auto"/>
          </w:tcPr>
          <w:p w:rsidR="009372BA" w:rsidRDefault="009372BA" w:rsidP="00E644C4">
            <w:pPr>
              <w:pStyle w:val="rfdPoem"/>
              <w:rPr>
                <w:rtl/>
              </w:rPr>
            </w:pPr>
          </w:p>
        </w:tc>
        <w:tc>
          <w:tcPr>
            <w:tcW w:w="2400" w:type="pct"/>
            <w:shd w:val="clear" w:color="auto" w:fill="auto"/>
          </w:tcPr>
          <w:p w:rsidR="009372BA" w:rsidRDefault="009372BA" w:rsidP="00E644C4">
            <w:pPr>
              <w:pStyle w:val="rfdPoem"/>
              <w:rPr>
                <w:rtl/>
              </w:rPr>
            </w:pPr>
            <w:r>
              <w:rPr>
                <w:rtl/>
              </w:rPr>
              <w:t>وراموا الذي لم يدركوه فخيبوا</w:t>
            </w:r>
            <w:r w:rsidRPr="002E5C97">
              <w:rPr>
                <w:rStyle w:val="rfdPoemTiniCharChar"/>
                <w:rtl/>
              </w:rPr>
              <w:br/>
              <w:t> </w:t>
            </w:r>
          </w:p>
        </w:tc>
      </w:tr>
      <w:tr w:rsidR="009372BA">
        <w:tc>
          <w:tcPr>
            <w:tcW w:w="2400" w:type="pct"/>
          </w:tcPr>
          <w:p w:rsidR="009372BA" w:rsidRDefault="009372BA" w:rsidP="00E644C4">
            <w:pPr>
              <w:pStyle w:val="rfdPoem"/>
              <w:rPr>
                <w:rtl/>
              </w:rPr>
            </w:pPr>
            <w:r>
              <w:rPr>
                <w:rtl/>
              </w:rPr>
              <w:t xml:space="preserve">ارقت وقد نام الخلي ولم </w:t>
            </w:r>
            <w:r w:rsidR="008F1426">
              <w:rPr>
                <w:rFonts w:hint="cs"/>
                <w:rtl/>
              </w:rPr>
              <w:t>ا</w:t>
            </w:r>
            <w:r>
              <w:rPr>
                <w:rtl/>
              </w:rPr>
              <w:t>زل</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كأني على جمر الغضى اتقلب</w:t>
            </w:r>
            <w:r w:rsidRPr="002E5C97">
              <w:rPr>
                <w:rStyle w:val="rfdPoemTiniCharChar"/>
                <w:rtl/>
              </w:rPr>
              <w:br/>
              <w:t> </w:t>
            </w:r>
          </w:p>
        </w:tc>
      </w:tr>
      <w:tr w:rsidR="009372BA">
        <w:tc>
          <w:tcPr>
            <w:tcW w:w="2400" w:type="pct"/>
          </w:tcPr>
          <w:p w:rsidR="009372BA" w:rsidRDefault="009372BA" w:rsidP="00E644C4">
            <w:pPr>
              <w:pStyle w:val="rfdPoem"/>
              <w:rPr>
                <w:rtl/>
              </w:rPr>
            </w:pPr>
            <w:r>
              <w:rPr>
                <w:rtl/>
              </w:rPr>
              <w:t>عجبت وفي الايام كم من عجائب</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ولكنما فيها عجيب واعجب</w:t>
            </w:r>
            <w:r w:rsidRPr="002E5C97">
              <w:rPr>
                <w:rStyle w:val="rfdPoemTiniCharChar"/>
                <w:rtl/>
              </w:rPr>
              <w:br/>
              <w:t> </w:t>
            </w:r>
          </w:p>
        </w:tc>
      </w:tr>
      <w:tr w:rsidR="009372BA">
        <w:tc>
          <w:tcPr>
            <w:tcW w:w="2400" w:type="pct"/>
          </w:tcPr>
          <w:p w:rsidR="009372BA" w:rsidRDefault="009372BA" w:rsidP="00E644C4">
            <w:pPr>
              <w:pStyle w:val="rfdPoem"/>
              <w:rPr>
                <w:rtl/>
              </w:rPr>
            </w:pPr>
            <w:r>
              <w:rPr>
                <w:rtl/>
              </w:rPr>
              <w:t>تفاخرنا قوم لنا الفخر دونها</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على كل مخلوق يجيء ويذهب</w:t>
            </w:r>
            <w:r w:rsidRPr="002E5C97">
              <w:rPr>
                <w:rStyle w:val="rfdPoemTiniCharChar"/>
                <w:rtl/>
              </w:rPr>
              <w:br/>
              <w:t> </w:t>
            </w:r>
          </w:p>
        </w:tc>
      </w:tr>
      <w:tr w:rsidR="009372BA">
        <w:tc>
          <w:tcPr>
            <w:tcW w:w="2400" w:type="pct"/>
          </w:tcPr>
          <w:p w:rsidR="009372BA" w:rsidRDefault="009372BA" w:rsidP="00E644C4">
            <w:pPr>
              <w:pStyle w:val="rfdPoem"/>
              <w:rPr>
                <w:rtl/>
              </w:rPr>
            </w:pPr>
            <w:r>
              <w:rPr>
                <w:rtl/>
              </w:rPr>
              <w:t>وما ساءني الا مقالة قائل</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الى آل مروان يضاف وينسب</w:t>
            </w:r>
            <w:r w:rsidRPr="002E5C97">
              <w:rPr>
                <w:rStyle w:val="rfdPoemTiniCharChar"/>
                <w:rtl/>
              </w:rPr>
              <w:br/>
              <w:t> </w:t>
            </w:r>
          </w:p>
        </w:tc>
      </w:tr>
      <w:tr w:rsidR="009372BA">
        <w:tc>
          <w:tcPr>
            <w:tcW w:w="2400" w:type="pct"/>
          </w:tcPr>
          <w:p w:rsidR="009372BA" w:rsidRDefault="009372BA" w:rsidP="00E644C4">
            <w:pPr>
              <w:pStyle w:val="rfdPoem"/>
              <w:rPr>
                <w:rtl/>
              </w:rPr>
            </w:pPr>
            <w:r>
              <w:rPr>
                <w:rtl/>
              </w:rPr>
              <w:t>( صلبنا لكم زيدا</w:t>
            </w:r>
            <w:r w:rsidR="003D7104">
              <w:rPr>
                <w:rFonts w:hint="cs"/>
                <w:rtl/>
              </w:rPr>
              <w:t>ً</w:t>
            </w:r>
            <w:r>
              <w:rPr>
                <w:rtl/>
              </w:rPr>
              <w:t xml:space="preserve"> على جذع نخلة</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 xml:space="preserve">ولم </w:t>
            </w:r>
            <w:r w:rsidR="00B27666">
              <w:rPr>
                <w:rFonts w:hint="cs"/>
                <w:rtl/>
              </w:rPr>
              <w:t>ا</w:t>
            </w:r>
            <w:r>
              <w:rPr>
                <w:rtl/>
              </w:rPr>
              <w:t>ر مهديا</w:t>
            </w:r>
            <w:r w:rsidR="003D7104">
              <w:rPr>
                <w:rFonts w:hint="cs"/>
                <w:rtl/>
              </w:rPr>
              <w:t>ً</w:t>
            </w:r>
            <w:r>
              <w:rPr>
                <w:rtl/>
              </w:rPr>
              <w:t xml:space="preserve"> على الجذع يصلب )</w:t>
            </w:r>
            <w:r w:rsidRPr="002E5C97">
              <w:rPr>
                <w:rStyle w:val="rfdPoemTiniCharChar"/>
                <w:rtl/>
              </w:rPr>
              <w:br/>
              <w:t> </w:t>
            </w:r>
          </w:p>
        </w:tc>
      </w:tr>
      <w:tr w:rsidR="009372BA">
        <w:tc>
          <w:tcPr>
            <w:tcW w:w="2400" w:type="pct"/>
          </w:tcPr>
          <w:p w:rsidR="009372BA" w:rsidRDefault="009372BA" w:rsidP="00E644C4">
            <w:pPr>
              <w:pStyle w:val="rfdPoem"/>
              <w:rPr>
                <w:rtl/>
              </w:rPr>
            </w:pPr>
            <w:r>
              <w:rPr>
                <w:rtl/>
              </w:rPr>
              <w:t>ف</w:t>
            </w:r>
            <w:r w:rsidR="00612FD2">
              <w:rPr>
                <w:rFonts w:hint="cs"/>
                <w:rtl/>
              </w:rPr>
              <w:t>ا</w:t>
            </w:r>
            <w:r>
              <w:rPr>
                <w:rtl/>
              </w:rPr>
              <w:t>ن تصلبوا زيدا</w:t>
            </w:r>
            <w:r w:rsidR="008F1426">
              <w:rPr>
                <w:rFonts w:hint="cs"/>
                <w:rtl/>
              </w:rPr>
              <w:t>ً</w:t>
            </w:r>
            <w:r>
              <w:rPr>
                <w:rtl/>
              </w:rPr>
              <w:t xml:space="preserve"> عنادا</w:t>
            </w:r>
            <w:r w:rsidR="008F1426">
              <w:rPr>
                <w:rFonts w:hint="cs"/>
                <w:rtl/>
              </w:rPr>
              <w:t>ً</w:t>
            </w:r>
            <w:r>
              <w:rPr>
                <w:rtl/>
              </w:rPr>
              <w:t xml:space="preserve"> لجده</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فقد قتلت رسل الاله وصلبوا</w:t>
            </w:r>
            <w:r w:rsidRPr="002E5C97">
              <w:rPr>
                <w:rStyle w:val="rfdPoemTiniCharChar"/>
                <w:rtl/>
              </w:rPr>
              <w:br/>
              <w:t> </w:t>
            </w:r>
          </w:p>
        </w:tc>
      </w:tr>
      <w:tr w:rsidR="009372BA">
        <w:tc>
          <w:tcPr>
            <w:tcW w:w="2400" w:type="pct"/>
          </w:tcPr>
          <w:p w:rsidR="009372BA" w:rsidRDefault="009372BA" w:rsidP="00E644C4">
            <w:pPr>
              <w:pStyle w:val="rfdPoem"/>
              <w:rPr>
                <w:rtl/>
              </w:rPr>
            </w:pPr>
            <w:r>
              <w:rPr>
                <w:rtl/>
              </w:rPr>
              <w:t>و</w:t>
            </w:r>
            <w:r w:rsidR="008F1426">
              <w:rPr>
                <w:rFonts w:hint="cs"/>
                <w:rtl/>
              </w:rPr>
              <w:t>ا</w:t>
            </w:r>
            <w:r>
              <w:rPr>
                <w:rtl/>
              </w:rPr>
              <w:t>نا نعد القتل أعظم فخرنا</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بيوم به شمس النهار تحجب</w:t>
            </w:r>
            <w:r w:rsidRPr="002E5C97">
              <w:rPr>
                <w:rStyle w:val="rfdPoemTiniCharChar"/>
                <w:rtl/>
              </w:rPr>
              <w:br/>
              <w:t> </w:t>
            </w:r>
          </w:p>
        </w:tc>
      </w:tr>
      <w:tr w:rsidR="009372BA">
        <w:tc>
          <w:tcPr>
            <w:tcW w:w="2400" w:type="pct"/>
          </w:tcPr>
          <w:p w:rsidR="009372BA" w:rsidRDefault="009372BA" w:rsidP="00E644C4">
            <w:pPr>
              <w:pStyle w:val="rfdPoem"/>
              <w:rPr>
                <w:rtl/>
              </w:rPr>
            </w:pPr>
            <w:r>
              <w:rPr>
                <w:rtl/>
              </w:rPr>
              <w:t>فما لكم والفخر بالحرب انها</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اذا ما انتم</w:t>
            </w:r>
            <w:r w:rsidR="008F1426">
              <w:rPr>
                <w:rFonts w:hint="cs"/>
                <w:rtl/>
              </w:rPr>
              <w:t>ت</w:t>
            </w:r>
            <w:r>
              <w:rPr>
                <w:rtl/>
              </w:rPr>
              <w:t xml:space="preserve"> تنمى الينا وتنسب</w:t>
            </w:r>
            <w:r w:rsidRPr="002E5C97">
              <w:rPr>
                <w:rStyle w:val="rfdPoemTiniCharChar"/>
                <w:rtl/>
              </w:rPr>
              <w:br/>
              <w:t> </w:t>
            </w:r>
          </w:p>
        </w:tc>
      </w:tr>
      <w:tr w:rsidR="009372BA">
        <w:tc>
          <w:tcPr>
            <w:tcW w:w="2400" w:type="pct"/>
          </w:tcPr>
          <w:p w:rsidR="009372BA" w:rsidRDefault="009372BA" w:rsidP="00E644C4">
            <w:pPr>
              <w:pStyle w:val="rfdPoem"/>
              <w:rPr>
                <w:rtl/>
              </w:rPr>
            </w:pPr>
            <w:r>
              <w:rPr>
                <w:rtl/>
              </w:rPr>
              <w:t>هداة الورى في ظلمة الجهل والعمى</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اذا غاب منهم كوكب ب</w:t>
            </w:r>
            <w:r w:rsidR="008F1426">
              <w:rPr>
                <w:rFonts w:hint="cs"/>
                <w:rtl/>
              </w:rPr>
              <w:t>ا</w:t>
            </w:r>
            <w:r>
              <w:rPr>
                <w:rtl/>
              </w:rPr>
              <w:t>ن كوكب</w:t>
            </w:r>
            <w:r w:rsidRPr="002E5C97">
              <w:rPr>
                <w:rStyle w:val="rfdPoemTiniCharChar"/>
                <w:rtl/>
              </w:rPr>
              <w:br/>
              <w:t> </w:t>
            </w:r>
          </w:p>
        </w:tc>
      </w:tr>
      <w:tr w:rsidR="009372BA">
        <w:tc>
          <w:tcPr>
            <w:tcW w:w="2400" w:type="pct"/>
          </w:tcPr>
          <w:p w:rsidR="009372BA" w:rsidRDefault="009372BA" w:rsidP="00E644C4">
            <w:pPr>
              <w:pStyle w:val="rfdPoem"/>
              <w:rPr>
                <w:rtl/>
              </w:rPr>
            </w:pPr>
            <w:r>
              <w:rPr>
                <w:rtl/>
              </w:rPr>
              <w:t>كفاهم فخارا</w:t>
            </w:r>
            <w:r w:rsidR="008F1426">
              <w:rPr>
                <w:rFonts w:hint="cs"/>
                <w:rtl/>
              </w:rPr>
              <w:t>ً</w:t>
            </w:r>
            <w:r>
              <w:rPr>
                <w:rtl/>
              </w:rPr>
              <w:t xml:space="preserve"> </w:t>
            </w:r>
            <w:r w:rsidR="008F1426">
              <w:rPr>
                <w:rFonts w:hint="cs"/>
                <w:rtl/>
              </w:rPr>
              <w:t>ا</w:t>
            </w:r>
            <w:r>
              <w:rPr>
                <w:rtl/>
              </w:rPr>
              <w:t xml:space="preserve">ن </w:t>
            </w:r>
            <w:r w:rsidR="008F1426">
              <w:rPr>
                <w:rFonts w:hint="cs"/>
                <w:rtl/>
              </w:rPr>
              <w:t>ا</w:t>
            </w:r>
            <w:r>
              <w:rPr>
                <w:rtl/>
              </w:rPr>
              <w:t>حمد منهم</w:t>
            </w:r>
            <w:r w:rsidRPr="002E5C97">
              <w:rPr>
                <w:rStyle w:val="rfdPoemTiniCharChar"/>
                <w:rtl/>
              </w:rPr>
              <w:br/>
              <w:t> </w:t>
            </w:r>
          </w:p>
        </w:tc>
        <w:tc>
          <w:tcPr>
            <w:tcW w:w="200" w:type="pct"/>
          </w:tcPr>
          <w:p w:rsidR="009372BA" w:rsidRDefault="009372BA" w:rsidP="00E644C4">
            <w:pPr>
              <w:pStyle w:val="rfdPoem"/>
              <w:rPr>
                <w:rtl/>
              </w:rPr>
            </w:pPr>
          </w:p>
        </w:tc>
        <w:tc>
          <w:tcPr>
            <w:tcW w:w="2400" w:type="pct"/>
          </w:tcPr>
          <w:p w:rsidR="009372BA" w:rsidRDefault="009372BA" w:rsidP="00E644C4">
            <w:pPr>
              <w:pStyle w:val="rfdPoem"/>
              <w:rPr>
                <w:rtl/>
              </w:rPr>
            </w:pPr>
            <w:r>
              <w:rPr>
                <w:rtl/>
              </w:rPr>
              <w:t xml:space="preserve">وغيرهم </w:t>
            </w:r>
            <w:r w:rsidR="008F1426">
              <w:rPr>
                <w:rFonts w:hint="cs"/>
                <w:rtl/>
              </w:rPr>
              <w:t>ا</w:t>
            </w:r>
            <w:r>
              <w:rPr>
                <w:rtl/>
              </w:rPr>
              <w:t>ن يدعوا الفخر كذبوا</w:t>
            </w:r>
            <w:r w:rsidRPr="002E5C97">
              <w:rPr>
                <w:rStyle w:val="rfdPoemTiniCharChar"/>
                <w:rtl/>
              </w:rPr>
              <w:br/>
              <w:t> </w:t>
            </w:r>
          </w:p>
        </w:tc>
      </w:tr>
    </w:tbl>
    <w:p w:rsidR="00BA4473" w:rsidRDefault="00BA4473" w:rsidP="008F1426">
      <w:pPr>
        <w:rPr>
          <w:rtl/>
        </w:rPr>
      </w:pPr>
      <w:r>
        <w:rPr>
          <w:rtl/>
        </w:rPr>
        <w:t xml:space="preserve">وفي </w:t>
      </w:r>
      <w:r w:rsidR="008F1426">
        <w:rPr>
          <w:rFonts w:hint="cs"/>
          <w:rtl/>
        </w:rPr>
        <w:t>ا</w:t>
      </w:r>
      <w:r>
        <w:rPr>
          <w:rtl/>
        </w:rPr>
        <w:t xml:space="preserve">مالي الصدوق في الحديث الثاني من المجلس 62 حدثنا </w:t>
      </w:r>
      <w:r w:rsidR="008F1426">
        <w:rPr>
          <w:rFonts w:hint="cs"/>
          <w:rtl/>
        </w:rPr>
        <w:t>ا</w:t>
      </w:r>
      <w:r>
        <w:rPr>
          <w:rtl/>
        </w:rPr>
        <w:t xml:space="preserve">حمد ابن زياد بن جعفر الهمداني </w:t>
      </w:r>
      <w:r w:rsidR="003533DC" w:rsidRPr="00A50A68">
        <w:rPr>
          <w:rStyle w:val="rfdAlaem"/>
          <w:rFonts w:hint="cs"/>
          <w:rtl/>
        </w:rPr>
        <w:t>;</w:t>
      </w:r>
      <w:r>
        <w:rPr>
          <w:rtl/>
        </w:rPr>
        <w:t xml:space="preserve"> حدثنا علي بن </w:t>
      </w:r>
      <w:r w:rsidR="008F1426">
        <w:rPr>
          <w:rFonts w:hint="cs"/>
          <w:rtl/>
        </w:rPr>
        <w:t>ا</w:t>
      </w:r>
      <w:r>
        <w:rPr>
          <w:rtl/>
        </w:rPr>
        <w:t xml:space="preserve">براهيم بن هاشم عن </w:t>
      </w:r>
      <w:r w:rsidR="008F1426">
        <w:rPr>
          <w:rFonts w:hint="cs"/>
          <w:rtl/>
        </w:rPr>
        <w:t>ا</w:t>
      </w:r>
      <w:r>
        <w:rPr>
          <w:rtl/>
        </w:rPr>
        <w:t xml:space="preserve">بيه عن محمد بن </w:t>
      </w:r>
      <w:r w:rsidR="008F1426">
        <w:rPr>
          <w:rFonts w:hint="cs"/>
          <w:rtl/>
        </w:rPr>
        <w:t>ا</w:t>
      </w:r>
      <w:r>
        <w:rPr>
          <w:rtl/>
        </w:rPr>
        <w:t xml:space="preserve">بي عمير عن حمزة بن حمران دخلت الى الصادق جعفر بن محمد </w:t>
      </w:r>
      <w:r w:rsidR="00FF2CA0">
        <w:rPr>
          <w:rStyle w:val="rfdAlaem"/>
          <w:rFonts w:hint="cs"/>
          <w:rtl/>
        </w:rPr>
        <w:t>عليه‌السلام</w:t>
      </w:r>
      <w:r>
        <w:rPr>
          <w:rtl/>
        </w:rPr>
        <w:t xml:space="preserve"> فقال لي يا حمزة من </w:t>
      </w:r>
      <w:r w:rsidR="003D7104">
        <w:rPr>
          <w:rFonts w:hint="cs"/>
          <w:rtl/>
        </w:rPr>
        <w:t>ا</w:t>
      </w:r>
      <w:r>
        <w:rPr>
          <w:rtl/>
        </w:rPr>
        <w:t xml:space="preserve">ين </w:t>
      </w:r>
      <w:r w:rsidR="008F1426">
        <w:rPr>
          <w:rFonts w:hint="cs"/>
          <w:rtl/>
        </w:rPr>
        <w:t>ا</w:t>
      </w:r>
      <w:r>
        <w:rPr>
          <w:rtl/>
        </w:rPr>
        <w:t>قبلت قلت من</w:t>
      </w:r>
    </w:p>
    <w:p w:rsidR="00BA4473" w:rsidRDefault="00BA4473" w:rsidP="00F14ACC">
      <w:pPr>
        <w:pStyle w:val="rfdNormal0"/>
        <w:rPr>
          <w:rtl/>
        </w:rPr>
      </w:pPr>
      <w:r w:rsidRPr="008F1426">
        <w:rPr>
          <w:rtl/>
        </w:rPr>
        <w:br w:type="page"/>
      </w:r>
      <w:r>
        <w:rPr>
          <w:rtl/>
        </w:rPr>
        <w:lastRenderedPageBreak/>
        <w:t xml:space="preserve">الكوفة فبكى حتى بلت دموعه لحيته فقلت له يا ابن رسول الله ما لك </w:t>
      </w:r>
      <w:r w:rsidR="00F14ACC">
        <w:rPr>
          <w:rFonts w:hint="cs"/>
          <w:rtl/>
        </w:rPr>
        <w:t>ا</w:t>
      </w:r>
      <w:r>
        <w:rPr>
          <w:rtl/>
        </w:rPr>
        <w:t xml:space="preserve">كثرت البكاء قال ذكرت عمي زيدا وما صنع به فبكيت فقلت له وما الذي ذكرت منه فقال ذكرت مقتله وقد </w:t>
      </w:r>
      <w:r w:rsidR="00F14ACC">
        <w:rPr>
          <w:rFonts w:hint="cs"/>
          <w:rtl/>
        </w:rPr>
        <w:t>ا</w:t>
      </w:r>
      <w:r>
        <w:rPr>
          <w:rtl/>
        </w:rPr>
        <w:t xml:space="preserve">صاب جبينه سهم فجاء ابنه يحيى فانكب عليه وقال له </w:t>
      </w:r>
      <w:r w:rsidR="00CC0E35">
        <w:rPr>
          <w:rFonts w:hint="cs"/>
          <w:rtl/>
        </w:rPr>
        <w:t>ا</w:t>
      </w:r>
      <w:r>
        <w:rPr>
          <w:rtl/>
        </w:rPr>
        <w:t xml:space="preserve">بشر يا </w:t>
      </w:r>
      <w:r w:rsidR="00CC0E35">
        <w:rPr>
          <w:rFonts w:hint="cs"/>
          <w:rtl/>
        </w:rPr>
        <w:t>ا</w:t>
      </w:r>
      <w:r>
        <w:rPr>
          <w:rtl/>
        </w:rPr>
        <w:t>بتاه ف</w:t>
      </w:r>
      <w:r w:rsidR="00F14ACC">
        <w:rPr>
          <w:rFonts w:hint="cs"/>
          <w:rtl/>
        </w:rPr>
        <w:t>ا</w:t>
      </w:r>
      <w:r>
        <w:rPr>
          <w:rtl/>
        </w:rPr>
        <w:t xml:space="preserve">نك ترد على رسول الله وعلى فاطمة والحسن والحسين صلوات الله عليهم قال </w:t>
      </w:r>
      <w:r w:rsidR="00F14ACC">
        <w:rPr>
          <w:rFonts w:hint="cs"/>
          <w:rtl/>
        </w:rPr>
        <w:t>ا</w:t>
      </w:r>
      <w:r>
        <w:rPr>
          <w:rtl/>
        </w:rPr>
        <w:t>جل يا بني ثم دعي بحداد فنزع السهم من جبينه فكانت نفسه معه فجيء به الى ساقية تجري عند بستان زائدة فحفر له فيها ودفن و</w:t>
      </w:r>
      <w:r w:rsidR="00F14ACC">
        <w:rPr>
          <w:rFonts w:hint="cs"/>
          <w:rtl/>
        </w:rPr>
        <w:t>ا</w:t>
      </w:r>
      <w:r>
        <w:rPr>
          <w:rtl/>
        </w:rPr>
        <w:t>جري عليه الماء وكان معهم غلام سندي لبعضهم فذهب الى يوسف بن عمر من الغد ف</w:t>
      </w:r>
      <w:r w:rsidR="00F14ACC">
        <w:rPr>
          <w:rFonts w:hint="cs"/>
          <w:rtl/>
        </w:rPr>
        <w:t>ا</w:t>
      </w:r>
      <w:r>
        <w:rPr>
          <w:rtl/>
        </w:rPr>
        <w:t xml:space="preserve">خبره بدفنهم </w:t>
      </w:r>
      <w:r w:rsidR="00F14ACC">
        <w:rPr>
          <w:rFonts w:hint="cs"/>
          <w:rtl/>
        </w:rPr>
        <w:t>ا</w:t>
      </w:r>
      <w:r>
        <w:rPr>
          <w:rtl/>
        </w:rPr>
        <w:t>ياه ف</w:t>
      </w:r>
      <w:r w:rsidR="00F14ACC">
        <w:rPr>
          <w:rFonts w:hint="cs"/>
          <w:rtl/>
        </w:rPr>
        <w:t>ا</w:t>
      </w:r>
      <w:r>
        <w:rPr>
          <w:rtl/>
        </w:rPr>
        <w:t xml:space="preserve">خرجه يوسف بن عمر فصلبه في الكناسة </w:t>
      </w:r>
      <w:r w:rsidR="00F14ACC">
        <w:rPr>
          <w:rFonts w:hint="cs"/>
          <w:rtl/>
        </w:rPr>
        <w:t>ا</w:t>
      </w:r>
      <w:r>
        <w:rPr>
          <w:rtl/>
        </w:rPr>
        <w:t xml:space="preserve">ربع سنين ثم </w:t>
      </w:r>
      <w:r w:rsidR="00F14ACC">
        <w:rPr>
          <w:rFonts w:hint="cs"/>
          <w:rtl/>
        </w:rPr>
        <w:t>ا</w:t>
      </w:r>
      <w:r>
        <w:rPr>
          <w:rtl/>
        </w:rPr>
        <w:t>مر به ف</w:t>
      </w:r>
      <w:r w:rsidR="00F14ACC">
        <w:rPr>
          <w:rFonts w:hint="cs"/>
          <w:rtl/>
        </w:rPr>
        <w:t>ا</w:t>
      </w:r>
      <w:r>
        <w:rPr>
          <w:rtl/>
        </w:rPr>
        <w:t xml:space="preserve">حرق بالنار وذري في الرياح فلعن الله قاتله وخاذله والى الله جل اسمه اشكو ما نزل بنا </w:t>
      </w:r>
      <w:r w:rsidR="00F14ACC">
        <w:rPr>
          <w:rFonts w:hint="cs"/>
          <w:rtl/>
        </w:rPr>
        <w:t>ا</w:t>
      </w:r>
      <w:r>
        <w:rPr>
          <w:rtl/>
        </w:rPr>
        <w:t>هل بيت نبيه بعد موته وبه نستعين على عدونا وهو خير مستعان.</w:t>
      </w:r>
    </w:p>
    <w:p w:rsidR="00BA4473" w:rsidRDefault="00BA4473" w:rsidP="00F14ACC">
      <w:pPr>
        <w:rPr>
          <w:rtl/>
        </w:rPr>
      </w:pPr>
      <w:r>
        <w:rPr>
          <w:rtl/>
        </w:rPr>
        <w:t xml:space="preserve">قال المفيد في الارشاد ولما قتل زيد بلغ ذلك من </w:t>
      </w:r>
      <w:r w:rsidR="00F14ACC">
        <w:rPr>
          <w:rFonts w:hint="cs"/>
          <w:rtl/>
        </w:rPr>
        <w:t>ا</w:t>
      </w:r>
      <w:r>
        <w:rPr>
          <w:rtl/>
        </w:rPr>
        <w:t>بي عبد</w:t>
      </w:r>
      <w:r w:rsidR="00F14ACC">
        <w:rPr>
          <w:rFonts w:hint="cs"/>
          <w:rtl/>
        </w:rPr>
        <w:t xml:space="preserve"> </w:t>
      </w:r>
      <w:r>
        <w:rPr>
          <w:rtl/>
        </w:rPr>
        <w:t xml:space="preserve">الله </w:t>
      </w:r>
      <w:r w:rsidR="00FF2CA0">
        <w:rPr>
          <w:rStyle w:val="rfdAlaem"/>
          <w:rFonts w:hint="cs"/>
          <w:rtl/>
        </w:rPr>
        <w:t>عليه‌السلام</w:t>
      </w:r>
      <w:r>
        <w:rPr>
          <w:rtl/>
        </w:rPr>
        <w:t xml:space="preserve"> كل مبلغ وحزن له حزنا</w:t>
      </w:r>
      <w:r w:rsidR="00CC0E35">
        <w:rPr>
          <w:rFonts w:hint="cs"/>
          <w:rtl/>
        </w:rPr>
        <w:t>ً</w:t>
      </w:r>
      <w:r>
        <w:rPr>
          <w:rtl/>
        </w:rPr>
        <w:t xml:space="preserve"> شديدا</w:t>
      </w:r>
      <w:r w:rsidR="00CC0E35">
        <w:rPr>
          <w:rFonts w:hint="cs"/>
          <w:rtl/>
        </w:rPr>
        <w:t>ً</w:t>
      </w:r>
      <w:r>
        <w:rPr>
          <w:rtl/>
        </w:rPr>
        <w:t xml:space="preserve"> عظيما حتى ب</w:t>
      </w:r>
      <w:r w:rsidR="00F14ACC">
        <w:rPr>
          <w:rFonts w:hint="cs"/>
          <w:rtl/>
        </w:rPr>
        <w:t>ا</w:t>
      </w:r>
      <w:r>
        <w:rPr>
          <w:rtl/>
        </w:rPr>
        <w:t xml:space="preserve">ن عليه وفرق من ماله على عيال من </w:t>
      </w:r>
      <w:r w:rsidR="00F14ACC">
        <w:rPr>
          <w:rFonts w:hint="cs"/>
          <w:rtl/>
        </w:rPr>
        <w:t>ا</w:t>
      </w:r>
      <w:r>
        <w:rPr>
          <w:rtl/>
        </w:rPr>
        <w:t xml:space="preserve">صيب مع زيد من </w:t>
      </w:r>
      <w:r w:rsidR="00F14ACC">
        <w:rPr>
          <w:rFonts w:hint="cs"/>
          <w:rtl/>
        </w:rPr>
        <w:t>ا</w:t>
      </w:r>
      <w:r>
        <w:rPr>
          <w:rtl/>
        </w:rPr>
        <w:t xml:space="preserve">صحابه </w:t>
      </w:r>
      <w:r w:rsidR="00F14ACC">
        <w:rPr>
          <w:rFonts w:hint="cs"/>
          <w:rtl/>
        </w:rPr>
        <w:t>ا</w:t>
      </w:r>
      <w:r>
        <w:rPr>
          <w:rtl/>
        </w:rPr>
        <w:t xml:space="preserve">لف دينار. وفي </w:t>
      </w:r>
      <w:r w:rsidR="00F14ACC">
        <w:rPr>
          <w:rFonts w:hint="cs"/>
          <w:rtl/>
        </w:rPr>
        <w:t>ا</w:t>
      </w:r>
      <w:r>
        <w:rPr>
          <w:rtl/>
        </w:rPr>
        <w:t xml:space="preserve">مالي الصدوق في الحديث 13 من المجلس 54 حدثنا </w:t>
      </w:r>
      <w:r w:rsidR="00F14ACC">
        <w:rPr>
          <w:rFonts w:hint="cs"/>
          <w:rtl/>
        </w:rPr>
        <w:t>ا</w:t>
      </w:r>
      <w:r>
        <w:rPr>
          <w:rtl/>
        </w:rPr>
        <w:t>بي حدثنا عبد</w:t>
      </w:r>
      <w:r w:rsidR="00F14ACC">
        <w:rPr>
          <w:rFonts w:hint="cs"/>
          <w:rtl/>
        </w:rPr>
        <w:t xml:space="preserve"> </w:t>
      </w:r>
      <w:r>
        <w:rPr>
          <w:rtl/>
        </w:rPr>
        <w:t xml:space="preserve">الله ابن جعفر الحميري عن ابراهيم بن هاشم عن محمد بن </w:t>
      </w:r>
      <w:r w:rsidR="00F14ACC">
        <w:rPr>
          <w:rFonts w:hint="cs"/>
          <w:rtl/>
        </w:rPr>
        <w:t>ا</w:t>
      </w:r>
      <w:r>
        <w:rPr>
          <w:rtl/>
        </w:rPr>
        <w:t>بي عمير عن عبد</w:t>
      </w:r>
      <w:r w:rsidR="00F14ACC">
        <w:rPr>
          <w:rFonts w:hint="cs"/>
          <w:rtl/>
        </w:rPr>
        <w:t xml:space="preserve"> </w:t>
      </w:r>
      <w:r>
        <w:rPr>
          <w:rtl/>
        </w:rPr>
        <w:t xml:space="preserve">الرحمن بن سيابة قال دفع الي ابو عبد الله الصادق جعفر بن محمد الف دينار وامرني </w:t>
      </w:r>
      <w:r w:rsidR="00F14ACC">
        <w:rPr>
          <w:rFonts w:hint="cs"/>
          <w:rtl/>
        </w:rPr>
        <w:t>ا</w:t>
      </w:r>
      <w:r>
        <w:rPr>
          <w:rtl/>
        </w:rPr>
        <w:t xml:space="preserve">ن اقسمها في عيال من </w:t>
      </w:r>
      <w:r w:rsidR="00F14ACC">
        <w:rPr>
          <w:rFonts w:hint="cs"/>
          <w:rtl/>
        </w:rPr>
        <w:t>ا</w:t>
      </w:r>
      <w:r>
        <w:rPr>
          <w:rtl/>
        </w:rPr>
        <w:t>صيب مع زيد بن علي فقسمتها</w:t>
      </w:r>
    </w:p>
    <w:p w:rsidR="00BA4473" w:rsidRDefault="00BA4473" w:rsidP="00B85DB2">
      <w:pPr>
        <w:pStyle w:val="rfdNormal0"/>
        <w:rPr>
          <w:rtl/>
        </w:rPr>
      </w:pPr>
      <w:r w:rsidRPr="00F14ACC">
        <w:rPr>
          <w:rtl/>
        </w:rPr>
        <w:br w:type="page"/>
      </w:r>
      <w:r>
        <w:rPr>
          <w:rtl/>
        </w:rPr>
        <w:lastRenderedPageBreak/>
        <w:t>فاصاب عبد</w:t>
      </w:r>
      <w:r w:rsidR="00B85DB2">
        <w:rPr>
          <w:rFonts w:hint="cs"/>
          <w:rtl/>
        </w:rPr>
        <w:t xml:space="preserve"> </w:t>
      </w:r>
      <w:r>
        <w:rPr>
          <w:rtl/>
        </w:rPr>
        <w:t xml:space="preserve">الله بن الزبير اخا فضيل الرسان </w:t>
      </w:r>
      <w:r w:rsidR="00B85DB2">
        <w:rPr>
          <w:rFonts w:hint="cs"/>
          <w:rtl/>
        </w:rPr>
        <w:t>ا</w:t>
      </w:r>
      <w:r>
        <w:rPr>
          <w:rtl/>
        </w:rPr>
        <w:t>ربعة دنانير وفي عمدة الطالب روى الشيخ ابو نصر البخاري عن محمد بن عمير عن عبد</w:t>
      </w:r>
      <w:r w:rsidR="00B85DB2">
        <w:rPr>
          <w:rFonts w:hint="cs"/>
          <w:rtl/>
        </w:rPr>
        <w:t xml:space="preserve"> </w:t>
      </w:r>
      <w:r>
        <w:rPr>
          <w:rtl/>
        </w:rPr>
        <w:t xml:space="preserve">الرحمن بن سيابة قال </w:t>
      </w:r>
      <w:r w:rsidR="00B85DB2">
        <w:rPr>
          <w:rFonts w:hint="cs"/>
          <w:rtl/>
        </w:rPr>
        <w:t>ا</w:t>
      </w:r>
      <w:r>
        <w:rPr>
          <w:rtl/>
        </w:rPr>
        <w:t>عطاني جعفر بن محمد الصادق الف دينار و</w:t>
      </w:r>
      <w:r w:rsidR="00B85DB2">
        <w:rPr>
          <w:rFonts w:hint="cs"/>
          <w:rtl/>
        </w:rPr>
        <w:t>ا</w:t>
      </w:r>
      <w:r>
        <w:rPr>
          <w:rtl/>
        </w:rPr>
        <w:t xml:space="preserve">مرني </w:t>
      </w:r>
      <w:r w:rsidR="00B85DB2">
        <w:rPr>
          <w:rFonts w:hint="cs"/>
          <w:rtl/>
        </w:rPr>
        <w:t>ا</w:t>
      </w:r>
      <w:r>
        <w:rPr>
          <w:rtl/>
        </w:rPr>
        <w:t xml:space="preserve">ن افرقها في عيال من </w:t>
      </w:r>
      <w:r w:rsidR="00B85DB2">
        <w:rPr>
          <w:rFonts w:hint="cs"/>
          <w:rtl/>
        </w:rPr>
        <w:t>ا</w:t>
      </w:r>
      <w:r>
        <w:rPr>
          <w:rtl/>
        </w:rPr>
        <w:t>صيب مع زيد ف</w:t>
      </w:r>
      <w:r w:rsidR="00B85DB2">
        <w:rPr>
          <w:rFonts w:hint="cs"/>
          <w:rtl/>
        </w:rPr>
        <w:t>ا</w:t>
      </w:r>
      <w:r>
        <w:rPr>
          <w:rtl/>
        </w:rPr>
        <w:t xml:space="preserve">صاب كل رجل </w:t>
      </w:r>
      <w:r w:rsidR="00B85DB2">
        <w:rPr>
          <w:rFonts w:hint="cs"/>
          <w:rtl/>
        </w:rPr>
        <w:t>ا</w:t>
      </w:r>
      <w:r>
        <w:rPr>
          <w:rtl/>
        </w:rPr>
        <w:t>ربعة دنانير.</w:t>
      </w:r>
    </w:p>
    <w:p w:rsidR="00BA4473" w:rsidRDefault="00BA4473" w:rsidP="00B85DB2">
      <w:pPr>
        <w:rPr>
          <w:rtl/>
        </w:rPr>
      </w:pPr>
      <w:r>
        <w:rPr>
          <w:rtl/>
        </w:rPr>
        <w:t xml:space="preserve">قال </w:t>
      </w:r>
      <w:r w:rsidR="00B85DB2">
        <w:rPr>
          <w:rFonts w:hint="cs"/>
          <w:rtl/>
        </w:rPr>
        <w:t>ا</w:t>
      </w:r>
      <w:r>
        <w:rPr>
          <w:rtl/>
        </w:rPr>
        <w:t xml:space="preserve">بو الفرج ووجه يوسف برأسه الى هشام مع زهرة ابن سليم فلما كان بمضيعة ابن </w:t>
      </w:r>
      <w:r w:rsidR="00B85DB2">
        <w:rPr>
          <w:rFonts w:hint="cs"/>
          <w:rtl/>
        </w:rPr>
        <w:t>ا</w:t>
      </w:r>
      <w:r>
        <w:rPr>
          <w:rtl/>
        </w:rPr>
        <w:t>م الحكم ضربه الفالج فانصرف واتته جائزته من عند هشام.</w:t>
      </w:r>
    </w:p>
    <w:p w:rsidR="00BA4473" w:rsidRDefault="00BA4473" w:rsidP="00226368">
      <w:pPr>
        <w:rPr>
          <w:rtl/>
        </w:rPr>
      </w:pPr>
      <w:r>
        <w:rPr>
          <w:rtl/>
        </w:rPr>
        <w:t xml:space="preserve">وفي معجم البلدان </w:t>
      </w:r>
      <w:r w:rsidR="00AF4E12">
        <w:rPr>
          <w:rtl/>
        </w:rPr>
        <w:t>ج 8</w:t>
      </w:r>
      <w:r>
        <w:rPr>
          <w:rtl/>
        </w:rPr>
        <w:t xml:space="preserve"> </w:t>
      </w:r>
      <w:r w:rsidR="00AF4E12">
        <w:rPr>
          <w:rtl/>
        </w:rPr>
        <w:t>ص 7</w:t>
      </w:r>
      <w:r>
        <w:rPr>
          <w:rtl/>
        </w:rPr>
        <w:t xml:space="preserve">7 عند الكلام على مصر </w:t>
      </w:r>
      <w:r w:rsidR="00B85DB2">
        <w:rPr>
          <w:rFonts w:hint="cs"/>
          <w:rtl/>
        </w:rPr>
        <w:t xml:space="preserve">: </w:t>
      </w:r>
      <w:r>
        <w:rPr>
          <w:rtl/>
        </w:rPr>
        <w:t xml:space="preserve">وعلى باب الكورتين مشهد فيه مدفن رأس زيد بن علي بن الحسين بن علي ابن </w:t>
      </w:r>
      <w:r w:rsidR="00070CC7">
        <w:rPr>
          <w:rFonts w:hint="cs"/>
          <w:rtl/>
        </w:rPr>
        <w:t>ا</w:t>
      </w:r>
      <w:r>
        <w:rPr>
          <w:rtl/>
        </w:rPr>
        <w:t>بي طالب الذي قتل بالكوفة و</w:t>
      </w:r>
      <w:r w:rsidR="00070CC7">
        <w:rPr>
          <w:rFonts w:hint="cs"/>
          <w:rtl/>
        </w:rPr>
        <w:t>ا</w:t>
      </w:r>
      <w:r>
        <w:rPr>
          <w:rtl/>
        </w:rPr>
        <w:t xml:space="preserve">حرق وحمل رأسه فطيف به الشام ثم حمل الى مصر فدفن هناك وفي عمدة الطالب قال الناصر الكبير الطبرستاني لما قتل زيد بعثوا برأسه الى المدينة ونصب عند قبر النبي </w:t>
      </w:r>
      <w:r w:rsidR="00226368">
        <w:rPr>
          <w:rFonts w:hint="cs"/>
          <w:rtl/>
        </w:rPr>
        <w:t>صلّى الله عليه وسلّم</w:t>
      </w:r>
      <w:r>
        <w:rPr>
          <w:rtl/>
        </w:rPr>
        <w:t xml:space="preserve"> يوما</w:t>
      </w:r>
      <w:r w:rsidR="00CC0E35">
        <w:rPr>
          <w:rFonts w:hint="cs"/>
          <w:rtl/>
        </w:rPr>
        <w:t>ً</w:t>
      </w:r>
      <w:r>
        <w:rPr>
          <w:rtl/>
        </w:rPr>
        <w:t xml:space="preserve"> وليلة</w:t>
      </w:r>
      <w:r w:rsidR="00226368">
        <w:rPr>
          <w:rFonts w:hint="cs"/>
          <w:rtl/>
        </w:rPr>
        <w:t>.</w:t>
      </w:r>
      <w:r>
        <w:rPr>
          <w:rtl/>
        </w:rPr>
        <w:t xml:space="preserve"> كأنهم يريدون </w:t>
      </w:r>
      <w:r w:rsidR="00226368">
        <w:rPr>
          <w:rFonts w:hint="cs"/>
          <w:rtl/>
        </w:rPr>
        <w:t>ا</w:t>
      </w:r>
      <w:r>
        <w:rPr>
          <w:rtl/>
        </w:rPr>
        <w:t xml:space="preserve">ن يقولوا يا محمد هذا رأس ولدك الذي قتلناه بمن قتل منا يوم بدر نصبناه عند قبرك. وروى ابو الفرج باسناده عن الوليد بن محمد الموقري كنت مع الزهري بالرصافة فسمع </w:t>
      </w:r>
      <w:r w:rsidR="00226368">
        <w:rPr>
          <w:rFonts w:hint="cs"/>
          <w:rtl/>
        </w:rPr>
        <w:t>ا</w:t>
      </w:r>
      <w:r>
        <w:rPr>
          <w:rtl/>
        </w:rPr>
        <w:t xml:space="preserve">صوات لعابين فقال لي </w:t>
      </w:r>
      <w:r w:rsidR="00226368">
        <w:rPr>
          <w:rFonts w:hint="cs"/>
          <w:rtl/>
        </w:rPr>
        <w:t>ا</w:t>
      </w:r>
      <w:r>
        <w:rPr>
          <w:rtl/>
        </w:rPr>
        <w:t>نظ</w:t>
      </w:r>
      <w:r w:rsidR="00226368">
        <w:rPr>
          <w:rFonts w:hint="cs"/>
          <w:rtl/>
        </w:rPr>
        <w:t>ر</w:t>
      </w:r>
      <w:r>
        <w:rPr>
          <w:rtl/>
        </w:rPr>
        <w:t xml:space="preserve"> ما هذا فاشرف</w:t>
      </w:r>
      <w:r w:rsidR="00226368">
        <w:rPr>
          <w:rFonts w:hint="cs"/>
          <w:rtl/>
        </w:rPr>
        <w:t>ت</w:t>
      </w:r>
      <w:r>
        <w:rPr>
          <w:rtl/>
        </w:rPr>
        <w:t xml:space="preserve"> من كوة في بيته فقلت هذا رأس زيد بن علي فاستوى جالسا</w:t>
      </w:r>
      <w:r w:rsidR="00CC0E35">
        <w:rPr>
          <w:rFonts w:hint="cs"/>
          <w:rtl/>
        </w:rPr>
        <w:t>ً</w:t>
      </w:r>
      <w:r>
        <w:rPr>
          <w:rtl/>
        </w:rPr>
        <w:t xml:space="preserve"> ثم قال </w:t>
      </w:r>
      <w:r w:rsidR="00226368">
        <w:rPr>
          <w:rFonts w:hint="cs"/>
          <w:rtl/>
        </w:rPr>
        <w:t>ا</w:t>
      </w:r>
      <w:r>
        <w:rPr>
          <w:rtl/>
        </w:rPr>
        <w:t xml:space="preserve">هلك </w:t>
      </w:r>
      <w:r w:rsidR="00226368">
        <w:rPr>
          <w:rFonts w:hint="cs"/>
          <w:rtl/>
        </w:rPr>
        <w:t>ا</w:t>
      </w:r>
      <w:r>
        <w:rPr>
          <w:rtl/>
        </w:rPr>
        <w:t xml:space="preserve">هل هذا البيت العجلة فقلت له </w:t>
      </w:r>
      <w:r w:rsidR="00226368">
        <w:rPr>
          <w:rFonts w:hint="cs"/>
          <w:rtl/>
        </w:rPr>
        <w:t>ا</w:t>
      </w:r>
      <w:r>
        <w:rPr>
          <w:rtl/>
        </w:rPr>
        <w:t xml:space="preserve">و يملكون قال حدثني علي بن حسين عن </w:t>
      </w:r>
      <w:r w:rsidR="00226368">
        <w:rPr>
          <w:rFonts w:hint="cs"/>
          <w:rtl/>
        </w:rPr>
        <w:t>ا</w:t>
      </w:r>
      <w:r>
        <w:rPr>
          <w:rtl/>
        </w:rPr>
        <w:t>بي</w:t>
      </w:r>
      <w:r w:rsidR="00226368">
        <w:rPr>
          <w:rFonts w:hint="cs"/>
          <w:rtl/>
        </w:rPr>
        <w:t>ه</w:t>
      </w:r>
      <w:r>
        <w:rPr>
          <w:rtl/>
        </w:rPr>
        <w:t xml:space="preserve"> عن فاطمة </w:t>
      </w:r>
      <w:r w:rsidR="00226368">
        <w:rPr>
          <w:rFonts w:hint="cs"/>
          <w:rtl/>
        </w:rPr>
        <w:t>ا</w:t>
      </w:r>
      <w:r>
        <w:rPr>
          <w:rtl/>
        </w:rPr>
        <w:t>ن رسو</w:t>
      </w:r>
      <w:r w:rsidR="00226368">
        <w:rPr>
          <w:rFonts w:hint="cs"/>
          <w:rtl/>
        </w:rPr>
        <w:t>ل</w:t>
      </w:r>
      <w:r>
        <w:rPr>
          <w:rtl/>
        </w:rPr>
        <w:t xml:space="preserve"> الله (ص) قال لها المهدي من ولدك.</w:t>
      </w:r>
    </w:p>
    <w:p w:rsidR="00BA4473" w:rsidRDefault="00BA4473" w:rsidP="00BA4473">
      <w:pPr>
        <w:rPr>
          <w:rtl/>
        </w:rPr>
      </w:pPr>
      <w:r>
        <w:rPr>
          <w:rtl/>
        </w:rPr>
        <w:t>ورواه ابن عساكر في تاريخ دمشق بسنده عن الوليد ابن</w:t>
      </w:r>
    </w:p>
    <w:p w:rsidR="00BA4473" w:rsidRDefault="00BA4473" w:rsidP="00F90253">
      <w:pPr>
        <w:pStyle w:val="rfdNormal0"/>
        <w:rPr>
          <w:rtl/>
        </w:rPr>
      </w:pPr>
      <w:r w:rsidRPr="00226368">
        <w:rPr>
          <w:rtl/>
        </w:rPr>
        <w:br w:type="page"/>
      </w:r>
      <w:r>
        <w:rPr>
          <w:rtl/>
        </w:rPr>
        <w:lastRenderedPageBreak/>
        <w:t>محمد الموقري قال كنا على باب الزهري اذ سمع جلبة فقال ما هذا يا وليد فنظرت فاذا رأس زيد يطاف به بيد اللعابين ف</w:t>
      </w:r>
      <w:r w:rsidR="00B54948">
        <w:rPr>
          <w:rFonts w:hint="cs"/>
          <w:rtl/>
        </w:rPr>
        <w:t>ا</w:t>
      </w:r>
      <w:r>
        <w:rPr>
          <w:rtl/>
        </w:rPr>
        <w:t xml:space="preserve">خبرته فبكى وقال أهلك </w:t>
      </w:r>
      <w:r w:rsidR="00B54948">
        <w:rPr>
          <w:rFonts w:hint="cs"/>
          <w:rtl/>
        </w:rPr>
        <w:t>ا</w:t>
      </w:r>
      <w:r>
        <w:rPr>
          <w:rtl/>
        </w:rPr>
        <w:t xml:space="preserve">هل هذا البيت العجلة قلت ويملكون قال نعم حدثني علي ابن الحسين عن </w:t>
      </w:r>
      <w:r w:rsidR="00F90253">
        <w:rPr>
          <w:rFonts w:hint="cs"/>
          <w:rtl/>
        </w:rPr>
        <w:t>ا</w:t>
      </w:r>
      <w:r>
        <w:rPr>
          <w:rtl/>
        </w:rPr>
        <w:t xml:space="preserve">بيه </w:t>
      </w:r>
      <w:r w:rsidR="00F90253">
        <w:rPr>
          <w:rFonts w:hint="cs"/>
          <w:rtl/>
        </w:rPr>
        <w:t>ا</w:t>
      </w:r>
      <w:r>
        <w:rPr>
          <w:rtl/>
        </w:rPr>
        <w:t xml:space="preserve">ن رسول الله (ص) قال لفاطمة ابشري المهدي منك ( وقول ) ما </w:t>
      </w:r>
      <w:r w:rsidR="00F90253">
        <w:rPr>
          <w:rFonts w:hint="cs"/>
          <w:rtl/>
        </w:rPr>
        <w:t>ا</w:t>
      </w:r>
      <w:r>
        <w:rPr>
          <w:rtl/>
        </w:rPr>
        <w:t xml:space="preserve">هلك </w:t>
      </w:r>
      <w:r w:rsidR="00F90253">
        <w:rPr>
          <w:rFonts w:hint="cs"/>
          <w:rtl/>
        </w:rPr>
        <w:t>ا</w:t>
      </w:r>
      <w:r>
        <w:rPr>
          <w:rtl/>
        </w:rPr>
        <w:t>هل هذا البيت العجلة ولا نفعهم الا</w:t>
      </w:r>
      <w:r w:rsidR="00F90253">
        <w:rPr>
          <w:rFonts w:hint="cs"/>
          <w:rtl/>
        </w:rPr>
        <w:t xml:space="preserve"> </w:t>
      </w:r>
      <w:r>
        <w:rPr>
          <w:rtl/>
        </w:rPr>
        <w:t>بطء و</w:t>
      </w:r>
      <w:r w:rsidR="00F90253">
        <w:rPr>
          <w:rFonts w:hint="cs"/>
          <w:rtl/>
        </w:rPr>
        <w:t>ا</w:t>
      </w:r>
      <w:r>
        <w:rPr>
          <w:rtl/>
        </w:rPr>
        <w:t xml:space="preserve">نما </w:t>
      </w:r>
      <w:r w:rsidR="00F90253">
        <w:rPr>
          <w:rFonts w:hint="cs"/>
          <w:rtl/>
        </w:rPr>
        <w:t>ا</w:t>
      </w:r>
      <w:r>
        <w:rPr>
          <w:rtl/>
        </w:rPr>
        <w:t xml:space="preserve">هلكهم يوم معلوم مشهور كان السبب الاول لغصب حقوقهم وسفك دمائهم وان يحكم فيهم من لهم الحكم فيه ومن </w:t>
      </w:r>
      <w:r w:rsidR="00F90253">
        <w:rPr>
          <w:rFonts w:hint="cs"/>
          <w:rtl/>
        </w:rPr>
        <w:t>ا</w:t>
      </w:r>
      <w:r>
        <w:rPr>
          <w:rtl/>
        </w:rPr>
        <w:t>جله دفنت الزهراء سرا</w:t>
      </w:r>
      <w:r w:rsidR="00CC0E35">
        <w:rPr>
          <w:rFonts w:hint="cs"/>
          <w:rtl/>
        </w:rPr>
        <w:t>ً</w:t>
      </w:r>
      <w:r>
        <w:rPr>
          <w:rtl/>
        </w:rPr>
        <w:t xml:space="preserve"> وفيه قتل علي بن </w:t>
      </w:r>
      <w:r w:rsidR="00F90253">
        <w:rPr>
          <w:rFonts w:hint="cs"/>
          <w:rtl/>
        </w:rPr>
        <w:t>ا</w:t>
      </w:r>
      <w:r>
        <w:rPr>
          <w:rtl/>
        </w:rPr>
        <w:t xml:space="preserve">بي طالب لا في التاسع عشر من شهر رمضان وفيه سم الحسن وفيه </w:t>
      </w:r>
      <w:r w:rsidR="00F90253">
        <w:rPr>
          <w:rFonts w:hint="cs"/>
          <w:rtl/>
        </w:rPr>
        <w:t>ا</w:t>
      </w:r>
      <w:r>
        <w:rPr>
          <w:rtl/>
        </w:rPr>
        <w:t xml:space="preserve">صيب الحسين كما قال القاضي ابن </w:t>
      </w:r>
      <w:r w:rsidR="00F90253">
        <w:rPr>
          <w:rFonts w:hint="cs"/>
          <w:rtl/>
        </w:rPr>
        <w:t>ا</w:t>
      </w:r>
      <w:r>
        <w:rPr>
          <w:rtl/>
        </w:rPr>
        <w:t>بي قريعة لا في يوم عاشورا وفيه قتل زيد وابنه يحيى وعبد</w:t>
      </w:r>
      <w:r w:rsidR="00F90253">
        <w:rPr>
          <w:rFonts w:hint="cs"/>
          <w:rtl/>
        </w:rPr>
        <w:t xml:space="preserve"> </w:t>
      </w:r>
      <w:r>
        <w:rPr>
          <w:rtl/>
        </w:rPr>
        <w:t>الله بن الحسن و</w:t>
      </w:r>
      <w:r w:rsidR="00F90253">
        <w:rPr>
          <w:rFonts w:hint="cs"/>
          <w:rtl/>
        </w:rPr>
        <w:t>ا</w:t>
      </w:r>
      <w:r>
        <w:rPr>
          <w:rtl/>
        </w:rPr>
        <w:t xml:space="preserve">هل بيته والحسين صاحب فخ وسائر آل </w:t>
      </w:r>
      <w:r w:rsidR="00F90253">
        <w:rPr>
          <w:rFonts w:hint="cs"/>
          <w:rtl/>
        </w:rPr>
        <w:t>ا</w:t>
      </w:r>
      <w:r>
        <w:rPr>
          <w:rtl/>
        </w:rPr>
        <w:t>بي طالب. قال أبو الفرج : و</w:t>
      </w:r>
      <w:r w:rsidR="00F90253">
        <w:rPr>
          <w:rFonts w:hint="cs"/>
          <w:rtl/>
        </w:rPr>
        <w:t>ا</w:t>
      </w:r>
      <w:r>
        <w:rPr>
          <w:rtl/>
        </w:rPr>
        <w:t>مر يوسف بن عمر بزيد فصلب بالكناسة عاريا</w:t>
      </w:r>
      <w:r w:rsidR="00CC0E35">
        <w:rPr>
          <w:rFonts w:hint="cs"/>
          <w:rtl/>
        </w:rPr>
        <w:t>ً</w:t>
      </w:r>
      <w:r>
        <w:rPr>
          <w:rtl/>
        </w:rPr>
        <w:t xml:space="preserve"> وصلب معه من </w:t>
      </w:r>
      <w:r w:rsidR="00F90253">
        <w:rPr>
          <w:rFonts w:hint="cs"/>
          <w:rtl/>
        </w:rPr>
        <w:t>ا</w:t>
      </w:r>
      <w:r>
        <w:rPr>
          <w:rtl/>
        </w:rPr>
        <w:t>صحابه مع</w:t>
      </w:r>
      <w:r w:rsidR="00F90253">
        <w:rPr>
          <w:rFonts w:hint="cs"/>
          <w:rtl/>
        </w:rPr>
        <w:t>ا</w:t>
      </w:r>
      <w:r>
        <w:rPr>
          <w:rtl/>
        </w:rPr>
        <w:t>وية بن اسحق وزياد النهدي ونصر بن خزيمة العبسي ومكث مصلوبا</w:t>
      </w:r>
      <w:r w:rsidR="00CC0E35">
        <w:rPr>
          <w:rFonts w:hint="cs"/>
          <w:rtl/>
        </w:rPr>
        <w:t>ً</w:t>
      </w:r>
      <w:r>
        <w:rPr>
          <w:rtl/>
        </w:rPr>
        <w:t xml:space="preserve"> </w:t>
      </w:r>
      <w:r w:rsidR="00F90253">
        <w:rPr>
          <w:rFonts w:hint="cs"/>
          <w:rtl/>
        </w:rPr>
        <w:t>ا</w:t>
      </w:r>
      <w:r>
        <w:rPr>
          <w:rtl/>
        </w:rPr>
        <w:t xml:space="preserve">ربع سنين الى </w:t>
      </w:r>
      <w:r w:rsidR="00F90253">
        <w:rPr>
          <w:rFonts w:hint="cs"/>
          <w:rtl/>
        </w:rPr>
        <w:t>ا</w:t>
      </w:r>
      <w:r>
        <w:rPr>
          <w:rtl/>
        </w:rPr>
        <w:t xml:space="preserve">يام الوليد بن يزيد سنة 126 ( وفي رواية </w:t>
      </w:r>
      <w:r w:rsidR="00F90253">
        <w:rPr>
          <w:rFonts w:hint="cs"/>
          <w:rtl/>
        </w:rPr>
        <w:t>ا</w:t>
      </w:r>
      <w:r>
        <w:rPr>
          <w:rtl/>
        </w:rPr>
        <w:t xml:space="preserve">ن الفاختة عششت في جوفه ) فلما ظهر يحيى بن زيد كتب الوليد الى يوسف ( </w:t>
      </w:r>
      <w:r w:rsidR="00F90253">
        <w:rPr>
          <w:rFonts w:hint="cs"/>
          <w:rtl/>
        </w:rPr>
        <w:t>ا</w:t>
      </w:r>
      <w:r>
        <w:rPr>
          <w:rtl/>
        </w:rPr>
        <w:t xml:space="preserve">ما بعد ) فاذا </w:t>
      </w:r>
      <w:r w:rsidR="00F90253">
        <w:rPr>
          <w:rFonts w:hint="cs"/>
          <w:rtl/>
        </w:rPr>
        <w:t>ا</w:t>
      </w:r>
      <w:r>
        <w:rPr>
          <w:rtl/>
        </w:rPr>
        <w:t>تاك كتابي هذا فانظر عجل اهل العراق ف</w:t>
      </w:r>
      <w:r w:rsidR="00F90253">
        <w:rPr>
          <w:rFonts w:hint="cs"/>
          <w:rtl/>
        </w:rPr>
        <w:t>ا</w:t>
      </w:r>
      <w:r>
        <w:rPr>
          <w:rtl/>
        </w:rPr>
        <w:t>حرقه و</w:t>
      </w:r>
      <w:r w:rsidR="00F90253">
        <w:rPr>
          <w:rFonts w:hint="cs"/>
          <w:rtl/>
        </w:rPr>
        <w:t>ا</w:t>
      </w:r>
      <w:r>
        <w:rPr>
          <w:rtl/>
        </w:rPr>
        <w:t>نسفه في اليم نسفا</w:t>
      </w:r>
      <w:r w:rsidR="00CC0E35">
        <w:rPr>
          <w:rFonts w:hint="cs"/>
          <w:rtl/>
        </w:rPr>
        <w:t>ً</w:t>
      </w:r>
      <w:r>
        <w:rPr>
          <w:rtl/>
        </w:rPr>
        <w:t xml:space="preserve"> والسلام ف</w:t>
      </w:r>
      <w:r w:rsidR="00F90253">
        <w:rPr>
          <w:rFonts w:hint="cs"/>
          <w:rtl/>
        </w:rPr>
        <w:t>ا</w:t>
      </w:r>
      <w:r>
        <w:rPr>
          <w:rtl/>
        </w:rPr>
        <w:t>مر يوسف عند ذلك خراش بن حوشب ف</w:t>
      </w:r>
      <w:r w:rsidR="00F90253">
        <w:rPr>
          <w:rFonts w:hint="cs"/>
          <w:rtl/>
        </w:rPr>
        <w:t>ا</w:t>
      </w:r>
      <w:r>
        <w:rPr>
          <w:rtl/>
        </w:rPr>
        <w:t>نز</w:t>
      </w:r>
      <w:r w:rsidR="00F90253">
        <w:rPr>
          <w:rFonts w:hint="cs"/>
          <w:rtl/>
        </w:rPr>
        <w:t>ل</w:t>
      </w:r>
      <w:r>
        <w:rPr>
          <w:rtl/>
        </w:rPr>
        <w:t>ه من جذعه ف</w:t>
      </w:r>
      <w:r w:rsidR="00F90253">
        <w:rPr>
          <w:rFonts w:hint="cs"/>
          <w:rtl/>
        </w:rPr>
        <w:t>ا</w:t>
      </w:r>
      <w:r>
        <w:rPr>
          <w:rtl/>
        </w:rPr>
        <w:t>حرقه بالنار ثم جعله في قواصر ثم حمله في سفينة ثم ذراه في الفرات.</w:t>
      </w:r>
    </w:p>
    <w:p w:rsidR="00BA4473" w:rsidRDefault="00BA4473" w:rsidP="009465D1">
      <w:pPr>
        <w:rPr>
          <w:rtl/>
        </w:rPr>
      </w:pPr>
      <w:r>
        <w:rPr>
          <w:rtl/>
        </w:rPr>
        <w:t xml:space="preserve">وقال المسعودي : ذكر </w:t>
      </w:r>
      <w:r w:rsidR="009465D1">
        <w:rPr>
          <w:rFonts w:hint="cs"/>
          <w:rtl/>
        </w:rPr>
        <w:t>ا</w:t>
      </w:r>
      <w:r>
        <w:rPr>
          <w:rtl/>
        </w:rPr>
        <w:t xml:space="preserve">بو بكر بن عياش وجماعة </w:t>
      </w:r>
      <w:r w:rsidR="009465D1">
        <w:rPr>
          <w:rFonts w:hint="cs"/>
          <w:rtl/>
        </w:rPr>
        <w:t>ا</w:t>
      </w:r>
      <w:r>
        <w:rPr>
          <w:rtl/>
        </w:rPr>
        <w:t>ن زيدا</w:t>
      </w:r>
      <w:r w:rsidR="00CC0E35">
        <w:rPr>
          <w:rFonts w:hint="cs"/>
          <w:rtl/>
        </w:rPr>
        <w:t>ً</w:t>
      </w:r>
    </w:p>
    <w:p w:rsidR="00BA4473" w:rsidRDefault="00BA4473" w:rsidP="008F2DB7">
      <w:pPr>
        <w:pStyle w:val="rfdNormal0"/>
        <w:rPr>
          <w:rtl/>
        </w:rPr>
      </w:pPr>
      <w:r w:rsidRPr="009465D1">
        <w:rPr>
          <w:rtl/>
        </w:rPr>
        <w:br w:type="page"/>
      </w:r>
      <w:r>
        <w:rPr>
          <w:rtl/>
        </w:rPr>
        <w:lastRenderedPageBreak/>
        <w:t>مكث مصلوبا</w:t>
      </w:r>
      <w:r w:rsidR="008F2DB7">
        <w:rPr>
          <w:rFonts w:hint="cs"/>
          <w:rtl/>
        </w:rPr>
        <w:t>ً</w:t>
      </w:r>
      <w:r>
        <w:rPr>
          <w:rtl/>
        </w:rPr>
        <w:t xml:space="preserve"> خمسين شهرا</w:t>
      </w:r>
      <w:r w:rsidR="008F2DB7">
        <w:rPr>
          <w:rFonts w:hint="cs"/>
          <w:rtl/>
        </w:rPr>
        <w:t>ً</w:t>
      </w:r>
      <w:r>
        <w:rPr>
          <w:rtl/>
        </w:rPr>
        <w:t xml:space="preserve"> عريانا</w:t>
      </w:r>
      <w:r w:rsidR="008F2DB7">
        <w:rPr>
          <w:rFonts w:hint="cs"/>
          <w:rtl/>
        </w:rPr>
        <w:t>ً</w:t>
      </w:r>
      <w:r>
        <w:rPr>
          <w:rtl/>
        </w:rPr>
        <w:t xml:space="preserve"> فلم ير له </w:t>
      </w:r>
      <w:r w:rsidR="008F2DB7">
        <w:rPr>
          <w:rFonts w:hint="cs"/>
          <w:rtl/>
        </w:rPr>
        <w:t>ا</w:t>
      </w:r>
      <w:r>
        <w:rPr>
          <w:rtl/>
        </w:rPr>
        <w:t>حد عورة سترا</w:t>
      </w:r>
      <w:r w:rsidR="00CC0E35">
        <w:rPr>
          <w:rFonts w:hint="cs"/>
          <w:rtl/>
        </w:rPr>
        <w:t>ً</w:t>
      </w:r>
      <w:r>
        <w:rPr>
          <w:rtl/>
        </w:rPr>
        <w:t xml:space="preserve"> من الله له وذلك بالكناسة بالكوفة فلما كان في </w:t>
      </w:r>
      <w:r w:rsidR="008F2DB7">
        <w:rPr>
          <w:rFonts w:hint="cs"/>
          <w:rtl/>
        </w:rPr>
        <w:t>ا</w:t>
      </w:r>
      <w:r>
        <w:rPr>
          <w:rtl/>
        </w:rPr>
        <w:t xml:space="preserve">يام الوليد بن يزيد بن عبد الملك وظهر ابنه يحيى بن زيد بخراسان كتب الوليد الى عامله بالكوفة </w:t>
      </w:r>
      <w:r w:rsidR="008F2DB7">
        <w:rPr>
          <w:rFonts w:hint="cs"/>
          <w:rtl/>
        </w:rPr>
        <w:t>ا</w:t>
      </w:r>
      <w:r>
        <w:rPr>
          <w:rtl/>
        </w:rPr>
        <w:t xml:space="preserve">ن </w:t>
      </w:r>
      <w:r w:rsidR="008F2DB7">
        <w:rPr>
          <w:rFonts w:hint="cs"/>
          <w:rtl/>
        </w:rPr>
        <w:t>ا</w:t>
      </w:r>
      <w:r>
        <w:rPr>
          <w:rtl/>
        </w:rPr>
        <w:t>حرق زيدا</w:t>
      </w:r>
      <w:r w:rsidR="00CC0E35">
        <w:rPr>
          <w:rFonts w:hint="cs"/>
          <w:rtl/>
        </w:rPr>
        <w:t>ً</w:t>
      </w:r>
      <w:r>
        <w:rPr>
          <w:rtl/>
        </w:rPr>
        <w:t xml:space="preserve"> بخشبته ففعل به ذلك و</w:t>
      </w:r>
      <w:r w:rsidR="008F2DB7">
        <w:rPr>
          <w:rFonts w:hint="cs"/>
          <w:rtl/>
        </w:rPr>
        <w:t>ا</w:t>
      </w:r>
      <w:r>
        <w:rPr>
          <w:rtl/>
        </w:rPr>
        <w:t>ذري في الرياح على شاط</w:t>
      </w:r>
      <w:r w:rsidR="008F2DB7">
        <w:rPr>
          <w:rFonts w:hint="cs"/>
          <w:rtl/>
        </w:rPr>
        <w:t>ئ</w:t>
      </w:r>
      <w:r>
        <w:rPr>
          <w:rtl/>
        </w:rPr>
        <w:t xml:space="preserve"> الفرات قال ابن عساكر صلب عاريا فنسجت العنكبوت على عورته وقيل تدلت قطعة لحم منه فسترت عورته.</w:t>
      </w:r>
    </w:p>
    <w:p w:rsidR="00BA4473" w:rsidRDefault="00BA4473" w:rsidP="003D2BAD">
      <w:pPr>
        <w:rPr>
          <w:rtl/>
        </w:rPr>
      </w:pPr>
      <w:r>
        <w:rPr>
          <w:rtl/>
        </w:rPr>
        <w:t>ورأى جرير بن حازم كما في مقاتل الطالبيين وتهذيب التهذيب النبي صل</w:t>
      </w:r>
      <w:r w:rsidR="008F2DB7">
        <w:rPr>
          <w:rFonts w:hint="cs"/>
          <w:rtl/>
        </w:rPr>
        <w:t>ّ</w:t>
      </w:r>
      <w:r>
        <w:rPr>
          <w:rtl/>
        </w:rPr>
        <w:t>ى الله عليه وسل</w:t>
      </w:r>
      <w:r w:rsidR="008F2DB7">
        <w:rPr>
          <w:rFonts w:hint="cs"/>
          <w:rtl/>
        </w:rPr>
        <w:t>ّ</w:t>
      </w:r>
      <w:r>
        <w:rPr>
          <w:rtl/>
        </w:rPr>
        <w:t xml:space="preserve">م في المنام وهو متساند الى جذع زيد بن علي وهو مصلوب وهو يقول للناس </w:t>
      </w:r>
      <w:r w:rsidR="008F2DB7">
        <w:rPr>
          <w:rFonts w:hint="cs"/>
          <w:rtl/>
        </w:rPr>
        <w:t>ا</w:t>
      </w:r>
      <w:r>
        <w:rPr>
          <w:rtl/>
        </w:rPr>
        <w:t xml:space="preserve">هكذا تفعلون بولدي. وقال ابن عساكر </w:t>
      </w:r>
      <w:r w:rsidR="008F2DB7">
        <w:rPr>
          <w:rFonts w:hint="cs"/>
          <w:rtl/>
        </w:rPr>
        <w:t>ا</w:t>
      </w:r>
      <w:r>
        <w:rPr>
          <w:rtl/>
        </w:rPr>
        <w:t xml:space="preserve">ن الموكل بخشبته رأى النبي (ص) في النوم وقد وقف على الخشبة وقال هكذا تصنعون بولدي من بعدي يا بني يا زيد قتلوك قتلهم الله صلبوك صلبهم الله فخرج هذا في الناس فكتب يوسف بن عمر الى هشام </w:t>
      </w:r>
      <w:r w:rsidR="008F2DB7">
        <w:rPr>
          <w:rFonts w:hint="cs"/>
          <w:rtl/>
        </w:rPr>
        <w:t>ا</w:t>
      </w:r>
      <w:r>
        <w:rPr>
          <w:rtl/>
        </w:rPr>
        <w:t xml:space="preserve">ن عجل الى العراق فقد فتنوا فكتب اليه هشام </w:t>
      </w:r>
      <w:r w:rsidR="008F2DB7">
        <w:rPr>
          <w:rFonts w:hint="cs"/>
          <w:rtl/>
        </w:rPr>
        <w:t>ا</w:t>
      </w:r>
      <w:r>
        <w:rPr>
          <w:rtl/>
        </w:rPr>
        <w:t xml:space="preserve">ن احرقه بالنار. وجازى الله يوسف بن عمر على سوء فعلته في دار الدنيا والعذاب الآخرة </w:t>
      </w:r>
      <w:r w:rsidR="008F2DB7">
        <w:rPr>
          <w:rFonts w:hint="cs"/>
          <w:rtl/>
        </w:rPr>
        <w:t>ا</w:t>
      </w:r>
      <w:r>
        <w:rPr>
          <w:rtl/>
        </w:rPr>
        <w:t>شد و</w:t>
      </w:r>
      <w:r w:rsidR="008F2DB7">
        <w:rPr>
          <w:rFonts w:hint="cs"/>
          <w:rtl/>
        </w:rPr>
        <w:t>ا</w:t>
      </w:r>
      <w:r>
        <w:rPr>
          <w:rtl/>
        </w:rPr>
        <w:t>بقى ف</w:t>
      </w:r>
      <w:r w:rsidR="008F2DB7">
        <w:rPr>
          <w:rFonts w:hint="cs"/>
          <w:rtl/>
        </w:rPr>
        <w:t>ا</w:t>
      </w:r>
      <w:r>
        <w:rPr>
          <w:rtl/>
        </w:rPr>
        <w:t xml:space="preserve">نه لما ولي يزيد بن الوليد استعمل على العراق منصور بن جهور فلما كان بعين التمر كتب الى من بالحيرة من قواد </w:t>
      </w:r>
      <w:r w:rsidR="008F2DB7">
        <w:rPr>
          <w:rFonts w:hint="cs"/>
          <w:rtl/>
        </w:rPr>
        <w:t>ا</w:t>
      </w:r>
      <w:r>
        <w:rPr>
          <w:rtl/>
        </w:rPr>
        <w:t>هل الشام يأمرهم ب</w:t>
      </w:r>
      <w:r w:rsidR="003D2BAD">
        <w:rPr>
          <w:rFonts w:hint="cs"/>
          <w:rtl/>
        </w:rPr>
        <w:t>ا</w:t>
      </w:r>
      <w:r>
        <w:rPr>
          <w:rtl/>
        </w:rPr>
        <w:t xml:space="preserve">خذ يوسف </w:t>
      </w:r>
      <w:r w:rsidR="008F2DB7">
        <w:rPr>
          <w:rFonts w:hint="cs"/>
          <w:rtl/>
        </w:rPr>
        <w:t>و</w:t>
      </w:r>
      <w:r>
        <w:rPr>
          <w:rtl/>
        </w:rPr>
        <w:t xml:space="preserve">عماله فعلم بذلك يوسف فتحير في </w:t>
      </w:r>
      <w:r w:rsidR="008F2DB7">
        <w:rPr>
          <w:rFonts w:hint="cs"/>
          <w:rtl/>
        </w:rPr>
        <w:t>ا</w:t>
      </w:r>
      <w:r>
        <w:rPr>
          <w:rtl/>
        </w:rPr>
        <w:t xml:space="preserve">مره ثم </w:t>
      </w:r>
      <w:r w:rsidR="008F2DB7">
        <w:rPr>
          <w:rFonts w:hint="cs"/>
          <w:rtl/>
        </w:rPr>
        <w:t>ا</w:t>
      </w:r>
      <w:r>
        <w:rPr>
          <w:rtl/>
        </w:rPr>
        <w:t>ختفى عند محمد بن سعيد بن العاص فلم ير رجل كان مثل عتوه خاف خوفه ثم هرب الى الشام فنزل البلقاء فلما بلغ خبره يزيد ابن الوليد وجه اليه خمسين فارسا</w:t>
      </w:r>
      <w:r w:rsidR="00CC0E35">
        <w:rPr>
          <w:rFonts w:hint="cs"/>
          <w:rtl/>
        </w:rPr>
        <w:t>ً</w:t>
      </w:r>
      <w:r>
        <w:rPr>
          <w:rtl/>
        </w:rPr>
        <w:t xml:space="preserve"> فوجدوه بين نسوة قد ألقين عليه</w:t>
      </w:r>
    </w:p>
    <w:p w:rsidR="00BA4473" w:rsidRDefault="00BA4473" w:rsidP="00BA4473">
      <w:pPr>
        <w:pStyle w:val="rfdNormal0"/>
        <w:rPr>
          <w:rtl/>
        </w:rPr>
      </w:pPr>
      <w:r w:rsidRPr="008F2DB7">
        <w:rPr>
          <w:rtl/>
        </w:rPr>
        <w:br w:type="page"/>
      </w:r>
      <w:r>
        <w:rPr>
          <w:rtl/>
        </w:rPr>
        <w:lastRenderedPageBreak/>
        <w:t>قطيفة خز وجلسن على حواشيها حاسرات فجروا برجله وأخذوه الى يزيد فوثب عليه بعض الحرس فأخذ بلحيته نتف بعضها وكانت تبلغ الى سرته فحبسه يزيد وبقي محبوسا</w:t>
      </w:r>
      <w:r w:rsidR="00966828">
        <w:rPr>
          <w:rFonts w:hint="cs"/>
          <w:rtl/>
        </w:rPr>
        <w:t>ً</w:t>
      </w:r>
      <w:r>
        <w:rPr>
          <w:rtl/>
        </w:rPr>
        <w:t xml:space="preserve"> ولاية يزيد وشهرين وعشرة ايام من ولاية ابراهيم ثم قتل في الحبس هذا مختصر ما في كامل ابن الاثير.</w:t>
      </w:r>
    </w:p>
    <w:p w:rsidR="00BA4473" w:rsidRDefault="00BA4473" w:rsidP="001F4043">
      <w:pPr>
        <w:rPr>
          <w:rtl/>
        </w:rPr>
      </w:pPr>
      <w:r>
        <w:rPr>
          <w:rtl/>
        </w:rPr>
        <w:t xml:space="preserve">والتمثيل بالقتيل بعد الموت يدل على خسة النفوس وخبثها والرجل الشريف النبيل يكتفي عند الظفر بخصمه بقتله </w:t>
      </w:r>
      <w:r w:rsidR="001F4043">
        <w:rPr>
          <w:rFonts w:hint="cs"/>
          <w:rtl/>
        </w:rPr>
        <w:t>ا</w:t>
      </w:r>
      <w:r>
        <w:rPr>
          <w:rtl/>
        </w:rPr>
        <w:t xml:space="preserve">ن لم يكن للعفو موضع وتأنف نفسه ويأبى له كرم طباعه التمثيل بعدوه ولو كان من </w:t>
      </w:r>
      <w:r w:rsidR="001F4043">
        <w:rPr>
          <w:rFonts w:hint="cs"/>
          <w:rtl/>
        </w:rPr>
        <w:t>ا</w:t>
      </w:r>
      <w:r>
        <w:rPr>
          <w:rtl/>
        </w:rPr>
        <w:t xml:space="preserve">عدى الاعداء بل لا يسلبه ثيابه ولا درعه كما فعل </w:t>
      </w:r>
      <w:r w:rsidR="001F4043">
        <w:rPr>
          <w:rFonts w:hint="cs"/>
          <w:rtl/>
        </w:rPr>
        <w:t>ا</w:t>
      </w:r>
      <w:r>
        <w:rPr>
          <w:rtl/>
        </w:rPr>
        <w:t xml:space="preserve">مير المؤمنين علي </w:t>
      </w:r>
      <w:r w:rsidR="00FF2CA0">
        <w:rPr>
          <w:rStyle w:val="rfdAlaem"/>
          <w:rFonts w:hint="cs"/>
          <w:rtl/>
        </w:rPr>
        <w:t>عليه‌السلام</w:t>
      </w:r>
      <w:r>
        <w:rPr>
          <w:rtl/>
        </w:rPr>
        <w:t xml:space="preserve"> حين قتل عمرو بن عبدود واستدلت </w:t>
      </w:r>
      <w:r w:rsidR="001F4043">
        <w:rPr>
          <w:rFonts w:hint="cs"/>
          <w:rtl/>
        </w:rPr>
        <w:t>ا</w:t>
      </w:r>
      <w:r>
        <w:rPr>
          <w:rtl/>
        </w:rPr>
        <w:t xml:space="preserve">خته بذلك على </w:t>
      </w:r>
      <w:r w:rsidR="001F4043">
        <w:rPr>
          <w:rFonts w:hint="cs"/>
          <w:rtl/>
        </w:rPr>
        <w:t>ا</w:t>
      </w:r>
      <w:r>
        <w:rPr>
          <w:rtl/>
        </w:rPr>
        <w:t xml:space="preserve">ن قاتل </w:t>
      </w:r>
      <w:r w:rsidR="001F4043">
        <w:rPr>
          <w:rFonts w:hint="cs"/>
          <w:rtl/>
        </w:rPr>
        <w:t>ا</w:t>
      </w:r>
      <w:r>
        <w:rPr>
          <w:rtl/>
        </w:rPr>
        <w:t>خيها رجل كريم وقال له بعض الاصحاب هلا سلبته درعه ف</w:t>
      </w:r>
      <w:r w:rsidR="001F4043">
        <w:rPr>
          <w:rFonts w:hint="cs"/>
          <w:rtl/>
        </w:rPr>
        <w:t>ا</w:t>
      </w:r>
      <w:r>
        <w:rPr>
          <w:rtl/>
        </w:rPr>
        <w:t xml:space="preserve">نها داوودية فقال كلا </w:t>
      </w:r>
      <w:r w:rsidR="001F4043">
        <w:rPr>
          <w:rFonts w:hint="cs"/>
          <w:rtl/>
        </w:rPr>
        <w:t>ا</w:t>
      </w:r>
      <w:r>
        <w:rPr>
          <w:rtl/>
        </w:rPr>
        <w:t>ن عمرا</w:t>
      </w:r>
      <w:r w:rsidR="00966828">
        <w:rPr>
          <w:rFonts w:hint="cs"/>
          <w:rtl/>
        </w:rPr>
        <w:t>ً</w:t>
      </w:r>
      <w:r>
        <w:rPr>
          <w:rtl/>
        </w:rPr>
        <w:t xml:space="preserve"> رجل جليل وافتخر بذلك فقال :</w:t>
      </w:r>
    </w:p>
    <w:tbl>
      <w:tblPr>
        <w:bidiVisual/>
        <w:tblW w:w="5000" w:type="pct"/>
        <w:tblLook w:val="01E0" w:firstRow="1" w:lastRow="1" w:firstColumn="1" w:lastColumn="1" w:noHBand="0" w:noVBand="0"/>
      </w:tblPr>
      <w:tblGrid>
        <w:gridCol w:w="3642"/>
        <w:gridCol w:w="303"/>
        <w:gridCol w:w="3642"/>
      </w:tblGrid>
      <w:tr w:rsidR="000425F2">
        <w:tc>
          <w:tcPr>
            <w:tcW w:w="2400" w:type="pct"/>
            <w:shd w:val="clear" w:color="auto" w:fill="auto"/>
          </w:tcPr>
          <w:p w:rsidR="000425F2" w:rsidRDefault="000425F2" w:rsidP="00E644C4">
            <w:pPr>
              <w:pStyle w:val="rfdPoem"/>
              <w:rPr>
                <w:rtl/>
              </w:rPr>
            </w:pPr>
            <w:r>
              <w:rPr>
                <w:rtl/>
              </w:rPr>
              <w:t xml:space="preserve">وعففت عن </w:t>
            </w:r>
            <w:r w:rsidR="001F4043">
              <w:rPr>
                <w:rFonts w:hint="cs"/>
                <w:rtl/>
              </w:rPr>
              <w:t>ا</w:t>
            </w:r>
            <w:r>
              <w:rPr>
                <w:rtl/>
              </w:rPr>
              <w:t xml:space="preserve">ثوابه ولو </w:t>
            </w:r>
            <w:r w:rsidR="001F4043">
              <w:rPr>
                <w:rFonts w:hint="cs"/>
                <w:rtl/>
              </w:rPr>
              <w:t>ا</w:t>
            </w:r>
            <w:r>
              <w:rPr>
                <w:rtl/>
              </w:rPr>
              <w:t>نني</w:t>
            </w:r>
            <w:r w:rsidRPr="002E5C97">
              <w:rPr>
                <w:rStyle w:val="rfdPoemTiniCharChar"/>
                <w:rtl/>
              </w:rPr>
              <w:br/>
              <w:t> </w:t>
            </w:r>
          </w:p>
        </w:tc>
        <w:tc>
          <w:tcPr>
            <w:tcW w:w="200" w:type="pct"/>
            <w:shd w:val="clear" w:color="auto" w:fill="auto"/>
          </w:tcPr>
          <w:p w:rsidR="000425F2" w:rsidRDefault="000425F2" w:rsidP="00E644C4">
            <w:pPr>
              <w:pStyle w:val="rfdPoem"/>
              <w:rPr>
                <w:rtl/>
              </w:rPr>
            </w:pPr>
          </w:p>
        </w:tc>
        <w:tc>
          <w:tcPr>
            <w:tcW w:w="2400" w:type="pct"/>
            <w:shd w:val="clear" w:color="auto" w:fill="auto"/>
          </w:tcPr>
          <w:p w:rsidR="000425F2" w:rsidRDefault="000425F2" w:rsidP="00E644C4">
            <w:pPr>
              <w:pStyle w:val="rfdPoem"/>
              <w:rPr>
                <w:rtl/>
              </w:rPr>
            </w:pPr>
            <w:r>
              <w:rPr>
                <w:rtl/>
              </w:rPr>
              <w:t xml:space="preserve">كنت المجدل بزني </w:t>
            </w:r>
            <w:r w:rsidR="001F4043">
              <w:rPr>
                <w:rFonts w:hint="cs"/>
                <w:rtl/>
              </w:rPr>
              <w:t>ا</w:t>
            </w:r>
            <w:r>
              <w:rPr>
                <w:rtl/>
              </w:rPr>
              <w:t>ثوابي</w:t>
            </w:r>
            <w:r w:rsidRPr="002E5C97">
              <w:rPr>
                <w:rStyle w:val="rfdPoemTiniCharChar"/>
                <w:rtl/>
              </w:rPr>
              <w:br/>
              <w:t> </w:t>
            </w:r>
          </w:p>
        </w:tc>
      </w:tr>
    </w:tbl>
    <w:p w:rsidR="00BA4473" w:rsidRDefault="00BA4473" w:rsidP="001F4043">
      <w:pPr>
        <w:rPr>
          <w:rtl/>
        </w:rPr>
      </w:pPr>
      <w:r>
        <w:rPr>
          <w:rtl/>
        </w:rPr>
        <w:t>ونهى رسول الله صل</w:t>
      </w:r>
      <w:r w:rsidR="001F4043">
        <w:rPr>
          <w:rFonts w:hint="cs"/>
          <w:rtl/>
        </w:rPr>
        <w:t>ّ</w:t>
      </w:r>
      <w:r>
        <w:rPr>
          <w:rtl/>
        </w:rPr>
        <w:t>ى الله عليه وسل</w:t>
      </w:r>
      <w:r w:rsidR="001F4043">
        <w:rPr>
          <w:rFonts w:hint="cs"/>
          <w:rtl/>
        </w:rPr>
        <w:t>ّ</w:t>
      </w:r>
      <w:r>
        <w:rPr>
          <w:rtl/>
        </w:rPr>
        <w:t xml:space="preserve">م عن المثلة ولو بالكلب العقور وكانت سيرة بني أمية رجالهم ونسائهم وسيرة عمالهم المقتدين بهم والمتبعين لاوامرهم التمثيل بالقتلى من </w:t>
      </w:r>
      <w:r w:rsidR="001F4043">
        <w:rPr>
          <w:rFonts w:hint="cs"/>
          <w:rtl/>
        </w:rPr>
        <w:t>ا</w:t>
      </w:r>
      <w:r>
        <w:rPr>
          <w:rtl/>
        </w:rPr>
        <w:t>خصامهم فمثلت هند ابنة عتبة ام مع</w:t>
      </w:r>
      <w:r w:rsidR="001F4043">
        <w:rPr>
          <w:rFonts w:hint="cs"/>
          <w:rtl/>
        </w:rPr>
        <w:t>ا</w:t>
      </w:r>
      <w:r>
        <w:rPr>
          <w:rtl/>
        </w:rPr>
        <w:t xml:space="preserve">وية وزوجة </w:t>
      </w:r>
      <w:r w:rsidR="001F4043">
        <w:rPr>
          <w:rFonts w:hint="cs"/>
          <w:rtl/>
        </w:rPr>
        <w:t>ا</w:t>
      </w:r>
      <w:r>
        <w:rPr>
          <w:rtl/>
        </w:rPr>
        <w:t xml:space="preserve">بي سفيان بقتلى </w:t>
      </w:r>
      <w:r w:rsidR="001F4043">
        <w:rPr>
          <w:rFonts w:hint="cs"/>
          <w:rtl/>
        </w:rPr>
        <w:t>ا</w:t>
      </w:r>
      <w:r>
        <w:rPr>
          <w:rtl/>
        </w:rPr>
        <w:t>حد واتخذت من آذان الرجال وآنافهم خدما</w:t>
      </w:r>
      <w:r w:rsidR="001F4043">
        <w:rPr>
          <w:rFonts w:hint="cs"/>
          <w:rtl/>
        </w:rPr>
        <w:t xml:space="preserve"> </w:t>
      </w:r>
      <w:r>
        <w:rPr>
          <w:rtl/>
        </w:rPr>
        <w:t>وقلائد وبقرت عن كبد حمزة و</w:t>
      </w:r>
      <w:r w:rsidR="001F4043">
        <w:rPr>
          <w:rFonts w:hint="cs"/>
          <w:rtl/>
        </w:rPr>
        <w:t>ا</w:t>
      </w:r>
      <w:r>
        <w:rPr>
          <w:rtl/>
        </w:rPr>
        <w:t>خذت منها قطعة فلاكتها فلم تستطع أن تسيغها فلفظتها وسمية آكلة ال</w:t>
      </w:r>
      <w:r w:rsidR="001F4043">
        <w:rPr>
          <w:rFonts w:hint="cs"/>
          <w:rtl/>
        </w:rPr>
        <w:t>ا</w:t>
      </w:r>
      <w:r>
        <w:rPr>
          <w:rtl/>
        </w:rPr>
        <w:t>كباد وعير بنوها بذلك</w:t>
      </w:r>
    </w:p>
    <w:p w:rsidR="00BA4473" w:rsidRDefault="00BA4473" w:rsidP="000C1210">
      <w:pPr>
        <w:pStyle w:val="rfdNormal0"/>
        <w:rPr>
          <w:rtl/>
        </w:rPr>
      </w:pPr>
      <w:r w:rsidRPr="001F4043">
        <w:rPr>
          <w:rtl/>
        </w:rPr>
        <w:br w:type="page"/>
      </w:r>
      <w:r>
        <w:rPr>
          <w:rtl/>
        </w:rPr>
        <w:lastRenderedPageBreak/>
        <w:t>الى آخر الدهر وسموا بني آكلة الاكباد و</w:t>
      </w:r>
      <w:r w:rsidR="00B67E04">
        <w:rPr>
          <w:rFonts w:hint="cs"/>
          <w:rtl/>
        </w:rPr>
        <w:t>ا</w:t>
      </w:r>
      <w:r>
        <w:rPr>
          <w:rtl/>
        </w:rPr>
        <w:t xml:space="preserve">مر </w:t>
      </w:r>
      <w:r w:rsidR="00B67E04">
        <w:rPr>
          <w:rFonts w:hint="cs"/>
          <w:rtl/>
        </w:rPr>
        <w:t>ا</w:t>
      </w:r>
      <w:r>
        <w:rPr>
          <w:rtl/>
        </w:rPr>
        <w:t xml:space="preserve">مير المؤمنين علي </w:t>
      </w:r>
      <w:r w:rsidR="00FF2CA0">
        <w:rPr>
          <w:rStyle w:val="rfdAlaem"/>
          <w:rFonts w:hint="cs"/>
          <w:rtl/>
        </w:rPr>
        <w:t>عليه‌السلام</w:t>
      </w:r>
      <w:r>
        <w:rPr>
          <w:rtl/>
        </w:rPr>
        <w:t xml:space="preserve"> ولده </w:t>
      </w:r>
      <w:r w:rsidR="000C1210">
        <w:rPr>
          <w:rFonts w:hint="cs"/>
          <w:rtl/>
        </w:rPr>
        <w:t>ا</w:t>
      </w:r>
      <w:r>
        <w:rPr>
          <w:rtl/>
        </w:rPr>
        <w:t xml:space="preserve">ن يفنوه ليلا ويخفوا قبره خوفا من بني </w:t>
      </w:r>
      <w:r w:rsidR="000C1210">
        <w:rPr>
          <w:rFonts w:hint="cs"/>
          <w:rtl/>
        </w:rPr>
        <w:t>ا</w:t>
      </w:r>
      <w:r>
        <w:rPr>
          <w:rtl/>
        </w:rPr>
        <w:t xml:space="preserve">مية </w:t>
      </w:r>
      <w:r w:rsidR="000C1210">
        <w:rPr>
          <w:rFonts w:hint="cs"/>
          <w:rtl/>
        </w:rPr>
        <w:t>ا</w:t>
      </w:r>
      <w:r>
        <w:rPr>
          <w:rtl/>
        </w:rPr>
        <w:t xml:space="preserve">ن ينبشوه ويمثلوا به لما علمه بما سمعه من الرسول (ص) من دولتهم ومثل دعي بني </w:t>
      </w:r>
      <w:r w:rsidR="000C1210">
        <w:rPr>
          <w:rFonts w:hint="cs"/>
          <w:rtl/>
        </w:rPr>
        <w:t>ا</w:t>
      </w:r>
      <w:r>
        <w:rPr>
          <w:rtl/>
        </w:rPr>
        <w:t>مية وابن دعيهم بمسلم بن عقيل وهاني بن عروة ومثل ابن سعد ب</w:t>
      </w:r>
      <w:r w:rsidR="000C1210">
        <w:rPr>
          <w:rFonts w:hint="cs"/>
          <w:rtl/>
        </w:rPr>
        <w:t>ا</w:t>
      </w:r>
      <w:r>
        <w:rPr>
          <w:rtl/>
        </w:rPr>
        <w:t>مر الدعي ابن الدعي بالحسين سبط رسول الله (ص) وريحانته يوم كربلاء وب</w:t>
      </w:r>
      <w:r w:rsidR="00B67E04">
        <w:rPr>
          <w:rFonts w:hint="cs"/>
          <w:rtl/>
        </w:rPr>
        <w:t>ا</w:t>
      </w:r>
      <w:r>
        <w:rPr>
          <w:rtl/>
        </w:rPr>
        <w:t>هله و</w:t>
      </w:r>
      <w:r w:rsidR="000C1210">
        <w:rPr>
          <w:rFonts w:hint="cs"/>
          <w:rtl/>
        </w:rPr>
        <w:t>ا</w:t>
      </w:r>
      <w:r>
        <w:rPr>
          <w:rtl/>
        </w:rPr>
        <w:t>صحابه ومثلوا بزيد بن علي افظع المثلة كما سمعت فدلوا بذلك على خبث سرائرهم وسوء ضمائرهم ولؤم طباعهم وخسة نفوسهم ودناءتها وبعدهم عن الشهامة ومكارم الاخلاق وسمو الصفات</w:t>
      </w:r>
    </w:p>
    <w:tbl>
      <w:tblPr>
        <w:bidiVisual/>
        <w:tblW w:w="5000" w:type="pct"/>
        <w:tblLook w:val="01E0" w:firstRow="1" w:lastRow="1" w:firstColumn="1" w:lastColumn="1" w:noHBand="0" w:noVBand="0"/>
      </w:tblPr>
      <w:tblGrid>
        <w:gridCol w:w="3642"/>
        <w:gridCol w:w="303"/>
        <w:gridCol w:w="3642"/>
      </w:tblGrid>
      <w:tr w:rsidR="006B38A1">
        <w:tc>
          <w:tcPr>
            <w:tcW w:w="2400" w:type="pct"/>
            <w:shd w:val="clear" w:color="auto" w:fill="auto"/>
          </w:tcPr>
          <w:p w:rsidR="006B38A1" w:rsidRDefault="006B38A1" w:rsidP="00E644C4">
            <w:pPr>
              <w:pStyle w:val="rfdPoem"/>
              <w:rPr>
                <w:rtl/>
              </w:rPr>
            </w:pPr>
            <w:r>
              <w:rPr>
                <w:rtl/>
              </w:rPr>
              <w:t>ملكنا فكان العفو منا</w:t>
            </w:r>
            <w:r w:rsidR="000C1210">
              <w:rPr>
                <w:rFonts w:hint="cs"/>
                <w:rtl/>
              </w:rPr>
              <w:t xml:space="preserve"> </w:t>
            </w:r>
            <w:r>
              <w:rPr>
                <w:rtl/>
              </w:rPr>
              <w:t>سجية</w:t>
            </w:r>
            <w:r w:rsidRPr="002E5C97">
              <w:rPr>
                <w:rStyle w:val="rfdPoemTiniCharChar"/>
                <w:rtl/>
              </w:rPr>
              <w:br/>
              <w:t> </w:t>
            </w:r>
          </w:p>
        </w:tc>
        <w:tc>
          <w:tcPr>
            <w:tcW w:w="200" w:type="pct"/>
            <w:shd w:val="clear" w:color="auto" w:fill="auto"/>
          </w:tcPr>
          <w:p w:rsidR="006B38A1" w:rsidRDefault="006B38A1" w:rsidP="00E644C4">
            <w:pPr>
              <w:pStyle w:val="rfdPoem"/>
              <w:rPr>
                <w:rtl/>
              </w:rPr>
            </w:pPr>
          </w:p>
        </w:tc>
        <w:tc>
          <w:tcPr>
            <w:tcW w:w="2400" w:type="pct"/>
            <w:shd w:val="clear" w:color="auto" w:fill="auto"/>
          </w:tcPr>
          <w:p w:rsidR="006B38A1" w:rsidRDefault="006B38A1" w:rsidP="00E644C4">
            <w:pPr>
              <w:pStyle w:val="rfdPoem"/>
              <w:rPr>
                <w:rtl/>
              </w:rPr>
            </w:pPr>
            <w:r>
              <w:rPr>
                <w:rtl/>
              </w:rPr>
              <w:t xml:space="preserve">فلما ملكتم سال بالدم </w:t>
            </w:r>
            <w:r w:rsidR="00B67E04">
              <w:rPr>
                <w:rFonts w:hint="cs"/>
                <w:rtl/>
              </w:rPr>
              <w:t>ا</w:t>
            </w:r>
            <w:r>
              <w:rPr>
                <w:rtl/>
              </w:rPr>
              <w:t>بطح</w:t>
            </w:r>
            <w:r w:rsidRPr="002E5C97">
              <w:rPr>
                <w:rStyle w:val="rfdPoemTiniCharChar"/>
                <w:rtl/>
              </w:rPr>
              <w:br/>
              <w:t> </w:t>
            </w:r>
          </w:p>
        </w:tc>
      </w:tr>
      <w:tr w:rsidR="006B38A1">
        <w:tc>
          <w:tcPr>
            <w:tcW w:w="2400" w:type="pct"/>
          </w:tcPr>
          <w:p w:rsidR="006B38A1" w:rsidRDefault="006B38A1" w:rsidP="00E644C4">
            <w:pPr>
              <w:pStyle w:val="rfdPoem"/>
              <w:rPr>
                <w:rtl/>
              </w:rPr>
            </w:pPr>
            <w:r>
              <w:rPr>
                <w:rtl/>
              </w:rPr>
              <w:t>وحللتم قتل الاسارى ولم نزل</w:t>
            </w:r>
            <w:r w:rsidRPr="002E5C97">
              <w:rPr>
                <w:rStyle w:val="rfdPoemTiniCharChar"/>
                <w:rtl/>
              </w:rPr>
              <w:br/>
              <w:t> </w:t>
            </w:r>
          </w:p>
        </w:tc>
        <w:tc>
          <w:tcPr>
            <w:tcW w:w="200" w:type="pct"/>
          </w:tcPr>
          <w:p w:rsidR="006B38A1" w:rsidRDefault="006B38A1" w:rsidP="00E644C4">
            <w:pPr>
              <w:pStyle w:val="rfdPoem"/>
              <w:rPr>
                <w:rtl/>
              </w:rPr>
            </w:pPr>
          </w:p>
        </w:tc>
        <w:tc>
          <w:tcPr>
            <w:tcW w:w="2400" w:type="pct"/>
          </w:tcPr>
          <w:p w:rsidR="006B38A1" w:rsidRDefault="006B38A1" w:rsidP="00E644C4">
            <w:pPr>
              <w:pStyle w:val="rfdPoem"/>
              <w:rPr>
                <w:rtl/>
              </w:rPr>
            </w:pPr>
            <w:r>
              <w:rPr>
                <w:rtl/>
              </w:rPr>
              <w:t>نعف عن العاني الاسير ونصفح</w:t>
            </w:r>
            <w:r w:rsidRPr="002E5C97">
              <w:rPr>
                <w:rStyle w:val="rfdPoemTiniCharChar"/>
                <w:rtl/>
              </w:rPr>
              <w:br/>
              <w:t> </w:t>
            </w:r>
          </w:p>
        </w:tc>
      </w:tr>
      <w:tr w:rsidR="006B38A1">
        <w:tc>
          <w:tcPr>
            <w:tcW w:w="2400" w:type="pct"/>
          </w:tcPr>
          <w:p w:rsidR="006B38A1" w:rsidRDefault="006B38A1" w:rsidP="00E644C4">
            <w:pPr>
              <w:pStyle w:val="rfdPoem"/>
              <w:rPr>
                <w:rtl/>
              </w:rPr>
            </w:pPr>
            <w:r>
              <w:rPr>
                <w:rtl/>
              </w:rPr>
              <w:t>وحسبكم هذا التفاوت بيننا</w:t>
            </w:r>
            <w:r w:rsidRPr="002E5C97">
              <w:rPr>
                <w:rStyle w:val="rfdPoemTiniCharChar"/>
                <w:rtl/>
              </w:rPr>
              <w:br/>
              <w:t> </w:t>
            </w:r>
          </w:p>
        </w:tc>
        <w:tc>
          <w:tcPr>
            <w:tcW w:w="200" w:type="pct"/>
          </w:tcPr>
          <w:p w:rsidR="006B38A1" w:rsidRDefault="006B38A1" w:rsidP="00E644C4">
            <w:pPr>
              <w:pStyle w:val="rfdPoem"/>
              <w:rPr>
                <w:rtl/>
              </w:rPr>
            </w:pPr>
          </w:p>
        </w:tc>
        <w:tc>
          <w:tcPr>
            <w:tcW w:w="2400" w:type="pct"/>
          </w:tcPr>
          <w:p w:rsidR="006B38A1" w:rsidRDefault="006B38A1" w:rsidP="00E644C4">
            <w:pPr>
              <w:pStyle w:val="rfdPoem"/>
              <w:rPr>
                <w:rtl/>
              </w:rPr>
            </w:pPr>
            <w:r>
              <w:rPr>
                <w:rtl/>
              </w:rPr>
              <w:t xml:space="preserve">وكل </w:t>
            </w:r>
            <w:r w:rsidR="000C1210">
              <w:rPr>
                <w:rFonts w:hint="cs"/>
                <w:rtl/>
              </w:rPr>
              <w:t>ا</w:t>
            </w:r>
            <w:r>
              <w:rPr>
                <w:rtl/>
              </w:rPr>
              <w:t>ناء بالذي فيه ينضح</w:t>
            </w:r>
            <w:r w:rsidRPr="002E5C97">
              <w:rPr>
                <w:rStyle w:val="rfdPoemTiniCharChar"/>
                <w:rtl/>
              </w:rPr>
              <w:br/>
              <w:t> </w:t>
            </w:r>
          </w:p>
        </w:tc>
      </w:tr>
    </w:tbl>
    <w:p w:rsidR="00BA4473" w:rsidRDefault="00BA4473" w:rsidP="000C1210">
      <w:pPr>
        <w:rPr>
          <w:rtl/>
        </w:rPr>
      </w:pPr>
      <w:r>
        <w:rPr>
          <w:rtl/>
        </w:rPr>
        <w:t xml:space="preserve">ولئن </w:t>
      </w:r>
      <w:r w:rsidR="000C1210">
        <w:rPr>
          <w:rFonts w:hint="cs"/>
          <w:rtl/>
        </w:rPr>
        <w:t>ا</w:t>
      </w:r>
      <w:r>
        <w:rPr>
          <w:rtl/>
        </w:rPr>
        <w:t xml:space="preserve">حرق هشام عظام زيد بنار الدنيا فقد سلط الله عليه وعلى </w:t>
      </w:r>
      <w:r w:rsidR="000C1210">
        <w:rPr>
          <w:rFonts w:hint="cs"/>
          <w:rtl/>
        </w:rPr>
        <w:t>ا</w:t>
      </w:r>
      <w:r>
        <w:rPr>
          <w:rtl/>
        </w:rPr>
        <w:t>هل بيته من بني العباس من نبشهم و</w:t>
      </w:r>
      <w:r w:rsidR="000C1210">
        <w:rPr>
          <w:rFonts w:hint="cs"/>
          <w:rtl/>
        </w:rPr>
        <w:t>ا</w:t>
      </w:r>
      <w:r>
        <w:rPr>
          <w:rtl/>
        </w:rPr>
        <w:t>حرقهم بنار الدنيا و</w:t>
      </w:r>
      <w:r w:rsidR="000C1210">
        <w:rPr>
          <w:rFonts w:hint="cs"/>
          <w:rtl/>
        </w:rPr>
        <w:t>ا</w:t>
      </w:r>
      <w:r>
        <w:rPr>
          <w:rtl/>
        </w:rPr>
        <w:t>حرق الله هشاما و</w:t>
      </w:r>
      <w:r w:rsidR="000C1210">
        <w:rPr>
          <w:rFonts w:hint="cs"/>
          <w:rtl/>
        </w:rPr>
        <w:t>ا</w:t>
      </w:r>
      <w:r>
        <w:rPr>
          <w:rtl/>
        </w:rPr>
        <w:t>هل بيته لظلمهم وإلحادهم بنار الآخرة التي لا أمد لها.</w:t>
      </w:r>
    </w:p>
    <w:p w:rsidR="002163BC" w:rsidRDefault="002163BC" w:rsidP="000C1210">
      <w:pPr>
        <w:rPr>
          <w:rtl/>
        </w:rPr>
      </w:pPr>
      <w:r>
        <w:rPr>
          <w:rFonts w:hint="cs"/>
          <w:rtl/>
        </w:rPr>
        <w:t>قال المسعودي : حكى الهيثم بن عدي الطائي عن عمر بن هان</w:t>
      </w:r>
      <w:r w:rsidR="000C1210">
        <w:rPr>
          <w:rFonts w:hint="cs"/>
          <w:rtl/>
        </w:rPr>
        <w:t>ى</w:t>
      </w:r>
      <w:r>
        <w:rPr>
          <w:rFonts w:hint="cs"/>
          <w:rtl/>
        </w:rPr>
        <w:t>ء قال خرجت مع عبد</w:t>
      </w:r>
      <w:r w:rsidR="000C1210">
        <w:rPr>
          <w:rFonts w:hint="cs"/>
          <w:rtl/>
        </w:rPr>
        <w:t xml:space="preserve"> </w:t>
      </w:r>
      <w:r>
        <w:rPr>
          <w:rFonts w:hint="cs"/>
          <w:rtl/>
        </w:rPr>
        <w:t xml:space="preserve">الله بن علي لنبش قبور بني امية في ايام ابي العباس السفاح فانتهينا الى قبر هشام فاستخرجناه صحيحاً ما فقدنا منه الاحثمة </w:t>
      </w:r>
      <w:r w:rsidRPr="00BA4BA3">
        <w:rPr>
          <w:rStyle w:val="rfdFootnotenum"/>
          <w:rFonts w:hint="cs"/>
          <w:rtl/>
        </w:rPr>
        <w:t>(1)</w:t>
      </w:r>
      <w:r>
        <w:rPr>
          <w:rFonts w:hint="cs"/>
          <w:rtl/>
        </w:rPr>
        <w:t xml:space="preserve"> انفه فضربه عبد</w:t>
      </w:r>
      <w:r w:rsidR="000C1210">
        <w:rPr>
          <w:rFonts w:hint="cs"/>
          <w:rtl/>
        </w:rPr>
        <w:t xml:space="preserve"> </w:t>
      </w:r>
      <w:r>
        <w:rPr>
          <w:rFonts w:hint="cs"/>
          <w:rtl/>
        </w:rPr>
        <w:t>الله بن علي ثمانين سوطاً ثم احرقه واستخرجنا سليمان من ارض دابق فلم نجد منه شيئاً الا صلبه</w:t>
      </w:r>
    </w:p>
    <w:p w:rsidR="00BA4473" w:rsidRPr="000C1210" w:rsidRDefault="000C1210" w:rsidP="000C1210">
      <w:pPr>
        <w:pStyle w:val="rfdLine"/>
        <w:rPr>
          <w:rtl/>
        </w:rPr>
      </w:pPr>
      <w:r w:rsidRPr="000C1210">
        <w:rPr>
          <w:rtl/>
        </w:rPr>
        <w:t>__________________</w:t>
      </w:r>
    </w:p>
    <w:p w:rsidR="007C0E53" w:rsidRDefault="00BA4473" w:rsidP="007C0E53">
      <w:pPr>
        <w:pStyle w:val="rfdFootnote0"/>
        <w:rPr>
          <w:rtl/>
        </w:rPr>
      </w:pPr>
      <w:r w:rsidRPr="007C0E53">
        <w:rPr>
          <w:rtl/>
        </w:rPr>
        <w:t>(1) الحثمة بسكون الثاء المثلثة ارنبة الانف.</w:t>
      </w:r>
    </w:p>
    <w:p w:rsidR="00BA4473" w:rsidRDefault="007C0E53" w:rsidP="00E94440">
      <w:pPr>
        <w:pStyle w:val="rfdNormal0"/>
        <w:rPr>
          <w:rtl/>
        </w:rPr>
      </w:pPr>
      <w:r w:rsidRPr="000C1210">
        <w:rPr>
          <w:rtl/>
        </w:rPr>
        <w:br w:type="page"/>
      </w:r>
      <w:r w:rsidR="00BA4473">
        <w:rPr>
          <w:rtl/>
        </w:rPr>
        <w:lastRenderedPageBreak/>
        <w:t xml:space="preserve">واضلاعه ورأسه فاحرقناه وفعلنا ذلك بغيرهما من بني </w:t>
      </w:r>
      <w:r w:rsidR="00E94440">
        <w:rPr>
          <w:rFonts w:hint="cs"/>
          <w:rtl/>
        </w:rPr>
        <w:t>ا</w:t>
      </w:r>
      <w:r w:rsidR="00BA4473">
        <w:rPr>
          <w:rtl/>
        </w:rPr>
        <w:t>مية وكانت قبورهم بقنسرين ثم انتهينا الى دمشق فاستخرجنا الوليد بن عبد</w:t>
      </w:r>
      <w:r w:rsidR="00E94440">
        <w:rPr>
          <w:rFonts w:hint="cs"/>
          <w:rtl/>
        </w:rPr>
        <w:t xml:space="preserve"> </w:t>
      </w:r>
      <w:r w:rsidR="00BA4473">
        <w:rPr>
          <w:rtl/>
        </w:rPr>
        <w:t>الملك فما وجدنا في قبره قليلا ولا كثيرا</w:t>
      </w:r>
      <w:r w:rsidR="00B67E04">
        <w:rPr>
          <w:rFonts w:hint="cs"/>
          <w:rtl/>
        </w:rPr>
        <w:t>ً</w:t>
      </w:r>
      <w:r w:rsidR="00BA4473">
        <w:rPr>
          <w:rtl/>
        </w:rPr>
        <w:t xml:space="preserve"> واحتفرنا عن عبد الملك فما وجدنا الا شؤن رأسه ثم احتفرنا عن يزيد بن مع</w:t>
      </w:r>
      <w:r w:rsidR="00E94440">
        <w:rPr>
          <w:rFonts w:hint="cs"/>
          <w:rtl/>
        </w:rPr>
        <w:t>ا</w:t>
      </w:r>
      <w:r w:rsidR="00BA4473">
        <w:rPr>
          <w:rtl/>
        </w:rPr>
        <w:t>وية فما وجدنا فيه الا عظما واحدا</w:t>
      </w:r>
      <w:r w:rsidR="00B67E04">
        <w:rPr>
          <w:rFonts w:hint="cs"/>
          <w:rtl/>
        </w:rPr>
        <w:t>ً</w:t>
      </w:r>
      <w:r w:rsidR="00BA4473">
        <w:rPr>
          <w:rtl/>
        </w:rPr>
        <w:t xml:space="preserve"> ووجدنا مع لحده خطا</w:t>
      </w:r>
      <w:r w:rsidR="00B67E04">
        <w:rPr>
          <w:rFonts w:hint="cs"/>
          <w:rtl/>
        </w:rPr>
        <w:t>ً</w:t>
      </w:r>
      <w:r w:rsidR="00BA4473">
        <w:rPr>
          <w:rtl/>
        </w:rPr>
        <w:t xml:space="preserve"> </w:t>
      </w:r>
      <w:r w:rsidR="00E94440">
        <w:rPr>
          <w:rFonts w:hint="cs"/>
          <w:rtl/>
        </w:rPr>
        <w:t>ا</w:t>
      </w:r>
      <w:r w:rsidR="00BA4473">
        <w:rPr>
          <w:rtl/>
        </w:rPr>
        <w:t>سود ك</w:t>
      </w:r>
      <w:r w:rsidR="00E94440">
        <w:rPr>
          <w:rFonts w:hint="cs"/>
          <w:rtl/>
        </w:rPr>
        <w:t>ا</w:t>
      </w:r>
      <w:r w:rsidR="00BA4473">
        <w:rPr>
          <w:rtl/>
        </w:rPr>
        <w:t>نما خط بالرماد في الطول في لحده ثم اتبعنا قبورهم في جميع البل</w:t>
      </w:r>
      <w:r w:rsidR="00E94440">
        <w:rPr>
          <w:rFonts w:hint="cs"/>
          <w:rtl/>
        </w:rPr>
        <w:t>د</w:t>
      </w:r>
      <w:r w:rsidR="00BA4473">
        <w:rPr>
          <w:rtl/>
        </w:rPr>
        <w:t>ان فاحرقنا ما وجدنا فيها منهم. قال المسعودي : وانما ذكرنا</w:t>
      </w:r>
      <w:r w:rsidR="00E94440">
        <w:rPr>
          <w:rFonts w:hint="cs"/>
          <w:rtl/>
        </w:rPr>
        <w:t xml:space="preserve"> </w:t>
      </w:r>
      <w:r w:rsidR="00BA4473">
        <w:rPr>
          <w:rtl/>
        </w:rPr>
        <w:t xml:space="preserve">هذا الخبر في هذا الموضع لقتل هشام زيد بن علي وما نال هشاما من المثلة وما فعل بسلفه من الاحراق كفعله بزيد بن علي لكنه لم يذكر مؤسس ملكهم العضوض باسمه وان دخل في عموم قوله ولا شك </w:t>
      </w:r>
      <w:r w:rsidR="00E94440">
        <w:rPr>
          <w:rFonts w:hint="cs"/>
          <w:rtl/>
        </w:rPr>
        <w:t>ا</w:t>
      </w:r>
      <w:r w:rsidR="00BA4473">
        <w:rPr>
          <w:rtl/>
        </w:rPr>
        <w:t>نه فعل به ما فعل بهم وعدم التصريح به لامر ما</w:t>
      </w:r>
      <w:r w:rsidR="00E94440">
        <w:rPr>
          <w:rFonts w:hint="cs"/>
          <w:rtl/>
        </w:rPr>
        <w:t>.</w:t>
      </w:r>
      <w:r w:rsidR="00BA4473">
        <w:rPr>
          <w:rtl/>
        </w:rPr>
        <w:t xml:space="preserve"> قال ابن ابي الحديد في شرح النهج </w:t>
      </w:r>
      <w:r w:rsidR="00AF4E12">
        <w:rPr>
          <w:rtl/>
        </w:rPr>
        <w:t>ج 2</w:t>
      </w:r>
      <w:r w:rsidR="00BA4473">
        <w:rPr>
          <w:rtl/>
        </w:rPr>
        <w:t xml:space="preserve"> </w:t>
      </w:r>
      <w:r w:rsidR="00AF4E12">
        <w:rPr>
          <w:rtl/>
        </w:rPr>
        <w:t>ص 2</w:t>
      </w:r>
      <w:r w:rsidR="00BA4473">
        <w:rPr>
          <w:rtl/>
        </w:rPr>
        <w:t xml:space="preserve">05 قرأت هذا الخبر على النقيب ابي جعفر يحيى بن </w:t>
      </w:r>
      <w:r w:rsidR="00E94440">
        <w:rPr>
          <w:rFonts w:hint="cs"/>
          <w:rtl/>
        </w:rPr>
        <w:t>ا</w:t>
      </w:r>
      <w:r w:rsidR="00BA4473">
        <w:rPr>
          <w:rtl/>
        </w:rPr>
        <w:t>بي زيد العلوي ابن عبد</w:t>
      </w:r>
      <w:r w:rsidR="00E94440">
        <w:rPr>
          <w:rFonts w:hint="cs"/>
          <w:rtl/>
        </w:rPr>
        <w:t xml:space="preserve"> </w:t>
      </w:r>
      <w:r w:rsidR="00BA4473">
        <w:rPr>
          <w:rtl/>
        </w:rPr>
        <w:t xml:space="preserve">الله في سنة 605 وقلت له اما </w:t>
      </w:r>
      <w:r w:rsidR="00E94440">
        <w:rPr>
          <w:rFonts w:hint="cs"/>
          <w:rtl/>
        </w:rPr>
        <w:t>ا</w:t>
      </w:r>
      <w:r w:rsidR="00BA4473">
        <w:rPr>
          <w:rtl/>
        </w:rPr>
        <w:t>حراق هشام باحراق زيد فمفهوم فما معنى جلده ثمانين سوطا</w:t>
      </w:r>
      <w:r w:rsidR="00B67E04">
        <w:rPr>
          <w:rFonts w:hint="cs"/>
          <w:rtl/>
        </w:rPr>
        <w:t>ً</w:t>
      </w:r>
      <w:r w:rsidR="00BA4473">
        <w:rPr>
          <w:rtl/>
        </w:rPr>
        <w:t xml:space="preserve"> فقال</w:t>
      </w:r>
      <w:r w:rsidR="00E94440">
        <w:rPr>
          <w:rFonts w:hint="cs"/>
          <w:rtl/>
        </w:rPr>
        <w:t xml:space="preserve"> </w:t>
      </w:r>
      <w:r w:rsidR="00E94440" w:rsidRPr="00E94440">
        <w:rPr>
          <w:rStyle w:val="rfdAlaem"/>
          <w:rFonts w:hint="cs"/>
          <w:rtl/>
        </w:rPr>
        <w:t>;</w:t>
      </w:r>
      <w:r w:rsidR="00BA4473">
        <w:rPr>
          <w:rtl/>
        </w:rPr>
        <w:t xml:space="preserve"> أظن عبد الله بن علي ذهب في ذلك الى حد القذف ل</w:t>
      </w:r>
      <w:r w:rsidR="00E94440">
        <w:rPr>
          <w:rFonts w:hint="cs"/>
          <w:rtl/>
        </w:rPr>
        <w:t>ا</w:t>
      </w:r>
      <w:r w:rsidR="00BA4473">
        <w:rPr>
          <w:rtl/>
        </w:rPr>
        <w:t xml:space="preserve">نه يقال </w:t>
      </w:r>
      <w:r w:rsidR="00E94440">
        <w:rPr>
          <w:rFonts w:hint="cs"/>
          <w:rtl/>
        </w:rPr>
        <w:t>ا</w:t>
      </w:r>
      <w:r w:rsidR="00BA4473">
        <w:rPr>
          <w:rtl/>
        </w:rPr>
        <w:t xml:space="preserve">نه قال لزيد يا ابن الزانية لما سب </w:t>
      </w:r>
      <w:r w:rsidR="00E94440">
        <w:rPr>
          <w:rFonts w:hint="cs"/>
          <w:rtl/>
        </w:rPr>
        <w:t>ا</w:t>
      </w:r>
      <w:r w:rsidR="00BA4473">
        <w:rPr>
          <w:rtl/>
        </w:rPr>
        <w:t xml:space="preserve">خاه محمد الباقر </w:t>
      </w:r>
      <w:r w:rsidR="00FF2CA0">
        <w:rPr>
          <w:rStyle w:val="rfdAlaem"/>
          <w:rFonts w:hint="cs"/>
          <w:rtl/>
        </w:rPr>
        <w:t>عليه‌السلام</w:t>
      </w:r>
      <w:r w:rsidR="00BA4473">
        <w:rPr>
          <w:rtl/>
        </w:rPr>
        <w:t xml:space="preserve"> فسبه زيد وقال له سماه رسول الله </w:t>
      </w:r>
      <w:r w:rsidR="00E94440">
        <w:rPr>
          <w:rFonts w:hint="cs"/>
          <w:rtl/>
        </w:rPr>
        <w:t>صلّى الله عليه وسلّم</w:t>
      </w:r>
      <w:r w:rsidR="00BA4473">
        <w:rPr>
          <w:rtl/>
        </w:rPr>
        <w:t xml:space="preserve"> الباقر وتسمي</w:t>
      </w:r>
      <w:r w:rsidR="00E94440">
        <w:rPr>
          <w:rFonts w:hint="cs"/>
          <w:rtl/>
        </w:rPr>
        <w:t>ه</w:t>
      </w:r>
      <w:r w:rsidR="00BA4473">
        <w:rPr>
          <w:rtl/>
        </w:rPr>
        <w:t xml:space="preserve"> </w:t>
      </w:r>
      <w:r w:rsidR="00E94440">
        <w:rPr>
          <w:rFonts w:hint="cs"/>
          <w:rtl/>
        </w:rPr>
        <w:t>ا</w:t>
      </w:r>
      <w:r w:rsidR="00BA4473">
        <w:rPr>
          <w:rtl/>
        </w:rPr>
        <w:t>نت البقرة لشد ما اختلفتما ولتخالفنه في الآخرة كما خالفته في الدنيا فيرد الجنة وترد النار وهذا استنباط لطيف.</w:t>
      </w:r>
    </w:p>
    <w:p w:rsidR="00BA4473" w:rsidRDefault="00BA4473" w:rsidP="00E94440">
      <w:pPr>
        <w:rPr>
          <w:rtl/>
        </w:rPr>
      </w:pPr>
      <w:r>
        <w:rPr>
          <w:rtl/>
        </w:rPr>
        <w:t xml:space="preserve">قال ابن الاثير ثم </w:t>
      </w:r>
      <w:r w:rsidR="00E94440">
        <w:rPr>
          <w:rFonts w:hint="cs"/>
          <w:rtl/>
        </w:rPr>
        <w:t>ا</w:t>
      </w:r>
      <w:r>
        <w:rPr>
          <w:rtl/>
        </w:rPr>
        <w:t>ن يوسف بن عمر خطب الناس بعد قتل زيد وذمهم وتهددهم</w:t>
      </w:r>
      <w:r w:rsidR="00A1577B">
        <w:rPr>
          <w:rFonts w:hint="cs"/>
          <w:rtl/>
        </w:rPr>
        <w:t>.</w:t>
      </w:r>
    </w:p>
    <w:p w:rsidR="00BA4473" w:rsidRPr="004F5F13" w:rsidRDefault="00BA4473" w:rsidP="0016276B">
      <w:pPr>
        <w:pStyle w:val="Heading1Center"/>
        <w:rPr>
          <w:rtl/>
        </w:rPr>
      </w:pPr>
      <w:r w:rsidRPr="00E94440">
        <w:rPr>
          <w:rtl/>
        </w:rPr>
        <w:br w:type="page"/>
      </w:r>
      <w:bookmarkStart w:id="93" w:name="_Toc256850577"/>
      <w:bookmarkStart w:id="94" w:name="_Toc256854641"/>
      <w:bookmarkStart w:id="95" w:name="_Toc292190077"/>
      <w:bookmarkStart w:id="96" w:name="_Toc292205022"/>
      <w:r w:rsidRPr="00982843">
        <w:rPr>
          <w:rtl/>
        </w:rPr>
        <w:lastRenderedPageBreak/>
        <w:t>( جماعة ممن تابع زيد بن</w:t>
      </w:r>
      <w:r w:rsidRPr="004F5F13">
        <w:rPr>
          <w:rtl/>
        </w:rPr>
        <w:t xml:space="preserve"> </w:t>
      </w:r>
      <w:r w:rsidRPr="00982843">
        <w:rPr>
          <w:rtl/>
        </w:rPr>
        <w:t xml:space="preserve">علي من </w:t>
      </w:r>
      <w:r w:rsidR="0016276B">
        <w:rPr>
          <w:rFonts w:hint="cs"/>
          <w:rtl/>
        </w:rPr>
        <w:t>ا</w:t>
      </w:r>
      <w:r w:rsidRPr="00982843">
        <w:rPr>
          <w:rtl/>
        </w:rPr>
        <w:t>هل الفضل والعلم )</w:t>
      </w:r>
      <w:bookmarkEnd w:id="93"/>
      <w:bookmarkEnd w:id="94"/>
      <w:bookmarkEnd w:id="95"/>
      <w:bookmarkEnd w:id="96"/>
    </w:p>
    <w:p w:rsidR="00BA4473" w:rsidRDefault="00BA4473" w:rsidP="0016276B">
      <w:pPr>
        <w:rPr>
          <w:rtl/>
        </w:rPr>
      </w:pPr>
      <w:r>
        <w:rPr>
          <w:rtl/>
        </w:rPr>
        <w:t xml:space="preserve">في مقاتل الطالبيين : تسمية من عرف ممن خرج مع زيد ابن علي (ع) من </w:t>
      </w:r>
      <w:r w:rsidR="0016276B">
        <w:rPr>
          <w:rFonts w:hint="cs"/>
          <w:rtl/>
        </w:rPr>
        <w:t>ا</w:t>
      </w:r>
      <w:r>
        <w:rPr>
          <w:rtl/>
        </w:rPr>
        <w:t xml:space="preserve">هل العلم ونقلة الآثار والفقهاء ثم عد من </w:t>
      </w:r>
      <w:r w:rsidR="0016276B">
        <w:rPr>
          <w:rFonts w:hint="cs"/>
          <w:rtl/>
        </w:rPr>
        <w:t>ج</w:t>
      </w:r>
      <w:r>
        <w:rPr>
          <w:rtl/>
        </w:rPr>
        <w:t>ملتهم :</w:t>
      </w:r>
    </w:p>
    <w:p w:rsidR="00BA4473" w:rsidRDefault="00BA4473" w:rsidP="002001BA">
      <w:pPr>
        <w:pStyle w:val="rfdCenterBold1"/>
        <w:rPr>
          <w:rtl/>
        </w:rPr>
      </w:pPr>
      <w:r>
        <w:rPr>
          <w:rtl/>
        </w:rPr>
        <w:t>( الامام ابا حنيفة امام المذهب )</w:t>
      </w:r>
    </w:p>
    <w:p w:rsidR="00BA4473" w:rsidRDefault="00BA4473" w:rsidP="0016276B">
      <w:pPr>
        <w:rPr>
          <w:rtl/>
        </w:rPr>
      </w:pPr>
      <w:r>
        <w:rPr>
          <w:rtl/>
        </w:rPr>
        <w:t xml:space="preserve">فروى بسنده عمن سمع محمد بن جعفر بن محمد في دار الامارة يقول رحم الله ابا حنيفة لقد تحققت مودته لنا في نصرته زيد ابن علي وفعل بابن المبارك في كتمانه فضائلنا ودعا عليه. وبسنده على الفضيل بن الزبير </w:t>
      </w:r>
      <w:r w:rsidR="00AF4E12">
        <w:rPr>
          <w:rtl/>
        </w:rPr>
        <w:t>ص 5</w:t>
      </w:r>
      <w:r>
        <w:rPr>
          <w:rtl/>
        </w:rPr>
        <w:t xml:space="preserve">9 قال </w:t>
      </w:r>
      <w:r w:rsidR="0016276B">
        <w:rPr>
          <w:rFonts w:hint="cs"/>
          <w:rtl/>
        </w:rPr>
        <w:t>ا</w:t>
      </w:r>
      <w:r>
        <w:rPr>
          <w:rtl/>
        </w:rPr>
        <w:t>بو حنيفة من يأتي زيدا</w:t>
      </w:r>
      <w:r w:rsidR="00B67E04">
        <w:rPr>
          <w:rFonts w:hint="cs"/>
          <w:rtl/>
        </w:rPr>
        <w:t>ً</w:t>
      </w:r>
      <w:r>
        <w:rPr>
          <w:rtl/>
        </w:rPr>
        <w:t xml:space="preserve"> في هذا الشأن من فقهاء الناس قلت سلمة بن كهيل وعد معه جماعة من الفقهاء فقال لي قل لزيد لك عندي معونة وقوة على جهاد عدوك فاستعن بها </w:t>
      </w:r>
      <w:r w:rsidR="0016276B">
        <w:rPr>
          <w:rFonts w:hint="cs"/>
          <w:rtl/>
        </w:rPr>
        <w:t>ا</w:t>
      </w:r>
      <w:r>
        <w:rPr>
          <w:rtl/>
        </w:rPr>
        <w:t>نت و</w:t>
      </w:r>
      <w:r w:rsidR="0016276B">
        <w:rPr>
          <w:rFonts w:hint="cs"/>
          <w:rtl/>
        </w:rPr>
        <w:t>ا</w:t>
      </w:r>
      <w:r>
        <w:rPr>
          <w:rtl/>
        </w:rPr>
        <w:t>صحابك في الكراع والسلاح ثم بعث ذلك معي الى زيد ف</w:t>
      </w:r>
      <w:r w:rsidR="0016276B">
        <w:rPr>
          <w:rFonts w:hint="cs"/>
          <w:rtl/>
        </w:rPr>
        <w:t>ا</w:t>
      </w:r>
      <w:r>
        <w:rPr>
          <w:rtl/>
        </w:rPr>
        <w:t>خذه زيد ومر في ترجمة ابراهيم بن عبد</w:t>
      </w:r>
      <w:r w:rsidR="0016276B">
        <w:rPr>
          <w:rFonts w:hint="cs"/>
          <w:rtl/>
        </w:rPr>
        <w:t xml:space="preserve"> </w:t>
      </w:r>
      <w:r>
        <w:rPr>
          <w:rtl/>
        </w:rPr>
        <w:t xml:space="preserve">الله بن الحسن ما فعله الامام </w:t>
      </w:r>
      <w:r w:rsidR="0016276B">
        <w:rPr>
          <w:rFonts w:hint="cs"/>
          <w:rtl/>
        </w:rPr>
        <w:t>ا</w:t>
      </w:r>
      <w:r>
        <w:rPr>
          <w:rtl/>
        </w:rPr>
        <w:t>بو حنيفة من الدعاء اليه ومعونته بالمثل وما قاله للمرأة التي قتل ابنها مع ابراهيم وغير ذلك اذن ف</w:t>
      </w:r>
      <w:r w:rsidR="0016276B">
        <w:rPr>
          <w:rFonts w:hint="cs"/>
          <w:rtl/>
        </w:rPr>
        <w:t>ا</w:t>
      </w:r>
      <w:r>
        <w:rPr>
          <w:rtl/>
        </w:rPr>
        <w:t xml:space="preserve">بو حنيفة زيدي ولهذا كانت فرقة من الزيدية على مذهب الامام </w:t>
      </w:r>
      <w:r w:rsidR="0016276B">
        <w:rPr>
          <w:rFonts w:hint="cs"/>
          <w:rtl/>
        </w:rPr>
        <w:t>ا</w:t>
      </w:r>
      <w:r>
        <w:rPr>
          <w:rtl/>
        </w:rPr>
        <w:t>بي حنيفة ويأتي عند الكلام على الزيدية زيادة في ذلك.</w:t>
      </w:r>
    </w:p>
    <w:p w:rsidR="00BA4473" w:rsidRDefault="00BA4473" w:rsidP="0016276B">
      <w:pPr>
        <w:rPr>
          <w:rtl/>
        </w:rPr>
      </w:pPr>
      <w:r>
        <w:rPr>
          <w:rtl/>
        </w:rPr>
        <w:t xml:space="preserve">ومنهم منصور بن المعتمر ومحمد بن </w:t>
      </w:r>
      <w:r w:rsidR="0016276B">
        <w:rPr>
          <w:rFonts w:hint="cs"/>
          <w:rtl/>
        </w:rPr>
        <w:t>ا</w:t>
      </w:r>
      <w:r>
        <w:rPr>
          <w:rtl/>
        </w:rPr>
        <w:t xml:space="preserve">بي ليلى جاء منصور يدعو الى الخروج مع زيد بن علي وبيعته وأبطأ عن زيد لما بعثه يدعو اليه فقتل زيد ومنصور غائب فصام سنة يرجو </w:t>
      </w:r>
      <w:r w:rsidR="0016276B">
        <w:rPr>
          <w:rFonts w:hint="cs"/>
          <w:rtl/>
        </w:rPr>
        <w:t>ا</w:t>
      </w:r>
      <w:r>
        <w:rPr>
          <w:rtl/>
        </w:rPr>
        <w:t>ن يكفر ذلك عن تأخره.</w:t>
      </w:r>
    </w:p>
    <w:p w:rsidR="00BA4473" w:rsidRDefault="00BA4473" w:rsidP="0016276B">
      <w:pPr>
        <w:rPr>
          <w:rtl/>
        </w:rPr>
      </w:pPr>
      <w:r w:rsidRPr="0016276B">
        <w:rPr>
          <w:rtl/>
        </w:rPr>
        <w:br w:type="page"/>
      </w:r>
      <w:r>
        <w:rPr>
          <w:rtl/>
        </w:rPr>
        <w:lastRenderedPageBreak/>
        <w:t xml:space="preserve">ومنهم يزيد بن </w:t>
      </w:r>
      <w:r w:rsidR="0016276B">
        <w:rPr>
          <w:rFonts w:hint="cs"/>
          <w:rtl/>
        </w:rPr>
        <w:t>ا</w:t>
      </w:r>
      <w:r>
        <w:rPr>
          <w:rtl/>
        </w:rPr>
        <w:t xml:space="preserve">بي زياد مولى بني هاشم صاحب عبد الرحمن ابن </w:t>
      </w:r>
      <w:r w:rsidR="0016276B">
        <w:rPr>
          <w:rFonts w:hint="cs"/>
          <w:rtl/>
        </w:rPr>
        <w:t>ا</w:t>
      </w:r>
      <w:r>
        <w:rPr>
          <w:rtl/>
        </w:rPr>
        <w:t xml:space="preserve">بي ليلى قال عبدة بن كثير السراج الجرمي قدم يزيد الرقة يدعو الناس الى بيعة زيد بن علي وكان من دعاته واجابه ناس من </w:t>
      </w:r>
      <w:r w:rsidR="0016276B">
        <w:rPr>
          <w:rFonts w:hint="cs"/>
          <w:rtl/>
        </w:rPr>
        <w:t>ا</w:t>
      </w:r>
      <w:r>
        <w:rPr>
          <w:rtl/>
        </w:rPr>
        <w:t xml:space="preserve">هل الرقة وكنت فيمن </w:t>
      </w:r>
      <w:r w:rsidR="0016276B">
        <w:rPr>
          <w:rFonts w:hint="cs"/>
          <w:rtl/>
        </w:rPr>
        <w:t>ا</w:t>
      </w:r>
      <w:r>
        <w:rPr>
          <w:rtl/>
        </w:rPr>
        <w:t>جابه.</w:t>
      </w:r>
    </w:p>
    <w:p w:rsidR="00BA4473" w:rsidRDefault="00BA4473" w:rsidP="0016276B">
      <w:pPr>
        <w:rPr>
          <w:rtl/>
        </w:rPr>
      </w:pPr>
      <w:r>
        <w:rPr>
          <w:rtl/>
        </w:rPr>
        <w:t xml:space="preserve">وروى </w:t>
      </w:r>
      <w:r w:rsidR="0016276B">
        <w:rPr>
          <w:rFonts w:hint="cs"/>
          <w:rtl/>
        </w:rPr>
        <w:t>ا</w:t>
      </w:r>
      <w:r>
        <w:rPr>
          <w:rtl/>
        </w:rPr>
        <w:t>بو الفرج بسنده الى عبدة بن كثير الجرمي كتب زيد ابن علي الى هلال بن حباب وهو يومئذ قاضي المدائن ف</w:t>
      </w:r>
      <w:r w:rsidR="0016276B">
        <w:rPr>
          <w:rFonts w:hint="cs"/>
          <w:rtl/>
        </w:rPr>
        <w:t>ا</w:t>
      </w:r>
      <w:r>
        <w:rPr>
          <w:rtl/>
        </w:rPr>
        <w:t>جابه وبايع له.</w:t>
      </w:r>
    </w:p>
    <w:p w:rsidR="00BA4473" w:rsidRDefault="00BA4473" w:rsidP="0016276B">
      <w:pPr>
        <w:rPr>
          <w:rtl/>
        </w:rPr>
      </w:pPr>
      <w:r>
        <w:rPr>
          <w:rtl/>
        </w:rPr>
        <w:t xml:space="preserve">وبسنده عن سالم بن </w:t>
      </w:r>
      <w:r w:rsidR="0016276B">
        <w:rPr>
          <w:rFonts w:hint="cs"/>
          <w:rtl/>
        </w:rPr>
        <w:t>ا</w:t>
      </w:r>
      <w:r>
        <w:rPr>
          <w:rtl/>
        </w:rPr>
        <w:t xml:space="preserve">بي الجعد </w:t>
      </w:r>
      <w:r w:rsidR="0016276B">
        <w:rPr>
          <w:rFonts w:hint="cs"/>
          <w:rtl/>
        </w:rPr>
        <w:t>ا</w:t>
      </w:r>
      <w:r>
        <w:rPr>
          <w:rtl/>
        </w:rPr>
        <w:t>رسلني زيد بن علي الى زبيد ال</w:t>
      </w:r>
      <w:r w:rsidR="0016276B">
        <w:rPr>
          <w:rFonts w:hint="cs"/>
          <w:rtl/>
        </w:rPr>
        <w:t>ي</w:t>
      </w:r>
      <w:r>
        <w:rPr>
          <w:rtl/>
        </w:rPr>
        <w:t xml:space="preserve">امي </w:t>
      </w:r>
      <w:r w:rsidR="0016276B">
        <w:rPr>
          <w:rFonts w:hint="cs"/>
          <w:rtl/>
        </w:rPr>
        <w:t>ا</w:t>
      </w:r>
      <w:r>
        <w:rPr>
          <w:rtl/>
        </w:rPr>
        <w:t>دعوه الى الجهاد معه.</w:t>
      </w:r>
    </w:p>
    <w:p w:rsidR="00BA4473" w:rsidRDefault="00BA4473" w:rsidP="0016276B">
      <w:pPr>
        <w:rPr>
          <w:rtl/>
        </w:rPr>
      </w:pPr>
      <w:r>
        <w:rPr>
          <w:rtl/>
        </w:rPr>
        <w:t xml:space="preserve">وبسنده عن </w:t>
      </w:r>
      <w:r w:rsidR="0016276B">
        <w:rPr>
          <w:rFonts w:hint="cs"/>
          <w:rtl/>
        </w:rPr>
        <w:t>ا</w:t>
      </w:r>
      <w:r>
        <w:rPr>
          <w:rtl/>
        </w:rPr>
        <w:t xml:space="preserve">بي عوانة فارقني سفيان على </w:t>
      </w:r>
      <w:r w:rsidR="0016276B">
        <w:rPr>
          <w:rFonts w:hint="cs"/>
          <w:rtl/>
        </w:rPr>
        <w:t>ا</w:t>
      </w:r>
      <w:r>
        <w:rPr>
          <w:rtl/>
        </w:rPr>
        <w:t>نه زيدي.</w:t>
      </w:r>
    </w:p>
    <w:p w:rsidR="00BA4473" w:rsidRDefault="00BA4473" w:rsidP="00BA4473">
      <w:pPr>
        <w:rPr>
          <w:rtl/>
        </w:rPr>
      </w:pPr>
      <w:r>
        <w:rPr>
          <w:rtl/>
        </w:rPr>
        <w:t>وبسنده كان رسول زيد الى خراسان عبدة بن كثير الجرمي والحسن بن سعد الفقيه.</w:t>
      </w:r>
    </w:p>
    <w:p w:rsidR="00926100" w:rsidRDefault="00926100" w:rsidP="0016276B">
      <w:pPr>
        <w:rPr>
          <w:rtl/>
        </w:rPr>
      </w:pPr>
      <w:r>
        <w:rPr>
          <w:rFonts w:hint="cs"/>
          <w:rtl/>
        </w:rPr>
        <w:t xml:space="preserve">وبسنده عن شريك قال اني لجالس عند الاعمش انا وعمرو ابن سعيد </w:t>
      </w:r>
      <w:r w:rsidR="0016276B">
        <w:rPr>
          <w:rFonts w:hint="cs"/>
          <w:rtl/>
        </w:rPr>
        <w:t>ا</w:t>
      </w:r>
      <w:r>
        <w:rPr>
          <w:rFonts w:hint="cs"/>
          <w:rtl/>
        </w:rPr>
        <w:t xml:space="preserve">خو سفيان بن سعيد الثوري اذ جاءنا </w:t>
      </w:r>
      <w:r w:rsidR="00B80FE2">
        <w:rPr>
          <w:rFonts w:hint="cs"/>
          <w:rtl/>
        </w:rPr>
        <w:t>عثم</w:t>
      </w:r>
      <w:r w:rsidR="0016276B">
        <w:rPr>
          <w:rFonts w:hint="cs"/>
          <w:rtl/>
        </w:rPr>
        <w:t>ا</w:t>
      </w:r>
      <w:r w:rsidR="00B80FE2">
        <w:rPr>
          <w:rFonts w:hint="cs"/>
          <w:rtl/>
        </w:rPr>
        <w:t xml:space="preserve">ن بن عمير ابو اليقظان الفقيه </w:t>
      </w:r>
      <w:r w:rsidR="00B80FE2" w:rsidRPr="00836ED3">
        <w:rPr>
          <w:rStyle w:val="rfdFootnotenum"/>
          <w:rFonts w:hint="cs"/>
          <w:rtl/>
        </w:rPr>
        <w:t>(1)</w:t>
      </w:r>
      <w:r w:rsidR="00B80FE2">
        <w:rPr>
          <w:rFonts w:hint="cs"/>
          <w:rtl/>
        </w:rPr>
        <w:t xml:space="preserve"> فجلس الى الاعمش فقال اخلنا فان لنا اليك حاجة فقال وما خطبكم هذا شريك وهذا عمرو بن سعيد ( اي انهما ليس دونهما سر ) اذكر حاجتك فقال ارسلني اليك زيد بن علي ادعوك الى نصرته والجهاد معه وهو من عرفت قال اجل ما اعرفني بفضله ا</w:t>
      </w:r>
      <w:r w:rsidR="0016276B">
        <w:rPr>
          <w:rFonts w:hint="cs"/>
          <w:rtl/>
        </w:rPr>
        <w:t>ق</w:t>
      </w:r>
      <w:r w:rsidR="00B80FE2">
        <w:rPr>
          <w:rFonts w:hint="cs"/>
          <w:rtl/>
        </w:rPr>
        <w:t>رئاه مني</w:t>
      </w:r>
    </w:p>
    <w:p w:rsidR="00BA4473" w:rsidRPr="0016276B" w:rsidRDefault="0016276B" w:rsidP="0016276B">
      <w:pPr>
        <w:pStyle w:val="rfdLine"/>
        <w:rPr>
          <w:rtl/>
        </w:rPr>
      </w:pPr>
      <w:r w:rsidRPr="0016276B">
        <w:rPr>
          <w:rtl/>
        </w:rPr>
        <w:t>__________________</w:t>
      </w:r>
    </w:p>
    <w:p w:rsidR="007C0E53" w:rsidRDefault="00BA4473" w:rsidP="0016276B">
      <w:pPr>
        <w:pStyle w:val="rfdFootnote0"/>
        <w:rPr>
          <w:rtl/>
        </w:rPr>
      </w:pPr>
      <w:r w:rsidRPr="007C0E53">
        <w:rPr>
          <w:rtl/>
        </w:rPr>
        <w:t>(1) لعل الصواب و</w:t>
      </w:r>
      <w:r w:rsidR="0016276B">
        <w:rPr>
          <w:rFonts w:hint="cs"/>
          <w:rtl/>
        </w:rPr>
        <w:t>ا</w:t>
      </w:r>
      <w:r w:rsidRPr="007C0E53">
        <w:rPr>
          <w:rtl/>
        </w:rPr>
        <w:t>بو اليقظان الفقيه ل</w:t>
      </w:r>
      <w:r w:rsidR="0016276B">
        <w:rPr>
          <w:rFonts w:hint="cs"/>
          <w:rtl/>
        </w:rPr>
        <w:t>ا</w:t>
      </w:r>
      <w:r w:rsidRPr="007C0E53">
        <w:rPr>
          <w:rtl/>
        </w:rPr>
        <w:t xml:space="preserve">ن آخر الحديث يدل على </w:t>
      </w:r>
      <w:r w:rsidR="0016276B">
        <w:rPr>
          <w:rFonts w:hint="cs"/>
          <w:rtl/>
        </w:rPr>
        <w:t>ا</w:t>
      </w:r>
      <w:r w:rsidRPr="007C0E53">
        <w:rPr>
          <w:rtl/>
        </w:rPr>
        <w:t>نه</w:t>
      </w:r>
      <w:r w:rsidR="0016276B">
        <w:rPr>
          <w:rFonts w:hint="cs"/>
          <w:rtl/>
        </w:rPr>
        <w:t>م</w:t>
      </w:r>
      <w:r w:rsidRPr="007C0E53">
        <w:rPr>
          <w:rtl/>
        </w:rPr>
        <w:t>ا اثنان</w:t>
      </w:r>
      <w:r w:rsidR="008757C0">
        <w:rPr>
          <w:rFonts w:hint="cs"/>
          <w:rtl/>
        </w:rPr>
        <w:t>.</w:t>
      </w:r>
    </w:p>
    <w:p w:rsidR="00BA4473" w:rsidRDefault="007C0E53" w:rsidP="00CB6412">
      <w:pPr>
        <w:pStyle w:val="rfdNormal0"/>
        <w:rPr>
          <w:rtl/>
        </w:rPr>
      </w:pPr>
      <w:r w:rsidRPr="0016276B">
        <w:rPr>
          <w:rtl/>
        </w:rPr>
        <w:br w:type="page"/>
      </w:r>
      <w:r w:rsidR="00BA4473">
        <w:rPr>
          <w:rtl/>
        </w:rPr>
        <w:lastRenderedPageBreak/>
        <w:t xml:space="preserve">السلام وقولا له يقول لك الاعمش لست </w:t>
      </w:r>
      <w:r w:rsidR="00CB6412">
        <w:rPr>
          <w:rFonts w:hint="cs"/>
          <w:rtl/>
        </w:rPr>
        <w:t>ا</w:t>
      </w:r>
      <w:r w:rsidR="00BA4473">
        <w:rPr>
          <w:rtl/>
        </w:rPr>
        <w:t xml:space="preserve">ثق لك جعلت فداك بالناس ولو </w:t>
      </w:r>
      <w:r w:rsidR="00CB6412">
        <w:rPr>
          <w:rFonts w:hint="cs"/>
          <w:rtl/>
        </w:rPr>
        <w:t>ا</w:t>
      </w:r>
      <w:r w:rsidR="00BA4473">
        <w:rPr>
          <w:rtl/>
        </w:rPr>
        <w:t>نا و</w:t>
      </w:r>
      <w:r w:rsidR="00CB6412">
        <w:rPr>
          <w:rFonts w:hint="cs"/>
          <w:rtl/>
        </w:rPr>
        <w:t>ج</w:t>
      </w:r>
      <w:r w:rsidR="00BA4473">
        <w:rPr>
          <w:rtl/>
        </w:rPr>
        <w:t xml:space="preserve">دنا لك ثلثمائة رجل </w:t>
      </w:r>
      <w:r w:rsidR="00CB6412">
        <w:rPr>
          <w:rFonts w:hint="cs"/>
          <w:rtl/>
        </w:rPr>
        <w:t>ا</w:t>
      </w:r>
      <w:r w:rsidR="00BA4473">
        <w:rPr>
          <w:rtl/>
        </w:rPr>
        <w:t>ثق بهم لغيرنا لك جوانبها وقال ابن ع</w:t>
      </w:r>
      <w:r w:rsidR="00CB6412">
        <w:rPr>
          <w:rFonts w:hint="cs"/>
          <w:rtl/>
        </w:rPr>
        <w:t>س</w:t>
      </w:r>
      <w:r w:rsidR="00BA4473">
        <w:rPr>
          <w:rtl/>
        </w:rPr>
        <w:t xml:space="preserve">اكر قيل للاعمش </w:t>
      </w:r>
      <w:r w:rsidR="00CB6412">
        <w:rPr>
          <w:rFonts w:hint="cs"/>
          <w:rtl/>
        </w:rPr>
        <w:t>ا</w:t>
      </w:r>
      <w:r w:rsidR="00BA4473">
        <w:rPr>
          <w:rtl/>
        </w:rPr>
        <w:t xml:space="preserve">يام زيد لو خرجت فقال ويلكم والله ما </w:t>
      </w:r>
      <w:r w:rsidR="00CB6412">
        <w:rPr>
          <w:rFonts w:hint="cs"/>
          <w:rtl/>
        </w:rPr>
        <w:t>ا</w:t>
      </w:r>
      <w:r w:rsidR="00BA4473">
        <w:rPr>
          <w:rtl/>
        </w:rPr>
        <w:t xml:space="preserve">عرف </w:t>
      </w:r>
      <w:r w:rsidR="00CB6412">
        <w:rPr>
          <w:rFonts w:hint="cs"/>
          <w:rtl/>
        </w:rPr>
        <w:t>ا</w:t>
      </w:r>
      <w:r w:rsidR="00BA4473">
        <w:rPr>
          <w:rtl/>
        </w:rPr>
        <w:t xml:space="preserve">حدا </w:t>
      </w:r>
      <w:r w:rsidR="00CB6412">
        <w:rPr>
          <w:rFonts w:hint="cs"/>
          <w:rtl/>
        </w:rPr>
        <w:t>ا</w:t>
      </w:r>
      <w:r w:rsidR="00BA4473">
        <w:rPr>
          <w:rtl/>
        </w:rPr>
        <w:t xml:space="preserve">جعل عرضي دونه فكيف اجعل ديني دونه. قال وكان سلمة بن كهيل من </w:t>
      </w:r>
      <w:r w:rsidR="00CB6412">
        <w:rPr>
          <w:rFonts w:hint="cs"/>
          <w:rtl/>
        </w:rPr>
        <w:t>ا</w:t>
      </w:r>
      <w:r w:rsidR="00BA4473">
        <w:rPr>
          <w:rtl/>
        </w:rPr>
        <w:t xml:space="preserve">شد الناس قولا لزيد ينهاه عن الخروج وكان </w:t>
      </w:r>
      <w:r w:rsidR="00CB6412">
        <w:rPr>
          <w:rFonts w:hint="cs"/>
          <w:rtl/>
        </w:rPr>
        <w:t>ا</w:t>
      </w:r>
      <w:r w:rsidR="00BA4473">
        <w:rPr>
          <w:rtl/>
        </w:rPr>
        <w:t xml:space="preserve">بو كثير يضرب بغله ويقول الحمد لله الذي سار بي تحت رايات الهدى يعني رايات زيد وقال مغيرة كنت </w:t>
      </w:r>
      <w:r w:rsidR="00CB6412">
        <w:rPr>
          <w:rFonts w:hint="cs"/>
          <w:rtl/>
        </w:rPr>
        <w:t>ا</w:t>
      </w:r>
      <w:r w:rsidR="00BA4473">
        <w:rPr>
          <w:rtl/>
        </w:rPr>
        <w:t>كثر الضحك فما قطعه الا قتل زيد.</w:t>
      </w:r>
    </w:p>
    <w:p w:rsidR="00BA4473" w:rsidRDefault="00BA4473" w:rsidP="00CB6412">
      <w:pPr>
        <w:rPr>
          <w:rtl/>
        </w:rPr>
      </w:pPr>
      <w:r>
        <w:rPr>
          <w:rtl/>
        </w:rPr>
        <w:t xml:space="preserve">وفي هذه الاخبار دلالة على </w:t>
      </w:r>
      <w:r w:rsidR="00CB6412">
        <w:rPr>
          <w:rFonts w:hint="cs"/>
          <w:rtl/>
        </w:rPr>
        <w:t>ا</w:t>
      </w:r>
      <w:r>
        <w:rPr>
          <w:rtl/>
        </w:rPr>
        <w:t xml:space="preserve">ن </w:t>
      </w:r>
      <w:r w:rsidR="00CB6412">
        <w:rPr>
          <w:rFonts w:hint="cs"/>
          <w:rtl/>
        </w:rPr>
        <w:t>ا</w:t>
      </w:r>
      <w:r>
        <w:rPr>
          <w:rtl/>
        </w:rPr>
        <w:t xml:space="preserve">كثر الخاصة كانت ناقمة على بني </w:t>
      </w:r>
      <w:r w:rsidR="00CB6412">
        <w:rPr>
          <w:rFonts w:hint="cs"/>
          <w:rtl/>
        </w:rPr>
        <w:t>ا</w:t>
      </w:r>
      <w:r>
        <w:rPr>
          <w:rtl/>
        </w:rPr>
        <w:t xml:space="preserve">مية اما العامة فهم </w:t>
      </w:r>
      <w:r w:rsidR="00CB6412">
        <w:rPr>
          <w:rFonts w:hint="cs"/>
          <w:rtl/>
        </w:rPr>
        <w:t>ا</w:t>
      </w:r>
      <w:r>
        <w:rPr>
          <w:rtl/>
        </w:rPr>
        <w:t>تباع الدنيا في كل عصر و</w:t>
      </w:r>
      <w:r w:rsidR="00CB6412">
        <w:rPr>
          <w:rFonts w:hint="cs"/>
          <w:rtl/>
        </w:rPr>
        <w:t>ا</w:t>
      </w:r>
      <w:r>
        <w:rPr>
          <w:rtl/>
        </w:rPr>
        <w:t xml:space="preserve">ن زيدا رضوان الله عليه لم </w:t>
      </w:r>
      <w:r w:rsidR="00CB6412">
        <w:rPr>
          <w:rFonts w:hint="cs"/>
          <w:rtl/>
        </w:rPr>
        <w:t>ي</w:t>
      </w:r>
      <w:r>
        <w:rPr>
          <w:rtl/>
        </w:rPr>
        <w:t>أل جهدا في بث الدعاية.</w:t>
      </w:r>
    </w:p>
    <w:p w:rsidR="00BA4473" w:rsidRPr="004F5F13" w:rsidRDefault="00BA4473" w:rsidP="003C31F5">
      <w:pPr>
        <w:pStyle w:val="Heading1Center"/>
        <w:rPr>
          <w:rtl/>
        </w:rPr>
      </w:pPr>
      <w:bookmarkStart w:id="97" w:name="_Toc256850578"/>
      <w:bookmarkStart w:id="98" w:name="_Toc256854642"/>
      <w:bookmarkStart w:id="99" w:name="_Toc292190078"/>
      <w:bookmarkStart w:id="100" w:name="_Toc292205023"/>
      <w:r w:rsidRPr="00137413">
        <w:rPr>
          <w:rtl/>
        </w:rPr>
        <w:t>( الذين روى عنهم</w:t>
      </w:r>
      <w:r w:rsidRPr="004F5F13">
        <w:rPr>
          <w:rtl/>
        </w:rPr>
        <w:t xml:space="preserve"> </w:t>
      </w:r>
      <w:r w:rsidRPr="00137413">
        <w:rPr>
          <w:rtl/>
        </w:rPr>
        <w:t>والذين رووا عنه )</w:t>
      </w:r>
      <w:bookmarkEnd w:id="97"/>
      <w:bookmarkEnd w:id="98"/>
      <w:bookmarkEnd w:id="99"/>
      <w:bookmarkEnd w:id="100"/>
    </w:p>
    <w:p w:rsidR="00BA4473" w:rsidRDefault="00BA4473" w:rsidP="00AB761B">
      <w:pPr>
        <w:rPr>
          <w:rtl/>
        </w:rPr>
      </w:pPr>
      <w:r>
        <w:rPr>
          <w:rtl/>
        </w:rPr>
        <w:t xml:space="preserve">في تهذيب التهذيب روى عن </w:t>
      </w:r>
      <w:r w:rsidR="00CB6412">
        <w:rPr>
          <w:rFonts w:hint="cs"/>
          <w:rtl/>
        </w:rPr>
        <w:t>ا</w:t>
      </w:r>
      <w:r>
        <w:rPr>
          <w:rtl/>
        </w:rPr>
        <w:t>بيه و</w:t>
      </w:r>
      <w:r w:rsidR="00CB6412">
        <w:rPr>
          <w:rFonts w:hint="cs"/>
          <w:rtl/>
        </w:rPr>
        <w:t>ا</w:t>
      </w:r>
      <w:r>
        <w:rPr>
          <w:rtl/>
        </w:rPr>
        <w:t xml:space="preserve">خيه </w:t>
      </w:r>
      <w:r w:rsidR="00CB6412">
        <w:rPr>
          <w:rFonts w:hint="cs"/>
          <w:rtl/>
        </w:rPr>
        <w:t>ا</w:t>
      </w:r>
      <w:r>
        <w:rPr>
          <w:rtl/>
        </w:rPr>
        <w:t>بي جعفر الباقر و</w:t>
      </w:r>
      <w:r w:rsidR="00CB6412">
        <w:rPr>
          <w:rFonts w:hint="cs"/>
          <w:rtl/>
        </w:rPr>
        <w:t>ا</w:t>
      </w:r>
      <w:r>
        <w:rPr>
          <w:rtl/>
        </w:rPr>
        <w:t>بان بن عثم</w:t>
      </w:r>
      <w:r w:rsidR="00CB6412">
        <w:rPr>
          <w:rFonts w:hint="cs"/>
          <w:rtl/>
        </w:rPr>
        <w:t>ا</w:t>
      </w:r>
      <w:r>
        <w:rPr>
          <w:rtl/>
        </w:rPr>
        <w:t>ن وعروة بن الزبير وعبيد</w:t>
      </w:r>
      <w:r w:rsidR="00CB6412">
        <w:rPr>
          <w:rFonts w:hint="cs"/>
          <w:rtl/>
        </w:rPr>
        <w:t xml:space="preserve"> </w:t>
      </w:r>
      <w:r>
        <w:rPr>
          <w:rtl/>
        </w:rPr>
        <w:t xml:space="preserve">الله بن </w:t>
      </w:r>
      <w:r w:rsidR="00CB6412">
        <w:rPr>
          <w:rFonts w:hint="cs"/>
          <w:rtl/>
        </w:rPr>
        <w:t>ا</w:t>
      </w:r>
      <w:r>
        <w:rPr>
          <w:rtl/>
        </w:rPr>
        <w:t xml:space="preserve">بي وافع وعنه ابناه حسين وعيسى وابن </w:t>
      </w:r>
      <w:r w:rsidR="00AB761B">
        <w:rPr>
          <w:rFonts w:hint="cs"/>
          <w:rtl/>
        </w:rPr>
        <w:t>ا</w:t>
      </w:r>
      <w:r>
        <w:rPr>
          <w:rtl/>
        </w:rPr>
        <w:t xml:space="preserve">خيه جعفر بن محمد والزهري والاعمش وشعبة ( ابن الحجاج ) وسعيد بن خثيم واسماعيل السدي وزبيد اليامي وزكريا ابن </w:t>
      </w:r>
      <w:r w:rsidR="00AB761B">
        <w:rPr>
          <w:rFonts w:hint="cs"/>
          <w:rtl/>
        </w:rPr>
        <w:t>ا</w:t>
      </w:r>
      <w:r>
        <w:rPr>
          <w:rtl/>
        </w:rPr>
        <w:t xml:space="preserve">بي زائدة وعبد الرحمن بن الحارث بن عياش بن </w:t>
      </w:r>
      <w:r w:rsidR="00AB761B">
        <w:rPr>
          <w:rFonts w:hint="cs"/>
          <w:rtl/>
        </w:rPr>
        <w:t>ا</w:t>
      </w:r>
      <w:r>
        <w:rPr>
          <w:rtl/>
        </w:rPr>
        <w:t>بي ربيعة و</w:t>
      </w:r>
      <w:r w:rsidR="00AB761B">
        <w:rPr>
          <w:rFonts w:hint="cs"/>
          <w:rtl/>
        </w:rPr>
        <w:t>ا</w:t>
      </w:r>
      <w:r>
        <w:rPr>
          <w:rtl/>
        </w:rPr>
        <w:t xml:space="preserve">بو خالد عمرو ابن خالد الواسطي وابن </w:t>
      </w:r>
      <w:r w:rsidR="00AB761B">
        <w:rPr>
          <w:rFonts w:hint="cs"/>
          <w:rtl/>
        </w:rPr>
        <w:t>ا</w:t>
      </w:r>
      <w:r>
        <w:rPr>
          <w:rtl/>
        </w:rPr>
        <w:t xml:space="preserve">بي الزناد وعدة وفي </w:t>
      </w:r>
      <w:r w:rsidR="008757C0">
        <w:rPr>
          <w:rtl/>
        </w:rPr>
        <w:t xml:space="preserve">الشذرات </w:t>
      </w:r>
      <w:r w:rsidR="00AB761B">
        <w:rPr>
          <w:rFonts w:hint="cs"/>
          <w:rtl/>
        </w:rPr>
        <w:t>ا</w:t>
      </w:r>
      <w:r w:rsidR="008757C0">
        <w:rPr>
          <w:rtl/>
        </w:rPr>
        <w:t xml:space="preserve">خذ عنه </w:t>
      </w:r>
      <w:r w:rsidR="00AB761B">
        <w:rPr>
          <w:rFonts w:hint="cs"/>
          <w:rtl/>
        </w:rPr>
        <w:t>ا</w:t>
      </w:r>
      <w:r w:rsidR="008757C0">
        <w:rPr>
          <w:rtl/>
        </w:rPr>
        <w:t>بو حنيفة كثير</w:t>
      </w:r>
      <w:r>
        <w:rPr>
          <w:rtl/>
        </w:rPr>
        <w:t xml:space="preserve"> ( </w:t>
      </w:r>
      <w:r w:rsidR="00AB761B">
        <w:rPr>
          <w:rFonts w:hint="cs"/>
          <w:rtl/>
        </w:rPr>
        <w:t>ا</w:t>
      </w:r>
      <w:r>
        <w:rPr>
          <w:rtl/>
        </w:rPr>
        <w:t>قول ) وذكر رواية جعفر بن محمد</w:t>
      </w:r>
    </w:p>
    <w:p w:rsidR="00BA4473" w:rsidRDefault="00BA4473" w:rsidP="000756DD">
      <w:pPr>
        <w:pStyle w:val="rfdNormal0"/>
        <w:rPr>
          <w:rtl/>
        </w:rPr>
      </w:pPr>
      <w:r w:rsidRPr="00AB761B">
        <w:rPr>
          <w:rtl/>
        </w:rPr>
        <w:br w:type="page"/>
      </w:r>
      <w:r>
        <w:rPr>
          <w:rtl/>
        </w:rPr>
        <w:lastRenderedPageBreak/>
        <w:t>الصادق عنه أيضا ابن عساكر في تاريخ دمشق ف</w:t>
      </w:r>
      <w:r w:rsidR="000756DD">
        <w:rPr>
          <w:rFonts w:hint="cs"/>
          <w:rtl/>
        </w:rPr>
        <w:t>ا</w:t>
      </w:r>
      <w:r>
        <w:rPr>
          <w:rtl/>
        </w:rPr>
        <w:t xml:space="preserve">ن ارادا روايته عنه في </w:t>
      </w:r>
      <w:r w:rsidR="000756DD">
        <w:rPr>
          <w:rFonts w:hint="cs"/>
          <w:rtl/>
        </w:rPr>
        <w:t>ا</w:t>
      </w:r>
      <w:r>
        <w:rPr>
          <w:rtl/>
        </w:rPr>
        <w:t xml:space="preserve">حكام الدين فالصادق </w:t>
      </w:r>
      <w:r w:rsidR="00FF2CA0">
        <w:rPr>
          <w:rStyle w:val="rfdAlaem"/>
          <w:rFonts w:hint="cs"/>
          <w:rtl/>
        </w:rPr>
        <w:t>عليه‌السلام</w:t>
      </w:r>
      <w:r>
        <w:rPr>
          <w:rtl/>
        </w:rPr>
        <w:t xml:space="preserve"> لم يكن بأخذها عن غير آبائه عن رسول الله </w:t>
      </w:r>
      <w:r w:rsidR="00FF2CA0">
        <w:rPr>
          <w:rStyle w:val="rfdAlaem"/>
          <w:rFonts w:hint="cs"/>
          <w:rtl/>
        </w:rPr>
        <w:t>صلى‌الله‌عليه‌وآله‌وسلم</w:t>
      </w:r>
      <w:r>
        <w:rPr>
          <w:rtl/>
        </w:rPr>
        <w:t xml:space="preserve"> عن جبرئيل عن الله تعالى و</w:t>
      </w:r>
      <w:r w:rsidR="000756DD">
        <w:rPr>
          <w:rFonts w:hint="cs"/>
          <w:rtl/>
        </w:rPr>
        <w:t>ا</w:t>
      </w:r>
      <w:r>
        <w:rPr>
          <w:rtl/>
        </w:rPr>
        <w:t>ن ارادا غيرها فيكن.</w:t>
      </w:r>
    </w:p>
    <w:p w:rsidR="00BA4473" w:rsidRPr="004F5F13" w:rsidRDefault="00BA4473" w:rsidP="000756DD">
      <w:pPr>
        <w:pStyle w:val="Heading1Center"/>
        <w:rPr>
          <w:rtl/>
        </w:rPr>
      </w:pPr>
      <w:bookmarkStart w:id="101" w:name="_Toc256850579"/>
      <w:bookmarkStart w:id="102" w:name="_Toc256854643"/>
      <w:bookmarkStart w:id="103" w:name="_Toc292190079"/>
      <w:bookmarkStart w:id="104" w:name="_Toc292205024"/>
      <w:r w:rsidRPr="00B8615A">
        <w:rPr>
          <w:rtl/>
        </w:rPr>
        <w:t xml:space="preserve">( ما </w:t>
      </w:r>
      <w:r w:rsidR="000756DD">
        <w:rPr>
          <w:rFonts w:hint="cs"/>
          <w:rtl/>
        </w:rPr>
        <w:t>ا</w:t>
      </w:r>
      <w:r w:rsidRPr="00B8615A">
        <w:rPr>
          <w:rtl/>
        </w:rPr>
        <w:t>ثر عنه من المواعظ</w:t>
      </w:r>
      <w:r w:rsidRPr="004F5F13">
        <w:rPr>
          <w:rtl/>
        </w:rPr>
        <w:t xml:space="preserve"> </w:t>
      </w:r>
      <w:r w:rsidRPr="00B8615A">
        <w:rPr>
          <w:rtl/>
        </w:rPr>
        <w:t>والحكم والآداب ونحوها )</w:t>
      </w:r>
      <w:bookmarkEnd w:id="101"/>
      <w:bookmarkEnd w:id="102"/>
      <w:bookmarkEnd w:id="103"/>
      <w:bookmarkEnd w:id="104"/>
    </w:p>
    <w:p w:rsidR="00BA4473" w:rsidRDefault="00BA4473" w:rsidP="000756DD">
      <w:pPr>
        <w:rPr>
          <w:rtl/>
        </w:rPr>
      </w:pPr>
      <w:r>
        <w:rPr>
          <w:rtl/>
        </w:rPr>
        <w:t xml:space="preserve">عن </w:t>
      </w:r>
      <w:r w:rsidR="000756DD">
        <w:rPr>
          <w:rFonts w:hint="cs"/>
          <w:rtl/>
        </w:rPr>
        <w:t>ا</w:t>
      </w:r>
      <w:r>
        <w:rPr>
          <w:rtl/>
        </w:rPr>
        <w:t xml:space="preserve">بي المؤيد موفق بن </w:t>
      </w:r>
      <w:r w:rsidR="000756DD">
        <w:rPr>
          <w:rFonts w:hint="cs"/>
          <w:rtl/>
        </w:rPr>
        <w:t>ا</w:t>
      </w:r>
      <w:r>
        <w:rPr>
          <w:rtl/>
        </w:rPr>
        <w:t>حمد المكي الملقب ب</w:t>
      </w:r>
      <w:r w:rsidR="000756DD">
        <w:rPr>
          <w:rFonts w:hint="cs"/>
          <w:rtl/>
        </w:rPr>
        <w:t>ا</w:t>
      </w:r>
      <w:r>
        <w:rPr>
          <w:rtl/>
        </w:rPr>
        <w:t xml:space="preserve">خطب خوارزم </w:t>
      </w:r>
      <w:r w:rsidR="000756DD">
        <w:rPr>
          <w:rFonts w:hint="cs"/>
          <w:rtl/>
        </w:rPr>
        <w:t>ا</w:t>
      </w:r>
      <w:r>
        <w:rPr>
          <w:rtl/>
        </w:rPr>
        <w:t xml:space="preserve">نه ذكر في مقتله </w:t>
      </w:r>
      <w:r w:rsidR="000756DD">
        <w:rPr>
          <w:rFonts w:hint="cs"/>
          <w:rtl/>
        </w:rPr>
        <w:t>ا</w:t>
      </w:r>
      <w:r>
        <w:rPr>
          <w:rtl/>
        </w:rPr>
        <w:t xml:space="preserve">نه قيل لزيد بن علي الصمت خير </w:t>
      </w:r>
      <w:r w:rsidR="000756DD">
        <w:rPr>
          <w:rFonts w:hint="cs"/>
          <w:rtl/>
        </w:rPr>
        <w:t>ا</w:t>
      </w:r>
      <w:r>
        <w:rPr>
          <w:rtl/>
        </w:rPr>
        <w:t xml:space="preserve">م الكلام فقال قبح الله المساكتة ما </w:t>
      </w:r>
      <w:r w:rsidR="000756DD">
        <w:rPr>
          <w:rFonts w:hint="cs"/>
          <w:rtl/>
        </w:rPr>
        <w:t>ا</w:t>
      </w:r>
      <w:r>
        <w:rPr>
          <w:rtl/>
        </w:rPr>
        <w:t>فسدها للبيان و</w:t>
      </w:r>
      <w:r w:rsidR="000756DD">
        <w:rPr>
          <w:rFonts w:hint="cs"/>
          <w:rtl/>
        </w:rPr>
        <w:t>ا</w:t>
      </w:r>
      <w:r>
        <w:rPr>
          <w:rtl/>
        </w:rPr>
        <w:t xml:space="preserve">جلبها للعي والحصر والله للمماراة </w:t>
      </w:r>
      <w:r w:rsidR="000756DD">
        <w:rPr>
          <w:rFonts w:hint="cs"/>
          <w:rtl/>
        </w:rPr>
        <w:t>ا</w:t>
      </w:r>
      <w:r>
        <w:rPr>
          <w:rtl/>
        </w:rPr>
        <w:t>سرع في هدم الفتى من النار في ببس العرفج ومن السيل الى الحدور</w:t>
      </w:r>
      <w:r w:rsidR="00496246">
        <w:rPr>
          <w:rFonts w:hint="cs"/>
          <w:rtl/>
        </w:rPr>
        <w:t xml:space="preserve"> </w:t>
      </w:r>
      <w:r>
        <w:rPr>
          <w:rtl/>
        </w:rPr>
        <w:t xml:space="preserve">فقد فضل الكلام على السكوت وذم المماراة فالكلام </w:t>
      </w:r>
      <w:r w:rsidR="000756DD">
        <w:rPr>
          <w:rFonts w:hint="cs"/>
          <w:rtl/>
        </w:rPr>
        <w:t>ا</w:t>
      </w:r>
      <w:r>
        <w:rPr>
          <w:rtl/>
        </w:rPr>
        <w:t xml:space="preserve">فضل بشرط </w:t>
      </w:r>
      <w:r w:rsidR="000756DD">
        <w:rPr>
          <w:rFonts w:hint="cs"/>
          <w:rtl/>
        </w:rPr>
        <w:t>ا</w:t>
      </w:r>
      <w:r>
        <w:rPr>
          <w:rtl/>
        </w:rPr>
        <w:t xml:space="preserve">ن لا يكون مماراة ونقل </w:t>
      </w:r>
      <w:r w:rsidR="000756DD">
        <w:rPr>
          <w:rFonts w:hint="cs"/>
          <w:rtl/>
        </w:rPr>
        <w:t>ا</w:t>
      </w:r>
      <w:r>
        <w:rPr>
          <w:rtl/>
        </w:rPr>
        <w:t xml:space="preserve">ن زيد بن علي كان اذا تلا هذه الآية </w:t>
      </w:r>
      <w:r w:rsidRPr="008F105C">
        <w:rPr>
          <w:rStyle w:val="rfdAlaem"/>
          <w:rtl/>
        </w:rPr>
        <w:t>(</w:t>
      </w:r>
      <w:r w:rsidR="000756DD" w:rsidRPr="000756DD">
        <w:rPr>
          <w:rFonts w:hint="cs"/>
          <w:rtl/>
        </w:rPr>
        <w:t xml:space="preserve"> </w:t>
      </w:r>
      <w:r w:rsidR="000756DD" w:rsidRPr="000756DD">
        <w:rPr>
          <w:rStyle w:val="rfdAie"/>
          <w:rFonts w:hint="cs"/>
          <w:rtl/>
        </w:rPr>
        <w:t>وَإِن تَتَوَلَّوْا يَسْتَبْدِلْ قَوْمًا غَيْرَكُمْ ثُمَّ لا يَكُونُوا أَمْثَالَكُم</w:t>
      </w:r>
      <w:r w:rsidRPr="000756DD">
        <w:rPr>
          <w:rtl/>
        </w:rPr>
        <w:t xml:space="preserve"> </w:t>
      </w:r>
      <w:r w:rsidRPr="008F105C">
        <w:rPr>
          <w:rStyle w:val="rfdAlaem"/>
          <w:rtl/>
        </w:rPr>
        <w:t>)</w:t>
      </w:r>
      <w:r>
        <w:rPr>
          <w:rtl/>
        </w:rPr>
        <w:t xml:space="preserve"> يقول </w:t>
      </w:r>
      <w:r w:rsidR="000756DD">
        <w:rPr>
          <w:rFonts w:hint="cs"/>
          <w:rtl/>
        </w:rPr>
        <w:t>ا</w:t>
      </w:r>
      <w:r>
        <w:rPr>
          <w:rtl/>
        </w:rPr>
        <w:t xml:space="preserve">ن كلام الله هذا تهديد وتخويف ثم يقول اللهم لا تجعلنا ممن تولى عنك فاستبدلت به بدلا. وروي عن زيد بن علي </w:t>
      </w:r>
      <w:r w:rsidR="000756DD">
        <w:rPr>
          <w:rFonts w:hint="cs"/>
          <w:rtl/>
        </w:rPr>
        <w:t>ا</w:t>
      </w:r>
      <w:r>
        <w:rPr>
          <w:rtl/>
        </w:rPr>
        <w:t>نه قال صرفت مدة ثلاث عشرة سنة من عمري في قراءة القرآن فما وجدت آية من كتاب الله يفهم منها الرخصة في طلب الرزق.</w:t>
      </w:r>
    </w:p>
    <w:p w:rsidR="00BA4473" w:rsidRDefault="00BA4473" w:rsidP="000756DD">
      <w:pPr>
        <w:rPr>
          <w:rtl/>
        </w:rPr>
      </w:pPr>
      <w:r>
        <w:rPr>
          <w:rtl/>
        </w:rPr>
        <w:t xml:space="preserve">( </w:t>
      </w:r>
      <w:r w:rsidR="000756DD">
        <w:rPr>
          <w:rFonts w:hint="cs"/>
          <w:rtl/>
        </w:rPr>
        <w:t>ا</w:t>
      </w:r>
      <w:r>
        <w:rPr>
          <w:rtl/>
        </w:rPr>
        <w:t>قول ) ك</w:t>
      </w:r>
      <w:r w:rsidR="000756DD">
        <w:rPr>
          <w:rFonts w:hint="cs"/>
          <w:rtl/>
        </w:rPr>
        <w:t>ا</w:t>
      </w:r>
      <w:r>
        <w:rPr>
          <w:rtl/>
        </w:rPr>
        <w:t xml:space="preserve">نه </w:t>
      </w:r>
      <w:r w:rsidR="00FF2CA0">
        <w:rPr>
          <w:rStyle w:val="rfdAlaem"/>
          <w:rFonts w:hint="cs"/>
          <w:rtl/>
        </w:rPr>
        <w:t>رضي‌الله‌عنه</w:t>
      </w:r>
      <w:r w:rsidR="000756DD">
        <w:rPr>
          <w:rFonts w:hint="cs"/>
          <w:rtl/>
        </w:rPr>
        <w:t xml:space="preserve"> </w:t>
      </w:r>
      <w:r>
        <w:rPr>
          <w:rtl/>
        </w:rPr>
        <w:t xml:space="preserve">نظر الى الآيات المتضمنة ان الله تعالى تكفل بالرزق وهي </w:t>
      </w:r>
      <w:r w:rsidR="000756DD">
        <w:rPr>
          <w:rFonts w:hint="cs"/>
          <w:rtl/>
        </w:rPr>
        <w:t>ا</w:t>
      </w:r>
      <w:r>
        <w:rPr>
          <w:rtl/>
        </w:rPr>
        <w:t xml:space="preserve">كثر الآيات كقوله وما من دابة الا على الله رزقها. الله الذي خلقكم ثم رزقكم. </w:t>
      </w:r>
      <w:r w:rsidR="000756DD">
        <w:rPr>
          <w:rFonts w:hint="cs"/>
          <w:rtl/>
        </w:rPr>
        <w:t>ا</w:t>
      </w:r>
      <w:r>
        <w:rPr>
          <w:rtl/>
        </w:rPr>
        <w:t xml:space="preserve">ن الله يرزق من يشاء </w:t>
      </w:r>
      <w:r w:rsidR="000756DD">
        <w:rPr>
          <w:rFonts w:hint="cs"/>
          <w:rtl/>
        </w:rPr>
        <w:t>بغي</w:t>
      </w:r>
      <w:r>
        <w:rPr>
          <w:rtl/>
        </w:rPr>
        <w:t>ر</w:t>
      </w:r>
    </w:p>
    <w:p w:rsidR="00BA4473" w:rsidRDefault="00BA4473" w:rsidP="00EC4611">
      <w:pPr>
        <w:pStyle w:val="rfdNormal0"/>
        <w:rPr>
          <w:rtl/>
        </w:rPr>
      </w:pPr>
      <w:r w:rsidRPr="000756DD">
        <w:rPr>
          <w:rtl/>
        </w:rPr>
        <w:br w:type="page"/>
      </w:r>
      <w:r>
        <w:rPr>
          <w:rtl/>
        </w:rPr>
        <w:lastRenderedPageBreak/>
        <w:t xml:space="preserve">حساب فرأى </w:t>
      </w:r>
      <w:r w:rsidR="00EC4611">
        <w:rPr>
          <w:rFonts w:hint="cs"/>
          <w:rtl/>
        </w:rPr>
        <w:t>ا</w:t>
      </w:r>
      <w:r>
        <w:rPr>
          <w:rtl/>
        </w:rPr>
        <w:t xml:space="preserve">نه ليس فيها </w:t>
      </w:r>
      <w:r w:rsidR="00EC4611">
        <w:rPr>
          <w:rFonts w:hint="cs"/>
          <w:rtl/>
        </w:rPr>
        <w:t>ا</w:t>
      </w:r>
      <w:r>
        <w:rPr>
          <w:rtl/>
        </w:rPr>
        <w:t xml:space="preserve">مر بطلب الرزق وغفل عن الآيات التي </w:t>
      </w:r>
      <w:r w:rsidR="00EC4611">
        <w:rPr>
          <w:rFonts w:hint="cs"/>
          <w:rtl/>
        </w:rPr>
        <w:t>ا</w:t>
      </w:r>
      <w:r>
        <w:rPr>
          <w:rtl/>
        </w:rPr>
        <w:t xml:space="preserve">مر فيها بذلك وان كانت </w:t>
      </w:r>
      <w:r w:rsidR="00EC4611">
        <w:rPr>
          <w:rFonts w:hint="cs"/>
          <w:rtl/>
        </w:rPr>
        <w:t>ا</w:t>
      </w:r>
      <w:r>
        <w:rPr>
          <w:rtl/>
        </w:rPr>
        <w:t>قل كقوله تعالى وامشوا في مناكبها وكلوا من رزقه فاذا قضيت الصلاة فانتشروا في الارض وابتغوا من فضل الله وغير ذلك.</w:t>
      </w:r>
    </w:p>
    <w:p w:rsidR="00BA4473" w:rsidRDefault="00BA4473" w:rsidP="00EC4611">
      <w:pPr>
        <w:rPr>
          <w:rtl/>
        </w:rPr>
      </w:pPr>
      <w:r>
        <w:rPr>
          <w:rtl/>
        </w:rPr>
        <w:t>وقال بعض المعاصرين : ليس معنى هذا الكلام ان الانسان غير مأمور بطلب الرزق حتى ينافي الاخبار الآمرة بطلب الرزق وعدم استجابة دعاء من يقول رب ارزقني ولا يسع</w:t>
      </w:r>
      <w:r w:rsidR="00EC4611">
        <w:rPr>
          <w:rFonts w:hint="cs"/>
          <w:rtl/>
        </w:rPr>
        <w:t>ى</w:t>
      </w:r>
      <w:r>
        <w:rPr>
          <w:rtl/>
        </w:rPr>
        <w:t xml:space="preserve"> في طلب الرزق بل المقصود </w:t>
      </w:r>
      <w:r w:rsidR="00EC4611">
        <w:rPr>
          <w:rFonts w:hint="cs"/>
          <w:rtl/>
        </w:rPr>
        <w:t>ا</w:t>
      </w:r>
      <w:r>
        <w:rPr>
          <w:rtl/>
        </w:rPr>
        <w:t xml:space="preserve">نه ليس من المناسب للسلطنة الالاهية ان يقول الله تعالى </w:t>
      </w:r>
      <w:r w:rsidR="00EC4611">
        <w:rPr>
          <w:rFonts w:hint="cs"/>
          <w:rtl/>
        </w:rPr>
        <w:t>ا</w:t>
      </w:r>
      <w:r>
        <w:rPr>
          <w:rtl/>
        </w:rPr>
        <w:t>نا خلقتكم فاذهبوا فتكلفوا تحصيل الرزق ب</w:t>
      </w:r>
      <w:r w:rsidR="00EC4611">
        <w:rPr>
          <w:rFonts w:hint="cs"/>
          <w:rtl/>
        </w:rPr>
        <w:t>ا</w:t>
      </w:r>
      <w:r>
        <w:rPr>
          <w:rtl/>
        </w:rPr>
        <w:t>ن</w:t>
      </w:r>
      <w:r w:rsidR="00EC4611">
        <w:rPr>
          <w:rFonts w:hint="cs"/>
          <w:rtl/>
        </w:rPr>
        <w:t>فس</w:t>
      </w:r>
      <w:r>
        <w:rPr>
          <w:rtl/>
        </w:rPr>
        <w:t xml:space="preserve">كم لذلك نسب الرزق </w:t>
      </w:r>
      <w:r w:rsidR="00EC4611">
        <w:rPr>
          <w:rFonts w:hint="cs"/>
          <w:rtl/>
        </w:rPr>
        <w:t xml:space="preserve">اليه </w:t>
      </w:r>
      <w:r>
        <w:rPr>
          <w:rtl/>
        </w:rPr>
        <w:t xml:space="preserve">تعالى في الآيات المتقدمة ولكن زيدا </w:t>
      </w:r>
      <w:r w:rsidR="00FF2CA0">
        <w:rPr>
          <w:rStyle w:val="rfdAlaem"/>
          <w:rFonts w:hint="cs"/>
          <w:rtl/>
        </w:rPr>
        <w:t>رضي‌الله‌عنه</w:t>
      </w:r>
      <w:r>
        <w:rPr>
          <w:rtl/>
        </w:rPr>
        <w:t xml:space="preserve"> انما قال </w:t>
      </w:r>
      <w:r w:rsidR="00EC4611">
        <w:rPr>
          <w:rFonts w:hint="cs"/>
          <w:rtl/>
        </w:rPr>
        <w:t>ا</w:t>
      </w:r>
      <w:r>
        <w:rPr>
          <w:rtl/>
        </w:rPr>
        <w:t>نه لم يجد في القرآن لا في الروايات و</w:t>
      </w:r>
      <w:r w:rsidR="00EC4611">
        <w:rPr>
          <w:rFonts w:hint="cs"/>
          <w:rtl/>
        </w:rPr>
        <w:t>ا</w:t>
      </w:r>
      <w:r>
        <w:rPr>
          <w:rtl/>
        </w:rPr>
        <w:t xml:space="preserve">ما دعوى </w:t>
      </w:r>
      <w:r w:rsidR="00EC4611">
        <w:rPr>
          <w:rFonts w:hint="cs"/>
          <w:rtl/>
        </w:rPr>
        <w:t>ا</w:t>
      </w:r>
      <w:r>
        <w:rPr>
          <w:rtl/>
        </w:rPr>
        <w:t xml:space="preserve">نه ليس من المناسب للسلطنة الالاهية </w:t>
      </w:r>
      <w:r w:rsidR="00EC4611">
        <w:rPr>
          <w:rFonts w:hint="cs"/>
          <w:rtl/>
        </w:rPr>
        <w:t>ا</w:t>
      </w:r>
      <w:r>
        <w:rPr>
          <w:rtl/>
        </w:rPr>
        <w:t>ن يقول الله ذلك فدعوى غير صحيحة فقوله تعالى اذهبوا فتكلفوا تحصيل الرزق بانفسكم ان لم يكن مؤيدا</w:t>
      </w:r>
      <w:r w:rsidR="00763F52">
        <w:rPr>
          <w:rFonts w:hint="cs"/>
          <w:rtl/>
        </w:rPr>
        <w:t>ً</w:t>
      </w:r>
      <w:r>
        <w:rPr>
          <w:rtl/>
        </w:rPr>
        <w:t xml:space="preserve"> للسلطنة الالاهية فليس منافيا على </w:t>
      </w:r>
      <w:r w:rsidR="00EC4611">
        <w:rPr>
          <w:rFonts w:hint="cs"/>
          <w:rtl/>
        </w:rPr>
        <w:t>ا</w:t>
      </w:r>
      <w:r>
        <w:rPr>
          <w:rtl/>
        </w:rPr>
        <w:t xml:space="preserve">نه قد </w:t>
      </w:r>
      <w:r w:rsidR="00EC4611">
        <w:rPr>
          <w:rFonts w:hint="cs"/>
          <w:rtl/>
        </w:rPr>
        <w:t>ا</w:t>
      </w:r>
      <w:r>
        <w:rPr>
          <w:rtl/>
        </w:rPr>
        <w:t xml:space="preserve">مرهم بذلك في الآيتين السالفتين اما الآيات التي اسندت لرزق اليه تعالى فالمراد بها والله اعلم </w:t>
      </w:r>
      <w:r w:rsidR="00EC4611">
        <w:rPr>
          <w:rFonts w:hint="cs"/>
          <w:rtl/>
        </w:rPr>
        <w:t>ا</w:t>
      </w:r>
      <w:r>
        <w:rPr>
          <w:rtl/>
        </w:rPr>
        <w:t>ن كل شيء بتسببه وارادته وتوفيقه فلا منافاة بينها وبين الامر بطلب الرزق.</w:t>
      </w:r>
    </w:p>
    <w:p w:rsidR="00BA4473" w:rsidRDefault="00BA4473" w:rsidP="00EC4611">
      <w:pPr>
        <w:rPr>
          <w:rtl/>
        </w:rPr>
      </w:pPr>
      <w:r>
        <w:rPr>
          <w:rtl/>
        </w:rPr>
        <w:t xml:space="preserve">في كفاية الاثر </w:t>
      </w:r>
      <w:r w:rsidR="00AF4E12">
        <w:rPr>
          <w:rtl/>
        </w:rPr>
        <w:t>ص 8</w:t>
      </w:r>
      <w:r>
        <w:rPr>
          <w:rtl/>
        </w:rPr>
        <w:t xml:space="preserve">6 عن محمد بن بكير </w:t>
      </w:r>
      <w:r w:rsidR="00EC4611">
        <w:rPr>
          <w:rFonts w:hint="cs"/>
          <w:rtl/>
        </w:rPr>
        <w:t>ا</w:t>
      </w:r>
      <w:r>
        <w:rPr>
          <w:rtl/>
        </w:rPr>
        <w:t xml:space="preserve">نه قال دخلت على زيد بن علي وعنده صالح بن بشر فسلمت عليه وهو يريد الخروج الى العراق فقلت له يا ابن رسول الله حدثني بشيء سمعته عن </w:t>
      </w:r>
      <w:r w:rsidR="00EC4611">
        <w:rPr>
          <w:rFonts w:hint="cs"/>
          <w:rtl/>
        </w:rPr>
        <w:t>ا</w:t>
      </w:r>
      <w:r>
        <w:rPr>
          <w:rtl/>
        </w:rPr>
        <w:t>بيك</w:t>
      </w:r>
    </w:p>
    <w:p w:rsidR="00BA4473" w:rsidRDefault="00BA4473" w:rsidP="003003A9">
      <w:pPr>
        <w:pStyle w:val="rfdNormal0"/>
        <w:rPr>
          <w:rtl/>
        </w:rPr>
      </w:pPr>
      <w:r w:rsidRPr="00EC4611">
        <w:rPr>
          <w:rtl/>
        </w:rPr>
        <w:br w:type="page"/>
      </w:r>
      <w:r>
        <w:rPr>
          <w:rtl/>
        </w:rPr>
        <w:lastRenderedPageBreak/>
        <w:t xml:space="preserve">فقال حدثني </w:t>
      </w:r>
      <w:r w:rsidR="003003A9">
        <w:rPr>
          <w:rFonts w:hint="cs"/>
          <w:rtl/>
        </w:rPr>
        <w:t>ا</w:t>
      </w:r>
      <w:r>
        <w:rPr>
          <w:rtl/>
        </w:rPr>
        <w:t xml:space="preserve">بي عن جده عن رسول الله صلوات الله عليهم </w:t>
      </w:r>
      <w:r w:rsidR="003003A9">
        <w:rPr>
          <w:rFonts w:hint="cs"/>
          <w:rtl/>
        </w:rPr>
        <w:t>ا</w:t>
      </w:r>
      <w:r>
        <w:rPr>
          <w:rtl/>
        </w:rPr>
        <w:t xml:space="preserve">جمعين </w:t>
      </w:r>
      <w:r w:rsidR="003003A9">
        <w:rPr>
          <w:rFonts w:hint="cs"/>
          <w:rtl/>
        </w:rPr>
        <w:t>ا</w:t>
      </w:r>
      <w:r>
        <w:rPr>
          <w:rtl/>
        </w:rPr>
        <w:t xml:space="preserve">نه قال من </w:t>
      </w:r>
      <w:r w:rsidR="003003A9">
        <w:rPr>
          <w:rFonts w:hint="cs"/>
          <w:rtl/>
        </w:rPr>
        <w:t>ا</w:t>
      </w:r>
      <w:r>
        <w:rPr>
          <w:rtl/>
        </w:rPr>
        <w:t xml:space="preserve">نعم الله عليه بنعمة فليحمد الله ومن استبطأ الرزق فليستغفر الله ومن </w:t>
      </w:r>
      <w:r w:rsidR="003003A9">
        <w:rPr>
          <w:rFonts w:hint="cs"/>
          <w:rtl/>
        </w:rPr>
        <w:t>ا</w:t>
      </w:r>
      <w:r>
        <w:rPr>
          <w:rtl/>
        </w:rPr>
        <w:t xml:space="preserve">حزنه </w:t>
      </w:r>
      <w:r w:rsidR="003003A9">
        <w:rPr>
          <w:rFonts w:hint="cs"/>
          <w:rtl/>
        </w:rPr>
        <w:t>ا</w:t>
      </w:r>
      <w:r>
        <w:rPr>
          <w:rtl/>
        </w:rPr>
        <w:t xml:space="preserve">مر فليقل لا حول ولا قوة الا بالله قال محمد بن بكير قلت يا ابن رسول الله زدني قال حدثني </w:t>
      </w:r>
      <w:r w:rsidR="003003A9">
        <w:rPr>
          <w:rFonts w:hint="cs"/>
          <w:rtl/>
        </w:rPr>
        <w:t>ا</w:t>
      </w:r>
      <w:r>
        <w:rPr>
          <w:rtl/>
        </w:rPr>
        <w:t xml:space="preserve">بي عن جدي رسول الله </w:t>
      </w:r>
      <w:r w:rsidR="003003A9">
        <w:rPr>
          <w:rFonts w:hint="cs"/>
          <w:rtl/>
        </w:rPr>
        <w:t>صلّى الله عليه وسلّم</w:t>
      </w:r>
      <w:r>
        <w:rPr>
          <w:rtl/>
        </w:rPr>
        <w:t xml:space="preserve"> </w:t>
      </w:r>
      <w:r w:rsidR="003003A9">
        <w:rPr>
          <w:rFonts w:hint="cs"/>
          <w:rtl/>
        </w:rPr>
        <w:t>ا</w:t>
      </w:r>
      <w:r>
        <w:rPr>
          <w:rtl/>
        </w:rPr>
        <w:t xml:space="preserve">نه قال </w:t>
      </w:r>
      <w:r w:rsidR="003003A9">
        <w:rPr>
          <w:rFonts w:hint="cs"/>
          <w:rtl/>
        </w:rPr>
        <w:t>ا</w:t>
      </w:r>
      <w:r>
        <w:rPr>
          <w:rtl/>
        </w:rPr>
        <w:t xml:space="preserve">ربعة </w:t>
      </w:r>
      <w:r w:rsidR="003003A9">
        <w:rPr>
          <w:rFonts w:hint="cs"/>
          <w:rtl/>
        </w:rPr>
        <w:t>ا</w:t>
      </w:r>
      <w:r>
        <w:rPr>
          <w:rtl/>
        </w:rPr>
        <w:t>نا لهم اشفيع يوم القيامة المكرم لذريتي والقاضي لهم حوائ</w:t>
      </w:r>
      <w:r w:rsidR="003003A9">
        <w:rPr>
          <w:rFonts w:hint="cs"/>
          <w:rtl/>
        </w:rPr>
        <w:t>ج</w:t>
      </w:r>
      <w:r>
        <w:rPr>
          <w:rtl/>
        </w:rPr>
        <w:t xml:space="preserve">هم والساعي لهم في </w:t>
      </w:r>
      <w:r w:rsidR="003003A9">
        <w:rPr>
          <w:rFonts w:hint="cs"/>
          <w:rtl/>
        </w:rPr>
        <w:t>ا</w:t>
      </w:r>
      <w:r>
        <w:rPr>
          <w:rtl/>
        </w:rPr>
        <w:t xml:space="preserve">مورهم عند اضطرارهم اليه والمحب لهم بقلبه ولسانه قال ابن بكير يا ابن رسول الله حدثني عن هذه الفضائل التي </w:t>
      </w:r>
      <w:r w:rsidR="003003A9">
        <w:rPr>
          <w:rFonts w:hint="cs"/>
          <w:rtl/>
        </w:rPr>
        <w:t>ا</w:t>
      </w:r>
      <w:r>
        <w:rPr>
          <w:rtl/>
        </w:rPr>
        <w:t xml:space="preserve">نعم الله بها عليكم فقال حدثني </w:t>
      </w:r>
      <w:r w:rsidR="003003A9">
        <w:rPr>
          <w:rFonts w:hint="cs"/>
          <w:rtl/>
        </w:rPr>
        <w:t>ا</w:t>
      </w:r>
      <w:r>
        <w:rPr>
          <w:rtl/>
        </w:rPr>
        <w:t xml:space="preserve">بي عن جده عن رسول الله </w:t>
      </w:r>
      <w:r w:rsidR="003003A9">
        <w:rPr>
          <w:rFonts w:hint="cs"/>
          <w:rtl/>
        </w:rPr>
        <w:t>صلّى الله عليه وسلّم</w:t>
      </w:r>
      <w:r>
        <w:rPr>
          <w:rtl/>
        </w:rPr>
        <w:t xml:space="preserve"> </w:t>
      </w:r>
      <w:r w:rsidR="003003A9">
        <w:rPr>
          <w:rFonts w:hint="cs"/>
          <w:rtl/>
        </w:rPr>
        <w:t>ا</w:t>
      </w:r>
      <w:r>
        <w:rPr>
          <w:rtl/>
        </w:rPr>
        <w:t xml:space="preserve">نه قال من </w:t>
      </w:r>
      <w:r w:rsidR="003003A9">
        <w:rPr>
          <w:rFonts w:hint="cs"/>
          <w:rtl/>
        </w:rPr>
        <w:t>ا</w:t>
      </w:r>
      <w:r>
        <w:rPr>
          <w:rtl/>
        </w:rPr>
        <w:t xml:space="preserve">حبنا </w:t>
      </w:r>
      <w:r w:rsidR="003003A9">
        <w:rPr>
          <w:rFonts w:hint="cs"/>
          <w:rtl/>
        </w:rPr>
        <w:t>ا</w:t>
      </w:r>
      <w:r>
        <w:rPr>
          <w:rtl/>
        </w:rPr>
        <w:t>هل البيت في الله حشر معنا وادخلناه معنا الجنة يا ابن بكير من تمسك بنا فهو معنا في الدرجات العلى يا ابن بكير ان الله تبارك وتعالى اصطفى محمدا</w:t>
      </w:r>
      <w:r w:rsidR="00745D2C">
        <w:rPr>
          <w:rFonts w:hint="cs"/>
          <w:rtl/>
        </w:rPr>
        <w:t>ً</w:t>
      </w:r>
      <w:r>
        <w:rPr>
          <w:rtl/>
        </w:rPr>
        <w:t xml:space="preserve"> </w:t>
      </w:r>
      <w:r w:rsidR="003003A9">
        <w:rPr>
          <w:rFonts w:hint="cs"/>
          <w:rtl/>
        </w:rPr>
        <w:t>صلّى الله عليه وسلّم</w:t>
      </w:r>
      <w:r>
        <w:rPr>
          <w:rtl/>
        </w:rPr>
        <w:t xml:space="preserve"> واختارنا له ذرية فلولانا لم يخلق الله الدنيا والاخرة يا ابن بكير بنا عرف الله وبنا عبد</w:t>
      </w:r>
      <w:r w:rsidR="003003A9">
        <w:rPr>
          <w:rFonts w:hint="cs"/>
          <w:rtl/>
        </w:rPr>
        <w:t xml:space="preserve"> </w:t>
      </w:r>
      <w:r>
        <w:rPr>
          <w:rtl/>
        </w:rPr>
        <w:t xml:space="preserve">الله ونحن السبيل الى الله وعن الامالي عن زيد بن علي عن </w:t>
      </w:r>
      <w:r w:rsidR="003003A9">
        <w:rPr>
          <w:rFonts w:hint="cs"/>
          <w:rtl/>
        </w:rPr>
        <w:t>ا</w:t>
      </w:r>
      <w:r>
        <w:rPr>
          <w:rtl/>
        </w:rPr>
        <w:t xml:space="preserve">مير المؤمنين </w:t>
      </w:r>
      <w:r w:rsidR="00FF2CA0">
        <w:rPr>
          <w:rStyle w:val="rfdAlaem"/>
          <w:rFonts w:hint="cs"/>
          <w:rtl/>
        </w:rPr>
        <w:t>عليه‌السلام</w:t>
      </w:r>
      <w:r>
        <w:rPr>
          <w:rtl/>
        </w:rPr>
        <w:t xml:space="preserve"> </w:t>
      </w:r>
      <w:r w:rsidR="003003A9">
        <w:rPr>
          <w:rFonts w:hint="cs"/>
          <w:rtl/>
        </w:rPr>
        <w:t>ا</w:t>
      </w:r>
      <w:r>
        <w:rPr>
          <w:rtl/>
        </w:rPr>
        <w:t>نه قال سادة الناس في الدنيا الاسخياء</w:t>
      </w:r>
      <w:r w:rsidR="003003A9">
        <w:rPr>
          <w:rFonts w:hint="cs"/>
          <w:rtl/>
        </w:rPr>
        <w:t>.</w:t>
      </w:r>
      <w:r>
        <w:rPr>
          <w:rtl/>
        </w:rPr>
        <w:t xml:space="preserve"> وعنه عن زيد بن علي عن </w:t>
      </w:r>
      <w:r w:rsidR="003003A9">
        <w:rPr>
          <w:rFonts w:hint="cs"/>
          <w:rtl/>
        </w:rPr>
        <w:t>ا</w:t>
      </w:r>
      <w:r>
        <w:rPr>
          <w:rtl/>
        </w:rPr>
        <w:t xml:space="preserve">مير المؤمنين عن رسول الله </w:t>
      </w:r>
      <w:r w:rsidR="003003A9">
        <w:rPr>
          <w:rFonts w:hint="cs"/>
          <w:rtl/>
        </w:rPr>
        <w:t>صلّى الله عليه وسلّم</w:t>
      </w:r>
      <w:r>
        <w:rPr>
          <w:rtl/>
        </w:rPr>
        <w:t xml:space="preserve"> </w:t>
      </w:r>
      <w:r w:rsidR="003003A9">
        <w:rPr>
          <w:rFonts w:hint="cs"/>
          <w:rtl/>
        </w:rPr>
        <w:t>ا</w:t>
      </w:r>
      <w:r>
        <w:rPr>
          <w:rtl/>
        </w:rPr>
        <w:t>نه قال ان الله تعالى بعث مائة و</w:t>
      </w:r>
      <w:r w:rsidR="003003A9">
        <w:rPr>
          <w:rFonts w:hint="cs"/>
          <w:rtl/>
        </w:rPr>
        <w:t>ا</w:t>
      </w:r>
      <w:r>
        <w:rPr>
          <w:rtl/>
        </w:rPr>
        <w:t xml:space="preserve">ربعة وعشرين </w:t>
      </w:r>
      <w:r w:rsidR="003003A9">
        <w:rPr>
          <w:rFonts w:hint="cs"/>
          <w:rtl/>
        </w:rPr>
        <w:t>ا</w:t>
      </w:r>
      <w:r>
        <w:rPr>
          <w:rtl/>
        </w:rPr>
        <w:t>لف نبي و</w:t>
      </w:r>
      <w:r w:rsidR="003003A9">
        <w:rPr>
          <w:rFonts w:hint="cs"/>
          <w:rtl/>
        </w:rPr>
        <w:t>ا</w:t>
      </w:r>
      <w:r>
        <w:rPr>
          <w:rtl/>
        </w:rPr>
        <w:t xml:space="preserve">نا </w:t>
      </w:r>
      <w:r w:rsidR="003003A9">
        <w:rPr>
          <w:rFonts w:hint="cs"/>
          <w:rtl/>
        </w:rPr>
        <w:t>ا</w:t>
      </w:r>
      <w:r>
        <w:rPr>
          <w:rtl/>
        </w:rPr>
        <w:t>كرمهم عند الله ولا فخر وجعل الله عز وجل مائة و</w:t>
      </w:r>
      <w:r w:rsidR="003003A9">
        <w:rPr>
          <w:rFonts w:hint="cs"/>
          <w:rtl/>
        </w:rPr>
        <w:t>ا</w:t>
      </w:r>
      <w:r>
        <w:rPr>
          <w:rtl/>
        </w:rPr>
        <w:t xml:space="preserve">ربعة وعشرين </w:t>
      </w:r>
      <w:r w:rsidR="003003A9">
        <w:rPr>
          <w:rFonts w:hint="cs"/>
          <w:rtl/>
        </w:rPr>
        <w:t>ا</w:t>
      </w:r>
      <w:r>
        <w:rPr>
          <w:rtl/>
        </w:rPr>
        <w:t xml:space="preserve">لف وصي وعلي </w:t>
      </w:r>
      <w:r w:rsidR="003003A9">
        <w:rPr>
          <w:rFonts w:hint="cs"/>
          <w:rtl/>
        </w:rPr>
        <w:t>ا</w:t>
      </w:r>
      <w:r>
        <w:rPr>
          <w:rtl/>
        </w:rPr>
        <w:t>كرمهم و</w:t>
      </w:r>
      <w:r w:rsidR="003003A9">
        <w:rPr>
          <w:rFonts w:hint="cs"/>
          <w:rtl/>
        </w:rPr>
        <w:t>ا</w:t>
      </w:r>
      <w:r>
        <w:rPr>
          <w:rtl/>
        </w:rPr>
        <w:t>فضلهم عند الله تعالى. وعن ال</w:t>
      </w:r>
      <w:r w:rsidR="003003A9">
        <w:rPr>
          <w:rFonts w:hint="cs"/>
          <w:rtl/>
        </w:rPr>
        <w:t>ا</w:t>
      </w:r>
      <w:r>
        <w:rPr>
          <w:rtl/>
        </w:rPr>
        <w:t xml:space="preserve">مالي عن زيد بن علي </w:t>
      </w:r>
      <w:r w:rsidR="003003A9">
        <w:rPr>
          <w:rFonts w:hint="cs"/>
          <w:rtl/>
        </w:rPr>
        <w:t>ا</w:t>
      </w:r>
      <w:r>
        <w:rPr>
          <w:rtl/>
        </w:rPr>
        <w:t>نه سئل عن معنى قوله (ص) من كنت مولاه فعلي مولاه. فقال نصبه علما ليعلم به حزب الله عند الفرقة. وفي تاريخ ابن عساكر قال له مطلب بن</w:t>
      </w:r>
    </w:p>
    <w:p w:rsidR="00BA4473" w:rsidRDefault="00BA4473" w:rsidP="0035298B">
      <w:pPr>
        <w:pStyle w:val="rfdNormal0"/>
        <w:rPr>
          <w:rtl/>
        </w:rPr>
      </w:pPr>
      <w:r w:rsidRPr="003003A9">
        <w:rPr>
          <w:rtl/>
        </w:rPr>
        <w:br w:type="page"/>
      </w:r>
      <w:r>
        <w:rPr>
          <w:rtl/>
        </w:rPr>
        <w:lastRenderedPageBreak/>
        <w:t xml:space="preserve">زياد يا زيد </w:t>
      </w:r>
      <w:r w:rsidR="0035298B">
        <w:rPr>
          <w:rFonts w:hint="cs"/>
          <w:rtl/>
        </w:rPr>
        <w:t>ا</w:t>
      </w:r>
      <w:r>
        <w:rPr>
          <w:rtl/>
        </w:rPr>
        <w:t xml:space="preserve">نت الذي تزعم </w:t>
      </w:r>
      <w:r w:rsidR="0035298B">
        <w:rPr>
          <w:rFonts w:hint="cs"/>
          <w:rtl/>
        </w:rPr>
        <w:t>ا</w:t>
      </w:r>
      <w:r>
        <w:rPr>
          <w:rtl/>
        </w:rPr>
        <w:t xml:space="preserve">ن الله اراد </w:t>
      </w:r>
      <w:r w:rsidR="0035298B">
        <w:rPr>
          <w:rFonts w:hint="cs"/>
          <w:rtl/>
        </w:rPr>
        <w:t>ا</w:t>
      </w:r>
      <w:r>
        <w:rPr>
          <w:rtl/>
        </w:rPr>
        <w:t xml:space="preserve">ن يعصى فقال له زيد </w:t>
      </w:r>
      <w:r w:rsidR="0035298B">
        <w:rPr>
          <w:rFonts w:hint="cs"/>
          <w:rtl/>
        </w:rPr>
        <w:t>ا</w:t>
      </w:r>
      <w:r>
        <w:rPr>
          <w:rtl/>
        </w:rPr>
        <w:t>فعصي عنوة ف</w:t>
      </w:r>
      <w:r w:rsidR="0035298B">
        <w:rPr>
          <w:rFonts w:hint="cs"/>
          <w:rtl/>
        </w:rPr>
        <w:t>ا</w:t>
      </w:r>
      <w:r w:rsidR="0035298B">
        <w:rPr>
          <w:rtl/>
        </w:rPr>
        <w:t>قبل يخط</w:t>
      </w:r>
      <w:r>
        <w:rPr>
          <w:rtl/>
        </w:rPr>
        <w:t xml:space="preserve"> من بين يديه ومعنى ذلك </w:t>
      </w:r>
      <w:r w:rsidR="0035298B">
        <w:rPr>
          <w:rFonts w:hint="cs"/>
          <w:rtl/>
        </w:rPr>
        <w:t>ا</w:t>
      </w:r>
      <w:r>
        <w:rPr>
          <w:rtl/>
        </w:rPr>
        <w:t>ن الارادة بمعنى عدم المنع لا</w:t>
      </w:r>
      <w:r w:rsidR="0035298B">
        <w:rPr>
          <w:rFonts w:hint="cs"/>
          <w:rtl/>
        </w:rPr>
        <w:t xml:space="preserve"> </w:t>
      </w:r>
      <w:r>
        <w:rPr>
          <w:rtl/>
        </w:rPr>
        <w:t xml:space="preserve">بمعنى المحبة قال وقال في قوله تعالى </w:t>
      </w:r>
      <w:r w:rsidRPr="00836ED3">
        <w:rPr>
          <w:rStyle w:val="rfdAlaem"/>
          <w:rtl/>
        </w:rPr>
        <w:t>(</w:t>
      </w:r>
      <w:r w:rsidR="0035298B" w:rsidRPr="0035298B">
        <w:rPr>
          <w:rFonts w:hint="cs"/>
          <w:rtl/>
        </w:rPr>
        <w:t xml:space="preserve"> </w:t>
      </w:r>
      <w:r w:rsidR="0035298B" w:rsidRPr="0035298B">
        <w:rPr>
          <w:rStyle w:val="rfdAie"/>
          <w:rFonts w:hint="cs"/>
          <w:rtl/>
        </w:rPr>
        <w:t>وَلَسَوْفَ يُعْطِيكَ رَبُّكَ فَتَرْضَىٰ</w:t>
      </w:r>
      <w:r w:rsidRPr="0035298B">
        <w:rPr>
          <w:rtl/>
        </w:rPr>
        <w:t xml:space="preserve"> </w:t>
      </w:r>
      <w:r w:rsidRPr="00836ED3">
        <w:rPr>
          <w:rStyle w:val="rfdAlaem"/>
          <w:rtl/>
        </w:rPr>
        <w:t>)</w:t>
      </w:r>
      <w:r>
        <w:rPr>
          <w:rtl/>
        </w:rPr>
        <w:t xml:space="preserve"> </w:t>
      </w:r>
      <w:r w:rsidR="0035298B">
        <w:rPr>
          <w:rFonts w:hint="cs"/>
          <w:rtl/>
        </w:rPr>
        <w:t>ان</w:t>
      </w:r>
      <w:r>
        <w:rPr>
          <w:rtl/>
        </w:rPr>
        <w:t xml:space="preserve"> من رضائه (ص) </w:t>
      </w:r>
      <w:r w:rsidR="0035298B">
        <w:rPr>
          <w:rFonts w:hint="cs"/>
          <w:rtl/>
        </w:rPr>
        <w:t>ا</w:t>
      </w:r>
      <w:r>
        <w:rPr>
          <w:rtl/>
        </w:rPr>
        <w:t xml:space="preserve">ن يدخل </w:t>
      </w:r>
      <w:r w:rsidR="0035298B">
        <w:rPr>
          <w:rFonts w:hint="cs"/>
          <w:rtl/>
        </w:rPr>
        <w:t>ا</w:t>
      </w:r>
      <w:r>
        <w:rPr>
          <w:rtl/>
        </w:rPr>
        <w:t xml:space="preserve">هل بيته الجنة وقال المروءة انصاف من دونك والسمع الى من فوقك والرضى بما </w:t>
      </w:r>
      <w:r w:rsidR="0035298B">
        <w:rPr>
          <w:rFonts w:hint="cs"/>
          <w:rtl/>
        </w:rPr>
        <w:t>ا</w:t>
      </w:r>
      <w:r>
        <w:rPr>
          <w:rtl/>
        </w:rPr>
        <w:t xml:space="preserve">تي اليك من خير </w:t>
      </w:r>
      <w:r w:rsidR="0035298B">
        <w:rPr>
          <w:rFonts w:hint="cs"/>
          <w:rtl/>
        </w:rPr>
        <w:t>ا</w:t>
      </w:r>
      <w:r>
        <w:rPr>
          <w:rtl/>
        </w:rPr>
        <w:t xml:space="preserve">و شر وقال لابنه يحيى </w:t>
      </w:r>
      <w:r w:rsidR="0035298B">
        <w:rPr>
          <w:rFonts w:hint="cs"/>
          <w:rtl/>
        </w:rPr>
        <w:t>ا</w:t>
      </w:r>
      <w:r>
        <w:rPr>
          <w:rtl/>
        </w:rPr>
        <w:t>ن الله لم يرضك لي ف</w:t>
      </w:r>
      <w:r w:rsidR="00745D2C">
        <w:rPr>
          <w:rFonts w:hint="cs"/>
          <w:rtl/>
        </w:rPr>
        <w:t>ا</w:t>
      </w:r>
      <w:r>
        <w:rPr>
          <w:rtl/>
        </w:rPr>
        <w:t>وصاك بي ورضيني لك فلم يوصني بك يا بني خير ال</w:t>
      </w:r>
      <w:r w:rsidR="0035298B">
        <w:rPr>
          <w:rFonts w:hint="cs"/>
          <w:rtl/>
        </w:rPr>
        <w:t>آ</w:t>
      </w:r>
      <w:r>
        <w:rPr>
          <w:rtl/>
        </w:rPr>
        <w:t>باء من لم تدعه المودة الى الافراط وخير الأبناء من لم يدعه التقصير الى العقوق.</w:t>
      </w:r>
    </w:p>
    <w:p w:rsidR="00BA4473" w:rsidRDefault="00BA4473" w:rsidP="0035298B">
      <w:pPr>
        <w:rPr>
          <w:rtl/>
        </w:rPr>
      </w:pPr>
      <w:r>
        <w:rPr>
          <w:rtl/>
        </w:rPr>
        <w:t xml:space="preserve">وفي كتاب لباب الآداب تأليف الامير اسامة بن مرشد بن علي بن مقلد بن نصر بن منقذ الكناني صاحب قلعة شيزر ما لفظه : قال المدائني قال زيد بن علي لاصحابه : </w:t>
      </w:r>
      <w:r w:rsidR="0035298B">
        <w:rPr>
          <w:rFonts w:hint="cs"/>
          <w:rtl/>
        </w:rPr>
        <w:t>ا</w:t>
      </w:r>
      <w:r>
        <w:rPr>
          <w:rtl/>
        </w:rPr>
        <w:t>وصيكم بتقوى الله ف</w:t>
      </w:r>
      <w:r w:rsidR="0035298B">
        <w:rPr>
          <w:rFonts w:hint="cs"/>
          <w:rtl/>
        </w:rPr>
        <w:t>ا</w:t>
      </w:r>
      <w:r>
        <w:rPr>
          <w:rtl/>
        </w:rPr>
        <w:t>ن الموصي بها لم يدخر نصيحة ولم يقصر في الابلاغ فاتقوا الله في الامر الذي لا يفوتكم منه شيء و</w:t>
      </w:r>
      <w:r w:rsidR="0035298B">
        <w:rPr>
          <w:rFonts w:hint="cs"/>
          <w:rtl/>
        </w:rPr>
        <w:t>ا</w:t>
      </w:r>
      <w:r>
        <w:rPr>
          <w:rtl/>
        </w:rPr>
        <w:t>ن جهلتموه واجملوا في الطلب ولا تستعينوا بنعم الله على معاصيه وتفكروا و</w:t>
      </w:r>
      <w:r w:rsidR="0035298B">
        <w:rPr>
          <w:rFonts w:hint="cs"/>
          <w:rtl/>
        </w:rPr>
        <w:t>ا</w:t>
      </w:r>
      <w:r>
        <w:rPr>
          <w:rtl/>
        </w:rPr>
        <w:t xml:space="preserve">بصروا هل لكم قبل خالقكم من عمل صالح قدمتموه فشكره لكم فبذلك جعلكم الله تعالى من </w:t>
      </w:r>
      <w:r w:rsidR="0035298B">
        <w:rPr>
          <w:rFonts w:hint="cs"/>
          <w:rtl/>
        </w:rPr>
        <w:t>ا</w:t>
      </w:r>
      <w:r>
        <w:rPr>
          <w:rtl/>
        </w:rPr>
        <w:t xml:space="preserve">هل الكتاب والسنة وفضلكم على </w:t>
      </w:r>
      <w:r w:rsidR="0035298B">
        <w:rPr>
          <w:rFonts w:hint="cs"/>
          <w:rtl/>
        </w:rPr>
        <w:t>ا</w:t>
      </w:r>
      <w:r>
        <w:rPr>
          <w:rtl/>
        </w:rPr>
        <w:t xml:space="preserve">ديان آبائكم الم يستخرجكم نطفا من </w:t>
      </w:r>
      <w:r w:rsidR="0035298B">
        <w:rPr>
          <w:rFonts w:hint="cs"/>
          <w:rtl/>
        </w:rPr>
        <w:t>ا</w:t>
      </w:r>
      <w:r>
        <w:rPr>
          <w:rtl/>
        </w:rPr>
        <w:t xml:space="preserve">صلاب قوم كانوا كافرين حتى بثكم في حجور </w:t>
      </w:r>
      <w:r w:rsidR="0035298B">
        <w:rPr>
          <w:rFonts w:hint="cs"/>
          <w:rtl/>
        </w:rPr>
        <w:t>ا</w:t>
      </w:r>
      <w:r>
        <w:rPr>
          <w:rtl/>
        </w:rPr>
        <w:t xml:space="preserve">هل التوحيد وبث من سواكم في حجور </w:t>
      </w:r>
      <w:r w:rsidR="0035298B">
        <w:rPr>
          <w:rFonts w:hint="cs"/>
          <w:rtl/>
        </w:rPr>
        <w:t>ا</w:t>
      </w:r>
      <w:r>
        <w:rPr>
          <w:rtl/>
        </w:rPr>
        <w:t xml:space="preserve">هل الشرك فبأي سوابق </w:t>
      </w:r>
      <w:r w:rsidR="0035298B">
        <w:rPr>
          <w:rFonts w:hint="cs"/>
          <w:rtl/>
        </w:rPr>
        <w:t>ا</w:t>
      </w:r>
      <w:r>
        <w:rPr>
          <w:rtl/>
        </w:rPr>
        <w:t>عمالكم طهركم الا بمنه وفضله الذي يؤتيه من يشاء والله ذوالفضل العظيم.</w:t>
      </w:r>
    </w:p>
    <w:p w:rsidR="00BA4473" w:rsidRPr="004F5F13" w:rsidRDefault="00BA4473" w:rsidP="003C31F5">
      <w:pPr>
        <w:pStyle w:val="Heading1Center"/>
        <w:rPr>
          <w:rtl/>
        </w:rPr>
      </w:pPr>
      <w:r w:rsidRPr="0035298B">
        <w:rPr>
          <w:rtl/>
        </w:rPr>
        <w:br w:type="page"/>
      </w:r>
      <w:bookmarkStart w:id="105" w:name="_Toc256850580"/>
      <w:bookmarkStart w:id="106" w:name="_Toc256854644"/>
      <w:bookmarkStart w:id="107" w:name="_Toc292190080"/>
      <w:bookmarkStart w:id="108" w:name="_Toc292205025"/>
      <w:r w:rsidRPr="00B323A4">
        <w:rPr>
          <w:rtl/>
        </w:rPr>
        <w:lastRenderedPageBreak/>
        <w:t>( ما روي عنه من الشعر )</w:t>
      </w:r>
      <w:bookmarkEnd w:id="105"/>
      <w:bookmarkEnd w:id="106"/>
      <w:bookmarkEnd w:id="107"/>
      <w:bookmarkEnd w:id="108"/>
    </w:p>
    <w:p w:rsidR="00BA4473" w:rsidRDefault="00BA4473" w:rsidP="008F6251">
      <w:pPr>
        <w:rPr>
          <w:rtl/>
        </w:rPr>
      </w:pPr>
      <w:r>
        <w:rPr>
          <w:rtl/>
        </w:rPr>
        <w:t xml:space="preserve">قال المرتضى في كتاب الفصول المختارة من المجالس والعيون والمحاسن للمفيد : الفصل الخامس حدثني الشيخ قال وجدت عن الحسين بن زيد قال حدثني مولاي قال كنت مع زيد بن علي </w:t>
      </w:r>
      <w:r w:rsidR="00FF2CA0">
        <w:rPr>
          <w:rStyle w:val="rfdAlaem"/>
          <w:rFonts w:hint="cs"/>
          <w:rtl/>
        </w:rPr>
        <w:t>عليه‌السلام</w:t>
      </w:r>
      <w:r>
        <w:rPr>
          <w:rtl/>
        </w:rPr>
        <w:t xml:space="preserve"> بواسط فذكر قوم الشيخين وعليا فقدموها عليه فلما قاموا قال لي زيد قد سمعت كلام هؤلاء وقد قلت ابياتا فادفعها اليهم </w:t>
      </w:r>
      <w:r w:rsidR="000C09AE">
        <w:rPr>
          <w:rtl/>
        </w:rPr>
        <w:t>وهي</w:t>
      </w:r>
    </w:p>
    <w:tbl>
      <w:tblPr>
        <w:bidiVisual/>
        <w:tblW w:w="5000" w:type="pct"/>
        <w:tblLook w:val="01E0" w:firstRow="1" w:lastRow="1" w:firstColumn="1" w:lastColumn="1" w:noHBand="0" w:noVBand="0"/>
      </w:tblPr>
      <w:tblGrid>
        <w:gridCol w:w="3642"/>
        <w:gridCol w:w="303"/>
        <w:gridCol w:w="3642"/>
      </w:tblGrid>
      <w:tr w:rsidR="00836ED3">
        <w:tc>
          <w:tcPr>
            <w:tcW w:w="2400" w:type="pct"/>
            <w:shd w:val="clear" w:color="auto" w:fill="auto"/>
          </w:tcPr>
          <w:p w:rsidR="00836ED3" w:rsidRDefault="00836ED3" w:rsidP="00E644C4">
            <w:pPr>
              <w:pStyle w:val="rfdPoem"/>
              <w:rPr>
                <w:rtl/>
              </w:rPr>
            </w:pPr>
            <w:r>
              <w:rPr>
                <w:rtl/>
              </w:rPr>
              <w:t xml:space="preserve">من شرف </w:t>
            </w:r>
            <w:r w:rsidRPr="00994BA1">
              <w:rPr>
                <w:rStyle w:val="rfdFootnotenum"/>
                <w:rtl/>
              </w:rPr>
              <w:t>(1)</w:t>
            </w:r>
            <w:r>
              <w:rPr>
                <w:rtl/>
              </w:rPr>
              <w:t xml:space="preserve"> الا قوام يوما برأيه</w:t>
            </w:r>
            <w:r w:rsidRPr="002E5C97">
              <w:rPr>
                <w:rStyle w:val="rfdPoemTiniCharChar"/>
                <w:rtl/>
              </w:rPr>
              <w:br/>
              <w:t> </w:t>
            </w:r>
          </w:p>
        </w:tc>
        <w:tc>
          <w:tcPr>
            <w:tcW w:w="200" w:type="pct"/>
            <w:shd w:val="clear" w:color="auto" w:fill="auto"/>
          </w:tcPr>
          <w:p w:rsidR="00836ED3" w:rsidRDefault="00836ED3" w:rsidP="00E644C4">
            <w:pPr>
              <w:pStyle w:val="rfdPoem"/>
              <w:rPr>
                <w:rtl/>
              </w:rPr>
            </w:pPr>
          </w:p>
        </w:tc>
        <w:tc>
          <w:tcPr>
            <w:tcW w:w="2400" w:type="pct"/>
            <w:shd w:val="clear" w:color="auto" w:fill="auto"/>
          </w:tcPr>
          <w:p w:rsidR="00836ED3" w:rsidRDefault="00836ED3" w:rsidP="00E644C4">
            <w:pPr>
              <w:pStyle w:val="rfdPoem"/>
              <w:rPr>
                <w:rtl/>
              </w:rPr>
            </w:pPr>
            <w:r>
              <w:rPr>
                <w:rtl/>
              </w:rPr>
              <w:t>ف</w:t>
            </w:r>
            <w:r w:rsidR="000C09AE">
              <w:rPr>
                <w:rFonts w:hint="cs"/>
                <w:rtl/>
              </w:rPr>
              <w:t>ا</w:t>
            </w:r>
            <w:r>
              <w:rPr>
                <w:rtl/>
              </w:rPr>
              <w:t xml:space="preserve">ن عليا شرفته </w:t>
            </w:r>
            <w:r w:rsidRPr="00994BA1">
              <w:rPr>
                <w:rStyle w:val="rfdFootnotenum"/>
                <w:rtl/>
              </w:rPr>
              <w:t>(2)</w:t>
            </w:r>
            <w:r>
              <w:rPr>
                <w:rtl/>
              </w:rPr>
              <w:t xml:space="preserve"> المناقب</w:t>
            </w:r>
            <w:r w:rsidRPr="002E5C97">
              <w:rPr>
                <w:rStyle w:val="rfdPoemTiniCharChar"/>
                <w:rtl/>
              </w:rPr>
              <w:br/>
              <w:t> </w:t>
            </w:r>
          </w:p>
        </w:tc>
      </w:tr>
      <w:tr w:rsidR="00836ED3">
        <w:tc>
          <w:tcPr>
            <w:tcW w:w="2400" w:type="pct"/>
          </w:tcPr>
          <w:p w:rsidR="00836ED3" w:rsidRDefault="00836ED3" w:rsidP="00E644C4">
            <w:pPr>
              <w:pStyle w:val="rfdPoem"/>
              <w:rPr>
                <w:rtl/>
              </w:rPr>
            </w:pPr>
            <w:r>
              <w:rPr>
                <w:rtl/>
              </w:rPr>
              <w:t xml:space="preserve">وقول رسول الله والحق قوله </w:t>
            </w:r>
            <w:r w:rsidRPr="00994BA1">
              <w:rPr>
                <w:rStyle w:val="rfdFootnotenum"/>
                <w:rtl/>
              </w:rPr>
              <w:t>(3)</w:t>
            </w:r>
            <w:r w:rsidRPr="002E5C97">
              <w:rPr>
                <w:rStyle w:val="rfdPoemTiniCharChar"/>
                <w:rtl/>
              </w:rPr>
              <w:br/>
              <w:t> </w:t>
            </w:r>
          </w:p>
        </w:tc>
        <w:tc>
          <w:tcPr>
            <w:tcW w:w="200" w:type="pct"/>
          </w:tcPr>
          <w:p w:rsidR="00836ED3" w:rsidRDefault="00836ED3" w:rsidP="00E644C4">
            <w:pPr>
              <w:pStyle w:val="rfdPoem"/>
              <w:rPr>
                <w:rtl/>
              </w:rPr>
            </w:pPr>
          </w:p>
        </w:tc>
        <w:tc>
          <w:tcPr>
            <w:tcW w:w="2400" w:type="pct"/>
          </w:tcPr>
          <w:p w:rsidR="00836ED3" w:rsidRDefault="00836ED3" w:rsidP="00E644C4">
            <w:pPr>
              <w:pStyle w:val="rfdPoem"/>
              <w:rPr>
                <w:rtl/>
              </w:rPr>
            </w:pPr>
            <w:r>
              <w:rPr>
                <w:rtl/>
              </w:rPr>
              <w:t>و</w:t>
            </w:r>
            <w:r w:rsidR="000C09AE">
              <w:rPr>
                <w:rFonts w:hint="cs"/>
                <w:rtl/>
              </w:rPr>
              <w:t>ا</w:t>
            </w:r>
            <w:r>
              <w:rPr>
                <w:rtl/>
              </w:rPr>
              <w:t xml:space="preserve">ن رغمت منهم انوف كواذب </w:t>
            </w:r>
            <w:r w:rsidRPr="00994BA1">
              <w:rPr>
                <w:rStyle w:val="rfdFootnotenum"/>
                <w:rtl/>
              </w:rPr>
              <w:t>(4)</w:t>
            </w:r>
            <w:r w:rsidRPr="002E5C97">
              <w:rPr>
                <w:rStyle w:val="rfdPoemTiniCharChar"/>
                <w:rtl/>
              </w:rPr>
              <w:br/>
              <w:t> </w:t>
            </w:r>
          </w:p>
        </w:tc>
      </w:tr>
      <w:tr w:rsidR="00836ED3">
        <w:tc>
          <w:tcPr>
            <w:tcW w:w="2400" w:type="pct"/>
          </w:tcPr>
          <w:p w:rsidR="00836ED3" w:rsidRDefault="00836ED3" w:rsidP="00E644C4">
            <w:pPr>
              <w:pStyle w:val="rfdPoem"/>
              <w:rPr>
                <w:rtl/>
              </w:rPr>
            </w:pPr>
            <w:r>
              <w:rPr>
                <w:rtl/>
              </w:rPr>
              <w:t>ب</w:t>
            </w:r>
            <w:r w:rsidR="000C09AE">
              <w:rPr>
                <w:rFonts w:hint="cs"/>
                <w:rtl/>
              </w:rPr>
              <w:t>ا</w:t>
            </w:r>
            <w:r>
              <w:rPr>
                <w:rtl/>
              </w:rPr>
              <w:t>نك مني يا علي معالنا</w:t>
            </w:r>
            <w:r w:rsidRPr="002E5C97">
              <w:rPr>
                <w:rStyle w:val="rfdPoemTiniCharChar"/>
                <w:rtl/>
              </w:rPr>
              <w:br/>
              <w:t> </w:t>
            </w:r>
          </w:p>
        </w:tc>
        <w:tc>
          <w:tcPr>
            <w:tcW w:w="200" w:type="pct"/>
          </w:tcPr>
          <w:p w:rsidR="00836ED3" w:rsidRDefault="00836ED3" w:rsidP="00E644C4">
            <w:pPr>
              <w:pStyle w:val="rfdPoem"/>
              <w:rPr>
                <w:rtl/>
              </w:rPr>
            </w:pPr>
          </w:p>
        </w:tc>
        <w:tc>
          <w:tcPr>
            <w:tcW w:w="2400" w:type="pct"/>
          </w:tcPr>
          <w:p w:rsidR="00836ED3" w:rsidRDefault="00836ED3" w:rsidP="00E644C4">
            <w:pPr>
              <w:pStyle w:val="rfdPoem"/>
              <w:rPr>
                <w:rtl/>
              </w:rPr>
            </w:pPr>
            <w:r>
              <w:rPr>
                <w:rtl/>
              </w:rPr>
              <w:t>كه</w:t>
            </w:r>
            <w:r w:rsidR="000C09AE">
              <w:rPr>
                <w:rFonts w:hint="cs"/>
                <w:rtl/>
              </w:rPr>
              <w:t>ا</w:t>
            </w:r>
            <w:r>
              <w:rPr>
                <w:rtl/>
              </w:rPr>
              <w:t>رون من موسى أخ لي وصاحب</w:t>
            </w:r>
            <w:r w:rsidRPr="002E5C97">
              <w:rPr>
                <w:rStyle w:val="rfdPoemTiniCharChar"/>
                <w:rtl/>
              </w:rPr>
              <w:br/>
              <w:t> </w:t>
            </w:r>
          </w:p>
        </w:tc>
      </w:tr>
      <w:tr w:rsidR="00836ED3">
        <w:tc>
          <w:tcPr>
            <w:tcW w:w="2400" w:type="pct"/>
          </w:tcPr>
          <w:p w:rsidR="00836ED3" w:rsidRDefault="00836ED3" w:rsidP="00E644C4">
            <w:pPr>
              <w:pStyle w:val="rfdPoem"/>
              <w:rPr>
                <w:rtl/>
              </w:rPr>
            </w:pPr>
            <w:r>
              <w:rPr>
                <w:rtl/>
              </w:rPr>
              <w:t>دعاه ببدر فاستجاب لأمره</w:t>
            </w:r>
            <w:r w:rsidRPr="002E5C97">
              <w:rPr>
                <w:rStyle w:val="rfdPoemTiniCharChar"/>
                <w:rtl/>
              </w:rPr>
              <w:br/>
              <w:t> </w:t>
            </w:r>
          </w:p>
        </w:tc>
        <w:tc>
          <w:tcPr>
            <w:tcW w:w="200" w:type="pct"/>
          </w:tcPr>
          <w:p w:rsidR="00836ED3" w:rsidRDefault="00836ED3" w:rsidP="00E644C4">
            <w:pPr>
              <w:pStyle w:val="rfdPoem"/>
              <w:rPr>
                <w:rtl/>
              </w:rPr>
            </w:pPr>
          </w:p>
        </w:tc>
        <w:tc>
          <w:tcPr>
            <w:tcW w:w="2400" w:type="pct"/>
          </w:tcPr>
          <w:p w:rsidR="00836ED3" w:rsidRDefault="00836ED3" w:rsidP="00E644C4">
            <w:pPr>
              <w:pStyle w:val="rfdPoem"/>
              <w:rPr>
                <w:rtl/>
              </w:rPr>
            </w:pPr>
            <w:r>
              <w:rPr>
                <w:rtl/>
              </w:rPr>
              <w:t xml:space="preserve">وما زال </w:t>
            </w:r>
            <w:r w:rsidRPr="00994BA1">
              <w:rPr>
                <w:rStyle w:val="rfdFootnotenum"/>
                <w:rtl/>
              </w:rPr>
              <w:t>(5)</w:t>
            </w:r>
            <w:r>
              <w:rPr>
                <w:rtl/>
              </w:rPr>
              <w:t xml:space="preserve"> في ذات الاله يضارب</w:t>
            </w:r>
            <w:r w:rsidRPr="002E5C97">
              <w:rPr>
                <w:rStyle w:val="rfdPoemTiniCharChar"/>
                <w:rtl/>
              </w:rPr>
              <w:br/>
              <w:t> </w:t>
            </w:r>
          </w:p>
        </w:tc>
      </w:tr>
      <w:tr w:rsidR="00836ED3">
        <w:tc>
          <w:tcPr>
            <w:tcW w:w="2400" w:type="pct"/>
          </w:tcPr>
          <w:p w:rsidR="00836ED3" w:rsidRDefault="00836ED3" w:rsidP="00E644C4">
            <w:pPr>
              <w:pStyle w:val="rfdPoem"/>
              <w:rPr>
                <w:rtl/>
              </w:rPr>
            </w:pPr>
            <w:r>
              <w:rPr>
                <w:rtl/>
              </w:rPr>
              <w:t>فما زال يعلوهم به وكأنه</w:t>
            </w:r>
            <w:r w:rsidRPr="002E5C97">
              <w:rPr>
                <w:rStyle w:val="rfdPoemTiniCharChar"/>
                <w:rtl/>
              </w:rPr>
              <w:br/>
              <w:t> </w:t>
            </w:r>
          </w:p>
        </w:tc>
        <w:tc>
          <w:tcPr>
            <w:tcW w:w="200" w:type="pct"/>
          </w:tcPr>
          <w:p w:rsidR="00836ED3" w:rsidRDefault="00836ED3" w:rsidP="00E644C4">
            <w:pPr>
              <w:pStyle w:val="rfdPoem"/>
              <w:rPr>
                <w:rtl/>
              </w:rPr>
            </w:pPr>
          </w:p>
        </w:tc>
        <w:tc>
          <w:tcPr>
            <w:tcW w:w="2400" w:type="pct"/>
          </w:tcPr>
          <w:p w:rsidR="00836ED3" w:rsidRDefault="00836ED3" w:rsidP="00E644C4">
            <w:pPr>
              <w:pStyle w:val="rfdPoem"/>
              <w:rPr>
                <w:rtl/>
              </w:rPr>
            </w:pPr>
            <w:r>
              <w:rPr>
                <w:rtl/>
              </w:rPr>
              <w:t>شهاب تلقاه القوابس ثاقب</w:t>
            </w:r>
            <w:r w:rsidRPr="002E5C97">
              <w:rPr>
                <w:rStyle w:val="rfdPoemTiniCharChar"/>
                <w:rtl/>
              </w:rPr>
              <w:br/>
              <w:t> </w:t>
            </w:r>
          </w:p>
        </w:tc>
      </w:tr>
    </w:tbl>
    <w:p w:rsidR="00836ED3" w:rsidRDefault="00836ED3" w:rsidP="000C09AE">
      <w:pPr>
        <w:rPr>
          <w:rtl/>
        </w:rPr>
      </w:pPr>
      <w:r>
        <w:rPr>
          <w:rFonts w:hint="cs"/>
          <w:rtl/>
        </w:rPr>
        <w:t>ورواه الخزاعي في كتاب الاربعين عن الاربعين بسنده عن سلام مولى زيد بن علي كما ذكرناه في ترجمة محمد بن احمد بن الحسين النيسابوري ومن قوله ( ثوى باقر العلم في ملحد ) الخ وقوله ( نحن سادات قريش ) الخ وقوله ( مهلا بني عمنا ) وقوله ( شرد</w:t>
      </w:r>
      <w:r w:rsidR="000C09AE">
        <w:rPr>
          <w:rFonts w:hint="cs"/>
          <w:rtl/>
        </w:rPr>
        <w:t>ه</w:t>
      </w:r>
      <w:r>
        <w:rPr>
          <w:rFonts w:hint="cs"/>
          <w:rtl/>
        </w:rPr>
        <w:t xml:space="preserve"> الخوف )</w:t>
      </w:r>
    </w:p>
    <w:p w:rsidR="00BA4473" w:rsidRPr="000C09AE" w:rsidRDefault="000C09AE" w:rsidP="000C09AE">
      <w:pPr>
        <w:pStyle w:val="rfdLine"/>
        <w:rPr>
          <w:rtl/>
        </w:rPr>
      </w:pPr>
      <w:r w:rsidRPr="000C09AE">
        <w:rPr>
          <w:rtl/>
        </w:rPr>
        <w:t>__________________</w:t>
      </w:r>
    </w:p>
    <w:p w:rsidR="00836ED3" w:rsidRDefault="00BA4473" w:rsidP="003C31F5">
      <w:pPr>
        <w:pStyle w:val="rfdFootnote0"/>
        <w:rPr>
          <w:rtl/>
        </w:rPr>
      </w:pPr>
      <w:r w:rsidRPr="003C31F5">
        <w:rPr>
          <w:rtl/>
        </w:rPr>
        <w:t>(1) من فضل خ</w:t>
      </w:r>
      <w:r w:rsidR="00836ED3">
        <w:rPr>
          <w:rFonts w:hint="cs"/>
          <w:rtl/>
        </w:rPr>
        <w:t>.</w:t>
      </w:r>
    </w:p>
    <w:p w:rsidR="00836ED3" w:rsidRDefault="00BA4473" w:rsidP="003C31F5">
      <w:pPr>
        <w:pStyle w:val="rfdFootnote0"/>
        <w:rPr>
          <w:rtl/>
        </w:rPr>
      </w:pPr>
      <w:r w:rsidRPr="003C31F5">
        <w:rPr>
          <w:rtl/>
        </w:rPr>
        <w:t>(2) فضلته خ</w:t>
      </w:r>
      <w:r w:rsidR="00836ED3">
        <w:rPr>
          <w:rFonts w:hint="cs"/>
          <w:rtl/>
        </w:rPr>
        <w:t>.</w:t>
      </w:r>
    </w:p>
    <w:p w:rsidR="00836ED3" w:rsidRDefault="00BA4473" w:rsidP="003C31F5">
      <w:pPr>
        <w:pStyle w:val="rfdFootnote0"/>
        <w:rPr>
          <w:rtl/>
        </w:rPr>
      </w:pPr>
      <w:r w:rsidRPr="003C31F5">
        <w:rPr>
          <w:rtl/>
        </w:rPr>
        <w:t>(3) والقول قوله</w:t>
      </w:r>
      <w:r w:rsidR="00836ED3">
        <w:rPr>
          <w:rFonts w:hint="cs"/>
          <w:rtl/>
        </w:rPr>
        <w:t>.</w:t>
      </w:r>
    </w:p>
    <w:p w:rsidR="00836ED3" w:rsidRDefault="00BA4473" w:rsidP="003C31F5">
      <w:pPr>
        <w:pStyle w:val="rfdFootnote0"/>
        <w:rPr>
          <w:rtl/>
        </w:rPr>
      </w:pPr>
      <w:r w:rsidRPr="003C31F5">
        <w:rPr>
          <w:rtl/>
        </w:rPr>
        <w:t>(4) وان رغمت منه الانوف الكواذب خ</w:t>
      </w:r>
      <w:r w:rsidR="00836ED3">
        <w:rPr>
          <w:rFonts w:hint="cs"/>
          <w:rtl/>
        </w:rPr>
        <w:t>.</w:t>
      </w:r>
    </w:p>
    <w:p w:rsidR="00BA4473" w:rsidRPr="003C31F5" w:rsidRDefault="00BA4473" w:rsidP="003C31F5">
      <w:pPr>
        <w:pStyle w:val="rfdFootnote0"/>
        <w:rPr>
          <w:rtl/>
        </w:rPr>
      </w:pPr>
      <w:r w:rsidRPr="003C31F5">
        <w:rPr>
          <w:rtl/>
        </w:rPr>
        <w:t>(5) فبادر خ</w:t>
      </w:r>
      <w:r w:rsidR="00836ED3">
        <w:rPr>
          <w:rFonts w:hint="cs"/>
          <w:rtl/>
        </w:rPr>
        <w:t>.</w:t>
      </w:r>
    </w:p>
    <w:p w:rsidR="00E22A7C" w:rsidRDefault="003C31F5" w:rsidP="003C31F5">
      <w:pPr>
        <w:rPr>
          <w:rtl/>
        </w:rPr>
      </w:pPr>
      <w:r w:rsidRPr="000C09AE">
        <w:rPr>
          <w:rtl/>
        </w:rPr>
        <w:br w:type="page"/>
      </w:r>
      <w:r w:rsidR="00BA4473">
        <w:rPr>
          <w:rtl/>
        </w:rPr>
        <w:lastRenderedPageBreak/>
        <w:t>ومما نسب اليه قوله :</w:t>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sidRPr="00CB41F4">
              <w:rPr>
                <w:rtl/>
              </w:rPr>
              <w:t>لو يعلم الناس ما في العرف من شرف</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sidRPr="00CB41F4">
              <w:rPr>
                <w:rtl/>
              </w:rPr>
              <w:t>لشرفوا العرف في الدنيا على الشرف</w:t>
            </w:r>
            <w:r w:rsidRPr="002E5C97">
              <w:rPr>
                <w:rStyle w:val="rfdPoemTiniCharChar"/>
                <w:rtl/>
              </w:rPr>
              <w:br/>
              <w:t> </w:t>
            </w:r>
          </w:p>
        </w:tc>
      </w:tr>
      <w:tr w:rsidR="00E22A7C">
        <w:tc>
          <w:tcPr>
            <w:tcW w:w="2400" w:type="pct"/>
          </w:tcPr>
          <w:p w:rsidR="00E22A7C" w:rsidRDefault="00E22A7C" w:rsidP="00E644C4">
            <w:pPr>
              <w:pStyle w:val="rfdPoem"/>
              <w:rPr>
                <w:rtl/>
              </w:rPr>
            </w:pPr>
            <w:r w:rsidRPr="00CB41F4">
              <w:rPr>
                <w:rtl/>
              </w:rPr>
              <w:t xml:space="preserve">وبادروا بالذي تحوي </w:t>
            </w:r>
            <w:r w:rsidR="00951B52">
              <w:rPr>
                <w:rFonts w:hint="cs"/>
                <w:rtl/>
              </w:rPr>
              <w:t>ا</w:t>
            </w:r>
            <w:r w:rsidRPr="00CB41F4">
              <w:rPr>
                <w:rtl/>
              </w:rPr>
              <w:t>كفهم</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sidRPr="00CB41F4">
              <w:rPr>
                <w:rtl/>
              </w:rPr>
              <w:t>من الخطير ولو اشفوا على التلف</w:t>
            </w:r>
            <w:r w:rsidRPr="002E5C97">
              <w:rPr>
                <w:rStyle w:val="rfdPoemTiniCharChar"/>
                <w:rtl/>
              </w:rPr>
              <w:br/>
              <w:t> </w:t>
            </w:r>
          </w:p>
        </w:tc>
      </w:tr>
    </w:tbl>
    <w:p w:rsidR="00BA4473" w:rsidRDefault="00BA4473" w:rsidP="00BA4473">
      <w:pPr>
        <w:rPr>
          <w:rtl/>
        </w:rPr>
      </w:pPr>
      <w:r>
        <w:rPr>
          <w:rtl/>
        </w:rPr>
        <w:t>وفي نسمة السحر من شعر ال</w:t>
      </w:r>
      <w:r w:rsidR="00951B52">
        <w:rPr>
          <w:rtl/>
        </w:rPr>
        <w:t>امام زيد قوله :</w:t>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Pr>
                <w:rtl/>
              </w:rPr>
              <w:t>يقولون زيد لا يزكي بماله</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Pr>
                <w:rtl/>
              </w:rPr>
              <w:t>وكيف يزكي المال من هو باذله</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اذا حال حول لم يكن في </w:t>
            </w:r>
            <w:r w:rsidR="00951B52">
              <w:rPr>
                <w:rFonts w:hint="cs"/>
                <w:rtl/>
              </w:rPr>
              <w:t>ا</w:t>
            </w:r>
            <w:r>
              <w:rPr>
                <w:rtl/>
              </w:rPr>
              <w:t>كفنا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من المال الا رسمه وفواضله</w:t>
            </w:r>
            <w:r w:rsidRPr="002E5C97">
              <w:rPr>
                <w:rStyle w:val="rfdPoemTiniCharChar"/>
                <w:rtl/>
              </w:rPr>
              <w:br/>
              <w:t> </w:t>
            </w:r>
          </w:p>
        </w:tc>
      </w:tr>
    </w:tbl>
    <w:p w:rsidR="00BA4473" w:rsidRPr="004F5F13" w:rsidRDefault="00BA4473" w:rsidP="003C31F5">
      <w:pPr>
        <w:pStyle w:val="Heading1Center"/>
        <w:rPr>
          <w:rtl/>
        </w:rPr>
      </w:pPr>
      <w:bookmarkStart w:id="109" w:name="_Toc256850581"/>
      <w:bookmarkStart w:id="110" w:name="_Toc256854645"/>
      <w:bookmarkStart w:id="111" w:name="_Toc292190081"/>
      <w:bookmarkStart w:id="112" w:name="_Toc292205026"/>
      <w:r w:rsidRPr="004140F3">
        <w:rPr>
          <w:rtl/>
        </w:rPr>
        <w:t>( مراثيه )</w:t>
      </w:r>
      <w:bookmarkEnd w:id="109"/>
      <w:bookmarkEnd w:id="110"/>
      <w:bookmarkEnd w:id="111"/>
      <w:bookmarkEnd w:id="112"/>
    </w:p>
    <w:p w:rsidR="00BA4473" w:rsidRDefault="00BA4473" w:rsidP="00BA4473">
      <w:pPr>
        <w:rPr>
          <w:rtl/>
        </w:rPr>
      </w:pPr>
      <w:r>
        <w:rPr>
          <w:rtl/>
        </w:rPr>
        <w:t>في عمدة الطالب رثي زيد بمراث كثيرة.</w:t>
      </w:r>
    </w:p>
    <w:p w:rsidR="00BA4473" w:rsidRDefault="00BA4473" w:rsidP="008F6251">
      <w:pPr>
        <w:rPr>
          <w:rtl/>
        </w:rPr>
      </w:pPr>
      <w:r>
        <w:rPr>
          <w:rtl/>
        </w:rPr>
        <w:t xml:space="preserve">وفي مقاتل الطالبيين قال فضل بن العباس بن عبد الرحمن ابن ربيعة بن الحارث بن عبد المطلب يرثي زيد بن علي </w:t>
      </w:r>
      <w:r w:rsidR="00FF2CA0">
        <w:rPr>
          <w:rStyle w:val="rfdAlaem"/>
          <w:rFonts w:hint="cs"/>
          <w:rtl/>
        </w:rPr>
        <w:t>عليه‌السلام</w:t>
      </w:r>
      <w:r>
        <w:rPr>
          <w:rtl/>
        </w:rPr>
        <w:t xml:space="preserve"> :</w:t>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Pr>
                <w:rtl/>
              </w:rPr>
              <w:t>الا يا عين لا ترقي وجودي</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Pr>
                <w:rtl/>
              </w:rPr>
              <w:t>بدمعك ليس ذا حين الجمود</w:t>
            </w:r>
            <w:r w:rsidRPr="002E5C97">
              <w:rPr>
                <w:rStyle w:val="rfdPoemTiniCharChar"/>
                <w:rtl/>
              </w:rPr>
              <w:br/>
              <w:t> </w:t>
            </w:r>
          </w:p>
        </w:tc>
      </w:tr>
      <w:tr w:rsidR="00E22A7C">
        <w:tc>
          <w:tcPr>
            <w:tcW w:w="2400" w:type="pct"/>
          </w:tcPr>
          <w:p w:rsidR="00E22A7C" w:rsidRDefault="00E22A7C" w:rsidP="00E644C4">
            <w:pPr>
              <w:pStyle w:val="rfdPoem"/>
              <w:rPr>
                <w:rtl/>
              </w:rPr>
            </w:pPr>
            <w:r>
              <w:rPr>
                <w:rtl/>
              </w:rPr>
              <w:t>غداة ابن النبي ابو حسين</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صليب بالكناسة فوق عود</w:t>
            </w:r>
            <w:r w:rsidRPr="002E5C97">
              <w:rPr>
                <w:rStyle w:val="rfdPoemTiniCharChar"/>
                <w:rtl/>
              </w:rPr>
              <w:br/>
              <w:t> </w:t>
            </w:r>
          </w:p>
        </w:tc>
      </w:tr>
      <w:tr w:rsidR="00E22A7C">
        <w:tc>
          <w:tcPr>
            <w:tcW w:w="2400" w:type="pct"/>
          </w:tcPr>
          <w:p w:rsidR="00E22A7C" w:rsidRDefault="00E22A7C" w:rsidP="00E644C4">
            <w:pPr>
              <w:pStyle w:val="rfdPoem"/>
              <w:rPr>
                <w:rtl/>
              </w:rPr>
            </w:pPr>
            <w:r>
              <w:rPr>
                <w:rtl/>
              </w:rPr>
              <w:t>يظل على عمودهم ويمسي</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بنفسي </w:t>
            </w:r>
            <w:r w:rsidR="00951B52">
              <w:rPr>
                <w:rFonts w:hint="cs"/>
                <w:rtl/>
              </w:rPr>
              <w:t>ا</w:t>
            </w:r>
            <w:r>
              <w:rPr>
                <w:rtl/>
              </w:rPr>
              <w:t>عظم فوق العمود</w:t>
            </w:r>
            <w:r w:rsidRPr="002E5C97">
              <w:rPr>
                <w:rStyle w:val="rfdPoemTiniCharChar"/>
                <w:rtl/>
              </w:rPr>
              <w:br/>
              <w:t> </w:t>
            </w:r>
          </w:p>
        </w:tc>
      </w:tr>
      <w:tr w:rsidR="00E22A7C">
        <w:tc>
          <w:tcPr>
            <w:tcW w:w="2400" w:type="pct"/>
          </w:tcPr>
          <w:p w:rsidR="00E22A7C" w:rsidRDefault="00E22A7C" w:rsidP="00E644C4">
            <w:pPr>
              <w:pStyle w:val="rfdPoem"/>
              <w:rPr>
                <w:rtl/>
              </w:rPr>
            </w:pPr>
            <w:r>
              <w:rPr>
                <w:rtl/>
              </w:rPr>
              <w:t>تعدى الكافر الجبار فيه</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ف</w:t>
            </w:r>
            <w:r w:rsidR="00951B52">
              <w:rPr>
                <w:rFonts w:hint="cs"/>
                <w:rtl/>
              </w:rPr>
              <w:t>ا</w:t>
            </w:r>
            <w:r>
              <w:rPr>
                <w:rtl/>
              </w:rPr>
              <w:t>حرقه من القبر اللحيد</w:t>
            </w:r>
            <w:r w:rsidRPr="002E5C97">
              <w:rPr>
                <w:rStyle w:val="rfdPoemTiniCharChar"/>
                <w:rtl/>
              </w:rPr>
              <w:br/>
              <w:t> </w:t>
            </w:r>
          </w:p>
        </w:tc>
      </w:tr>
      <w:tr w:rsidR="00E22A7C">
        <w:tc>
          <w:tcPr>
            <w:tcW w:w="2400" w:type="pct"/>
          </w:tcPr>
          <w:p w:rsidR="00E22A7C" w:rsidRDefault="00E22A7C" w:rsidP="00E644C4">
            <w:pPr>
              <w:pStyle w:val="rfdPoem"/>
              <w:rPr>
                <w:rtl/>
              </w:rPr>
            </w:pPr>
            <w:r>
              <w:rPr>
                <w:rtl/>
              </w:rPr>
              <w:t>فظلوا ينبشون ابا حسين</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خضيبا بينهم بدم جسيد</w:t>
            </w:r>
            <w:r w:rsidRPr="002E5C97">
              <w:rPr>
                <w:rStyle w:val="rfdPoemTiniCharChar"/>
                <w:rtl/>
              </w:rPr>
              <w:br/>
              <w:t> </w:t>
            </w:r>
          </w:p>
        </w:tc>
      </w:tr>
    </w:tbl>
    <w:p w:rsidR="00E22A7C" w:rsidRPr="00951B52" w:rsidRDefault="00BA4473" w:rsidP="00951B52">
      <w:pPr>
        <w:rPr>
          <w:rtl/>
        </w:rPr>
      </w:pPr>
      <w:r w:rsidRPr="00951B52">
        <w:rPr>
          <w:rtl/>
        </w:rPr>
        <w:br w:type="page"/>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Pr>
                <w:rtl/>
              </w:rPr>
              <w:lastRenderedPageBreak/>
              <w:t>فطال به تلعبهم عتوا</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Pr>
                <w:rtl/>
              </w:rPr>
              <w:t>وما قدروا على الروح الصعيد</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وجاور في الجنان بني </w:t>
            </w:r>
            <w:r w:rsidR="006177E3">
              <w:rPr>
                <w:rFonts w:hint="cs"/>
                <w:rtl/>
              </w:rPr>
              <w:t>ا</w:t>
            </w:r>
            <w:r>
              <w:rPr>
                <w:rtl/>
              </w:rPr>
              <w:t>بيه</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w:t>
            </w:r>
            <w:r w:rsidR="006177E3">
              <w:rPr>
                <w:rFonts w:hint="cs"/>
                <w:rtl/>
              </w:rPr>
              <w:t>ا</w:t>
            </w:r>
            <w:r>
              <w:rPr>
                <w:rtl/>
              </w:rPr>
              <w:t>جدداهم خير الجدود</w:t>
            </w:r>
            <w:r w:rsidRPr="002E5C97">
              <w:rPr>
                <w:rStyle w:val="rfdPoemTiniCharChar"/>
                <w:rtl/>
              </w:rPr>
              <w:br/>
              <w:t> </w:t>
            </w:r>
          </w:p>
        </w:tc>
      </w:tr>
      <w:tr w:rsidR="00E22A7C">
        <w:tc>
          <w:tcPr>
            <w:tcW w:w="2400" w:type="pct"/>
          </w:tcPr>
          <w:p w:rsidR="00E22A7C" w:rsidRDefault="00E22A7C" w:rsidP="00E644C4">
            <w:pPr>
              <w:pStyle w:val="rfdPoem"/>
              <w:rPr>
                <w:rtl/>
              </w:rPr>
            </w:pPr>
            <w:r>
              <w:rPr>
                <w:rtl/>
              </w:rPr>
              <w:t>فكم من والد ل</w:t>
            </w:r>
            <w:r w:rsidR="006177E3">
              <w:rPr>
                <w:rFonts w:hint="cs"/>
                <w:rtl/>
              </w:rPr>
              <w:t>ا</w:t>
            </w:r>
            <w:r>
              <w:rPr>
                <w:rtl/>
              </w:rPr>
              <w:t>بي حسين</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من الشهداء </w:t>
            </w:r>
            <w:r w:rsidR="006177E3">
              <w:rPr>
                <w:rFonts w:hint="cs"/>
                <w:rtl/>
              </w:rPr>
              <w:t>ا</w:t>
            </w:r>
            <w:r>
              <w:rPr>
                <w:rtl/>
              </w:rPr>
              <w:t>و عم شهيد</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ومن </w:t>
            </w:r>
            <w:r w:rsidR="006177E3">
              <w:rPr>
                <w:rFonts w:hint="cs"/>
                <w:rtl/>
              </w:rPr>
              <w:t>ا</w:t>
            </w:r>
            <w:r>
              <w:rPr>
                <w:rtl/>
              </w:rPr>
              <w:t xml:space="preserve">بناء </w:t>
            </w:r>
            <w:r w:rsidR="006177E3">
              <w:rPr>
                <w:rFonts w:hint="cs"/>
                <w:rtl/>
              </w:rPr>
              <w:t>ا</w:t>
            </w:r>
            <w:r>
              <w:rPr>
                <w:rtl/>
              </w:rPr>
              <w:t>عمام سيلقى</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هم </w:t>
            </w:r>
            <w:r w:rsidR="006177E3">
              <w:rPr>
                <w:rFonts w:hint="cs"/>
                <w:rtl/>
              </w:rPr>
              <w:t>ا</w:t>
            </w:r>
            <w:r>
              <w:rPr>
                <w:rtl/>
              </w:rPr>
              <w:t>ولى به عند الورود</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دعاه معشر نكثوا </w:t>
            </w:r>
            <w:r w:rsidR="006177E3">
              <w:rPr>
                <w:rFonts w:hint="cs"/>
                <w:rtl/>
              </w:rPr>
              <w:t>ا</w:t>
            </w:r>
            <w:r>
              <w:rPr>
                <w:rtl/>
              </w:rPr>
              <w:t>باه</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حسينا بعد توكيد العهود</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فسار اليهم حتى </w:t>
            </w:r>
            <w:r w:rsidR="006177E3">
              <w:rPr>
                <w:rFonts w:hint="cs"/>
                <w:rtl/>
              </w:rPr>
              <w:t>ا</w:t>
            </w:r>
            <w:r>
              <w:rPr>
                <w:rtl/>
              </w:rPr>
              <w:t>تاهم</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فما </w:t>
            </w:r>
            <w:r w:rsidR="006177E3">
              <w:rPr>
                <w:rFonts w:hint="cs"/>
                <w:rtl/>
              </w:rPr>
              <w:t>ا</w:t>
            </w:r>
            <w:r>
              <w:rPr>
                <w:rtl/>
              </w:rPr>
              <w:t>رعوا على تلك العقود</w:t>
            </w:r>
            <w:r w:rsidRPr="002E5C97">
              <w:rPr>
                <w:rStyle w:val="rfdPoemTiniCharChar"/>
                <w:rtl/>
              </w:rPr>
              <w:br/>
              <w:t> </w:t>
            </w:r>
          </w:p>
        </w:tc>
      </w:tr>
      <w:tr w:rsidR="00E22A7C">
        <w:tc>
          <w:tcPr>
            <w:tcW w:w="2400" w:type="pct"/>
          </w:tcPr>
          <w:p w:rsidR="00E22A7C" w:rsidRDefault="00E22A7C" w:rsidP="00E644C4">
            <w:pPr>
              <w:pStyle w:val="rfdPoem"/>
              <w:rPr>
                <w:rtl/>
              </w:rPr>
            </w:pPr>
            <w:r>
              <w:rPr>
                <w:rtl/>
              </w:rPr>
              <w:t>وكيف تضن بالعبرات عيني</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وتطمع بعد زيد في الهجود</w:t>
            </w:r>
            <w:r w:rsidRPr="002E5C97">
              <w:rPr>
                <w:rStyle w:val="rfdPoemTiniCharChar"/>
                <w:rtl/>
              </w:rPr>
              <w:br/>
              <w:t> </w:t>
            </w:r>
          </w:p>
        </w:tc>
      </w:tr>
      <w:tr w:rsidR="00E22A7C">
        <w:tc>
          <w:tcPr>
            <w:tcW w:w="2400" w:type="pct"/>
          </w:tcPr>
          <w:p w:rsidR="00E22A7C" w:rsidRDefault="00E22A7C" w:rsidP="00E644C4">
            <w:pPr>
              <w:pStyle w:val="rfdPoem"/>
              <w:rPr>
                <w:rtl/>
              </w:rPr>
            </w:pPr>
            <w:r>
              <w:rPr>
                <w:rtl/>
              </w:rPr>
              <w:t>وكيف لها الرقا</w:t>
            </w:r>
            <w:r w:rsidR="003B7FCD">
              <w:rPr>
                <w:rFonts w:hint="cs"/>
                <w:rtl/>
              </w:rPr>
              <w:t>د</w:t>
            </w:r>
            <w:r>
              <w:rPr>
                <w:rtl/>
              </w:rPr>
              <w:t xml:space="preserve"> ولم تراءى</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جياد الخيل تعدوا بالاسود</w:t>
            </w:r>
            <w:r w:rsidRPr="002E5C97">
              <w:rPr>
                <w:rStyle w:val="rfdPoemTiniCharChar"/>
                <w:rtl/>
              </w:rPr>
              <w:br/>
              <w:t> </w:t>
            </w:r>
          </w:p>
        </w:tc>
      </w:tr>
      <w:tr w:rsidR="00E22A7C">
        <w:tc>
          <w:tcPr>
            <w:tcW w:w="2400" w:type="pct"/>
          </w:tcPr>
          <w:p w:rsidR="00E22A7C" w:rsidRDefault="00E22A7C" w:rsidP="00E644C4">
            <w:pPr>
              <w:pStyle w:val="rfdPoem"/>
              <w:rPr>
                <w:rtl/>
              </w:rPr>
            </w:pPr>
            <w:r>
              <w:rPr>
                <w:rtl/>
              </w:rPr>
              <w:t>تجمع للقبائل من معد</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ومن قحطان في حلق الحديد</w:t>
            </w:r>
            <w:r w:rsidRPr="002E5C97">
              <w:rPr>
                <w:rStyle w:val="rfdPoemTiniCharChar"/>
                <w:rtl/>
              </w:rPr>
              <w:br/>
              <w:t> </w:t>
            </w:r>
          </w:p>
        </w:tc>
      </w:tr>
      <w:tr w:rsidR="00E22A7C">
        <w:tc>
          <w:tcPr>
            <w:tcW w:w="2400" w:type="pct"/>
          </w:tcPr>
          <w:p w:rsidR="00E22A7C" w:rsidRDefault="00E22A7C" w:rsidP="00E644C4">
            <w:pPr>
              <w:pStyle w:val="rfdPoem"/>
              <w:rPr>
                <w:rtl/>
              </w:rPr>
            </w:pPr>
            <w:r>
              <w:rPr>
                <w:rtl/>
              </w:rPr>
              <w:t>كتائب كلما أردت قتيلا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تنادت ان الى الأعداء عودي</w:t>
            </w:r>
            <w:r w:rsidRPr="002E5C97">
              <w:rPr>
                <w:rStyle w:val="rfdPoemTiniCharChar"/>
                <w:rtl/>
              </w:rPr>
              <w:br/>
              <w:t> </w:t>
            </w:r>
          </w:p>
        </w:tc>
      </w:tr>
      <w:tr w:rsidR="00E22A7C">
        <w:tc>
          <w:tcPr>
            <w:tcW w:w="2400" w:type="pct"/>
          </w:tcPr>
          <w:p w:rsidR="00E22A7C" w:rsidRDefault="00E22A7C" w:rsidP="00E644C4">
            <w:pPr>
              <w:pStyle w:val="rfdPoem"/>
              <w:rPr>
                <w:rtl/>
              </w:rPr>
            </w:pPr>
            <w:r>
              <w:rPr>
                <w:rtl/>
              </w:rPr>
              <w:t>بأيديهم صفايح مرهفات</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صوارم </w:t>
            </w:r>
            <w:r w:rsidR="006177E3">
              <w:rPr>
                <w:rFonts w:hint="cs"/>
                <w:rtl/>
              </w:rPr>
              <w:t>ا</w:t>
            </w:r>
            <w:r>
              <w:rPr>
                <w:rtl/>
              </w:rPr>
              <w:t>خلصت من عهد هود</w:t>
            </w:r>
            <w:r w:rsidRPr="002E5C97">
              <w:rPr>
                <w:rStyle w:val="rfdPoemTiniCharChar"/>
                <w:rtl/>
              </w:rPr>
              <w:br/>
              <w:t> </w:t>
            </w:r>
          </w:p>
        </w:tc>
      </w:tr>
      <w:tr w:rsidR="00E22A7C">
        <w:tc>
          <w:tcPr>
            <w:tcW w:w="2400" w:type="pct"/>
          </w:tcPr>
          <w:p w:rsidR="00E22A7C" w:rsidRDefault="00E22A7C" w:rsidP="00E644C4">
            <w:pPr>
              <w:pStyle w:val="rfdPoem"/>
              <w:rPr>
                <w:rtl/>
              </w:rPr>
            </w:pPr>
            <w:r>
              <w:rPr>
                <w:rtl/>
              </w:rPr>
              <w:t>بها نسقي النفوس اذا التقينا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ونقتل كل جبار عنيد</w:t>
            </w:r>
            <w:r w:rsidRPr="002E5C97">
              <w:rPr>
                <w:rStyle w:val="rfdPoemTiniCharChar"/>
                <w:rtl/>
              </w:rPr>
              <w:br/>
              <w:t> </w:t>
            </w:r>
          </w:p>
        </w:tc>
      </w:tr>
      <w:tr w:rsidR="00E22A7C">
        <w:tc>
          <w:tcPr>
            <w:tcW w:w="2400" w:type="pct"/>
          </w:tcPr>
          <w:p w:rsidR="00E22A7C" w:rsidRDefault="00E22A7C" w:rsidP="00E644C4">
            <w:pPr>
              <w:pStyle w:val="rfdPoem"/>
              <w:rPr>
                <w:rtl/>
              </w:rPr>
            </w:pPr>
            <w:r>
              <w:rPr>
                <w:rtl/>
              </w:rPr>
              <w:t>ونقضي حاجة من آل حرب</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ومروان العنيد بني الكنود</w:t>
            </w:r>
            <w:r w:rsidRPr="002E5C97">
              <w:rPr>
                <w:rStyle w:val="rfdPoemTiniCharChar"/>
                <w:rtl/>
              </w:rPr>
              <w:br/>
              <w:t> </w:t>
            </w:r>
          </w:p>
        </w:tc>
      </w:tr>
      <w:tr w:rsidR="00E22A7C">
        <w:tc>
          <w:tcPr>
            <w:tcW w:w="2400" w:type="pct"/>
          </w:tcPr>
          <w:p w:rsidR="00E22A7C" w:rsidRDefault="00E22A7C" w:rsidP="00E644C4">
            <w:pPr>
              <w:pStyle w:val="rfdPoem"/>
              <w:rPr>
                <w:rtl/>
              </w:rPr>
            </w:pPr>
            <w:r>
              <w:rPr>
                <w:rtl/>
              </w:rPr>
              <w:t>ونحكم في بني الحكم العوالي</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ونجعلهم بها مثل الحصيد</w:t>
            </w:r>
            <w:r w:rsidRPr="002E5C97">
              <w:rPr>
                <w:rStyle w:val="rfdPoemTiniCharChar"/>
                <w:rtl/>
              </w:rPr>
              <w:br/>
              <w:t> </w:t>
            </w:r>
          </w:p>
        </w:tc>
      </w:tr>
      <w:tr w:rsidR="00E22A7C">
        <w:tc>
          <w:tcPr>
            <w:tcW w:w="2400" w:type="pct"/>
          </w:tcPr>
          <w:p w:rsidR="00E22A7C" w:rsidRDefault="00E22A7C" w:rsidP="00E644C4">
            <w:pPr>
              <w:pStyle w:val="rfdPoem"/>
              <w:rPr>
                <w:rtl/>
              </w:rPr>
            </w:pPr>
            <w:r>
              <w:rPr>
                <w:rtl/>
              </w:rPr>
              <w:t>وننزل بالمعيطيين حربا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عمارة منهم وبنو الوليد</w:t>
            </w:r>
            <w:r w:rsidRPr="002E5C97">
              <w:rPr>
                <w:rStyle w:val="rfdPoemTiniCharChar"/>
                <w:rtl/>
              </w:rPr>
              <w:br/>
              <w:t> </w:t>
            </w:r>
          </w:p>
        </w:tc>
      </w:tr>
      <w:tr w:rsidR="00E22A7C">
        <w:tc>
          <w:tcPr>
            <w:tcW w:w="2400" w:type="pct"/>
          </w:tcPr>
          <w:p w:rsidR="00E22A7C" w:rsidRDefault="00E22A7C" w:rsidP="00E644C4">
            <w:pPr>
              <w:pStyle w:val="rfdPoem"/>
              <w:rPr>
                <w:rtl/>
              </w:rPr>
            </w:pPr>
            <w:r>
              <w:rPr>
                <w:rtl/>
              </w:rPr>
              <w:t>و</w:t>
            </w:r>
            <w:r w:rsidR="006177E3">
              <w:rPr>
                <w:rFonts w:hint="cs"/>
                <w:rtl/>
              </w:rPr>
              <w:t>ا</w:t>
            </w:r>
            <w:r>
              <w:rPr>
                <w:rtl/>
              </w:rPr>
              <w:t xml:space="preserve">ن تمكن </w:t>
            </w:r>
            <w:r w:rsidR="003B7FCD">
              <w:rPr>
                <w:rFonts w:hint="cs"/>
                <w:rtl/>
              </w:rPr>
              <w:t>ص</w:t>
            </w:r>
            <w:r>
              <w:rPr>
                <w:rtl/>
              </w:rPr>
              <w:t>روف الدهر منكم</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وما يأتي من الامر الجديد</w:t>
            </w:r>
            <w:r w:rsidRPr="002E5C97">
              <w:rPr>
                <w:rStyle w:val="rfdPoemTiniCharChar"/>
                <w:rtl/>
              </w:rPr>
              <w:br/>
              <w:t> </w:t>
            </w:r>
          </w:p>
        </w:tc>
      </w:tr>
      <w:tr w:rsidR="00E22A7C">
        <w:tc>
          <w:tcPr>
            <w:tcW w:w="2400" w:type="pct"/>
          </w:tcPr>
          <w:p w:rsidR="00E22A7C" w:rsidRDefault="00E22A7C" w:rsidP="00E644C4">
            <w:pPr>
              <w:pStyle w:val="rfdPoem"/>
              <w:rPr>
                <w:rtl/>
              </w:rPr>
            </w:pPr>
            <w:r>
              <w:rPr>
                <w:rtl/>
              </w:rPr>
              <w:t>نجازكم بما اوليتمونا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قصاصا </w:t>
            </w:r>
            <w:r w:rsidR="003B7FCD">
              <w:rPr>
                <w:rFonts w:hint="cs"/>
                <w:rtl/>
              </w:rPr>
              <w:t>ا</w:t>
            </w:r>
            <w:r>
              <w:rPr>
                <w:rtl/>
              </w:rPr>
              <w:t>و نزيد على المزيد</w:t>
            </w:r>
            <w:r w:rsidRPr="002E5C97">
              <w:rPr>
                <w:rStyle w:val="rfdPoemTiniCharChar"/>
                <w:rtl/>
              </w:rPr>
              <w:br/>
              <w:t> </w:t>
            </w:r>
          </w:p>
        </w:tc>
      </w:tr>
      <w:tr w:rsidR="00E22A7C">
        <w:tc>
          <w:tcPr>
            <w:tcW w:w="2400" w:type="pct"/>
          </w:tcPr>
          <w:p w:rsidR="00E22A7C" w:rsidRDefault="00E22A7C" w:rsidP="00E644C4">
            <w:pPr>
              <w:pStyle w:val="rfdPoem"/>
              <w:rPr>
                <w:rtl/>
              </w:rPr>
            </w:pPr>
            <w:r>
              <w:rPr>
                <w:rtl/>
              </w:rPr>
              <w:t>ونترككم ب</w:t>
            </w:r>
            <w:r w:rsidR="003B7FCD">
              <w:rPr>
                <w:rFonts w:hint="cs"/>
                <w:rtl/>
              </w:rPr>
              <w:t>ا</w:t>
            </w:r>
            <w:r>
              <w:rPr>
                <w:rtl/>
              </w:rPr>
              <w:t>رض الشام صرعى</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 xml:space="preserve">وشتى من قتيل </w:t>
            </w:r>
            <w:r w:rsidR="00261A3A">
              <w:rPr>
                <w:rFonts w:hint="cs"/>
                <w:rtl/>
              </w:rPr>
              <w:t>ا</w:t>
            </w:r>
            <w:r>
              <w:rPr>
                <w:rtl/>
              </w:rPr>
              <w:t>و طريد</w:t>
            </w:r>
            <w:r w:rsidRPr="002E5C97">
              <w:rPr>
                <w:rStyle w:val="rfdPoemTiniCharChar"/>
                <w:rtl/>
              </w:rPr>
              <w:br/>
              <w:t> </w:t>
            </w:r>
          </w:p>
        </w:tc>
      </w:tr>
    </w:tbl>
    <w:p w:rsidR="00E22A7C" w:rsidRPr="003B7FCD" w:rsidRDefault="00BA4473" w:rsidP="003B7FCD">
      <w:pPr>
        <w:rPr>
          <w:rtl/>
        </w:rPr>
      </w:pPr>
      <w:r w:rsidRPr="003B7FCD">
        <w:rPr>
          <w:rtl/>
        </w:rPr>
        <w:br w:type="page"/>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Pr>
                <w:rtl/>
              </w:rPr>
              <w:lastRenderedPageBreak/>
              <w:t>تنوء بكم خوامعها وطلس</w:t>
            </w:r>
            <w:r w:rsidR="00A12B4D">
              <w:rPr>
                <w:rFonts w:hint="cs"/>
                <w:rtl/>
              </w:rPr>
              <w:t xml:space="preserve"> </w:t>
            </w:r>
            <w:r w:rsidR="00A12B4D" w:rsidRPr="00994BA1">
              <w:rPr>
                <w:rStyle w:val="rfdFootnotenum"/>
                <w:rtl/>
              </w:rPr>
              <w:t>(1)</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Pr>
                <w:rtl/>
              </w:rPr>
              <w:t>وضاري الطير من بقع وسود</w:t>
            </w:r>
            <w:r w:rsidRPr="002E5C97">
              <w:rPr>
                <w:rStyle w:val="rfdPoemTiniCharChar"/>
                <w:rtl/>
              </w:rPr>
              <w:br/>
              <w:t> </w:t>
            </w:r>
          </w:p>
        </w:tc>
      </w:tr>
      <w:tr w:rsidR="00E22A7C">
        <w:tc>
          <w:tcPr>
            <w:tcW w:w="2400" w:type="pct"/>
          </w:tcPr>
          <w:p w:rsidR="00E22A7C" w:rsidRDefault="00E22A7C" w:rsidP="00E644C4">
            <w:pPr>
              <w:pStyle w:val="rfdPoem"/>
              <w:rPr>
                <w:rtl/>
              </w:rPr>
            </w:pPr>
            <w:r>
              <w:rPr>
                <w:rtl/>
              </w:rPr>
              <w:t xml:space="preserve">ولست بآيس من </w:t>
            </w:r>
            <w:r w:rsidR="007751DB">
              <w:rPr>
                <w:rFonts w:hint="cs"/>
                <w:rtl/>
              </w:rPr>
              <w:t>ا</w:t>
            </w:r>
            <w:r>
              <w:rPr>
                <w:rtl/>
              </w:rPr>
              <w:t xml:space="preserve">ن </w:t>
            </w:r>
            <w:r w:rsidR="003B7FCD">
              <w:rPr>
                <w:rFonts w:hint="cs"/>
                <w:rtl/>
              </w:rPr>
              <w:t>تعودوا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خنازيرا واشباه القرود</w:t>
            </w:r>
            <w:r w:rsidRPr="002E5C97">
              <w:rPr>
                <w:rStyle w:val="rfdPoemTiniCharChar"/>
                <w:rtl/>
              </w:rPr>
              <w:br/>
              <w:t> </w:t>
            </w:r>
          </w:p>
        </w:tc>
      </w:tr>
    </w:tbl>
    <w:p w:rsidR="00BA4473" w:rsidRDefault="00BA4473" w:rsidP="003B7FCD">
      <w:pPr>
        <w:rPr>
          <w:rtl/>
        </w:rPr>
      </w:pPr>
      <w:r>
        <w:rPr>
          <w:rtl/>
        </w:rPr>
        <w:t xml:space="preserve">وأبو الفرج ينقل مثل هذا الشعر في ذم </w:t>
      </w:r>
      <w:r w:rsidR="003B7FCD">
        <w:rPr>
          <w:rFonts w:hint="cs"/>
          <w:rtl/>
        </w:rPr>
        <w:t>ا</w:t>
      </w:r>
      <w:r>
        <w:rPr>
          <w:rtl/>
        </w:rPr>
        <w:t>جداده ل</w:t>
      </w:r>
      <w:r w:rsidR="003B7FCD">
        <w:rPr>
          <w:rFonts w:hint="cs"/>
          <w:rtl/>
        </w:rPr>
        <w:t>ا</w:t>
      </w:r>
      <w:r>
        <w:rPr>
          <w:rtl/>
        </w:rPr>
        <w:t xml:space="preserve">نه زيدي المذهب وان كان مرواني النسب قال </w:t>
      </w:r>
      <w:r w:rsidR="003B7FCD">
        <w:rPr>
          <w:rFonts w:hint="cs"/>
          <w:rtl/>
        </w:rPr>
        <w:t>ا</w:t>
      </w:r>
      <w:r>
        <w:rPr>
          <w:rtl/>
        </w:rPr>
        <w:t xml:space="preserve">بو الفرج وقال </w:t>
      </w:r>
      <w:r w:rsidR="003B7FCD">
        <w:rPr>
          <w:rFonts w:hint="cs"/>
          <w:rtl/>
        </w:rPr>
        <w:t>ا</w:t>
      </w:r>
      <w:r>
        <w:rPr>
          <w:rtl/>
        </w:rPr>
        <w:t xml:space="preserve">بو ثميلة الأبار يرثي زيدا </w:t>
      </w:r>
      <w:r w:rsidR="00FF2CA0">
        <w:rPr>
          <w:rStyle w:val="rfdAlaem"/>
          <w:rFonts w:hint="cs"/>
          <w:rtl/>
        </w:rPr>
        <w:t>عليه‌السلام</w:t>
      </w:r>
      <w:r>
        <w:rPr>
          <w:rtl/>
        </w:rPr>
        <w:t xml:space="preserve"> :</w:t>
      </w:r>
    </w:p>
    <w:tbl>
      <w:tblPr>
        <w:bidiVisual/>
        <w:tblW w:w="5000" w:type="pct"/>
        <w:tblLook w:val="01E0" w:firstRow="1" w:lastRow="1" w:firstColumn="1" w:lastColumn="1" w:noHBand="0" w:noVBand="0"/>
      </w:tblPr>
      <w:tblGrid>
        <w:gridCol w:w="3642"/>
        <w:gridCol w:w="303"/>
        <w:gridCol w:w="3642"/>
      </w:tblGrid>
      <w:tr w:rsidR="00E22A7C">
        <w:tc>
          <w:tcPr>
            <w:tcW w:w="2400" w:type="pct"/>
            <w:shd w:val="clear" w:color="auto" w:fill="auto"/>
          </w:tcPr>
          <w:p w:rsidR="00E22A7C" w:rsidRDefault="00E22A7C" w:rsidP="00E644C4">
            <w:pPr>
              <w:pStyle w:val="rfdPoem"/>
              <w:rPr>
                <w:rtl/>
              </w:rPr>
            </w:pPr>
            <w:r>
              <w:rPr>
                <w:rtl/>
              </w:rPr>
              <w:t>يا با الحسين أعاد فقدك لوعة</w:t>
            </w:r>
            <w:r w:rsidRPr="002E5C97">
              <w:rPr>
                <w:rStyle w:val="rfdPoemTiniCharChar"/>
                <w:rtl/>
              </w:rPr>
              <w:br/>
              <w:t> </w:t>
            </w:r>
          </w:p>
        </w:tc>
        <w:tc>
          <w:tcPr>
            <w:tcW w:w="200" w:type="pct"/>
            <w:shd w:val="clear" w:color="auto" w:fill="auto"/>
          </w:tcPr>
          <w:p w:rsidR="00E22A7C" w:rsidRDefault="00E22A7C" w:rsidP="00E644C4">
            <w:pPr>
              <w:pStyle w:val="rfdPoem"/>
              <w:rPr>
                <w:rtl/>
              </w:rPr>
            </w:pPr>
          </w:p>
        </w:tc>
        <w:tc>
          <w:tcPr>
            <w:tcW w:w="2400" w:type="pct"/>
            <w:shd w:val="clear" w:color="auto" w:fill="auto"/>
          </w:tcPr>
          <w:p w:rsidR="00E22A7C" w:rsidRDefault="00E22A7C" w:rsidP="00E644C4">
            <w:pPr>
              <w:pStyle w:val="rfdPoem"/>
              <w:rPr>
                <w:rtl/>
              </w:rPr>
            </w:pPr>
            <w:r>
              <w:rPr>
                <w:rtl/>
              </w:rPr>
              <w:t>من يلق ما لاقيت منها يكمد</w:t>
            </w:r>
            <w:r w:rsidRPr="002E5C97">
              <w:rPr>
                <w:rStyle w:val="rfdPoemTiniCharChar"/>
                <w:rtl/>
              </w:rPr>
              <w:br/>
              <w:t> </w:t>
            </w:r>
          </w:p>
        </w:tc>
      </w:tr>
      <w:tr w:rsidR="00E22A7C">
        <w:tc>
          <w:tcPr>
            <w:tcW w:w="2400" w:type="pct"/>
          </w:tcPr>
          <w:p w:rsidR="00E22A7C" w:rsidRDefault="00E22A7C" w:rsidP="00E644C4">
            <w:pPr>
              <w:pStyle w:val="rfdPoem"/>
              <w:rPr>
                <w:rtl/>
              </w:rPr>
            </w:pPr>
            <w:r>
              <w:rPr>
                <w:rtl/>
              </w:rPr>
              <w:t>نعرا السهاد ولو سواك رمت به ال</w:t>
            </w:r>
            <w:r w:rsidR="003B7FCD">
              <w:rPr>
                <w:rFonts w:hint="cs"/>
                <w:rtl/>
              </w:rPr>
              <w:t>‍</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3B7FCD" w:rsidP="00E644C4">
            <w:pPr>
              <w:pStyle w:val="rfdPoem"/>
              <w:rPr>
                <w:rtl/>
              </w:rPr>
            </w:pPr>
            <w:r>
              <w:rPr>
                <w:rFonts w:hint="cs"/>
                <w:rtl/>
              </w:rPr>
              <w:t>‍</w:t>
            </w:r>
            <w:r w:rsidR="00E22A7C">
              <w:rPr>
                <w:rtl/>
              </w:rPr>
              <w:t>أقدار حيث رمت به لم يشهد</w:t>
            </w:r>
            <w:r w:rsidR="00E22A7C" w:rsidRPr="002E5C97">
              <w:rPr>
                <w:rStyle w:val="rfdPoemTiniCharChar"/>
                <w:rtl/>
              </w:rPr>
              <w:br/>
              <w:t> </w:t>
            </w:r>
          </w:p>
        </w:tc>
      </w:tr>
      <w:tr w:rsidR="00E22A7C">
        <w:tc>
          <w:tcPr>
            <w:tcW w:w="2400" w:type="pct"/>
          </w:tcPr>
          <w:p w:rsidR="00E22A7C" w:rsidRDefault="00E22A7C" w:rsidP="00E644C4">
            <w:pPr>
              <w:pStyle w:val="rfdPoem"/>
              <w:rPr>
                <w:rtl/>
              </w:rPr>
            </w:pPr>
            <w:r>
              <w:rPr>
                <w:rtl/>
              </w:rPr>
              <w:t>ونقول لا تبعد وبعدك داؤنا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وكذاك من يلق المنية يبعد</w:t>
            </w:r>
            <w:r w:rsidRPr="002E5C97">
              <w:rPr>
                <w:rStyle w:val="rfdPoemTiniCharChar"/>
                <w:rtl/>
              </w:rPr>
              <w:br/>
              <w:t> </w:t>
            </w:r>
          </w:p>
        </w:tc>
      </w:tr>
      <w:tr w:rsidR="00E22A7C">
        <w:tc>
          <w:tcPr>
            <w:tcW w:w="2400" w:type="pct"/>
          </w:tcPr>
          <w:p w:rsidR="00E22A7C" w:rsidRDefault="00E22A7C" w:rsidP="00E644C4">
            <w:pPr>
              <w:pStyle w:val="rfdPoem"/>
              <w:rPr>
                <w:rtl/>
              </w:rPr>
            </w:pPr>
            <w:r>
              <w:rPr>
                <w:rtl/>
              </w:rPr>
              <w:t>كنت المؤمل للعظائم والنهى</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E22A7C" w:rsidP="00E644C4">
            <w:pPr>
              <w:pStyle w:val="rfdPoem"/>
              <w:rPr>
                <w:rtl/>
              </w:rPr>
            </w:pPr>
            <w:r>
              <w:rPr>
                <w:rtl/>
              </w:rPr>
              <w:t>ترجى لأمر الأمة المنأود</w:t>
            </w:r>
            <w:r w:rsidRPr="002E5C97">
              <w:rPr>
                <w:rStyle w:val="rfdPoemTiniCharChar"/>
                <w:rtl/>
              </w:rPr>
              <w:br/>
              <w:t> </w:t>
            </w:r>
          </w:p>
        </w:tc>
      </w:tr>
      <w:tr w:rsidR="00E22A7C">
        <w:tc>
          <w:tcPr>
            <w:tcW w:w="2400" w:type="pct"/>
          </w:tcPr>
          <w:p w:rsidR="00E22A7C" w:rsidRDefault="00E22A7C" w:rsidP="00E644C4">
            <w:pPr>
              <w:pStyle w:val="rfdPoem"/>
              <w:rPr>
                <w:rtl/>
              </w:rPr>
            </w:pPr>
            <w:r>
              <w:rPr>
                <w:rtl/>
              </w:rPr>
              <w:t>فقتلت حين نضلت كل مناضل</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وصعدت في العلياء كل ممد</w:t>
            </w:r>
            <w:r w:rsidR="00E22A7C" w:rsidRPr="002E5C97">
              <w:rPr>
                <w:rStyle w:val="rfdPoemTiniCharChar"/>
                <w:rtl/>
              </w:rPr>
              <w:br/>
              <w:t> </w:t>
            </w:r>
          </w:p>
        </w:tc>
      </w:tr>
      <w:tr w:rsidR="00E22A7C">
        <w:tc>
          <w:tcPr>
            <w:tcW w:w="2400" w:type="pct"/>
          </w:tcPr>
          <w:p w:rsidR="00E22A7C" w:rsidRDefault="00E22A7C" w:rsidP="00E644C4">
            <w:pPr>
              <w:pStyle w:val="rfdPoem"/>
              <w:rPr>
                <w:rtl/>
              </w:rPr>
            </w:pPr>
            <w:r>
              <w:rPr>
                <w:rtl/>
              </w:rPr>
              <w:t>فطلبت غاية سابقين فنلتها</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بالله في سير كريم المورد</w:t>
            </w:r>
            <w:r w:rsidR="00E22A7C" w:rsidRPr="002E5C97">
              <w:rPr>
                <w:rStyle w:val="rfdPoemTiniCharChar"/>
                <w:rtl/>
              </w:rPr>
              <w:br/>
              <w:t> </w:t>
            </w:r>
          </w:p>
        </w:tc>
      </w:tr>
      <w:tr w:rsidR="00E22A7C">
        <w:tc>
          <w:tcPr>
            <w:tcW w:w="2400" w:type="pct"/>
          </w:tcPr>
          <w:p w:rsidR="00E22A7C" w:rsidRDefault="00E22A7C" w:rsidP="00E644C4">
            <w:pPr>
              <w:pStyle w:val="rfdPoem"/>
              <w:rPr>
                <w:rtl/>
              </w:rPr>
            </w:pPr>
            <w:r>
              <w:rPr>
                <w:rtl/>
              </w:rPr>
              <w:t>و</w:t>
            </w:r>
            <w:r w:rsidR="003B7FCD">
              <w:rPr>
                <w:rFonts w:hint="cs"/>
                <w:rtl/>
              </w:rPr>
              <w:t>ا</w:t>
            </w:r>
            <w:r>
              <w:rPr>
                <w:rtl/>
              </w:rPr>
              <w:t xml:space="preserve">بى الاهك </w:t>
            </w:r>
            <w:r w:rsidR="003B7FCD">
              <w:rPr>
                <w:rFonts w:hint="cs"/>
                <w:rtl/>
              </w:rPr>
              <w:t>ا</w:t>
            </w:r>
            <w:r>
              <w:rPr>
                <w:rtl/>
              </w:rPr>
              <w:t>ن تموت ولم تسر</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فيهم بسيرة صادق مستنجد</w:t>
            </w:r>
            <w:r w:rsidR="00E22A7C" w:rsidRPr="002E5C97">
              <w:rPr>
                <w:rStyle w:val="rfdPoemTiniCharChar"/>
                <w:rtl/>
              </w:rPr>
              <w:br/>
              <w:t> </w:t>
            </w:r>
          </w:p>
        </w:tc>
      </w:tr>
      <w:tr w:rsidR="00E22A7C">
        <w:tc>
          <w:tcPr>
            <w:tcW w:w="2400" w:type="pct"/>
          </w:tcPr>
          <w:p w:rsidR="00E22A7C" w:rsidRDefault="00E22A7C" w:rsidP="00E644C4">
            <w:pPr>
              <w:pStyle w:val="rfdPoem"/>
              <w:rPr>
                <w:rtl/>
              </w:rPr>
            </w:pPr>
            <w:r>
              <w:rPr>
                <w:rtl/>
              </w:rPr>
              <w:t>والقتل في ذات الآله سجية</w:t>
            </w:r>
            <w:r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منكم وا</w:t>
            </w:r>
            <w:r w:rsidR="0088652E">
              <w:rPr>
                <w:rFonts w:hint="cs"/>
                <w:rtl/>
              </w:rPr>
              <w:t>خ</w:t>
            </w:r>
            <w:r>
              <w:rPr>
                <w:rtl/>
              </w:rPr>
              <w:t>رى بالفعال ال</w:t>
            </w:r>
            <w:r w:rsidR="003B7FCD">
              <w:rPr>
                <w:rFonts w:hint="cs"/>
                <w:rtl/>
              </w:rPr>
              <w:t>ا</w:t>
            </w:r>
            <w:r>
              <w:rPr>
                <w:rtl/>
              </w:rPr>
              <w:t>مجد</w:t>
            </w:r>
            <w:r w:rsidR="00E22A7C" w:rsidRPr="002E5C97">
              <w:rPr>
                <w:rStyle w:val="rfdPoemTiniCharChar"/>
                <w:rtl/>
              </w:rPr>
              <w:br/>
              <w:t> </w:t>
            </w:r>
          </w:p>
        </w:tc>
      </w:tr>
      <w:tr w:rsidR="00E22A7C">
        <w:tc>
          <w:tcPr>
            <w:tcW w:w="2400" w:type="pct"/>
          </w:tcPr>
          <w:p w:rsidR="00E22A7C" w:rsidRDefault="00876554" w:rsidP="00E644C4">
            <w:pPr>
              <w:pStyle w:val="rfdPoem"/>
              <w:rPr>
                <w:rtl/>
              </w:rPr>
            </w:pPr>
            <w:r>
              <w:rPr>
                <w:rtl/>
              </w:rPr>
              <w:t xml:space="preserve">والناس قد </w:t>
            </w:r>
            <w:r w:rsidR="003B7FCD">
              <w:rPr>
                <w:rFonts w:hint="cs"/>
                <w:rtl/>
              </w:rPr>
              <w:t>ا</w:t>
            </w:r>
            <w:r>
              <w:rPr>
                <w:rtl/>
              </w:rPr>
              <w:t>منوا وآل محمد</w:t>
            </w:r>
            <w:r w:rsidR="00E22A7C"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من بين مقتول وبين مطرد</w:t>
            </w:r>
            <w:r w:rsidR="00E22A7C" w:rsidRPr="002E5C97">
              <w:rPr>
                <w:rStyle w:val="rfdPoemTiniCharChar"/>
                <w:rtl/>
              </w:rPr>
              <w:br/>
              <w:t> </w:t>
            </w:r>
          </w:p>
        </w:tc>
      </w:tr>
      <w:tr w:rsidR="00E22A7C">
        <w:tc>
          <w:tcPr>
            <w:tcW w:w="2400" w:type="pct"/>
          </w:tcPr>
          <w:p w:rsidR="00E22A7C" w:rsidRDefault="00876554" w:rsidP="00E644C4">
            <w:pPr>
              <w:pStyle w:val="rfdPoem"/>
              <w:rPr>
                <w:rtl/>
              </w:rPr>
            </w:pPr>
            <w:r>
              <w:rPr>
                <w:rtl/>
              </w:rPr>
              <w:t xml:space="preserve">نصب اذا </w:t>
            </w:r>
            <w:r w:rsidR="0088652E">
              <w:rPr>
                <w:rFonts w:hint="cs"/>
                <w:rtl/>
              </w:rPr>
              <w:t>ا</w:t>
            </w:r>
            <w:r>
              <w:rPr>
                <w:rtl/>
              </w:rPr>
              <w:t>لقى الظلام ستوره</w:t>
            </w:r>
            <w:r w:rsidR="00E22A7C" w:rsidRPr="002E5C97">
              <w:rPr>
                <w:rStyle w:val="rfdPoemTiniCharChar"/>
                <w:rtl/>
              </w:rPr>
              <w:br/>
              <w:t> </w:t>
            </w:r>
          </w:p>
        </w:tc>
        <w:tc>
          <w:tcPr>
            <w:tcW w:w="200" w:type="pct"/>
          </w:tcPr>
          <w:p w:rsidR="00E22A7C" w:rsidRDefault="00E22A7C" w:rsidP="00E644C4">
            <w:pPr>
              <w:pStyle w:val="rfdPoem"/>
              <w:rPr>
                <w:rtl/>
              </w:rPr>
            </w:pPr>
          </w:p>
        </w:tc>
        <w:tc>
          <w:tcPr>
            <w:tcW w:w="2400" w:type="pct"/>
          </w:tcPr>
          <w:p w:rsidR="00E22A7C" w:rsidRDefault="00876554" w:rsidP="00E644C4">
            <w:pPr>
              <w:pStyle w:val="rfdPoem"/>
              <w:rPr>
                <w:rtl/>
              </w:rPr>
            </w:pPr>
            <w:r>
              <w:rPr>
                <w:rtl/>
              </w:rPr>
              <w:t>رقد الحمام وليلهم لم يرقد</w:t>
            </w:r>
            <w:r w:rsidR="00E22A7C" w:rsidRPr="002E5C97">
              <w:rPr>
                <w:rStyle w:val="rfdPoemTiniCharChar"/>
                <w:rtl/>
              </w:rPr>
              <w:br/>
              <w:t> </w:t>
            </w:r>
          </w:p>
        </w:tc>
      </w:tr>
      <w:tr w:rsidR="00876554">
        <w:tc>
          <w:tcPr>
            <w:tcW w:w="2400" w:type="pct"/>
          </w:tcPr>
          <w:p w:rsidR="00876554" w:rsidRDefault="00876554" w:rsidP="00E644C4">
            <w:pPr>
              <w:pStyle w:val="rfdPoem"/>
              <w:rPr>
                <w:rtl/>
              </w:rPr>
            </w:pPr>
            <w:r>
              <w:rPr>
                <w:rtl/>
              </w:rPr>
              <w:t>يا لي</w:t>
            </w:r>
            <w:r w:rsidR="0088652E">
              <w:rPr>
                <w:rFonts w:hint="cs"/>
                <w:rtl/>
              </w:rPr>
              <w:t>ت</w:t>
            </w:r>
            <w:r>
              <w:rPr>
                <w:rtl/>
              </w:rPr>
              <w:t xml:space="preserve"> شعري والخطوب كثيرة</w:t>
            </w:r>
            <w:r w:rsidRPr="002E5C97">
              <w:rPr>
                <w:rStyle w:val="rfdPoemTiniCharChar"/>
                <w:rtl/>
              </w:rPr>
              <w:br/>
              <w:t> </w:t>
            </w:r>
          </w:p>
        </w:tc>
        <w:tc>
          <w:tcPr>
            <w:tcW w:w="200" w:type="pct"/>
          </w:tcPr>
          <w:p w:rsidR="00876554" w:rsidRDefault="00876554" w:rsidP="00E644C4">
            <w:pPr>
              <w:pStyle w:val="rfdPoem"/>
              <w:rPr>
                <w:rtl/>
              </w:rPr>
            </w:pPr>
          </w:p>
        </w:tc>
        <w:tc>
          <w:tcPr>
            <w:tcW w:w="2400" w:type="pct"/>
          </w:tcPr>
          <w:p w:rsidR="00876554" w:rsidRDefault="00876554" w:rsidP="00E644C4">
            <w:pPr>
              <w:pStyle w:val="rfdPoem"/>
              <w:rPr>
                <w:rtl/>
              </w:rPr>
            </w:pPr>
            <w:r>
              <w:rPr>
                <w:rtl/>
              </w:rPr>
              <w:t>اسباب موردها وما لم يورد</w:t>
            </w:r>
            <w:r w:rsidRPr="002E5C97">
              <w:rPr>
                <w:rStyle w:val="rfdPoemTiniCharChar"/>
                <w:rtl/>
              </w:rPr>
              <w:br/>
              <w:t> </w:t>
            </w:r>
          </w:p>
        </w:tc>
      </w:tr>
    </w:tbl>
    <w:p w:rsidR="00BA4473" w:rsidRPr="0088652E" w:rsidRDefault="0088652E" w:rsidP="0088652E">
      <w:pPr>
        <w:pStyle w:val="rfdLine"/>
        <w:rPr>
          <w:rtl/>
        </w:rPr>
      </w:pPr>
      <w:r w:rsidRPr="0088652E">
        <w:rPr>
          <w:rtl/>
        </w:rPr>
        <w:t>__________________</w:t>
      </w:r>
    </w:p>
    <w:p w:rsidR="00BA4473" w:rsidRDefault="00BA4473" w:rsidP="0088652E">
      <w:pPr>
        <w:pStyle w:val="rfdFootnote0"/>
        <w:rPr>
          <w:rtl/>
        </w:rPr>
      </w:pPr>
      <w:r w:rsidRPr="003C31F5">
        <w:rPr>
          <w:rtl/>
        </w:rPr>
        <w:t xml:space="preserve">(1) الخوامع جمع خامعة وهي الضبع والطلس جمع </w:t>
      </w:r>
      <w:r w:rsidR="0088652E">
        <w:rPr>
          <w:rFonts w:hint="cs"/>
          <w:rtl/>
        </w:rPr>
        <w:t>ا</w:t>
      </w:r>
      <w:r w:rsidR="0088652E">
        <w:rPr>
          <w:rtl/>
        </w:rPr>
        <w:t>طلس وهو الذئب.</w:t>
      </w:r>
    </w:p>
    <w:p w:rsidR="00876554" w:rsidRPr="0088652E" w:rsidRDefault="003C31F5" w:rsidP="0088652E">
      <w:r w:rsidRPr="0088652E">
        <w:br w:type="page"/>
      </w:r>
    </w:p>
    <w:tbl>
      <w:tblPr>
        <w:bidiVisual/>
        <w:tblW w:w="5000" w:type="pct"/>
        <w:tblLook w:val="01E0" w:firstRow="1" w:lastRow="1" w:firstColumn="1" w:lastColumn="1" w:noHBand="0" w:noVBand="0"/>
      </w:tblPr>
      <w:tblGrid>
        <w:gridCol w:w="3642"/>
        <w:gridCol w:w="303"/>
        <w:gridCol w:w="3642"/>
      </w:tblGrid>
      <w:tr w:rsidR="00876554">
        <w:tc>
          <w:tcPr>
            <w:tcW w:w="2400" w:type="pct"/>
            <w:shd w:val="clear" w:color="auto" w:fill="auto"/>
          </w:tcPr>
          <w:p w:rsidR="00876554" w:rsidRDefault="00876554" w:rsidP="00E644C4">
            <w:pPr>
              <w:pStyle w:val="rfdPoem"/>
              <w:rPr>
                <w:rtl/>
              </w:rPr>
            </w:pPr>
            <w:r>
              <w:rPr>
                <w:rtl/>
              </w:rPr>
              <w:lastRenderedPageBreak/>
              <w:t>ما حجة المستبشرين بقتله</w:t>
            </w:r>
            <w:r w:rsidRPr="002E5C97">
              <w:rPr>
                <w:rStyle w:val="rfdPoemTiniCharChar"/>
                <w:rtl/>
              </w:rPr>
              <w:br/>
              <w:t> </w:t>
            </w:r>
          </w:p>
        </w:tc>
        <w:tc>
          <w:tcPr>
            <w:tcW w:w="200" w:type="pct"/>
            <w:shd w:val="clear" w:color="auto" w:fill="auto"/>
          </w:tcPr>
          <w:p w:rsidR="00876554" w:rsidRDefault="00876554" w:rsidP="00E644C4">
            <w:pPr>
              <w:pStyle w:val="rfdPoem"/>
              <w:rPr>
                <w:rtl/>
              </w:rPr>
            </w:pPr>
          </w:p>
        </w:tc>
        <w:tc>
          <w:tcPr>
            <w:tcW w:w="2400" w:type="pct"/>
            <w:shd w:val="clear" w:color="auto" w:fill="auto"/>
          </w:tcPr>
          <w:p w:rsidR="00876554" w:rsidRDefault="00876554" w:rsidP="00E644C4">
            <w:pPr>
              <w:pStyle w:val="rfdPoem"/>
              <w:rPr>
                <w:rtl/>
              </w:rPr>
            </w:pPr>
            <w:r>
              <w:rPr>
                <w:rtl/>
              </w:rPr>
              <w:t xml:space="preserve">بالامس </w:t>
            </w:r>
            <w:r w:rsidR="000C25DB">
              <w:rPr>
                <w:rFonts w:hint="cs"/>
                <w:rtl/>
              </w:rPr>
              <w:t>ا</w:t>
            </w:r>
            <w:r>
              <w:rPr>
                <w:rtl/>
              </w:rPr>
              <w:t xml:space="preserve">و ما عذر </w:t>
            </w:r>
            <w:r w:rsidR="000C25DB">
              <w:rPr>
                <w:rFonts w:hint="cs"/>
                <w:rtl/>
              </w:rPr>
              <w:t>ا</w:t>
            </w:r>
            <w:r>
              <w:rPr>
                <w:rtl/>
              </w:rPr>
              <w:t>هل المسجد</w:t>
            </w:r>
            <w:r w:rsidRPr="002E5C97">
              <w:rPr>
                <w:rStyle w:val="rfdPoemTiniCharChar"/>
                <w:rtl/>
              </w:rPr>
              <w:br/>
              <w:t> </w:t>
            </w:r>
          </w:p>
        </w:tc>
      </w:tr>
      <w:tr w:rsidR="00876554">
        <w:tc>
          <w:tcPr>
            <w:tcW w:w="2400" w:type="pct"/>
          </w:tcPr>
          <w:p w:rsidR="00876554" w:rsidRDefault="00876554" w:rsidP="00E644C4">
            <w:pPr>
              <w:pStyle w:val="rfdPoem"/>
              <w:rPr>
                <w:rtl/>
              </w:rPr>
            </w:pPr>
            <w:r>
              <w:rPr>
                <w:rtl/>
              </w:rPr>
              <w:t xml:space="preserve">فلعل راحم </w:t>
            </w:r>
            <w:r w:rsidR="000C25DB">
              <w:rPr>
                <w:rFonts w:hint="cs"/>
                <w:rtl/>
              </w:rPr>
              <w:t>ا</w:t>
            </w:r>
            <w:r>
              <w:rPr>
                <w:rtl/>
              </w:rPr>
              <w:t>م موسى والذي</w:t>
            </w:r>
            <w:r w:rsidRPr="002E5C97">
              <w:rPr>
                <w:rStyle w:val="rfdPoemTiniCharChar"/>
                <w:rtl/>
              </w:rPr>
              <w:br/>
              <w:t> </w:t>
            </w:r>
          </w:p>
        </w:tc>
        <w:tc>
          <w:tcPr>
            <w:tcW w:w="200" w:type="pct"/>
          </w:tcPr>
          <w:p w:rsidR="00876554" w:rsidRDefault="00876554" w:rsidP="00E644C4">
            <w:pPr>
              <w:pStyle w:val="rfdPoem"/>
              <w:rPr>
                <w:rtl/>
              </w:rPr>
            </w:pPr>
          </w:p>
        </w:tc>
        <w:tc>
          <w:tcPr>
            <w:tcW w:w="2400" w:type="pct"/>
          </w:tcPr>
          <w:p w:rsidR="00876554" w:rsidRDefault="00876554" w:rsidP="00E644C4">
            <w:pPr>
              <w:pStyle w:val="rfdPoem"/>
              <w:rPr>
                <w:rtl/>
              </w:rPr>
            </w:pPr>
            <w:r>
              <w:rPr>
                <w:rtl/>
              </w:rPr>
              <w:t>نجاه من لجج الخصم المزبد</w:t>
            </w:r>
            <w:r w:rsidRPr="002E5C97">
              <w:rPr>
                <w:rStyle w:val="rfdPoemTiniCharChar"/>
                <w:rtl/>
              </w:rPr>
              <w:br/>
              <w:t> </w:t>
            </w:r>
          </w:p>
        </w:tc>
      </w:tr>
      <w:tr w:rsidR="00876554">
        <w:tc>
          <w:tcPr>
            <w:tcW w:w="2400" w:type="pct"/>
          </w:tcPr>
          <w:p w:rsidR="00876554" w:rsidRDefault="00876554" w:rsidP="00E644C4">
            <w:pPr>
              <w:pStyle w:val="rfdPoem"/>
              <w:rPr>
                <w:rtl/>
              </w:rPr>
            </w:pPr>
            <w:r>
              <w:rPr>
                <w:rtl/>
              </w:rPr>
              <w:t>سيسر ريطة بعد حزن فؤادها</w:t>
            </w:r>
            <w:r w:rsidRPr="002E5C97">
              <w:rPr>
                <w:rStyle w:val="rfdPoemTiniCharChar"/>
                <w:rtl/>
              </w:rPr>
              <w:br/>
              <w:t> </w:t>
            </w:r>
          </w:p>
        </w:tc>
        <w:tc>
          <w:tcPr>
            <w:tcW w:w="200" w:type="pct"/>
          </w:tcPr>
          <w:p w:rsidR="00876554" w:rsidRDefault="00876554" w:rsidP="00E644C4">
            <w:pPr>
              <w:pStyle w:val="rfdPoem"/>
              <w:rPr>
                <w:rtl/>
              </w:rPr>
            </w:pPr>
          </w:p>
        </w:tc>
        <w:tc>
          <w:tcPr>
            <w:tcW w:w="2400" w:type="pct"/>
          </w:tcPr>
          <w:p w:rsidR="00876554" w:rsidRDefault="00876554" w:rsidP="00E644C4">
            <w:pPr>
              <w:pStyle w:val="rfdPoem"/>
              <w:rPr>
                <w:rtl/>
              </w:rPr>
            </w:pPr>
            <w:r>
              <w:rPr>
                <w:rtl/>
              </w:rPr>
              <w:t>يحيى ويحيى في الكتائب يرتدي</w:t>
            </w:r>
            <w:r w:rsidRPr="002E5C97">
              <w:rPr>
                <w:rStyle w:val="rfdPoemTiniCharChar"/>
                <w:rtl/>
              </w:rPr>
              <w:br/>
              <w:t> </w:t>
            </w:r>
          </w:p>
        </w:tc>
      </w:tr>
    </w:tbl>
    <w:p w:rsidR="00BA4473" w:rsidRDefault="00BA4473" w:rsidP="000C25DB">
      <w:pPr>
        <w:rPr>
          <w:rtl/>
        </w:rPr>
      </w:pPr>
      <w:r>
        <w:rPr>
          <w:rtl/>
        </w:rPr>
        <w:t xml:space="preserve">وريطة هي بنت </w:t>
      </w:r>
      <w:r w:rsidR="000C25DB">
        <w:rPr>
          <w:rFonts w:hint="cs"/>
          <w:rtl/>
        </w:rPr>
        <w:t>ا</w:t>
      </w:r>
      <w:r>
        <w:rPr>
          <w:rtl/>
        </w:rPr>
        <w:t xml:space="preserve">بي هاشم عبد الله بن محمد بن حنفية </w:t>
      </w:r>
      <w:r w:rsidR="000C25DB">
        <w:rPr>
          <w:rFonts w:hint="cs"/>
          <w:rtl/>
        </w:rPr>
        <w:t>ا</w:t>
      </w:r>
      <w:r>
        <w:rPr>
          <w:rtl/>
        </w:rPr>
        <w:t>م يحيى وزوجة زيد.</w:t>
      </w:r>
    </w:p>
    <w:p w:rsidR="00BA4473" w:rsidRDefault="00BA4473" w:rsidP="000C25DB">
      <w:pPr>
        <w:rPr>
          <w:rtl/>
        </w:rPr>
      </w:pPr>
      <w:r>
        <w:rPr>
          <w:rtl/>
        </w:rPr>
        <w:t>وقال ابن ال</w:t>
      </w:r>
      <w:r w:rsidR="000C25DB">
        <w:rPr>
          <w:rFonts w:hint="cs"/>
          <w:rtl/>
        </w:rPr>
        <w:t>ا</w:t>
      </w:r>
      <w:r>
        <w:rPr>
          <w:rtl/>
        </w:rPr>
        <w:t>ثير قيل كان خراش بن حوشب بن يزيد بن مزيد الشيباني على شرطة يوسف وهو الذي نبش زيدا</w:t>
      </w:r>
      <w:r w:rsidR="007751DB">
        <w:rPr>
          <w:rFonts w:hint="cs"/>
          <w:rtl/>
        </w:rPr>
        <w:t>ً</w:t>
      </w:r>
      <w:r w:rsidR="000C25DB">
        <w:rPr>
          <w:rtl/>
        </w:rPr>
        <w:t xml:space="preserve"> وصلبه فقال السيد الحميري :</w:t>
      </w:r>
    </w:p>
    <w:tbl>
      <w:tblPr>
        <w:bidiVisual/>
        <w:tblW w:w="5000" w:type="pct"/>
        <w:tblLook w:val="01E0" w:firstRow="1" w:lastRow="1" w:firstColumn="1" w:lastColumn="1" w:noHBand="0" w:noVBand="0"/>
      </w:tblPr>
      <w:tblGrid>
        <w:gridCol w:w="3614"/>
        <w:gridCol w:w="359"/>
        <w:gridCol w:w="3614"/>
      </w:tblGrid>
      <w:tr w:rsidR="00876554">
        <w:tc>
          <w:tcPr>
            <w:tcW w:w="3614" w:type="dxa"/>
            <w:shd w:val="clear" w:color="auto" w:fill="auto"/>
          </w:tcPr>
          <w:p w:rsidR="00876554" w:rsidRDefault="00876554" w:rsidP="00E644C4">
            <w:pPr>
              <w:pStyle w:val="rfdPoem"/>
              <w:rPr>
                <w:rtl/>
              </w:rPr>
            </w:pPr>
            <w:r>
              <w:rPr>
                <w:rtl/>
              </w:rPr>
              <w:t>بت ليلي مسهدا</w:t>
            </w:r>
            <w:r w:rsidRPr="002E5C97">
              <w:rPr>
                <w:rStyle w:val="rfdPoemTiniCharChar"/>
                <w:rtl/>
              </w:rPr>
              <w:br/>
              <w:t> </w:t>
            </w:r>
          </w:p>
        </w:tc>
        <w:tc>
          <w:tcPr>
            <w:tcW w:w="359" w:type="dxa"/>
            <w:shd w:val="clear" w:color="auto" w:fill="auto"/>
          </w:tcPr>
          <w:p w:rsidR="00876554" w:rsidRDefault="00876554" w:rsidP="00E644C4">
            <w:pPr>
              <w:pStyle w:val="rfdPoem"/>
              <w:rPr>
                <w:rtl/>
              </w:rPr>
            </w:pPr>
          </w:p>
        </w:tc>
        <w:tc>
          <w:tcPr>
            <w:tcW w:w="3614" w:type="dxa"/>
            <w:shd w:val="clear" w:color="auto" w:fill="auto"/>
          </w:tcPr>
          <w:p w:rsidR="00876554" w:rsidRDefault="00876554" w:rsidP="00E644C4">
            <w:pPr>
              <w:pStyle w:val="rfdPoem"/>
              <w:rPr>
                <w:rtl/>
              </w:rPr>
            </w:pPr>
            <w:r>
              <w:rPr>
                <w:rtl/>
              </w:rPr>
              <w:t>ساهر العين مقصدا</w:t>
            </w:r>
            <w:r w:rsidRPr="002E5C97">
              <w:rPr>
                <w:rStyle w:val="rfdPoemTiniCharChar"/>
                <w:rtl/>
              </w:rPr>
              <w:br/>
              <w:t> </w:t>
            </w:r>
          </w:p>
        </w:tc>
      </w:tr>
      <w:tr w:rsidR="00876554">
        <w:tc>
          <w:tcPr>
            <w:tcW w:w="3614" w:type="dxa"/>
          </w:tcPr>
          <w:p w:rsidR="00876554" w:rsidRDefault="00876554" w:rsidP="00E644C4">
            <w:pPr>
              <w:pStyle w:val="rfdPoem"/>
              <w:rPr>
                <w:rtl/>
              </w:rPr>
            </w:pPr>
            <w:r>
              <w:rPr>
                <w:rtl/>
              </w:rPr>
              <w:t>ولقد قلت قولة</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876554" w:rsidP="00E644C4">
            <w:pPr>
              <w:pStyle w:val="rfdPoem"/>
              <w:rPr>
                <w:rtl/>
              </w:rPr>
            </w:pPr>
            <w:r>
              <w:rPr>
                <w:rtl/>
              </w:rPr>
              <w:t>و</w:t>
            </w:r>
            <w:r w:rsidR="000C25DB">
              <w:rPr>
                <w:rFonts w:hint="cs"/>
                <w:rtl/>
              </w:rPr>
              <w:t>ا</w:t>
            </w:r>
            <w:r>
              <w:rPr>
                <w:rtl/>
              </w:rPr>
              <w:t>طلت التبلدا</w:t>
            </w:r>
            <w:r w:rsidRPr="002E5C97">
              <w:rPr>
                <w:rStyle w:val="rfdPoemTiniCharChar"/>
                <w:rtl/>
              </w:rPr>
              <w:br/>
              <w:t> </w:t>
            </w:r>
          </w:p>
        </w:tc>
      </w:tr>
      <w:tr w:rsidR="00876554">
        <w:tc>
          <w:tcPr>
            <w:tcW w:w="3614" w:type="dxa"/>
          </w:tcPr>
          <w:p w:rsidR="00876554" w:rsidRDefault="00876554" w:rsidP="00E644C4">
            <w:pPr>
              <w:pStyle w:val="rfdPoem"/>
              <w:rPr>
                <w:rtl/>
              </w:rPr>
            </w:pPr>
            <w:r>
              <w:rPr>
                <w:rtl/>
              </w:rPr>
              <w:t>لعن الله حوشبا</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876554" w:rsidP="00E644C4">
            <w:pPr>
              <w:pStyle w:val="rfdPoem"/>
              <w:rPr>
                <w:rtl/>
              </w:rPr>
            </w:pPr>
            <w:r>
              <w:rPr>
                <w:rtl/>
              </w:rPr>
              <w:t>وخراشا وم</w:t>
            </w:r>
            <w:r w:rsidR="000C25DB">
              <w:rPr>
                <w:rFonts w:hint="cs"/>
                <w:rtl/>
              </w:rPr>
              <w:t>ز</w:t>
            </w:r>
            <w:r>
              <w:rPr>
                <w:rtl/>
              </w:rPr>
              <w:t>يدا</w:t>
            </w:r>
            <w:r w:rsidRPr="002E5C97">
              <w:rPr>
                <w:rStyle w:val="rfdPoemTiniCharChar"/>
                <w:rtl/>
              </w:rPr>
              <w:br/>
              <w:t> </w:t>
            </w:r>
          </w:p>
        </w:tc>
      </w:tr>
      <w:tr w:rsidR="00876554">
        <w:tc>
          <w:tcPr>
            <w:tcW w:w="3614" w:type="dxa"/>
          </w:tcPr>
          <w:p w:rsidR="00876554" w:rsidRDefault="00876554" w:rsidP="00E644C4">
            <w:pPr>
              <w:pStyle w:val="rfdPoem"/>
              <w:rPr>
                <w:rtl/>
              </w:rPr>
            </w:pPr>
            <w:r>
              <w:rPr>
                <w:rtl/>
              </w:rPr>
              <w:t>الف الف و</w:t>
            </w:r>
            <w:r w:rsidR="000C25DB">
              <w:rPr>
                <w:rFonts w:hint="cs"/>
                <w:rtl/>
              </w:rPr>
              <w:t>ا</w:t>
            </w:r>
            <w:r>
              <w:rPr>
                <w:rtl/>
              </w:rPr>
              <w:t>لف ال</w:t>
            </w:r>
            <w:r w:rsidR="000C25DB">
              <w:rPr>
                <w:rFonts w:hint="cs"/>
                <w:rtl/>
              </w:rPr>
              <w:t>‍</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0C25DB" w:rsidP="00E644C4">
            <w:pPr>
              <w:pStyle w:val="rfdPoem"/>
              <w:rPr>
                <w:rtl/>
              </w:rPr>
            </w:pPr>
            <w:r>
              <w:rPr>
                <w:rFonts w:hint="cs"/>
                <w:rtl/>
              </w:rPr>
              <w:t>‍</w:t>
            </w:r>
            <w:r w:rsidR="00876554">
              <w:rPr>
                <w:rtl/>
              </w:rPr>
              <w:t>ف من اللعن سرمدا</w:t>
            </w:r>
            <w:r w:rsidR="00876554" w:rsidRPr="002E5C97">
              <w:rPr>
                <w:rStyle w:val="rfdPoemTiniCharChar"/>
                <w:rtl/>
              </w:rPr>
              <w:br/>
              <w:t> </w:t>
            </w:r>
          </w:p>
        </w:tc>
      </w:tr>
      <w:tr w:rsidR="00876554">
        <w:tc>
          <w:tcPr>
            <w:tcW w:w="3614" w:type="dxa"/>
          </w:tcPr>
          <w:p w:rsidR="00876554" w:rsidRDefault="00876554" w:rsidP="00E644C4">
            <w:pPr>
              <w:pStyle w:val="rfdPoem"/>
              <w:rPr>
                <w:rtl/>
              </w:rPr>
            </w:pPr>
            <w:r>
              <w:rPr>
                <w:rtl/>
              </w:rPr>
              <w:t>إنهم حاربوا ال</w:t>
            </w:r>
            <w:r w:rsidR="00081F56">
              <w:rPr>
                <w:rFonts w:hint="cs"/>
                <w:rtl/>
              </w:rPr>
              <w:t>ا</w:t>
            </w:r>
            <w:r>
              <w:rPr>
                <w:rtl/>
              </w:rPr>
              <w:t>ل</w:t>
            </w:r>
            <w:r w:rsidR="00081F56">
              <w:rPr>
                <w:rFonts w:hint="cs"/>
                <w:rtl/>
              </w:rPr>
              <w:t>‍</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081F56" w:rsidP="00E644C4">
            <w:pPr>
              <w:pStyle w:val="rfdPoem"/>
              <w:rPr>
                <w:rtl/>
              </w:rPr>
            </w:pPr>
            <w:r>
              <w:rPr>
                <w:rFonts w:hint="cs"/>
                <w:rtl/>
              </w:rPr>
              <w:t>‍</w:t>
            </w:r>
            <w:r w:rsidR="00876554">
              <w:rPr>
                <w:rtl/>
              </w:rPr>
              <w:t>ه وآذوا محمدا</w:t>
            </w:r>
            <w:r w:rsidR="00876554" w:rsidRPr="002E5C97">
              <w:rPr>
                <w:rStyle w:val="rfdPoemTiniCharChar"/>
                <w:rtl/>
              </w:rPr>
              <w:br/>
              <w:t> </w:t>
            </w:r>
          </w:p>
        </w:tc>
      </w:tr>
      <w:tr w:rsidR="00876554">
        <w:tc>
          <w:tcPr>
            <w:tcW w:w="3614" w:type="dxa"/>
          </w:tcPr>
          <w:p w:rsidR="00876554" w:rsidRDefault="00876554" w:rsidP="00E644C4">
            <w:pPr>
              <w:pStyle w:val="rfdPoem"/>
              <w:rPr>
                <w:rtl/>
              </w:rPr>
            </w:pPr>
            <w:r>
              <w:rPr>
                <w:rtl/>
              </w:rPr>
              <w:t>شاركوا في دم الحسي</w:t>
            </w:r>
            <w:r w:rsidR="00081F56">
              <w:rPr>
                <w:rFonts w:hint="cs"/>
                <w:rtl/>
              </w:rPr>
              <w:t>‍</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081F56" w:rsidP="00E644C4">
            <w:pPr>
              <w:pStyle w:val="rfdPoem"/>
              <w:rPr>
                <w:rtl/>
              </w:rPr>
            </w:pPr>
            <w:r>
              <w:rPr>
                <w:rFonts w:hint="cs"/>
                <w:rtl/>
              </w:rPr>
              <w:t>‍</w:t>
            </w:r>
            <w:r w:rsidR="00876554">
              <w:rPr>
                <w:rtl/>
              </w:rPr>
              <w:t>ن وزيد تعندا</w:t>
            </w:r>
            <w:r w:rsidR="00876554" w:rsidRPr="002E5C97">
              <w:rPr>
                <w:rStyle w:val="rfdPoemTiniCharChar"/>
                <w:rtl/>
              </w:rPr>
              <w:br/>
              <w:t> </w:t>
            </w:r>
          </w:p>
        </w:tc>
      </w:tr>
      <w:tr w:rsidR="00876554">
        <w:tc>
          <w:tcPr>
            <w:tcW w:w="3614" w:type="dxa"/>
          </w:tcPr>
          <w:p w:rsidR="00876554" w:rsidRDefault="00876554" w:rsidP="00E644C4">
            <w:pPr>
              <w:pStyle w:val="rfdPoem"/>
              <w:rPr>
                <w:rtl/>
              </w:rPr>
            </w:pPr>
            <w:r>
              <w:rPr>
                <w:rtl/>
              </w:rPr>
              <w:t>ثم علوه فوق جذ</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876554" w:rsidP="00E644C4">
            <w:pPr>
              <w:pStyle w:val="rfdPoem"/>
              <w:rPr>
                <w:rtl/>
              </w:rPr>
            </w:pPr>
            <w:r>
              <w:rPr>
                <w:rtl/>
              </w:rPr>
              <w:t>ع صريعا مجردا</w:t>
            </w:r>
            <w:r w:rsidRPr="002E5C97">
              <w:rPr>
                <w:rStyle w:val="rfdPoemTiniCharChar"/>
                <w:rtl/>
              </w:rPr>
              <w:br/>
              <w:t> </w:t>
            </w:r>
          </w:p>
        </w:tc>
      </w:tr>
      <w:tr w:rsidR="00876554">
        <w:tc>
          <w:tcPr>
            <w:tcW w:w="3614" w:type="dxa"/>
          </w:tcPr>
          <w:p w:rsidR="00876554" w:rsidRDefault="00876554" w:rsidP="00E644C4">
            <w:pPr>
              <w:pStyle w:val="rfdPoem"/>
              <w:rPr>
                <w:rtl/>
              </w:rPr>
            </w:pPr>
            <w:r>
              <w:rPr>
                <w:rtl/>
              </w:rPr>
              <w:t>يا خراش بن حوشب</w:t>
            </w:r>
            <w:r w:rsidRPr="002E5C97">
              <w:rPr>
                <w:rStyle w:val="rfdPoemTiniCharChar"/>
                <w:rtl/>
              </w:rPr>
              <w:br/>
              <w:t> </w:t>
            </w:r>
          </w:p>
        </w:tc>
        <w:tc>
          <w:tcPr>
            <w:tcW w:w="359" w:type="dxa"/>
          </w:tcPr>
          <w:p w:rsidR="00876554" w:rsidRDefault="00876554" w:rsidP="00E644C4">
            <w:pPr>
              <w:pStyle w:val="rfdPoem"/>
              <w:rPr>
                <w:rtl/>
              </w:rPr>
            </w:pPr>
          </w:p>
        </w:tc>
        <w:tc>
          <w:tcPr>
            <w:tcW w:w="3614" w:type="dxa"/>
          </w:tcPr>
          <w:p w:rsidR="00876554" w:rsidRDefault="007751DB" w:rsidP="00E644C4">
            <w:pPr>
              <w:pStyle w:val="rfdPoem"/>
              <w:rPr>
                <w:rtl/>
              </w:rPr>
            </w:pPr>
            <w:r>
              <w:rPr>
                <w:rFonts w:hint="cs"/>
                <w:rtl/>
              </w:rPr>
              <w:t>ا</w:t>
            </w:r>
            <w:r w:rsidR="00876554">
              <w:rPr>
                <w:rtl/>
              </w:rPr>
              <w:t xml:space="preserve">نت </w:t>
            </w:r>
            <w:r>
              <w:rPr>
                <w:rFonts w:hint="cs"/>
                <w:rtl/>
              </w:rPr>
              <w:t>ا</w:t>
            </w:r>
            <w:r w:rsidR="00876554">
              <w:rPr>
                <w:rtl/>
              </w:rPr>
              <w:t>شقى الورى غدا</w:t>
            </w:r>
            <w:r w:rsidR="00876554" w:rsidRPr="002E5C97">
              <w:rPr>
                <w:rStyle w:val="rfdPoemTiniCharChar"/>
                <w:rtl/>
              </w:rPr>
              <w:br/>
              <w:t> </w:t>
            </w:r>
          </w:p>
        </w:tc>
      </w:tr>
    </w:tbl>
    <w:p w:rsidR="00BA4473" w:rsidRDefault="00BA4473" w:rsidP="00D04D6E">
      <w:pPr>
        <w:rPr>
          <w:rtl/>
        </w:rPr>
      </w:pPr>
      <w:r>
        <w:rPr>
          <w:rtl/>
        </w:rPr>
        <w:t xml:space="preserve">وفي نسمة السحر رأيت في بعض التواريخ </w:t>
      </w:r>
      <w:r w:rsidR="00D04D6E">
        <w:rPr>
          <w:rFonts w:hint="cs"/>
          <w:rtl/>
        </w:rPr>
        <w:t>ا</w:t>
      </w:r>
      <w:r>
        <w:rPr>
          <w:rtl/>
        </w:rPr>
        <w:t>ن بعض الخوارج</w:t>
      </w:r>
    </w:p>
    <w:p w:rsidR="00633BF5" w:rsidRDefault="00633BF5" w:rsidP="008F6251">
      <w:pPr>
        <w:rPr>
          <w:rtl/>
        </w:rPr>
        <w:sectPr w:rsidR="00633BF5" w:rsidSect="008E13F6">
          <w:headerReference w:type="even" r:id="rId11"/>
          <w:type w:val="continuous"/>
          <w:pgSz w:w="11907" w:h="16840" w:code="9"/>
          <w:pgMar w:top="1701" w:right="2268" w:bottom="1701" w:left="2268" w:header="720" w:footer="720" w:gutter="0"/>
          <w:cols w:space="720"/>
          <w:titlePg/>
          <w:bidi/>
          <w:rtlGutter/>
          <w:docGrid w:linePitch="360"/>
        </w:sectPr>
      </w:pPr>
    </w:p>
    <w:p w:rsidR="00BA4473" w:rsidRDefault="00BA4473" w:rsidP="008F6251">
      <w:pPr>
        <w:rPr>
          <w:rtl/>
        </w:rPr>
      </w:pPr>
      <w:r w:rsidRPr="00081F56">
        <w:rPr>
          <w:rtl/>
        </w:rPr>
        <w:lastRenderedPageBreak/>
        <w:br w:type="page"/>
      </w:r>
      <w:r>
        <w:rPr>
          <w:rtl/>
        </w:rPr>
        <w:lastRenderedPageBreak/>
        <w:t xml:space="preserve">قال يرثي الامام زيدا </w:t>
      </w:r>
      <w:r w:rsidR="00FF2CA0">
        <w:rPr>
          <w:rStyle w:val="rfdAlaem"/>
          <w:rFonts w:hint="cs"/>
          <w:rtl/>
        </w:rPr>
        <w:t>عليه‌السلام</w:t>
      </w:r>
      <w:r>
        <w:rPr>
          <w:rtl/>
        </w:rPr>
        <w:t xml:space="preserve"> :</w:t>
      </w:r>
    </w:p>
    <w:tbl>
      <w:tblPr>
        <w:bidiVisual/>
        <w:tblW w:w="5000" w:type="pct"/>
        <w:tblLook w:val="01E0" w:firstRow="1" w:lastRow="1" w:firstColumn="1" w:lastColumn="1" w:noHBand="0" w:noVBand="0"/>
      </w:tblPr>
      <w:tblGrid>
        <w:gridCol w:w="3642"/>
        <w:gridCol w:w="303"/>
        <w:gridCol w:w="3642"/>
      </w:tblGrid>
      <w:tr w:rsidR="00C154B6">
        <w:tc>
          <w:tcPr>
            <w:tcW w:w="2400" w:type="pct"/>
            <w:shd w:val="clear" w:color="auto" w:fill="auto"/>
          </w:tcPr>
          <w:p w:rsidR="00C154B6" w:rsidRDefault="00C154B6" w:rsidP="00E644C4">
            <w:pPr>
              <w:pStyle w:val="rfdPoem"/>
              <w:rPr>
                <w:rtl/>
              </w:rPr>
            </w:pPr>
            <w:r>
              <w:rPr>
                <w:rtl/>
              </w:rPr>
              <w:t>أأبا حسين والامور الى مدى</w:t>
            </w:r>
            <w:r w:rsidRPr="002E5C97">
              <w:rPr>
                <w:rStyle w:val="rfdPoemTiniCharChar"/>
                <w:rtl/>
              </w:rPr>
              <w:br/>
              <w:t> </w:t>
            </w:r>
          </w:p>
        </w:tc>
        <w:tc>
          <w:tcPr>
            <w:tcW w:w="200" w:type="pct"/>
            <w:shd w:val="clear" w:color="auto" w:fill="auto"/>
          </w:tcPr>
          <w:p w:rsidR="00C154B6" w:rsidRDefault="00C154B6" w:rsidP="00E644C4">
            <w:pPr>
              <w:pStyle w:val="rfdPoem"/>
              <w:rPr>
                <w:rtl/>
              </w:rPr>
            </w:pPr>
          </w:p>
        </w:tc>
        <w:tc>
          <w:tcPr>
            <w:tcW w:w="2400" w:type="pct"/>
            <w:shd w:val="clear" w:color="auto" w:fill="auto"/>
          </w:tcPr>
          <w:p w:rsidR="00C154B6" w:rsidRDefault="00C154B6" w:rsidP="00E644C4">
            <w:pPr>
              <w:pStyle w:val="rfdPoem"/>
              <w:rPr>
                <w:rtl/>
              </w:rPr>
            </w:pPr>
            <w:r>
              <w:rPr>
                <w:rtl/>
              </w:rPr>
              <w:t>ابناء درزة اسلموك وظاروا</w:t>
            </w:r>
            <w:r w:rsidRPr="002E5C97">
              <w:rPr>
                <w:rStyle w:val="rfdPoemTiniCharChar"/>
                <w:rtl/>
              </w:rPr>
              <w:br/>
              <w:t> </w:t>
            </w:r>
          </w:p>
        </w:tc>
      </w:tr>
      <w:tr w:rsidR="00C154B6">
        <w:tc>
          <w:tcPr>
            <w:tcW w:w="2400" w:type="pct"/>
          </w:tcPr>
          <w:p w:rsidR="00C154B6" w:rsidRDefault="00C154B6" w:rsidP="00E644C4">
            <w:pPr>
              <w:pStyle w:val="rfdPoem"/>
              <w:rPr>
                <w:rtl/>
              </w:rPr>
            </w:pPr>
            <w:r>
              <w:rPr>
                <w:rtl/>
              </w:rPr>
              <w:t xml:space="preserve">أأبا حسين </w:t>
            </w:r>
            <w:r w:rsidR="006F4487">
              <w:rPr>
                <w:rFonts w:hint="cs"/>
                <w:rtl/>
              </w:rPr>
              <w:t>ا</w:t>
            </w:r>
            <w:r>
              <w:rPr>
                <w:rtl/>
              </w:rPr>
              <w:t>ن شر عصابة</w:t>
            </w:r>
            <w:r w:rsidRPr="002E5C97">
              <w:rPr>
                <w:rStyle w:val="rfdPoemTiniCharChar"/>
                <w:rtl/>
              </w:rPr>
              <w:br/>
              <w:t> </w:t>
            </w:r>
          </w:p>
        </w:tc>
        <w:tc>
          <w:tcPr>
            <w:tcW w:w="200" w:type="pct"/>
          </w:tcPr>
          <w:p w:rsidR="00C154B6" w:rsidRDefault="00C154B6" w:rsidP="00E644C4">
            <w:pPr>
              <w:pStyle w:val="rfdPoem"/>
              <w:rPr>
                <w:rtl/>
              </w:rPr>
            </w:pPr>
          </w:p>
        </w:tc>
        <w:tc>
          <w:tcPr>
            <w:tcW w:w="2400" w:type="pct"/>
          </w:tcPr>
          <w:p w:rsidR="00C154B6" w:rsidRDefault="00C154B6" w:rsidP="00E644C4">
            <w:pPr>
              <w:pStyle w:val="rfdPoem"/>
              <w:rPr>
                <w:rtl/>
              </w:rPr>
            </w:pPr>
            <w:r>
              <w:rPr>
                <w:rtl/>
              </w:rPr>
              <w:t xml:space="preserve">حضرتك كان لوردها </w:t>
            </w:r>
            <w:r w:rsidR="006F4487">
              <w:rPr>
                <w:rFonts w:hint="cs"/>
                <w:rtl/>
              </w:rPr>
              <w:t>ا</w:t>
            </w:r>
            <w:r>
              <w:rPr>
                <w:rtl/>
              </w:rPr>
              <w:t>صدار</w:t>
            </w:r>
            <w:r w:rsidRPr="002E5C97">
              <w:rPr>
                <w:rStyle w:val="rfdPoemTiniCharChar"/>
                <w:rtl/>
              </w:rPr>
              <w:br/>
              <w:t> </w:t>
            </w:r>
          </w:p>
        </w:tc>
      </w:tr>
    </w:tbl>
    <w:p w:rsidR="00BA4473" w:rsidRDefault="00BA4473" w:rsidP="006F4487">
      <w:pPr>
        <w:rPr>
          <w:rtl/>
        </w:rPr>
      </w:pPr>
      <w:r>
        <w:rPr>
          <w:rtl/>
        </w:rPr>
        <w:t>وقال قبل ذلك في ترجمة درويش بن محمد الطالوي ان ابناء درزة هم الخياطون و</w:t>
      </w:r>
      <w:r w:rsidR="006F4487">
        <w:rPr>
          <w:rFonts w:hint="cs"/>
          <w:rtl/>
        </w:rPr>
        <w:t>ا</w:t>
      </w:r>
      <w:r>
        <w:rPr>
          <w:rtl/>
        </w:rPr>
        <w:t>ن زيدا لما خرج كان معه خياطون من الكوفة.</w:t>
      </w:r>
    </w:p>
    <w:p w:rsidR="00BA4473" w:rsidRPr="004F5F13" w:rsidRDefault="00BA4473" w:rsidP="006F4487">
      <w:pPr>
        <w:pStyle w:val="Heading1Center"/>
        <w:rPr>
          <w:rtl/>
        </w:rPr>
      </w:pPr>
      <w:bookmarkStart w:id="113" w:name="_Toc256850582"/>
      <w:bookmarkStart w:id="114" w:name="_Toc256854646"/>
      <w:bookmarkStart w:id="115" w:name="_Toc292190082"/>
      <w:bookmarkStart w:id="116" w:name="_Toc292205027"/>
      <w:r w:rsidRPr="00FA39A1">
        <w:rPr>
          <w:rtl/>
        </w:rPr>
        <w:t xml:space="preserve">( </w:t>
      </w:r>
      <w:r w:rsidR="006F4487">
        <w:rPr>
          <w:rFonts w:hint="cs"/>
          <w:rtl/>
        </w:rPr>
        <w:t>ا</w:t>
      </w:r>
      <w:r w:rsidRPr="00FA39A1">
        <w:rPr>
          <w:rtl/>
        </w:rPr>
        <w:t>ولاده )</w:t>
      </w:r>
      <w:bookmarkEnd w:id="113"/>
      <w:bookmarkEnd w:id="114"/>
      <w:bookmarkEnd w:id="115"/>
      <w:bookmarkEnd w:id="116"/>
    </w:p>
    <w:p w:rsidR="00BA4473" w:rsidRDefault="00BA4473" w:rsidP="006F4487">
      <w:pPr>
        <w:rPr>
          <w:rtl/>
        </w:rPr>
      </w:pPr>
      <w:r>
        <w:rPr>
          <w:rtl/>
        </w:rPr>
        <w:t xml:space="preserve">في عمدة الطالب كان له </w:t>
      </w:r>
      <w:r w:rsidR="006F4487">
        <w:rPr>
          <w:rFonts w:hint="cs"/>
          <w:rtl/>
        </w:rPr>
        <w:t>ا</w:t>
      </w:r>
      <w:r>
        <w:rPr>
          <w:rtl/>
        </w:rPr>
        <w:t>ربعة بنين ولم يكن له انثى وهم يحيى والحسين ذو الدمعة وعيسى مؤتم الاشبال ومحمد والحسين ذو الدمعة هو جدنا.</w:t>
      </w:r>
    </w:p>
    <w:p w:rsidR="00AB5C6D" w:rsidRPr="009A113C" w:rsidRDefault="00E9785D" w:rsidP="009A113C">
      <w:pPr>
        <w:pStyle w:val="rfdCenterBold1"/>
        <w:rPr>
          <w:rtl/>
        </w:rPr>
      </w:pPr>
      <w:r w:rsidRPr="006F4487">
        <w:rPr>
          <w:rtl/>
        </w:rPr>
        <w:br w:type="page"/>
      </w:r>
      <w:r>
        <w:rPr>
          <w:rFonts w:hint="cs"/>
          <w:rtl/>
        </w:rPr>
        <w:lastRenderedPageBreak/>
        <w:t>الفهرس</w:t>
      </w:r>
      <w:r w:rsidR="00E11D4A" w:rsidRPr="009A113C">
        <w:fldChar w:fldCharType="begin"/>
      </w:r>
      <w:r w:rsidR="00E11D4A" w:rsidRPr="009A113C">
        <w:instrText xml:space="preserve"> TOC \o "1-3" \t "Heading 1 Center,1,Heading 2 Center,2,Heading 3 Center,3" </w:instrText>
      </w:r>
      <w:r w:rsidR="00E11D4A" w:rsidRPr="009A113C">
        <w:fldChar w:fldCharType="separate"/>
      </w:r>
    </w:p>
    <w:p w:rsidR="00260761" w:rsidRPr="009A113C" w:rsidRDefault="00260761" w:rsidP="009A113C">
      <w:pPr>
        <w:pStyle w:val="TOC1"/>
        <w:rPr>
          <w:rtl/>
        </w:rPr>
      </w:pPr>
      <w:r w:rsidRPr="009A113C">
        <w:rPr>
          <w:rFonts w:hint="cs"/>
          <w:rtl/>
        </w:rPr>
        <w:t xml:space="preserve">تاريخ مولد زيد وشهادته ـ امه </w:t>
      </w:r>
      <w:r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292204999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3</w:t>
      </w:r>
      <w:r w:rsidRPr="009A113C">
        <w:rPr>
          <w:rtl/>
        </w:rPr>
        <w:fldChar w:fldCharType="end"/>
      </w:r>
    </w:p>
    <w:p w:rsidR="00260761" w:rsidRPr="009A113C" w:rsidRDefault="00260761" w:rsidP="009A113C">
      <w:pPr>
        <w:pStyle w:val="TOC1"/>
        <w:rPr>
          <w:rtl/>
        </w:rPr>
      </w:pPr>
      <w:r w:rsidRPr="009A113C">
        <w:rPr>
          <w:rtl/>
        </w:rPr>
        <w:t>سبب تسميته بهذا الاسم</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292205000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4</w:t>
      </w:r>
      <w:r w:rsidRPr="009A113C">
        <w:rPr>
          <w:rtl/>
        </w:rPr>
        <w:fldChar w:fldCharType="end"/>
      </w:r>
    </w:p>
    <w:p w:rsidR="00260761" w:rsidRPr="009A113C" w:rsidRDefault="00260761" w:rsidP="009A113C">
      <w:pPr>
        <w:pStyle w:val="TOC1"/>
        <w:rPr>
          <w:rtl/>
        </w:rPr>
      </w:pPr>
      <w:r w:rsidRPr="009A113C">
        <w:rPr>
          <w:rtl/>
        </w:rPr>
        <w:t xml:space="preserve">صفته </w:t>
      </w:r>
      <w:r w:rsidRPr="009A113C">
        <w:rPr>
          <w:rFonts w:hint="cs"/>
          <w:rtl/>
        </w:rPr>
        <w:t xml:space="preserve">ـ نق خاتمه ـ اقوال العماء فيه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292205001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7</w:t>
      </w:r>
      <w:r w:rsidRPr="009A113C">
        <w:rPr>
          <w:rtl/>
        </w:rPr>
        <w:fldChar w:fldCharType="end"/>
      </w:r>
    </w:p>
    <w:p w:rsidR="00260761" w:rsidRPr="009A113C" w:rsidRDefault="00260761" w:rsidP="009A113C">
      <w:pPr>
        <w:pStyle w:val="TOC1"/>
        <w:rPr>
          <w:rtl/>
        </w:rPr>
      </w:pPr>
      <w:r w:rsidRPr="009A113C">
        <w:rPr>
          <w:rtl/>
        </w:rPr>
        <w:t xml:space="preserve">ما ورد في حقه الاخبار </w:t>
      </w:r>
      <w:r w:rsidRPr="009A113C">
        <w:rPr>
          <w:rFonts w:hint="cs"/>
          <w:rtl/>
        </w:rPr>
        <w:t xml:space="preserve">ـ ما رواه الكشي في مدحه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292205002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14</w:t>
      </w:r>
      <w:r w:rsidRPr="009A113C">
        <w:rPr>
          <w:rtl/>
        </w:rPr>
        <w:fldChar w:fldCharType="end"/>
      </w:r>
    </w:p>
    <w:p w:rsidR="00260761" w:rsidRPr="009A113C" w:rsidRDefault="00260761" w:rsidP="009A113C">
      <w:pPr>
        <w:pStyle w:val="TOC1"/>
        <w:rPr>
          <w:rtl/>
        </w:rPr>
      </w:pPr>
      <w:r w:rsidRPr="009A113C">
        <w:rPr>
          <w:rtl/>
        </w:rPr>
        <w:t>ما رواه الصدوق في العيون في مدحه</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292205003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16</w:t>
      </w:r>
      <w:r w:rsidRPr="009A113C">
        <w:rPr>
          <w:rtl/>
        </w:rPr>
        <w:fldChar w:fldCharType="end"/>
      </w:r>
    </w:p>
    <w:p w:rsidR="00260761" w:rsidRPr="009A113C" w:rsidRDefault="00260761" w:rsidP="009A113C">
      <w:pPr>
        <w:pStyle w:val="TOC1"/>
        <w:rPr>
          <w:rtl/>
        </w:rPr>
      </w:pPr>
      <w:r w:rsidRPr="009A113C">
        <w:rPr>
          <w:rtl/>
        </w:rPr>
        <w:t xml:space="preserve">ما رواه الصدوق والكليني </w:t>
      </w:r>
      <w:r w:rsidRPr="009A113C">
        <w:rPr>
          <w:rFonts w:hint="cs"/>
          <w:rtl/>
        </w:rPr>
        <w:t>وصاحب المقاتل</w:t>
      </w:r>
      <w:r w:rsidR="00EA031D"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292205004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19</w:t>
      </w:r>
      <w:r w:rsidRPr="009A113C">
        <w:rPr>
          <w:rtl/>
        </w:rPr>
        <w:fldChar w:fldCharType="end"/>
      </w:r>
    </w:p>
    <w:p w:rsidR="00260761" w:rsidRPr="009A113C" w:rsidRDefault="00260761" w:rsidP="009A113C">
      <w:pPr>
        <w:pStyle w:val="TOC1"/>
        <w:rPr>
          <w:rtl/>
        </w:rPr>
      </w:pPr>
      <w:r w:rsidRPr="009A113C">
        <w:rPr>
          <w:rtl/>
        </w:rPr>
        <w:t>ما رواه</w:t>
      </w:r>
      <w:r w:rsidRPr="009A113C">
        <w:rPr>
          <w:rFonts w:hint="cs"/>
          <w:rtl/>
        </w:rPr>
        <w:t xml:space="preserve"> الخوارزمي و</w:t>
      </w:r>
      <w:r w:rsidRPr="009A113C">
        <w:rPr>
          <w:rtl/>
        </w:rPr>
        <w:t xml:space="preserve"> الخزاز</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292205005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20</w:t>
      </w:r>
      <w:r w:rsidRPr="009A113C">
        <w:rPr>
          <w:rtl/>
        </w:rPr>
        <w:fldChar w:fldCharType="end"/>
      </w:r>
    </w:p>
    <w:p w:rsidR="00260761" w:rsidRPr="009A113C" w:rsidRDefault="00260761" w:rsidP="009A113C">
      <w:pPr>
        <w:pStyle w:val="TOC1"/>
        <w:rPr>
          <w:rtl/>
        </w:rPr>
      </w:pPr>
      <w:r w:rsidRPr="009A113C">
        <w:rPr>
          <w:rtl/>
        </w:rPr>
        <w:t>ما رواه المرتضى</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292205006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21</w:t>
      </w:r>
      <w:r w:rsidRPr="009A113C">
        <w:rPr>
          <w:rtl/>
        </w:rPr>
        <w:fldChar w:fldCharType="end"/>
      </w:r>
    </w:p>
    <w:p w:rsidR="00260761" w:rsidRPr="009A113C" w:rsidRDefault="00260761" w:rsidP="009A113C">
      <w:pPr>
        <w:pStyle w:val="TOC1"/>
        <w:rPr>
          <w:rtl/>
        </w:rPr>
      </w:pPr>
      <w:r w:rsidRPr="009A113C">
        <w:rPr>
          <w:rtl/>
        </w:rPr>
        <w:t>ما رواه الحميري والصدوق</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292205007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22</w:t>
      </w:r>
      <w:r w:rsidRPr="009A113C">
        <w:rPr>
          <w:rtl/>
        </w:rPr>
        <w:fldChar w:fldCharType="end"/>
      </w:r>
    </w:p>
    <w:p w:rsidR="00260761" w:rsidRPr="009A113C" w:rsidRDefault="00260761" w:rsidP="009A113C">
      <w:pPr>
        <w:pStyle w:val="TOC1"/>
        <w:rPr>
          <w:rtl/>
        </w:rPr>
      </w:pPr>
      <w:r w:rsidRPr="009A113C">
        <w:rPr>
          <w:rtl/>
        </w:rPr>
        <w:t xml:space="preserve">ما رواه </w:t>
      </w:r>
      <w:r w:rsidR="00EA031D" w:rsidRPr="009A113C">
        <w:rPr>
          <w:rFonts w:hint="cs"/>
          <w:rtl/>
        </w:rPr>
        <w:t>ا</w:t>
      </w:r>
      <w:r w:rsidRPr="009A113C">
        <w:rPr>
          <w:rtl/>
        </w:rPr>
        <w:t xml:space="preserve">بو ولاد </w:t>
      </w:r>
      <w:r w:rsidRPr="009A113C">
        <w:rPr>
          <w:rFonts w:hint="cs"/>
          <w:rtl/>
        </w:rPr>
        <w:t xml:space="preserve">والحسن بن راشد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292205008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24</w:t>
      </w:r>
      <w:r w:rsidRPr="009A113C">
        <w:rPr>
          <w:rtl/>
        </w:rPr>
        <w:fldChar w:fldCharType="end"/>
      </w:r>
    </w:p>
    <w:p w:rsidR="00260761" w:rsidRPr="009A113C" w:rsidRDefault="00260761" w:rsidP="009A113C">
      <w:pPr>
        <w:pStyle w:val="TOC1"/>
        <w:rPr>
          <w:rtl/>
        </w:rPr>
      </w:pPr>
      <w:r w:rsidRPr="009A113C">
        <w:rPr>
          <w:rtl/>
        </w:rPr>
        <w:t>ما روي مما يوهم القدح فيه</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292205009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25</w:t>
      </w:r>
      <w:r w:rsidRPr="009A113C">
        <w:rPr>
          <w:rtl/>
        </w:rPr>
        <w:fldChar w:fldCharType="end"/>
      </w:r>
    </w:p>
    <w:p w:rsidR="00260761" w:rsidRPr="009A113C" w:rsidRDefault="00260761" w:rsidP="009A113C">
      <w:pPr>
        <w:pStyle w:val="TOC1"/>
        <w:rPr>
          <w:rtl/>
        </w:rPr>
      </w:pPr>
      <w:r w:rsidRPr="009A113C">
        <w:rPr>
          <w:rtl/>
        </w:rPr>
        <w:t>عبادته</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292205010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33</w:t>
      </w:r>
      <w:r w:rsidRPr="009A113C">
        <w:rPr>
          <w:rtl/>
        </w:rPr>
        <w:fldChar w:fldCharType="end"/>
      </w:r>
    </w:p>
    <w:p w:rsidR="00260761" w:rsidRPr="009A113C" w:rsidRDefault="00260761" w:rsidP="009A113C">
      <w:pPr>
        <w:pStyle w:val="TOC1"/>
        <w:rPr>
          <w:rtl/>
        </w:rPr>
      </w:pPr>
      <w:r w:rsidRPr="009A113C">
        <w:rPr>
          <w:rtl/>
        </w:rPr>
        <w:t>قراءته</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292205011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34</w:t>
      </w:r>
      <w:r w:rsidRPr="009A113C">
        <w:rPr>
          <w:rtl/>
        </w:rPr>
        <w:fldChar w:fldCharType="end"/>
      </w:r>
    </w:p>
    <w:p w:rsidR="00260761" w:rsidRPr="009A113C" w:rsidRDefault="00260761" w:rsidP="009A113C">
      <w:pPr>
        <w:pStyle w:val="TOC1"/>
        <w:rPr>
          <w:rtl/>
        </w:rPr>
      </w:pPr>
      <w:r w:rsidRPr="009A113C">
        <w:rPr>
          <w:rtl/>
        </w:rPr>
        <w:t>براءته من دعوى الامامة</w:t>
      </w:r>
      <w:r w:rsidRPr="009A113C">
        <w:rPr>
          <w:rFonts w:hint="cs"/>
          <w:rtl/>
        </w:rPr>
        <w:t xml:space="preserve"> </w:t>
      </w:r>
      <w:r w:rsidR="00EA031D"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292205012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35</w:t>
      </w:r>
      <w:r w:rsidRPr="009A113C">
        <w:rPr>
          <w:rtl/>
        </w:rPr>
        <w:fldChar w:fldCharType="end"/>
      </w:r>
    </w:p>
    <w:p w:rsidR="00260761" w:rsidRPr="009A113C" w:rsidRDefault="00260761" w:rsidP="009A113C">
      <w:pPr>
        <w:pStyle w:val="TOC1"/>
        <w:rPr>
          <w:rtl/>
        </w:rPr>
      </w:pPr>
      <w:r w:rsidRPr="009A113C">
        <w:rPr>
          <w:rtl/>
        </w:rPr>
        <w:t xml:space="preserve">بعض </w:t>
      </w:r>
      <w:r w:rsidRPr="009A113C">
        <w:rPr>
          <w:rFonts w:hint="cs"/>
          <w:rtl/>
        </w:rPr>
        <w:t xml:space="preserve">ما ورد عنه بامامة الأئمة </w:t>
      </w:r>
      <w:r w:rsidR="001C1E3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292205013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36</w:t>
      </w:r>
      <w:r w:rsidRPr="009A113C">
        <w:rPr>
          <w:rtl/>
        </w:rPr>
        <w:fldChar w:fldCharType="end"/>
      </w:r>
    </w:p>
    <w:p w:rsidR="00260761" w:rsidRPr="009A113C" w:rsidRDefault="00260761" w:rsidP="009A113C">
      <w:pPr>
        <w:pStyle w:val="TOC1"/>
        <w:rPr>
          <w:rtl/>
        </w:rPr>
      </w:pPr>
      <w:r w:rsidRPr="009A113C">
        <w:rPr>
          <w:rtl/>
        </w:rPr>
        <w:t>مفاخرته مع هشام بن عبد الملك</w:t>
      </w:r>
      <w:r w:rsidRPr="009A113C">
        <w:rPr>
          <w:rFonts w:hint="cs"/>
          <w:rtl/>
        </w:rPr>
        <w:t xml:space="preserve"> </w:t>
      </w:r>
      <w:r w:rsidR="001C1E3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292205014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40</w:t>
      </w:r>
      <w:r w:rsidRPr="009A113C">
        <w:rPr>
          <w:rtl/>
        </w:rPr>
        <w:fldChar w:fldCharType="end"/>
      </w:r>
    </w:p>
    <w:p w:rsidR="00260761" w:rsidRPr="009A113C" w:rsidRDefault="00260761" w:rsidP="009A113C">
      <w:pPr>
        <w:pStyle w:val="TOC1"/>
        <w:rPr>
          <w:rtl/>
        </w:rPr>
      </w:pPr>
      <w:r w:rsidRPr="009A113C">
        <w:rPr>
          <w:rtl/>
        </w:rPr>
        <w:t xml:space="preserve">تهالكه في حب الاصلاح </w:t>
      </w:r>
      <w:r w:rsidR="001C1E34" w:rsidRPr="009A113C">
        <w:rPr>
          <w:rFonts w:hint="cs"/>
          <w:rtl/>
        </w:rPr>
        <w:t xml:space="preserve">ـ </w:t>
      </w:r>
      <w:r w:rsidRPr="009A113C">
        <w:rPr>
          <w:rFonts w:hint="cs"/>
          <w:rtl/>
        </w:rPr>
        <w:t>هل كان ي</w:t>
      </w:r>
      <w:r w:rsidR="001C1E34" w:rsidRPr="009A113C">
        <w:rPr>
          <w:rFonts w:hint="cs"/>
          <w:rtl/>
        </w:rPr>
        <w:t>ف</w:t>
      </w:r>
      <w:r w:rsidRPr="009A113C">
        <w:rPr>
          <w:rFonts w:hint="cs"/>
          <w:rtl/>
        </w:rPr>
        <w:t xml:space="preserve">تي ـ فساد بعض النسب اليه </w:t>
      </w:r>
      <w:r w:rsidR="001C1E3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292205015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41</w:t>
      </w:r>
      <w:r w:rsidRPr="009A113C">
        <w:rPr>
          <w:rtl/>
        </w:rPr>
        <w:fldChar w:fldCharType="end"/>
      </w:r>
    </w:p>
    <w:p w:rsidR="00260761" w:rsidRPr="009A113C" w:rsidRDefault="00260761" w:rsidP="009A113C">
      <w:pPr>
        <w:pStyle w:val="TOC1"/>
        <w:rPr>
          <w:rtl/>
        </w:rPr>
      </w:pPr>
      <w:r w:rsidRPr="009A113C">
        <w:rPr>
          <w:rtl/>
        </w:rPr>
        <w:t xml:space="preserve">دلالته على قبر أمير المؤمنين </w:t>
      </w:r>
      <w:r w:rsidRPr="009A113C">
        <w:rPr>
          <w:rFonts w:hint="cs"/>
          <w:rtl/>
        </w:rPr>
        <w:t>(ع</w:t>
      </w:r>
      <w:r w:rsidRPr="009A113C">
        <w:rPr>
          <w:rtl/>
        </w:rPr>
        <w:t>)</w:t>
      </w:r>
      <w:r w:rsidRPr="009A113C">
        <w:rPr>
          <w:rFonts w:hint="cs"/>
          <w:rtl/>
        </w:rPr>
        <w:t xml:space="preserve"> ـ خروجه والسبب فيه ومقتله </w:t>
      </w:r>
      <w:r w:rsidR="00C76DF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292205016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46</w:t>
      </w:r>
      <w:r w:rsidRPr="009A113C">
        <w:rPr>
          <w:rtl/>
        </w:rPr>
        <w:fldChar w:fldCharType="end"/>
      </w:r>
    </w:p>
    <w:p w:rsidR="00260761" w:rsidRPr="009A113C" w:rsidRDefault="00260761" w:rsidP="009A113C">
      <w:pPr>
        <w:pStyle w:val="TOC1"/>
        <w:rPr>
          <w:rtl/>
        </w:rPr>
      </w:pPr>
      <w:r w:rsidRPr="009A113C">
        <w:rPr>
          <w:rtl/>
        </w:rPr>
        <w:t>سبب خروجه</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292205017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47</w:t>
      </w:r>
      <w:r w:rsidRPr="009A113C">
        <w:rPr>
          <w:rtl/>
        </w:rPr>
        <w:fldChar w:fldCharType="end"/>
      </w:r>
    </w:p>
    <w:p w:rsidR="00260761" w:rsidRPr="009A113C" w:rsidRDefault="00260761" w:rsidP="009A113C">
      <w:pPr>
        <w:pStyle w:val="TOC1"/>
        <w:rPr>
          <w:rtl/>
        </w:rPr>
      </w:pPr>
      <w:r w:rsidRPr="009A113C">
        <w:rPr>
          <w:rtl/>
        </w:rPr>
        <w:t xml:space="preserve">ما جرى </w:t>
      </w:r>
      <w:r w:rsidRPr="009A113C">
        <w:rPr>
          <w:rFonts w:hint="cs"/>
          <w:rtl/>
        </w:rPr>
        <w:t>له حين</w:t>
      </w:r>
      <w:r w:rsidRPr="009A113C">
        <w:rPr>
          <w:rtl/>
        </w:rPr>
        <w:t xml:space="preserve"> اراده </w:t>
      </w:r>
      <w:r w:rsidR="00525954" w:rsidRPr="009A113C">
        <w:rPr>
          <w:rFonts w:hint="cs"/>
          <w:rtl/>
        </w:rPr>
        <w:t>ا</w:t>
      </w:r>
      <w:r w:rsidRPr="009A113C">
        <w:rPr>
          <w:rtl/>
        </w:rPr>
        <w:t>هل الكوفة على الخروج</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292205018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63</w:t>
      </w:r>
      <w:r w:rsidRPr="009A113C">
        <w:rPr>
          <w:rtl/>
        </w:rPr>
        <w:fldChar w:fldCharType="end"/>
      </w:r>
    </w:p>
    <w:p w:rsidR="00260761" w:rsidRPr="009A113C" w:rsidRDefault="00260761" w:rsidP="009A113C">
      <w:pPr>
        <w:pStyle w:val="TOC1"/>
        <w:rPr>
          <w:rtl/>
        </w:rPr>
      </w:pPr>
      <w:r w:rsidRPr="009A113C">
        <w:rPr>
          <w:rtl/>
        </w:rPr>
        <w:t>صورة البيعة</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292205019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64</w:t>
      </w:r>
      <w:r w:rsidRPr="009A113C">
        <w:rPr>
          <w:rtl/>
        </w:rPr>
        <w:fldChar w:fldCharType="end"/>
      </w:r>
    </w:p>
    <w:p w:rsidR="00260761" w:rsidRPr="009A113C" w:rsidRDefault="00525954" w:rsidP="009A113C">
      <w:pPr>
        <w:pStyle w:val="TOC1"/>
        <w:rPr>
          <w:rtl/>
        </w:rPr>
      </w:pPr>
      <w:r w:rsidRPr="009A113C">
        <w:rPr>
          <w:rFonts w:hint="cs"/>
          <w:rtl/>
        </w:rPr>
        <w:t>ا</w:t>
      </w:r>
      <w:r w:rsidR="00260761" w:rsidRPr="009A113C">
        <w:rPr>
          <w:rtl/>
        </w:rPr>
        <w:t xml:space="preserve">خبار </w:t>
      </w:r>
      <w:r w:rsidR="00260761" w:rsidRPr="009A113C">
        <w:rPr>
          <w:rFonts w:hint="cs"/>
          <w:rtl/>
        </w:rPr>
        <w:t xml:space="preserve">الائمة </w:t>
      </w:r>
      <w:r w:rsidR="00260761" w:rsidRPr="009A113C">
        <w:rPr>
          <w:rtl/>
        </w:rPr>
        <w:t>بقتله قبل وقوعه</w:t>
      </w:r>
      <w:r w:rsidR="00260761" w:rsidRPr="009A113C">
        <w:rPr>
          <w:rFonts w:hint="cs"/>
          <w:rtl/>
        </w:rPr>
        <w:t xml:space="preserve"> </w:t>
      </w:r>
      <w:r w:rsidRPr="009A113C">
        <w:rPr>
          <w:rFonts w:hint="cs"/>
          <w:rtl/>
        </w:rPr>
        <w:tab/>
        <w:t xml:space="preserve"> </w:t>
      </w:r>
      <w:r w:rsidR="00260761" w:rsidRPr="009A113C">
        <w:rPr>
          <w:rtl/>
        </w:rPr>
        <w:fldChar w:fldCharType="begin"/>
      </w:r>
      <w:r w:rsidR="00260761" w:rsidRPr="009A113C">
        <w:rPr>
          <w:rtl/>
        </w:rPr>
        <w:instrText xml:space="preserve"> </w:instrText>
      </w:r>
      <w:r w:rsidR="00260761" w:rsidRPr="009A113C">
        <w:instrText>PAGEREF</w:instrText>
      </w:r>
      <w:r w:rsidR="00260761" w:rsidRPr="009A113C">
        <w:rPr>
          <w:rtl/>
        </w:rPr>
        <w:instrText xml:space="preserve"> _</w:instrText>
      </w:r>
      <w:r w:rsidR="00260761" w:rsidRPr="009A113C">
        <w:instrText>Toc</w:instrText>
      </w:r>
      <w:r w:rsidR="00260761" w:rsidRPr="009A113C">
        <w:rPr>
          <w:rtl/>
        </w:rPr>
        <w:instrText xml:space="preserve">292205020 </w:instrText>
      </w:r>
      <w:r w:rsidR="00260761" w:rsidRPr="009A113C">
        <w:instrText>\h</w:instrText>
      </w:r>
      <w:r w:rsidR="00260761" w:rsidRPr="009A113C">
        <w:rPr>
          <w:rtl/>
        </w:rPr>
        <w:instrText xml:space="preserve"> </w:instrText>
      </w:r>
      <w:r w:rsidR="00260761" w:rsidRPr="009A113C">
        <w:rPr>
          <w:rtl/>
        </w:rPr>
      </w:r>
      <w:r w:rsidR="00260761" w:rsidRPr="009A113C">
        <w:rPr>
          <w:rtl/>
        </w:rPr>
        <w:fldChar w:fldCharType="separate"/>
      </w:r>
      <w:r w:rsidR="00260761" w:rsidRPr="009A113C">
        <w:rPr>
          <w:rtl/>
        </w:rPr>
        <w:t>67</w:t>
      </w:r>
      <w:r w:rsidR="00260761" w:rsidRPr="009A113C">
        <w:rPr>
          <w:rtl/>
        </w:rPr>
        <w:fldChar w:fldCharType="end"/>
      </w:r>
    </w:p>
    <w:p w:rsidR="00260761" w:rsidRPr="009A113C" w:rsidRDefault="00260761" w:rsidP="009A113C">
      <w:pPr>
        <w:pStyle w:val="TOC1"/>
        <w:rPr>
          <w:rtl/>
        </w:rPr>
      </w:pPr>
      <w:r w:rsidRPr="009A113C">
        <w:rPr>
          <w:rtl/>
        </w:rPr>
        <w:t>خروجه ومقتله</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292205021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69</w:t>
      </w:r>
      <w:r w:rsidRPr="009A113C">
        <w:rPr>
          <w:rtl/>
        </w:rPr>
        <w:fldChar w:fldCharType="end"/>
      </w:r>
    </w:p>
    <w:p w:rsidR="00260761" w:rsidRPr="009A113C" w:rsidRDefault="00260761" w:rsidP="009A113C">
      <w:pPr>
        <w:pStyle w:val="TOC1"/>
        <w:rPr>
          <w:rtl/>
        </w:rPr>
      </w:pPr>
      <w:r w:rsidRPr="009A113C">
        <w:rPr>
          <w:rtl/>
        </w:rPr>
        <w:t>جماعة ممن تابع</w:t>
      </w:r>
      <w:r w:rsidRPr="009A113C">
        <w:rPr>
          <w:rFonts w:hint="cs"/>
          <w:rtl/>
        </w:rPr>
        <w:t>ه</w:t>
      </w:r>
      <w:r w:rsidRPr="009A113C">
        <w:rPr>
          <w:rtl/>
        </w:rPr>
        <w:t xml:space="preserve"> من </w:t>
      </w:r>
      <w:r w:rsidR="00525954" w:rsidRPr="009A113C">
        <w:rPr>
          <w:rFonts w:hint="cs"/>
          <w:rtl/>
        </w:rPr>
        <w:t>ا</w:t>
      </w:r>
      <w:r w:rsidRPr="009A113C">
        <w:rPr>
          <w:rtl/>
        </w:rPr>
        <w:t xml:space="preserve">هل العلم </w:t>
      </w:r>
      <w:r w:rsidRPr="009A113C">
        <w:rPr>
          <w:rFonts w:hint="cs"/>
          <w:rtl/>
        </w:rPr>
        <w:t>و</w:t>
      </w:r>
      <w:r w:rsidRPr="009A113C">
        <w:rPr>
          <w:rtl/>
        </w:rPr>
        <w:t xml:space="preserve"> الفضل</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292205022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86</w:t>
      </w:r>
      <w:r w:rsidRPr="009A113C">
        <w:rPr>
          <w:rtl/>
        </w:rPr>
        <w:fldChar w:fldCharType="end"/>
      </w:r>
    </w:p>
    <w:p w:rsidR="00260761" w:rsidRPr="009A113C" w:rsidRDefault="00260761" w:rsidP="009A113C">
      <w:pPr>
        <w:pStyle w:val="TOC1"/>
        <w:rPr>
          <w:rtl/>
        </w:rPr>
      </w:pPr>
      <w:r w:rsidRPr="009A113C">
        <w:rPr>
          <w:rFonts w:hint="cs"/>
          <w:rtl/>
        </w:rPr>
        <w:t xml:space="preserve">من </w:t>
      </w:r>
      <w:r w:rsidRPr="009A113C">
        <w:rPr>
          <w:rtl/>
        </w:rPr>
        <w:t>روى عنهم ورووا عنه</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292205023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88</w:t>
      </w:r>
      <w:r w:rsidRPr="009A113C">
        <w:rPr>
          <w:rtl/>
        </w:rPr>
        <w:fldChar w:fldCharType="end"/>
      </w:r>
    </w:p>
    <w:p w:rsidR="00260761" w:rsidRPr="009A113C" w:rsidRDefault="00260761" w:rsidP="009A113C">
      <w:pPr>
        <w:pStyle w:val="TOC1"/>
        <w:rPr>
          <w:rtl/>
        </w:rPr>
      </w:pPr>
      <w:r w:rsidRPr="009A113C">
        <w:rPr>
          <w:rtl/>
        </w:rPr>
        <w:t xml:space="preserve">ما </w:t>
      </w:r>
      <w:r w:rsidR="00525954" w:rsidRPr="009A113C">
        <w:rPr>
          <w:rFonts w:hint="cs"/>
          <w:rtl/>
        </w:rPr>
        <w:t>ا</w:t>
      </w:r>
      <w:r w:rsidRPr="009A113C">
        <w:rPr>
          <w:rtl/>
        </w:rPr>
        <w:t>ثر عنه من المواعظ والحكم</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292205024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89</w:t>
      </w:r>
      <w:r w:rsidRPr="009A113C">
        <w:rPr>
          <w:rtl/>
        </w:rPr>
        <w:fldChar w:fldCharType="end"/>
      </w:r>
    </w:p>
    <w:p w:rsidR="00260761" w:rsidRPr="009A113C" w:rsidRDefault="00260761" w:rsidP="009A113C">
      <w:pPr>
        <w:pStyle w:val="TOC1"/>
        <w:rPr>
          <w:rtl/>
        </w:rPr>
      </w:pPr>
      <w:r w:rsidRPr="009A113C">
        <w:rPr>
          <w:rtl/>
        </w:rPr>
        <w:t>ما روي عنه من الشعر</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292205025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93</w:t>
      </w:r>
      <w:r w:rsidRPr="009A113C">
        <w:rPr>
          <w:rtl/>
        </w:rPr>
        <w:fldChar w:fldCharType="end"/>
      </w:r>
    </w:p>
    <w:p w:rsidR="00260761" w:rsidRPr="009A113C" w:rsidRDefault="00260761" w:rsidP="009A113C">
      <w:pPr>
        <w:pStyle w:val="TOC1"/>
        <w:rPr>
          <w:rtl/>
        </w:rPr>
      </w:pPr>
      <w:r w:rsidRPr="009A113C">
        <w:rPr>
          <w:rtl/>
        </w:rPr>
        <w:t>مراثيه</w:t>
      </w:r>
      <w:r w:rsidRPr="009A113C">
        <w:rPr>
          <w:rFonts w:hint="cs"/>
          <w:rtl/>
        </w:rPr>
        <w:t xml:space="preserve"> </w:t>
      </w:r>
      <w:r w:rsidR="00525954" w:rsidRPr="009A113C">
        <w:rPr>
          <w:rFonts w:hint="cs"/>
          <w:rtl/>
        </w:rPr>
        <w:tab/>
        <w:t xml:space="preserve"> </w:t>
      </w:r>
      <w:r w:rsidRPr="009A113C">
        <w:rPr>
          <w:rtl/>
        </w:rPr>
        <w:fldChar w:fldCharType="begin"/>
      </w:r>
      <w:r w:rsidRPr="009A113C">
        <w:rPr>
          <w:rtl/>
        </w:rPr>
        <w:instrText xml:space="preserve"> </w:instrText>
      </w:r>
      <w:r w:rsidRPr="009A113C">
        <w:instrText>PAGEREF</w:instrText>
      </w:r>
      <w:r w:rsidRPr="009A113C">
        <w:rPr>
          <w:rtl/>
        </w:rPr>
        <w:instrText xml:space="preserve"> _</w:instrText>
      </w:r>
      <w:r w:rsidRPr="009A113C">
        <w:instrText>Toc</w:instrText>
      </w:r>
      <w:r w:rsidRPr="009A113C">
        <w:rPr>
          <w:rtl/>
        </w:rPr>
        <w:instrText xml:space="preserve">292205026 </w:instrText>
      </w:r>
      <w:r w:rsidRPr="009A113C">
        <w:instrText>\h</w:instrText>
      </w:r>
      <w:r w:rsidRPr="009A113C">
        <w:rPr>
          <w:rtl/>
        </w:rPr>
        <w:instrText xml:space="preserve"> </w:instrText>
      </w:r>
      <w:r w:rsidRPr="009A113C">
        <w:rPr>
          <w:rtl/>
        </w:rPr>
      </w:r>
      <w:r w:rsidRPr="009A113C">
        <w:rPr>
          <w:rtl/>
        </w:rPr>
        <w:fldChar w:fldCharType="separate"/>
      </w:r>
      <w:r w:rsidRPr="009A113C">
        <w:rPr>
          <w:rtl/>
        </w:rPr>
        <w:t>94</w:t>
      </w:r>
      <w:r w:rsidRPr="009A113C">
        <w:rPr>
          <w:rtl/>
        </w:rPr>
        <w:fldChar w:fldCharType="end"/>
      </w:r>
    </w:p>
    <w:p w:rsidR="00E11D4A" w:rsidRPr="009A113C" w:rsidRDefault="009A113C" w:rsidP="009A113C">
      <w:pPr>
        <w:pStyle w:val="TOC1"/>
        <w:rPr>
          <w:rtl/>
        </w:rPr>
      </w:pPr>
      <w:r>
        <w:rPr>
          <w:rFonts w:hint="cs"/>
          <w:rtl/>
        </w:rPr>
        <w:t>ا</w:t>
      </w:r>
      <w:r w:rsidR="00260761" w:rsidRPr="009A113C">
        <w:rPr>
          <w:rtl/>
        </w:rPr>
        <w:t>ولاده</w:t>
      </w:r>
      <w:r w:rsidR="00260761" w:rsidRPr="009A113C">
        <w:rPr>
          <w:rFonts w:hint="cs"/>
          <w:rtl/>
        </w:rPr>
        <w:t xml:space="preserve"> </w:t>
      </w:r>
      <w:r w:rsidR="00525954" w:rsidRPr="009A113C">
        <w:rPr>
          <w:rFonts w:hint="cs"/>
          <w:rtl/>
        </w:rPr>
        <w:tab/>
        <w:t xml:space="preserve"> </w:t>
      </w:r>
      <w:r w:rsidR="00260761" w:rsidRPr="009A113C">
        <w:rPr>
          <w:rtl/>
        </w:rPr>
        <w:fldChar w:fldCharType="begin"/>
      </w:r>
      <w:r w:rsidR="00260761" w:rsidRPr="009A113C">
        <w:rPr>
          <w:rtl/>
        </w:rPr>
        <w:instrText xml:space="preserve"> </w:instrText>
      </w:r>
      <w:r w:rsidR="00260761" w:rsidRPr="009A113C">
        <w:instrText>PAGEREF</w:instrText>
      </w:r>
      <w:r w:rsidR="00260761" w:rsidRPr="009A113C">
        <w:rPr>
          <w:rtl/>
        </w:rPr>
        <w:instrText xml:space="preserve"> _</w:instrText>
      </w:r>
      <w:r w:rsidR="00260761" w:rsidRPr="009A113C">
        <w:instrText>Toc</w:instrText>
      </w:r>
      <w:r w:rsidR="00260761" w:rsidRPr="009A113C">
        <w:rPr>
          <w:rtl/>
        </w:rPr>
        <w:instrText xml:space="preserve">292205027 </w:instrText>
      </w:r>
      <w:r w:rsidR="00260761" w:rsidRPr="009A113C">
        <w:instrText>\h</w:instrText>
      </w:r>
      <w:r w:rsidR="00260761" w:rsidRPr="009A113C">
        <w:rPr>
          <w:rtl/>
        </w:rPr>
        <w:instrText xml:space="preserve"> </w:instrText>
      </w:r>
      <w:r w:rsidR="00260761" w:rsidRPr="009A113C">
        <w:rPr>
          <w:rtl/>
        </w:rPr>
      </w:r>
      <w:r w:rsidR="00260761" w:rsidRPr="009A113C">
        <w:rPr>
          <w:rtl/>
        </w:rPr>
        <w:fldChar w:fldCharType="separate"/>
      </w:r>
      <w:r w:rsidR="00260761" w:rsidRPr="009A113C">
        <w:rPr>
          <w:rtl/>
        </w:rPr>
        <w:t>98</w:t>
      </w:r>
      <w:r w:rsidR="00260761" w:rsidRPr="009A113C">
        <w:rPr>
          <w:rtl/>
        </w:rPr>
        <w:fldChar w:fldCharType="end"/>
      </w:r>
      <w:r w:rsidR="00E11D4A" w:rsidRPr="009A113C">
        <w:fldChar w:fldCharType="end"/>
      </w:r>
    </w:p>
    <w:sectPr w:rsidR="00E11D4A" w:rsidRPr="009A113C" w:rsidSect="008E13F6">
      <w:headerReference w:type="defaul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788" w:rsidRDefault="00100788">
      <w:r>
        <w:separator/>
      </w:r>
    </w:p>
  </w:endnote>
  <w:endnote w:type="continuationSeparator" w:id="0">
    <w:p w:rsidR="00100788" w:rsidRDefault="0010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Lotus">
    <w:panose1 w:val="000005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788" w:rsidRDefault="00100788">
      <w:r>
        <w:separator/>
      </w:r>
    </w:p>
  </w:footnote>
  <w:footnote w:type="continuationSeparator" w:id="0">
    <w:p w:rsidR="00100788" w:rsidRDefault="00100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AD" w:rsidRDefault="003D2BAD" w:rsidP="000D436B">
    <w:pPr>
      <w:tabs>
        <w:tab w:val="right" w:leader="dot" w:pos="7371"/>
      </w:tabs>
    </w:pPr>
    <w:r>
      <w:fldChar w:fldCharType="begin"/>
    </w:r>
    <w:r>
      <w:instrText xml:space="preserve"> PAGE </w:instrText>
    </w:r>
    <w:r>
      <w:fldChar w:fldCharType="separate"/>
    </w:r>
    <w:r>
      <w:rPr>
        <w:noProof/>
        <w:rtl/>
      </w:rPr>
      <w:t>4</w:t>
    </w:r>
    <w:r>
      <w:fldChar w:fldCharType="end"/>
    </w:r>
    <w:r>
      <w:rPr>
        <w:rFonts w:hint="cs"/>
        <w:rtl/>
      </w:rPr>
      <w:t xml:space="preserve"> </w:t>
    </w:r>
    <w:r>
      <w:rPr>
        <w:rFonts w:hint="cs"/>
        <w:rtl/>
      </w:rPr>
      <w:tab/>
      <w:t xml:space="preserve"> زيد بن علي بن الحسين (ع)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AD" w:rsidRPr="00B16E8C" w:rsidRDefault="003D2BAD" w:rsidP="00B16E8C">
    <w:pPr>
      <w:pStyle w:val="rfdNormal0"/>
      <w:tabs>
        <w:tab w:val="right" w:leader="dot" w:pos="7371"/>
      </w:tabs>
    </w:pPr>
    <w:r w:rsidRPr="00B16E8C">
      <w:rPr>
        <w:rStyle w:val="HeaderChar"/>
        <w:rFonts w:hint="cs"/>
        <w:rtl/>
      </w:rPr>
      <w:t xml:space="preserve">زيد بن علي بن الحسين (ع) </w:t>
    </w:r>
    <w:r w:rsidRPr="00B16E8C">
      <w:rPr>
        <w:rStyle w:val="HeaderChar"/>
        <w:rFonts w:hint="cs"/>
        <w:rtl/>
      </w:rPr>
      <w:tab/>
      <w:t xml:space="preserve"> </w:t>
    </w:r>
    <w:r>
      <w:rPr>
        <w:rStyle w:val="PageNumber"/>
      </w:rPr>
      <w:fldChar w:fldCharType="begin"/>
    </w:r>
    <w:r>
      <w:rPr>
        <w:rStyle w:val="PageNumber"/>
      </w:rPr>
      <w:instrText xml:space="preserve"> PAGE </w:instrText>
    </w:r>
    <w:r>
      <w:rPr>
        <w:rStyle w:val="PageNumber"/>
      </w:rPr>
      <w:fldChar w:fldCharType="separate"/>
    </w:r>
    <w:r w:rsidR="00FF2CA0">
      <w:rPr>
        <w:rStyle w:val="PageNumber"/>
        <w:noProof/>
        <w:rtl/>
      </w:rPr>
      <w:t>65</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AD" w:rsidRPr="00B16E8C" w:rsidRDefault="003D2BAD" w:rsidP="00B16E8C">
    <w:pPr>
      <w:pStyle w:val="rfdNormal0"/>
      <w:tabs>
        <w:tab w:val="right" w:leader="dot" w:pos="7371"/>
      </w:tabs>
      <w:rPr>
        <w:rStyle w:val="HeaderChar"/>
      </w:rPr>
    </w:pPr>
    <w:r>
      <w:rPr>
        <w:rStyle w:val="PageNumber"/>
      </w:rPr>
      <w:fldChar w:fldCharType="begin"/>
    </w:r>
    <w:r>
      <w:rPr>
        <w:rStyle w:val="PageNumber"/>
      </w:rPr>
      <w:instrText xml:space="preserve"> PAGE </w:instrText>
    </w:r>
    <w:r>
      <w:rPr>
        <w:rStyle w:val="PageNumber"/>
      </w:rPr>
      <w:fldChar w:fldCharType="separate"/>
    </w:r>
    <w:r w:rsidR="00FF2CA0">
      <w:rPr>
        <w:rStyle w:val="PageNumber"/>
        <w:noProof/>
        <w:rtl/>
      </w:rPr>
      <w:t>64</w:t>
    </w:r>
    <w:r>
      <w:rPr>
        <w:rStyle w:val="PageNumber"/>
      </w:rPr>
      <w:fldChar w:fldCharType="end"/>
    </w:r>
    <w:r w:rsidRPr="00B16E8C">
      <w:rPr>
        <w:rStyle w:val="HeaderChar"/>
        <w:rFonts w:hint="cs"/>
        <w:rtl/>
      </w:rPr>
      <w:t xml:space="preserve"> </w:t>
    </w:r>
    <w:r w:rsidRPr="00B16E8C">
      <w:rPr>
        <w:rStyle w:val="HeaderChar"/>
        <w:rFonts w:hint="cs"/>
        <w:rtl/>
      </w:rPr>
      <w:tab/>
      <w:t xml:space="preserve"> زيد بن علي بن الحسين (ع)</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AD" w:rsidRPr="00633BF5" w:rsidRDefault="003D2BAD" w:rsidP="00633B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4E348C60"/>
    <w:lvl w:ilvl="0">
      <w:start w:val="1"/>
      <w:numFmt w:val="decimal"/>
      <w:lvlText w:val="%1."/>
      <w:lvlJc w:val="left"/>
      <w:pPr>
        <w:tabs>
          <w:tab w:val="num" w:pos="1209"/>
        </w:tabs>
        <w:ind w:left="1209" w:hanging="360"/>
      </w:pPr>
    </w:lvl>
  </w:abstractNum>
  <w:abstractNum w:abstractNumId="2">
    <w:nsid w:val="FFFFFF7E"/>
    <w:multiLevelType w:val="singleLevel"/>
    <w:tmpl w:val="83003AC0"/>
    <w:lvl w:ilvl="0">
      <w:start w:val="1"/>
      <w:numFmt w:val="decimal"/>
      <w:lvlText w:val="%1."/>
      <w:lvlJc w:val="left"/>
      <w:pPr>
        <w:tabs>
          <w:tab w:val="num" w:pos="926"/>
        </w:tabs>
        <w:ind w:left="926" w:hanging="360"/>
      </w:pPr>
    </w:lvl>
  </w:abstractNum>
  <w:abstractNum w:abstractNumId="3">
    <w:nsid w:val="FFFFFF7F"/>
    <w:multiLevelType w:val="singleLevel"/>
    <w:tmpl w:val="D662215E"/>
    <w:lvl w:ilvl="0">
      <w:start w:val="1"/>
      <w:numFmt w:val="decimal"/>
      <w:lvlText w:val="%1."/>
      <w:lvlJc w:val="left"/>
      <w:pPr>
        <w:tabs>
          <w:tab w:val="num" w:pos="643"/>
        </w:tabs>
        <w:ind w:left="643" w:hanging="360"/>
      </w:pPr>
    </w:lvl>
  </w:abstractNum>
  <w:abstractNum w:abstractNumId="4">
    <w:nsid w:val="FFFFFF80"/>
    <w:multiLevelType w:val="singleLevel"/>
    <w:tmpl w:val="E2520D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10CA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E63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34C5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BEF8C2"/>
    <w:lvl w:ilvl="0">
      <w:start w:val="1"/>
      <w:numFmt w:val="decimal"/>
      <w:lvlText w:val="%1."/>
      <w:lvlJc w:val="left"/>
      <w:pPr>
        <w:tabs>
          <w:tab w:val="num" w:pos="360"/>
        </w:tabs>
        <w:ind w:left="360" w:hanging="360"/>
      </w:pPr>
    </w:lvl>
  </w:abstractNum>
  <w:abstractNum w:abstractNumId="9">
    <w:nsid w:val="FFFFFF89"/>
    <w:multiLevelType w:val="singleLevel"/>
    <w:tmpl w:val="628295B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1F5"/>
    <w:rsid w:val="0000781F"/>
    <w:rsid w:val="000078A4"/>
    <w:rsid w:val="00015448"/>
    <w:rsid w:val="000267FE"/>
    <w:rsid w:val="0003248C"/>
    <w:rsid w:val="00032575"/>
    <w:rsid w:val="00032AA9"/>
    <w:rsid w:val="00040798"/>
    <w:rsid w:val="00040A72"/>
    <w:rsid w:val="000425F2"/>
    <w:rsid w:val="00045A95"/>
    <w:rsid w:val="0004628B"/>
    <w:rsid w:val="00054406"/>
    <w:rsid w:val="000545EF"/>
    <w:rsid w:val="0006216A"/>
    <w:rsid w:val="0006467C"/>
    <w:rsid w:val="00067F84"/>
    <w:rsid w:val="000701F8"/>
    <w:rsid w:val="00070CC7"/>
    <w:rsid w:val="0007143A"/>
    <w:rsid w:val="00071C97"/>
    <w:rsid w:val="000756DD"/>
    <w:rsid w:val="00076A3A"/>
    <w:rsid w:val="000774DA"/>
    <w:rsid w:val="00081F56"/>
    <w:rsid w:val="00090E3E"/>
    <w:rsid w:val="00092A0C"/>
    <w:rsid w:val="0009458D"/>
    <w:rsid w:val="000A4599"/>
    <w:rsid w:val="000A64D8"/>
    <w:rsid w:val="000A71A9"/>
    <w:rsid w:val="000A7750"/>
    <w:rsid w:val="000C09AE"/>
    <w:rsid w:val="000C0A89"/>
    <w:rsid w:val="000C1210"/>
    <w:rsid w:val="000C25DB"/>
    <w:rsid w:val="000C7722"/>
    <w:rsid w:val="000D1BDF"/>
    <w:rsid w:val="000D2C03"/>
    <w:rsid w:val="000D2E41"/>
    <w:rsid w:val="000D436B"/>
    <w:rsid w:val="000D71B7"/>
    <w:rsid w:val="000D7D07"/>
    <w:rsid w:val="000E13BD"/>
    <w:rsid w:val="000E13D6"/>
    <w:rsid w:val="000E4A8F"/>
    <w:rsid w:val="000F6E15"/>
    <w:rsid w:val="0010049D"/>
    <w:rsid w:val="00100788"/>
    <w:rsid w:val="00104B88"/>
    <w:rsid w:val="001073FB"/>
    <w:rsid w:val="00107A6B"/>
    <w:rsid w:val="0011039F"/>
    <w:rsid w:val="0011352E"/>
    <w:rsid w:val="00113B0B"/>
    <w:rsid w:val="00113CCC"/>
    <w:rsid w:val="001162C9"/>
    <w:rsid w:val="00117BA1"/>
    <w:rsid w:val="001213C8"/>
    <w:rsid w:val="0012268F"/>
    <w:rsid w:val="00126471"/>
    <w:rsid w:val="00127D86"/>
    <w:rsid w:val="00135E90"/>
    <w:rsid w:val="00136437"/>
    <w:rsid w:val="00136E6F"/>
    <w:rsid w:val="00140F4E"/>
    <w:rsid w:val="0014341C"/>
    <w:rsid w:val="00143EEA"/>
    <w:rsid w:val="00147ED8"/>
    <w:rsid w:val="00153917"/>
    <w:rsid w:val="00154C5C"/>
    <w:rsid w:val="00154FEA"/>
    <w:rsid w:val="001553E8"/>
    <w:rsid w:val="00155AB2"/>
    <w:rsid w:val="00160F76"/>
    <w:rsid w:val="0016276B"/>
    <w:rsid w:val="00163B5B"/>
    <w:rsid w:val="00164767"/>
    <w:rsid w:val="00164810"/>
    <w:rsid w:val="001712E1"/>
    <w:rsid w:val="00172649"/>
    <w:rsid w:val="00181723"/>
    <w:rsid w:val="001818E9"/>
    <w:rsid w:val="00187DA2"/>
    <w:rsid w:val="001A4B91"/>
    <w:rsid w:val="001A4D9B"/>
    <w:rsid w:val="001A6EC0"/>
    <w:rsid w:val="001B16FD"/>
    <w:rsid w:val="001B53C2"/>
    <w:rsid w:val="001B702D"/>
    <w:rsid w:val="001B7407"/>
    <w:rsid w:val="001C1E34"/>
    <w:rsid w:val="001D41A1"/>
    <w:rsid w:val="001D6194"/>
    <w:rsid w:val="001E0D54"/>
    <w:rsid w:val="001E25DC"/>
    <w:rsid w:val="001F0713"/>
    <w:rsid w:val="001F4043"/>
    <w:rsid w:val="002001BA"/>
    <w:rsid w:val="002139CB"/>
    <w:rsid w:val="00214801"/>
    <w:rsid w:val="002163BC"/>
    <w:rsid w:val="00216F38"/>
    <w:rsid w:val="00220FEF"/>
    <w:rsid w:val="002212A5"/>
    <w:rsid w:val="00224964"/>
    <w:rsid w:val="00225C24"/>
    <w:rsid w:val="00226368"/>
    <w:rsid w:val="00227FEE"/>
    <w:rsid w:val="0023039D"/>
    <w:rsid w:val="002325C4"/>
    <w:rsid w:val="00241F59"/>
    <w:rsid w:val="002420F0"/>
    <w:rsid w:val="002448FA"/>
    <w:rsid w:val="00251133"/>
    <w:rsid w:val="00251E02"/>
    <w:rsid w:val="00252D19"/>
    <w:rsid w:val="00253049"/>
    <w:rsid w:val="002536AC"/>
    <w:rsid w:val="00257657"/>
    <w:rsid w:val="00260761"/>
    <w:rsid w:val="00261A3A"/>
    <w:rsid w:val="00263F56"/>
    <w:rsid w:val="00265F73"/>
    <w:rsid w:val="00266948"/>
    <w:rsid w:val="0028271F"/>
    <w:rsid w:val="00282AA9"/>
    <w:rsid w:val="002844FC"/>
    <w:rsid w:val="00286A86"/>
    <w:rsid w:val="002916EA"/>
    <w:rsid w:val="002A0284"/>
    <w:rsid w:val="002A05E8"/>
    <w:rsid w:val="002A144B"/>
    <w:rsid w:val="002A1941"/>
    <w:rsid w:val="002A1D52"/>
    <w:rsid w:val="002B1CFC"/>
    <w:rsid w:val="002B71A8"/>
    <w:rsid w:val="002C7640"/>
    <w:rsid w:val="002D0553"/>
    <w:rsid w:val="002D0917"/>
    <w:rsid w:val="002D19A9"/>
    <w:rsid w:val="002D2149"/>
    <w:rsid w:val="002D2485"/>
    <w:rsid w:val="002D580E"/>
    <w:rsid w:val="002D67F8"/>
    <w:rsid w:val="002D6EA6"/>
    <w:rsid w:val="002E1AA9"/>
    <w:rsid w:val="002E4D3D"/>
    <w:rsid w:val="002E5C97"/>
    <w:rsid w:val="002F4FF4"/>
    <w:rsid w:val="003003A9"/>
    <w:rsid w:val="0030482D"/>
    <w:rsid w:val="00307C3A"/>
    <w:rsid w:val="00314F9B"/>
    <w:rsid w:val="00317E22"/>
    <w:rsid w:val="0032458F"/>
    <w:rsid w:val="00324B78"/>
    <w:rsid w:val="003339D0"/>
    <w:rsid w:val="00343AA3"/>
    <w:rsid w:val="00345C99"/>
    <w:rsid w:val="00345FEE"/>
    <w:rsid w:val="0035298B"/>
    <w:rsid w:val="003533DC"/>
    <w:rsid w:val="00354257"/>
    <w:rsid w:val="0035637A"/>
    <w:rsid w:val="003625A9"/>
    <w:rsid w:val="003629C5"/>
    <w:rsid w:val="00363C94"/>
    <w:rsid w:val="0036400D"/>
    <w:rsid w:val="003641FB"/>
    <w:rsid w:val="00373085"/>
    <w:rsid w:val="00373E28"/>
    <w:rsid w:val="00380B7A"/>
    <w:rsid w:val="00382022"/>
    <w:rsid w:val="00382B3A"/>
    <w:rsid w:val="0038683D"/>
    <w:rsid w:val="0039195B"/>
    <w:rsid w:val="00395FF8"/>
    <w:rsid w:val="0039787F"/>
    <w:rsid w:val="003A4587"/>
    <w:rsid w:val="003A661E"/>
    <w:rsid w:val="003A68A2"/>
    <w:rsid w:val="003B0913"/>
    <w:rsid w:val="003B6720"/>
    <w:rsid w:val="003B775B"/>
    <w:rsid w:val="003B7FCD"/>
    <w:rsid w:val="003C31F5"/>
    <w:rsid w:val="003C7C08"/>
    <w:rsid w:val="003D2459"/>
    <w:rsid w:val="003D28ED"/>
    <w:rsid w:val="003D2BAD"/>
    <w:rsid w:val="003D3107"/>
    <w:rsid w:val="003D46D7"/>
    <w:rsid w:val="003D7104"/>
    <w:rsid w:val="003E3600"/>
    <w:rsid w:val="003F6863"/>
    <w:rsid w:val="00402C65"/>
    <w:rsid w:val="00402D52"/>
    <w:rsid w:val="00403832"/>
    <w:rsid w:val="00416E2B"/>
    <w:rsid w:val="00417171"/>
    <w:rsid w:val="004209BA"/>
    <w:rsid w:val="00423524"/>
    <w:rsid w:val="00423EFD"/>
    <w:rsid w:val="00424C96"/>
    <w:rsid w:val="00425BE6"/>
    <w:rsid w:val="00434A97"/>
    <w:rsid w:val="00435E2B"/>
    <w:rsid w:val="00437035"/>
    <w:rsid w:val="004502C0"/>
    <w:rsid w:val="00455A59"/>
    <w:rsid w:val="0046634E"/>
    <w:rsid w:val="004722F9"/>
    <w:rsid w:val="00472A97"/>
    <w:rsid w:val="00475E99"/>
    <w:rsid w:val="0047696A"/>
    <w:rsid w:val="0047728D"/>
    <w:rsid w:val="0048221F"/>
    <w:rsid w:val="00482EFF"/>
    <w:rsid w:val="00484BC3"/>
    <w:rsid w:val="004919C3"/>
    <w:rsid w:val="00492484"/>
    <w:rsid w:val="004953C3"/>
    <w:rsid w:val="00496246"/>
    <w:rsid w:val="00497042"/>
    <w:rsid w:val="004A0866"/>
    <w:rsid w:val="004B1564"/>
    <w:rsid w:val="004B17F4"/>
    <w:rsid w:val="004D084E"/>
    <w:rsid w:val="004D7678"/>
    <w:rsid w:val="004E0DA0"/>
    <w:rsid w:val="004E13A6"/>
    <w:rsid w:val="004E3150"/>
    <w:rsid w:val="004E4096"/>
    <w:rsid w:val="004E4A59"/>
    <w:rsid w:val="004F5D8F"/>
    <w:rsid w:val="00503149"/>
    <w:rsid w:val="00515794"/>
    <w:rsid w:val="00525954"/>
    <w:rsid w:val="0052670F"/>
    <w:rsid w:val="00526724"/>
    <w:rsid w:val="00542EEF"/>
    <w:rsid w:val="00550B2F"/>
    <w:rsid w:val="00550CD6"/>
    <w:rsid w:val="00552C63"/>
    <w:rsid w:val="00553E8E"/>
    <w:rsid w:val="005549DE"/>
    <w:rsid w:val="00556F59"/>
    <w:rsid w:val="00557A69"/>
    <w:rsid w:val="00561674"/>
    <w:rsid w:val="00561C58"/>
    <w:rsid w:val="00561CD3"/>
    <w:rsid w:val="00562EED"/>
    <w:rsid w:val="00566771"/>
    <w:rsid w:val="00566830"/>
    <w:rsid w:val="005673A9"/>
    <w:rsid w:val="005772C4"/>
    <w:rsid w:val="00577577"/>
    <w:rsid w:val="00592010"/>
    <w:rsid w:val="005923FF"/>
    <w:rsid w:val="0059496F"/>
    <w:rsid w:val="005956A9"/>
    <w:rsid w:val="005A189B"/>
    <w:rsid w:val="005A1C39"/>
    <w:rsid w:val="005A43ED"/>
    <w:rsid w:val="005B2DE4"/>
    <w:rsid w:val="005B56BE"/>
    <w:rsid w:val="005C0E2F"/>
    <w:rsid w:val="005C5F55"/>
    <w:rsid w:val="005D1C33"/>
    <w:rsid w:val="005D2FE8"/>
    <w:rsid w:val="005E2913"/>
    <w:rsid w:val="005E626D"/>
    <w:rsid w:val="005F308F"/>
    <w:rsid w:val="005F4EA6"/>
    <w:rsid w:val="005F5DA2"/>
    <w:rsid w:val="006002B5"/>
    <w:rsid w:val="00612FD2"/>
    <w:rsid w:val="00614301"/>
    <w:rsid w:val="00616286"/>
    <w:rsid w:val="006177E3"/>
    <w:rsid w:val="00620B12"/>
    <w:rsid w:val="006210F4"/>
    <w:rsid w:val="00622861"/>
    <w:rsid w:val="00633AE4"/>
    <w:rsid w:val="00633BF5"/>
    <w:rsid w:val="00634571"/>
    <w:rsid w:val="006357C1"/>
    <w:rsid w:val="006367F3"/>
    <w:rsid w:val="00637F8B"/>
    <w:rsid w:val="00641A2D"/>
    <w:rsid w:val="00642F28"/>
    <w:rsid w:val="00645728"/>
    <w:rsid w:val="00646D08"/>
    <w:rsid w:val="00647EBC"/>
    <w:rsid w:val="00651640"/>
    <w:rsid w:val="00654875"/>
    <w:rsid w:val="006574EA"/>
    <w:rsid w:val="0065778A"/>
    <w:rsid w:val="00663284"/>
    <w:rsid w:val="00663E40"/>
    <w:rsid w:val="00664C54"/>
    <w:rsid w:val="00664E05"/>
    <w:rsid w:val="00665B79"/>
    <w:rsid w:val="0066600C"/>
    <w:rsid w:val="00667B78"/>
    <w:rsid w:val="006713C7"/>
    <w:rsid w:val="006814EC"/>
    <w:rsid w:val="00684527"/>
    <w:rsid w:val="0068599E"/>
    <w:rsid w:val="00687928"/>
    <w:rsid w:val="006912ED"/>
    <w:rsid w:val="0069163F"/>
    <w:rsid w:val="006A3ABB"/>
    <w:rsid w:val="006A51EA"/>
    <w:rsid w:val="006A7B79"/>
    <w:rsid w:val="006A7D4D"/>
    <w:rsid w:val="006B38A1"/>
    <w:rsid w:val="006B7F0E"/>
    <w:rsid w:val="006C46EE"/>
    <w:rsid w:val="006D36EC"/>
    <w:rsid w:val="006D574B"/>
    <w:rsid w:val="006D6F9A"/>
    <w:rsid w:val="006E2C8E"/>
    <w:rsid w:val="006E5033"/>
    <w:rsid w:val="006E6291"/>
    <w:rsid w:val="006F4487"/>
    <w:rsid w:val="006F7075"/>
    <w:rsid w:val="00701353"/>
    <w:rsid w:val="00702BDA"/>
    <w:rsid w:val="00710BC6"/>
    <w:rsid w:val="007118A1"/>
    <w:rsid w:val="007133F4"/>
    <w:rsid w:val="00715B5C"/>
    <w:rsid w:val="00721FA0"/>
    <w:rsid w:val="0072228E"/>
    <w:rsid w:val="00723983"/>
    <w:rsid w:val="00723D07"/>
    <w:rsid w:val="00725377"/>
    <w:rsid w:val="0073042E"/>
    <w:rsid w:val="00734682"/>
    <w:rsid w:val="00735294"/>
    <w:rsid w:val="007429D3"/>
    <w:rsid w:val="0074517B"/>
    <w:rsid w:val="00745D2C"/>
    <w:rsid w:val="0075284B"/>
    <w:rsid w:val="007571E2"/>
    <w:rsid w:val="0076287C"/>
    <w:rsid w:val="00763F52"/>
    <w:rsid w:val="00765F87"/>
    <w:rsid w:val="007748F6"/>
    <w:rsid w:val="007751DB"/>
    <w:rsid w:val="00775FFA"/>
    <w:rsid w:val="00780AFA"/>
    <w:rsid w:val="0078259F"/>
    <w:rsid w:val="00787265"/>
    <w:rsid w:val="00791A38"/>
    <w:rsid w:val="00793502"/>
    <w:rsid w:val="007A151E"/>
    <w:rsid w:val="007A6185"/>
    <w:rsid w:val="007B10B3"/>
    <w:rsid w:val="007B5CD8"/>
    <w:rsid w:val="007C0E53"/>
    <w:rsid w:val="007C3154"/>
    <w:rsid w:val="007C3DC9"/>
    <w:rsid w:val="007C5BB7"/>
    <w:rsid w:val="007D1D2B"/>
    <w:rsid w:val="007D5FD1"/>
    <w:rsid w:val="007E264A"/>
    <w:rsid w:val="007E2EBF"/>
    <w:rsid w:val="007E3AAB"/>
    <w:rsid w:val="007E6DD9"/>
    <w:rsid w:val="007F0CA4"/>
    <w:rsid w:val="007F0CBB"/>
    <w:rsid w:val="007F48FC"/>
    <w:rsid w:val="007F4E53"/>
    <w:rsid w:val="00806335"/>
    <w:rsid w:val="008105E2"/>
    <w:rsid w:val="008128CA"/>
    <w:rsid w:val="00813440"/>
    <w:rsid w:val="00820D9F"/>
    <w:rsid w:val="00821493"/>
    <w:rsid w:val="00823E0E"/>
    <w:rsid w:val="00826B87"/>
    <w:rsid w:val="0083237E"/>
    <w:rsid w:val="00833945"/>
    <w:rsid w:val="00836ED3"/>
    <w:rsid w:val="0084238B"/>
    <w:rsid w:val="0084318E"/>
    <w:rsid w:val="0084496F"/>
    <w:rsid w:val="00846904"/>
    <w:rsid w:val="00850983"/>
    <w:rsid w:val="00857A7C"/>
    <w:rsid w:val="00863005"/>
    <w:rsid w:val="00864864"/>
    <w:rsid w:val="00865898"/>
    <w:rsid w:val="00870D4D"/>
    <w:rsid w:val="00871F65"/>
    <w:rsid w:val="00874112"/>
    <w:rsid w:val="008757C0"/>
    <w:rsid w:val="00876554"/>
    <w:rsid w:val="008810AF"/>
    <w:rsid w:val="0088321A"/>
    <w:rsid w:val="0088652E"/>
    <w:rsid w:val="008931C5"/>
    <w:rsid w:val="00893586"/>
    <w:rsid w:val="00894B7F"/>
    <w:rsid w:val="008A225D"/>
    <w:rsid w:val="008A6050"/>
    <w:rsid w:val="008B5F28"/>
    <w:rsid w:val="008B7403"/>
    <w:rsid w:val="008C0DB1"/>
    <w:rsid w:val="008C3327"/>
    <w:rsid w:val="008D5FE6"/>
    <w:rsid w:val="008D6657"/>
    <w:rsid w:val="008E13F6"/>
    <w:rsid w:val="008E1742"/>
    <w:rsid w:val="008E1FA7"/>
    <w:rsid w:val="008E4D2E"/>
    <w:rsid w:val="008F105C"/>
    <w:rsid w:val="008F1426"/>
    <w:rsid w:val="008F258C"/>
    <w:rsid w:val="008F2DB7"/>
    <w:rsid w:val="008F3BB8"/>
    <w:rsid w:val="008F6251"/>
    <w:rsid w:val="00902C8E"/>
    <w:rsid w:val="0090317D"/>
    <w:rsid w:val="009046DF"/>
    <w:rsid w:val="0091682D"/>
    <w:rsid w:val="00926100"/>
    <w:rsid w:val="00927D62"/>
    <w:rsid w:val="00931B8E"/>
    <w:rsid w:val="00932192"/>
    <w:rsid w:val="00932D1C"/>
    <w:rsid w:val="00933D06"/>
    <w:rsid w:val="009372BA"/>
    <w:rsid w:val="00943B2E"/>
    <w:rsid w:val="009465D1"/>
    <w:rsid w:val="00951B52"/>
    <w:rsid w:val="00952E5C"/>
    <w:rsid w:val="00957F7D"/>
    <w:rsid w:val="00961CD2"/>
    <w:rsid w:val="0096277C"/>
    <w:rsid w:val="00965B90"/>
    <w:rsid w:val="00966828"/>
    <w:rsid w:val="0097061F"/>
    <w:rsid w:val="009723E5"/>
    <w:rsid w:val="00974224"/>
    <w:rsid w:val="00974FF1"/>
    <w:rsid w:val="00980F41"/>
    <w:rsid w:val="00987BE1"/>
    <w:rsid w:val="00992E31"/>
    <w:rsid w:val="009A0F6B"/>
    <w:rsid w:val="009A113C"/>
    <w:rsid w:val="009A7001"/>
    <w:rsid w:val="009A7DA5"/>
    <w:rsid w:val="009B2BA9"/>
    <w:rsid w:val="009B7A05"/>
    <w:rsid w:val="009D3969"/>
    <w:rsid w:val="009D6CB0"/>
    <w:rsid w:val="009E03BE"/>
    <w:rsid w:val="009E07BB"/>
    <w:rsid w:val="009E4824"/>
    <w:rsid w:val="009E6DE8"/>
    <w:rsid w:val="009E7AB9"/>
    <w:rsid w:val="009F2A05"/>
    <w:rsid w:val="009F72C4"/>
    <w:rsid w:val="00A00A9C"/>
    <w:rsid w:val="00A04176"/>
    <w:rsid w:val="00A04E33"/>
    <w:rsid w:val="00A05A22"/>
    <w:rsid w:val="00A12B4D"/>
    <w:rsid w:val="00A1577B"/>
    <w:rsid w:val="00A2047A"/>
    <w:rsid w:val="00A21090"/>
    <w:rsid w:val="00A22DC7"/>
    <w:rsid w:val="00A2310F"/>
    <w:rsid w:val="00A2642A"/>
    <w:rsid w:val="00A26AD5"/>
    <w:rsid w:val="00A278D9"/>
    <w:rsid w:val="00A30F05"/>
    <w:rsid w:val="00A50A68"/>
    <w:rsid w:val="00A51FCA"/>
    <w:rsid w:val="00A56AD5"/>
    <w:rsid w:val="00A6076B"/>
    <w:rsid w:val="00A71BF1"/>
    <w:rsid w:val="00A73D8F"/>
    <w:rsid w:val="00A745EB"/>
    <w:rsid w:val="00A76D01"/>
    <w:rsid w:val="00A835A9"/>
    <w:rsid w:val="00A84AE5"/>
    <w:rsid w:val="00A866D5"/>
    <w:rsid w:val="00A87F7A"/>
    <w:rsid w:val="00A94A9D"/>
    <w:rsid w:val="00A971B5"/>
    <w:rsid w:val="00AA0458"/>
    <w:rsid w:val="00AA378D"/>
    <w:rsid w:val="00AA615C"/>
    <w:rsid w:val="00AB155A"/>
    <w:rsid w:val="00AB4C26"/>
    <w:rsid w:val="00AB579B"/>
    <w:rsid w:val="00AB5AFC"/>
    <w:rsid w:val="00AB5C6D"/>
    <w:rsid w:val="00AB761B"/>
    <w:rsid w:val="00AC6146"/>
    <w:rsid w:val="00AD2668"/>
    <w:rsid w:val="00AD6C25"/>
    <w:rsid w:val="00AD6F61"/>
    <w:rsid w:val="00AE1E35"/>
    <w:rsid w:val="00AE39FE"/>
    <w:rsid w:val="00AE5DAC"/>
    <w:rsid w:val="00AF1622"/>
    <w:rsid w:val="00AF25B4"/>
    <w:rsid w:val="00AF284C"/>
    <w:rsid w:val="00AF4E12"/>
    <w:rsid w:val="00AF5AB0"/>
    <w:rsid w:val="00AF6143"/>
    <w:rsid w:val="00B031CB"/>
    <w:rsid w:val="00B03D8C"/>
    <w:rsid w:val="00B07482"/>
    <w:rsid w:val="00B1002E"/>
    <w:rsid w:val="00B10064"/>
    <w:rsid w:val="00B11EB3"/>
    <w:rsid w:val="00B16E8C"/>
    <w:rsid w:val="00B20A3F"/>
    <w:rsid w:val="00B21FD1"/>
    <w:rsid w:val="00B2239A"/>
    <w:rsid w:val="00B24567"/>
    <w:rsid w:val="00B24ABA"/>
    <w:rsid w:val="00B272A5"/>
    <w:rsid w:val="00B27666"/>
    <w:rsid w:val="00B37FEA"/>
    <w:rsid w:val="00B42E0C"/>
    <w:rsid w:val="00B47827"/>
    <w:rsid w:val="00B54948"/>
    <w:rsid w:val="00B54A87"/>
    <w:rsid w:val="00B60E9A"/>
    <w:rsid w:val="00B65134"/>
    <w:rsid w:val="00B67E04"/>
    <w:rsid w:val="00B71ADF"/>
    <w:rsid w:val="00B731F9"/>
    <w:rsid w:val="00B7501C"/>
    <w:rsid w:val="00B754AD"/>
    <w:rsid w:val="00B76530"/>
    <w:rsid w:val="00B80FE2"/>
    <w:rsid w:val="00B81F23"/>
    <w:rsid w:val="00B82A3A"/>
    <w:rsid w:val="00B83293"/>
    <w:rsid w:val="00B84354"/>
    <w:rsid w:val="00B85DB2"/>
    <w:rsid w:val="00B931B4"/>
    <w:rsid w:val="00B936D7"/>
    <w:rsid w:val="00B955A3"/>
    <w:rsid w:val="00BA4473"/>
    <w:rsid w:val="00BA4BA3"/>
    <w:rsid w:val="00BA55B8"/>
    <w:rsid w:val="00BA740E"/>
    <w:rsid w:val="00BB102E"/>
    <w:rsid w:val="00BB5C83"/>
    <w:rsid w:val="00BB643C"/>
    <w:rsid w:val="00BB775A"/>
    <w:rsid w:val="00BC717E"/>
    <w:rsid w:val="00BD4B64"/>
    <w:rsid w:val="00BD4DFE"/>
    <w:rsid w:val="00BD4E7A"/>
    <w:rsid w:val="00BD593F"/>
    <w:rsid w:val="00BD61C7"/>
    <w:rsid w:val="00BE0D08"/>
    <w:rsid w:val="00BE31FE"/>
    <w:rsid w:val="00BE4C3F"/>
    <w:rsid w:val="00BE7ED8"/>
    <w:rsid w:val="00BF6B9F"/>
    <w:rsid w:val="00C077E6"/>
    <w:rsid w:val="00C14E93"/>
    <w:rsid w:val="00C154B6"/>
    <w:rsid w:val="00C1570C"/>
    <w:rsid w:val="00C33018"/>
    <w:rsid w:val="00C345A1"/>
    <w:rsid w:val="00C365E1"/>
    <w:rsid w:val="00C36AF1"/>
    <w:rsid w:val="00C37FD8"/>
    <w:rsid w:val="00C469B5"/>
    <w:rsid w:val="00C617E5"/>
    <w:rsid w:val="00C6353D"/>
    <w:rsid w:val="00C76A9C"/>
    <w:rsid w:val="00C76DF4"/>
    <w:rsid w:val="00C809A4"/>
    <w:rsid w:val="00C81C96"/>
    <w:rsid w:val="00C9021F"/>
    <w:rsid w:val="00C906FE"/>
    <w:rsid w:val="00C96BF9"/>
    <w:rsid w:val="00CA237C"/>
    <w:rsid w:val="00CB22FF"/>
    <w:rsid w:val="00CB41F4"/>
    <w:rsid w:val="00CB6412"/>
    <w:rsid w:val="00CB686E"/>
    <w:rsid w:val="00CC0833"/>
    <w:rsid w:val="00CC0E35"/>
    <w:rsid w:val="00CC156E"/>
    <w:rsid w:val="00CC4E57"/>
    <w:rsid w:val="00CC6CB4"/>
    <w:rsid w:val="00CD2BBA"/>
    <w:rsid w:val="00CD3081"/>
    <w:rsid w:val="00CE1948"/>
    <w:rsid w:val="00CE200D"/>
    <w:rsid w:val="00CF137D"/>
    <w:rsid w:val="00D04D6E"/>
    <w:rsid w:val="00D24B24"/>
    <w:rsid w:val="00D24EB0"/>
    <w:rsid w:val="00D25AA5"/>
    <w:rsid w:val="00D46C32"/>
    <w:rsid w:val="00D54728"/>
    <w:rsid w:val="00D6504B"/>
    <w:rsid w:val="00D67101"/>
    <w:rsid w:val="00D70D85"/>
    <w:rsid w:val="00D7331A"/>
    <w:rsid w:val="00D73E99"/>
    <w:rsid w:val="00D74299"/>
    <w:rsid w:val="00D747B7"/>
    <w:rsid w:val="00D74C7C"/>
    <w:rsid w:val="00D76B48"/>
    <w:rsid w:val="00D76F43"/>
    <w:rsid w:val="00D76F6A"/>
    <w:rsid w:val="00D84DAB"/>
    <w:rsid w:val="00D86921"/>
    <w:rsid w:val="00D91395"/>
    <w:rsid w:val="00D91B67"/>
    <w:rsid w:val="00DA5931"/>
    <w:rsid w:val="00DA722B"/>
    <w:rsid w:val="00DB1FA9"/>
    <w:rsid w:val="00DB2424"/>
    <w:rsid w:val="00DB3E84"/>
    <w:rsid w:val="00DB44EA"/>
    <w:rsid w:val="00DB5CA0"/>
    <w:rsid w:val="00DC02A0"/>
    <w:rsid w:val="00DC7F21"/>
    <w:rsid w:val="00DD1BB4"/>
    <w:rsid w:val="00DE32E5"/>
    <w:rsid w:val="00DE4448"/>
    <w:rsid w:val="00DE49C9"/>
    <w:rsid w:val="00DE7FF9"/>
    <w:rsid w:val="00DF35DA"/>
    <w:rsid w:val="00DF5E1E"/>
    <w:rsid w:val="00DF6442"/>
    <w:rsid w:val="00E022DC"/>
    <w:rsid w:val="00E024D3"/>
    <w:rsid w:val="00E0387A"/>
    <w:rsid w:val="00E11D4A"/>
    <w:rsid w:val="00E14435"/>
    <w:rsid w:val="00E1652C"/>
    <w:rsid w:val="00E178B9"/>
    <w:rsid w:val="00E206F5"/>
    <w:rsid w:val="00E21598"/>
    <w:rsid w:val="00E21AE5"/>
    <w:rsid w:val="00E22A7C"/>
    <w:rsid w:val="00E264A4"/>
    <w:rsid w:val="00E31ACC"/>
    <w:rsid w:val="00E329D5"/>
    <w:rsid w:val="00E35D98"/>
    <w:rsid w:val="00E36A12"/>
    <w:rsid w:val="00E40FCC"/>
    <w:rsid w:val="00E43122"/>
    <w:rsid w:val="00E44003"/>
    <w:rsid w:val="00E505F0"/>
    <w:rsid w:val="00E5267A"/>
    <w:rsid w:val="00E574E5"/>
    <w:rsid w:val="00E63C51"/>
    <w:rsid w:val="00E644C4"/>
    <w:rsid w:val="00E6725E"/>
    <w:rsid w:val="00E71139"/>
    <w:rsid w:val="00E7602E"/>
    <w:rsid w:val="00E9059F"/>
    <w:rsid w:val="00E90664"/>
    <w:rsid w:val="00E94440"/>
    <w:rsid w:val="00E9785D"/>
    <w:rsid w:val="00EA031D"/>
    <w:rsid w:val="00EA27C1"/>
    <w:rsid w:val="00EA340E"/>
    <w:rsid w:val="00EA3B1F"/>
    <w:rsid w:val="00EA5273"/>
    <w:rsid w:val="00EA6202"/>
    <w:rsid w:val="00EB55D0"/>
    <w:rsid w:val="00EC0F78"/>
    <w:rsid w:val="00EC4611"/>
    <w:rsid w:val="00EC5C01"/>
    <w:rsid w:val="00EC6EB0"/>
    <w:rsid w:val="00ED3DFD"/>
    <w:rsid w:val="00EE56E1"/>
    <w:rsid w:val="00EE6B33"/>
    <w:rsid w:val="00EE72EE"/>
    <w:rsid w:val="00EF0462"/>
    <w:rsid w:val="00EF7A6F"/>
    <w:rsid w:val="00F02C57"/>
    <w:rsid w:val="00F05E37"/>
    <w:rsid w:val="00F11AA0"/>
    <w:rsid w:val="00F14466"/>
    <w:rsid w:val="00F14ACC"/>
    <w:rsid w:val="00F24014"/>
    <w:rsid w:val="00F26388"/>
    <w:rsid w:val="00F30288"/>
    <w:rsid w:val="00F34CA5"/>
    <w:rsid w:val="00F35243"/>
    <w:rsid w:val="00F40131"/>
    <w:rsid w:val="00F4552C"/>
    <w:rsid w:val="00F47883"/>
    <w:rsid w:val="00F517C6"/>
    <w:rsid w:val="00F53ECA"/>
    <w:rsid w:val="00F571FE"/>
    <w:rsid w:val="00F638A5"/>
    <w:rsid w:val="00F644CC"/>
    <w:rsid w:val="00F71859"/>
    <w:rsid w:val="00F720DE"/>
    <w:rsid w:val="00F746C5"/>
    <w:rsid w:val="00F74FDC"/>
    <w:rsid w:val="00F83A2C"/>
    <w:rsid w:val="00F83E9D"/>
    <w:rsid w:val="00F870D1"/>
    <w:rsid w:val="00F90253"/>
    <w:rsid w:val="00F905FC"/>
    <w:rsid w:val="00F92DCC"/>
    <w:rsid w:val="00F95C1A"/>
    <w:rsid w:val="00F97A32"/>
    <w:rsid w:val="00FA3B58"/>
    <w:rsid w:val="00FA5484"/>
    <w:rsid w:val="00FB3EBB"/>
    <w:rsid w:val="00FB6C7E"/>
    <w:rsid w:val="00FB7CFB"/>
    <w:rsid w:val="00FD04E0"/>
    <w:rsid w:val="00FD16EE"/>
    <w:rsid w:val="00FD2CA0"/>
    <w:rsid w:val="00FD2DD8"/>
    <w:rsid w:val="00FD6FAA"/>
    <w:rsid w:val="00FD71F0"/>
    <w:rsid w:val="00FD7763"/>
    <w:rsid w:val="00FE0BFA"/>
    <w:rsid w:val="00FE0D85"/>
    <w:rsid w:val="00FE6E7C"/>
    <w:rsid w:val="00FF2CA0"/>
    <w:rsid w:val="00FF67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473"/>
    <w:pPr>
      <w:bidi/>
      <w:ind w:firstLine="567"/>
      <w:jc w:val="lowKashida"/>
    </w:pPr>
    <w:rPr>
      <w:rFonts w:cs="Traditional Arabic"/>
      <w:color w:val="000000"/>
      <w:sz w:val="24"/>
      <w:szCs w:val="32"/>
    </w:rPr>
  </w:style>
  <w:style w:type="paragraph" w:styleId="Heading1">
    <w:name w:val="heading 1"/>
    <w:basedOn w:val="Normal"/>
    <w:next w:val="Normal"/>
    <w:link w:val="Heading1Char"/>
    <w:qFormat/>
    <w:rsid w:val="00E264A4"/>
    <w:pPr>
      <w:keepNext/>
      <w:spacing w:before="240" w:after="60"/>
      <w:outlineLvl w:val="0"/>
    </w:pPr>
    <w:rPr>
      <w:rFonts w:ascii="Arial" w:hAnsi="Arial"/>
      <w:b/>
      <w:bCs/>
      <w:kern w:val="32"/>
      <w:sz w:val="32"/>
    </w:rPr>
  </w:style>
  <w:style w:type="paragraph" w:styleId="Heading2">
    <w:name w:val="heading 2"/>
    <w:basedOn w:val="Normal"/>
    <w:next w:val="Normal"/>
    <w:link w:val="Heading2Char"/>
    <w:qFormat/>
    <w:rsid w:val="00E7602E"/>
    <w:pPr>
      <w:keepNext/>
      <w:spacing w:before="240" w:after="60"/>
      <w:outlineLvl w:val="1"/>
    </w:pPr>
    <w:rPr>
      <w:rFonts w:ascii="Arial" w:hAnsi="Arial"/>
      <w:b/>
      <w:bCs/>
      <w:i/>
      <w:sz w:val="28"/>
    </w:rPr>
  </w:style>
  <w:style w:type="paragraph" w:styleId="Heading3">
    <w:name w:val="heading 3"/>
    <w:basedOn w:val="Normal"/>
    <w:next w:val="Normal"/>
    <w:qFormat/>
    <w:rsid w:val="00E264A4"/>
    <w:pPr>
      <w:keepNext/>
      <w:spacing w:before="240" w:after="60"/>
      <w:outlineLvl w:val="2"/>
    </w:pPr>
    <w:rPr>
      <w:rFonts w:ascii="Arial" w:hAnsi="Arial"/>
      <w:b/>
      <w:bCs/>
      <w:sz w:val="26"/>
    </w:rPr>
  </w:style>
  <w:style w:type="paragraph" w:styleId="Heading4">
    <w:name w:val="heading 4"/>
    <w:basedOn w:val="Normal"/>
    <w:next w:val="Normal"/>
    <w:qFormat/>
    <w:rsid w:val="00806335"/>
    <w:pPr>
      <w:keepNext/>
      <w:spacing w:before="240" w:after="60"/>
      <w:outlineLvl w:val="3"/>
    </w:pPr>
    <w:rPr>
      <w:b/>
      <w:bCs/>
      <w:sz w:val="28"/>
    </w:rPr>
  </w:style>
  <w:style w:type="paragraph" w:styleId="Heading5">
    <w:name w:val="heading 5"/>
    <w:basedOn w:val="Normal"/>
    <w:next w:val="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4473"/>
    <w:rPr>
      <w:rFonts w:ascii="Arial" w:hAnsi="Arial" w:cs="Traditional Arabic"/>
      <w:b/>
      <w:bCs/>
      <w:color w:val="000000"/>
      <w:kern w:val="32"/>
      <w:sz w:val="32"/>
      <w:szCs w:val="32"/>
      <w:lang w:val="en-US" w:eastAsia="en-US" w:bidi="ar-SA"/>
    </w:rPr>
  </w:style>
  <w:style w:type="character" w:customStyle="1" w:styleId="Heading2Char">
    <w:name w:val="Heading 2 Char"/>
    <w:basedOn w:val="DefaultParagraphFont"/>
    <w:link w:val="Heading2"/>
    <w:rsid w:val="00B65134"/>
    <w:rPr>
      <w:rFonts w:ascii="Arial" w:hAnsi="Arial" w:cs="Lotus"/>
      <w:b/>
      <w:bCs/>
      <w:i/>
      <w:color w:val="000000"/>
      <w:sz w:val="28"/>
      <w:szCs w:val="30"/>
      <w:lang w:val="en-US" w:eastAsia="en-US" w:bidi="ar-SA"/>
    </w:rPr>
  </w:style>
  <w:style w:type="character" w:customStyle="1" w:styleId="rfdBold2">
    <w:name w:val="rfdBold2"/>
    <w:basedOn w:val="DefaultParagraphFont"/>
    <w:rsid w:val="00AE1E35"/>
    <w:rPr>
      <w:rFonts w:ascii="Times New Roman" w:hAnsi="Times New Roman" w:cs="Traditional Arabic"/>
      <w:bCs/>
      <w:sz w:val="30"/>
      <w:szCs w:val="30"/>
    </w:rPr>
  </w:style>
  <w:style w:type="paragraph" w:customStyle="1" w:styleId="rfdCenterBold1">
    <w:name w:val="rfdCenterBold1"/>
    <w:basedOn w:val="Normal"/>
    <w:rsid w:val="002A144B"/>
    <w:pPr>
      <w:spacing w:before="240" w:after="60"/>
      <w:ind w:firstLine="0"/>
      <w:jc w:val="center"/>
    </w:pPr>
    <w:rPr>
      <w:bCs/>
      <w:sz w:val="32"/>
    </w:rPr>
  </w:style>
  <w:style w:type="character" w:customStyle="1" w:styleId="rfdAie">
    <w:name w:val="rfdAie"/>
    <w:basedOn w:val="DefaultParagraphFont"/>
    <w:rsid w:val="00AE1E35"/>
    <w:rPr>
      <w:rFonts w:ascii="Times New Roman" w:hAnsi="Times New Roman" w:cs="Traditional Arabic"/>
      <w:bCs/>
      <w:color w:val="008000"/>
      <w:sz w:val="30"/>
      <w:szCs w:val="30"/>
    </w:rPr>
  </w:style>
  <w:style w:type="character" w:customStyle="1" w:styleId="rfdAlaem">
    <w:name w:val="rfdAlaem"/>
    <w:basedOn w:val="DefaultParagraphFont"/>
    <w:rsid w:val="00FF2CA0"/>
    <w:rPr>
      <w:rFonts w:cs="Rafed Alaem"/>
    </w:rPr>
  </w:style>
  <w:style w:type="character" w:customStyle="1" w:styleId="rfdFootnotenum">
    <w:name w:val="rfdFootnote_num"/>
    <w:basedOn w:val="DefaultParagraphFont"/>
    <w:rsid w:val="00AA378D"/>
    <w:rPr>
      <w:rFonts w:cs="Traditional Arabic"/>
      <w:color w:val="000000"/>
      <w:szCs w:val="28"/>
      <w:vertAlign w:val="superscript"/>
    </w:rPr>
  </w:style>
  <w:style w:type="paragraph" w:customStyle="1" w:styleId="rfdCenter">
    <w:name w:val="rfdCenter"/>
    <w:basedOn w:val="Normal"/>
    <w:link w:val="rfdCenterChar"/>
    <w:rsid w:val="000A7750"/>
    <w:pPr>
      <w:ind w:firstLine="0"/>
      <w:jc w:val="center"/>
    </w:pPr>
  </w:style>
  <w:style w:type="character" w:customStyle="1" w:styleId="rfdCenterChar">
    <w:name w:val="rfdCenter Char"/>
    <w:basedOn w:val="DefaultParagraphFont"/>
    <w:link w:val="rfdCenter"/>
    <w:rsid w:val="00BA4473"/>
    <w:rPr>
      <w:rFonts w:cs="Traditional Arabic"/>
      <w:color w:val="000000"/>
      <w:sz w:val="24"/>
      <w:szCs w:val="32"/>
      <w:lang w:val="en-US" w:eastAsia="en-US" w:bidi="ar-SA"/>
    </w:rPr>
  </w:style>
  <w:style w:type="paragraph" w:styleId="TOC2">
    <w:name w:val="toc 2"/>
    <w:basedOn w:val="Normal"/>
    <w:next w:val="Normal"/>
    <w:autoRedefine/>
    <w:semiHidden/>
    <w:rsid w:val="0012268F"/>
    <w:pPr>
      <w:ind w:left="240"/>
    </w:pPr>
  </w:style>
  <w:style w:type="paragraph" w:styleId="TOC1">
    <w:name w:val="toc 1"/>
    <w:basedOn w:val="Normal"/>
    <w:next w:val="Normal"/>
    <w:autoRedefine/>
    <w:rsid w:val="009A113C"/>
    <w:pPr>
      <w:tabs>
        <w:tab w:val="right" w:leader="dot" w:pos="7371"/>
      </w:tabs>
      <w:ind w:firstLine="0"/>
    </w:pPr>
    <w:rPr>
      <w:szCs w:val="28"/>
    </w:rPr>
  </w:style>
  <w:style w:type="paragraph" w:styleId="TOC3">
    <w:name w:val="toc 3"/>
    <w:basedOn w:val="Normal"/>
    <w:next w:val="Normal"/>
    <w:autoRedefine/>
    <w:semiHidden/>
    <w:rsid w:val="0012268F"/>
    <w:pPr>
      <w:ind w:left="480"/>
    </w:pPr>
  </w:style>
  <w:style w:type="paragraph" w:styleId="TOC4">
    <w:name w:val="toc 4"/>
    <w:basedOn w:val="Normal"/>
    <w:next w:val="Normal"/>
    <w:autoRedefine/>
    <w:semiHidden/>
    <w:rsid w:val="0012268F"/>
    <w:pPr>
      <w:ind w:left="720"/>
    </w:pPr>
  </w:style>
  <w:style w:type="paragraph" w:customStyle="1" w:styleId="rfdNormal0">
    <w:name w:val="rfdNormal0"/>
    <w:basedOn w:val="Normal"/>
    <w:rsid w:val="006D36EC"/>
    <w:pPr>
      <w:ind w:firstLine="0"/>
    </w:pPr>
  </w:style>
  <w:style w:type="paragraph" w:customStyle="1" w:styleId="rfdLine">
    <w:name w:val="rfdLine"/>
    <w:basedOn w:val="rfdNormal0"/>
    <w:rsid w:val="005A43ED"/>
    <w:rPr>
      <w:szCs w:val="26"/>
    </w:rPr>
  </w:style>
  <w:style w:type="paragraph" w:customStyle="1" w:styleId="rfdFootnote0">
    <w:name w:val="rfdFootnote0"/>
    <w:basedOn w:val="Normal"/>
    <w:rsid w:val="00AA378D"/>
    <w:pPr>
      <w:ind w:firstLine="0"/>
    </w:pPr>
    <w:rPr>
      <w:szCs w:val="26"/>
    </w:rPr>
  </w:style>
  <w:style w:type="paragraph" w:customStyle="1" w:styleId="Heading1Center">
    <w:name w:val="Heading 1 Center"/>
    <w:basedOn w:val="Normal"/>
    <w:rsid w:val="002D19A9"/>
    <w:pPr>
      <w:spacing w:before="240" w:after="60"/>
      <w:ind w:firstLine="0"/>
      <w:jc w:val="center"/>
    </w:pPr>
    <w:rPr>
      <w:bCs/>
      <w:sz w:val="32"/>
    </w:rPr>
  </w:style>
  <w:style w:type="paragraph" w:styleId="TOC5">
    <w:name w:val="toc 5"/>
    <w:basedOn w:val="Normal"/>
    <w:next w:val="Normal"/>
    <w:autoRedefine/>
    <w:semiHidden/>
    <w:rsid w:val="0012268F"/>
    <w:pPr>
      <w:ind w:left="960"/>
    </w:pPr>
  </w:style>
  <w:style w:type="paragraph" w:customStyle="1" w:styleId="rfdPoemTini">
    <w:name w:val="rfdPoemTini"/>
    <w:basedOn w:val="Normal"/>
    <w:link w:val="rfdPoemTiniCharChar"/>
    <w:rsid w:val="00721FA0"/>
    <w:pPr>
      <w:ind w:firstLine="0"/>
      <w:jc w:val="highKashida"/>
    </w:pPr>
    <w:rPr>
      <w:szCs w:val="2"/>
    </w:rPr>
  </w:style>
  <w:style w:type="character" w:customStyle="1" w:styleId="rfdPoemTiniCharChar">
    <w:name w:val="rfdPoemTini Char Char"/>
    <w:basedOn w:val="DefaultParagraphFont"/>
    <w:link w:val="rfdPoemTini"/>
    <w:rsid w:val="00721FA0"/>
    <w:rPr>
      <w:szCs w:val="2"/>
    </w:rPr>
  </w:style>
  <w:style w:type="paragraph" w:customStyle="1" w:styleId="rfdPoem">
    <w:name w:val="rfdPoem"/>
    <w:basedOn w:val="Normal"/>
    <w:link w:val="rfdPoemChar"/>
    <w:rsid w:val="00F74FDC"/>
    <w:pPr>
      <w:ind w:firstLine="0"/>
    </w:pPr>
  </w:style>
  <w:style w:type="character" w:customStyle="1" w:styleId="rfdPoemChar">
    <w:name w:val="rfdPoem Char"/>
    <w:basedOn w:val="DefaultParagraphFont"/>
    <w:link w:val="rfdPoem"/>
    <w:rsid w:val="00787265"/>
    <w:rPr>
      <w:rFonts w:cs="Traditional Arabic"/>
      <w:color w:val="000000"/>
      <w:sz w:val="24"/>
      <w:szCs w:val="32"/>
      <w:lang w:val="en-US" w:eastAsia="en-US" w:bidi="ar-SA"/>
    </w:rPr>
  </w:style>
  <w:style w:type="table" w:styleId="TableGrid">
    <w:name w:val="Table Grid"/>
    <w:basedOn w:val="TableNormal"/>
    <w:rsid w:val="003C31F5"/>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76287C"/>
    <w:pPr>
      <w:tabs>
        <w:tab w:val="center" w:pos="4320"/>
        <w:tab w:val="right" w:pos="8640"/>
      </w:tabs>
    </w:pPr>
  </w:style>
  <w:style w:type="paragraph" w:styleId="Footer">
    <w:name w:val="footer"/>
    <w:basedOn w:val="Normal"/>
    <w:rsid w:val="0076287C"/>
    <w:pPr>
      <w:tabs>
        <w:tab w:val="center" w:pos="4320"/>
        <w:tab w:val="right" w:pos="8640"/>
      </w:tabs>
    </w:pPr>
  </w:style>
  <w:style w:type="character" w:customStyle="1" w:styleId="HeaderChar">
    <w:name w:val="Header Char"/>
    <w:basedOn w:val="DefaultParagraphFont"/>
    <w:link w:val="Header"/>
    <w:rsid w:val="00B16E8C"/>
    <w:rPr>
      <w:rFonts w:cs="Traditional Arabic"/>
      <w:color w:val="000000"/>
      <w:sz w:val="24"/>
      <w:szCs w:val="32"/>
      <w:lang w:val="en-US" w:eastAsia="en-US" w:bidi="ar-SA"/>
    </w:rPr>
  </w:style>
  <w:style w:type="character" w:styleId="PageNumber">
    <w:name w:val="page number"/>
    <w:basedOn w:val="DefaultParagraphFont"/>
    <w:rsid w:val="00B16E8C"/>
  </w:style>
  <w:style w:type="paragraph" w:styleId="BalloonText">
    <w:name w:val="Balloon Text"/>
    <w:basedOn w:val="Normal"/>
    <w:link w:val="BalloonTextChar"/>
    <w:rsid w:val="008B5F28"/>
    <w:rPr>
      <w:rFonts w:ascii="Tahoma" w:hAnsi="Tahoma" w:cs="Tahoma"/>
      <w:sz w:val="16"/>
      <w:szCs w:val="16"/>
    </w:rPr>
  </w:style>
  <w:style w:type="character" w:customStyle="1" w:styleId="BalloonTextChar">
    <w:name w:val="Balloon Text Char"/>
    <w:basedOn w:val="DefaultParagraphFont"/>
    <w:link w:val="BalloonText"/>
    <w:rsid w:val="008B5F2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4473"/>
    <w:pPr>
      <w:bidi/>
      <w:ind w:firstLine="567"/>
      <w:jc w:val="lowKashida"/>
    </w:pPr>
    <w:rPr>
      <w:rFonts w:cs="Traditional Arabic"/>
      <w:color w:val="000000"/>
      <w:sz w:val="24"/>
      <w:szCs w:val="32"/>
    </w:rPr>
  </w:style>
  <w:style w:type="paragraph" w:styleId="Heading1">
    <w:name w:val="heading 1"/>
    <w:basedOn w:val="Normal"/>
    <w:next w:val="Normal"/>
    <w:link w:val="Heading1Char"/>
    <w:qFormat/>
    <w:rsid w:val="00E264A4"/>
    <w:pPr>
      <w:keepNext/>
      <w:spacing w:before="240" w:after="60"/>
      <w:outlineLvl w:val="0"/>
    </w:pPr>
    <w:rPr>
      <w:rFonts w:ascii="Arial" w:hAnsi="Arial"/>
      <w:b/>
      <w:bCs/>
      <w:kern w:val="32"/>
      <w:sz w:val="32"/>
    </w:rPr>
  </w:style>
  <w:style w:type="paragraph" w:styleId="Heading2">
    <w:name w:val="heading 2"/>
    <w:basedOn w:val="Normal"/>
    <w:next w:val="Normal"/>
    <w:link w:val="Heading2Char"/>
    <w:qFormat/>
    <w:rsid w:val="00E7602E"/>
    <w:pPr>
      <w:keepNext/>
      <w:spacing w:before="240" w:after="60"/>
      <w:outlineLvl w:val="1"/>
    </w:pPr>
    <w:rPr>
      <w:rFonts w:ascii="Arial" w:hAnsi="Arial"/>
      <w:b/>
      <w:bCs/>
      <w:i/>
      <w:sz w:val="28"/>
    </w:rPr>
  </w:style>
  <w:style w:type="paragraph" w:styleId="Heading3">
    <w:name w:val="heading 3"/>
    <w:basedOn w:val="Normal"/>
    <w:next w:val="Normal"/>
    <w:qFormat/>
    <w:rsid w:val="00E264A4"/>
    <w:pPr>
      <w:keepNext/>
      <w:spacing w:before="240" w:after="60"/>
      <w:outlineLvl w:val="2"/>
    </w:pPr>
    <w:rPr>
      <w:rFonts w:ascii="Arial" w:hAnsi="Arial"/>
      <w:b/>
      <w:bCs/>
      <w:sz w:val="26"/>
    </w:rPr>
  </w:style>
  <w:style w:type="paragraph" w:styleId="Heading4">
    <w:name w:val="heading 4"/>
    <w:basedOn w:val="Normal"/>
    <w:next w:val="Normal"/>
    <w:qFormat/>
    <w:rsid w:val="00806335"/>
    <w:pPr>
      <w:keepNext/>
      <w:spacing w:before="240" w:after="60"/>
      <w:outlineLvl w:val="3"/>
    </w:pPr>
    <w:rPr>
      <w:b/>
      <w:bCs/>
      <w:sz w:val="28"/>
    </w:rPr>
  </w:style>
  <w:style w:type="paragraph" w:styleId="Heading5">
    <w:name w:val="heading 5"/>
    <w:basedOn w:val="Normal"/>
    <w:next w:val="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4473"/>
    <w:rPr>
      <w:rFonts w:ascii="Arial" w:hAnsi="Arial" w:cs="Traditional Arabic"/>
      <w:b/>
      <w:bCs/>
      <w:color w:val="000000"/>
      <w:kern w:val="32"/>
      <w:sz w:val="32"/>
      <w:szCs w:val="32"/>
      <w:lang w:val="en-US" w:eastAsia="en-US" w:bidi="ar-SA"/>
    </w:rPr>
  </w:style>
  <w:style w:type="character" w:customStyle="1" w:styleId="Heading2Char">
    <w:name w:val="Heading 2 Char"/>
    <w:basedOn w:val="DefaultParagraphFont"/>
    <w:link w:val="Heading2"/>
    <w:rsid w:val="00B65134"/>
    <w:rPr>
      <w:rFonts w:ascii="Arial" w:hAnsi="Arial" w:cs="Lotus"/>
      <w:b/>
      <w:bCs/>
      <w:i/>
      <w:color w:val="000000"/>
      <w:sz w:val="28"/>
      <w:szCs w:val="30"/>
      <w:lang w:val="en-US" w:eastAsia="en-US" w:bidi="ar-SA"/>
    </w:rPr>
  </w:style>
  <w:style w:type="character" w:customStyle="1" w:styleId="rfdBold2">
    <w:name w:val="rfdBold2"/>
    <w:basedOn w:val="DefaultParagraphFont"/>
    <w:rsid w:val="00AE1E35"/>
    <w:rPr>
      <w:rFonts w:ascii="Times New Roman" w:hAnsi="Times New Roman" w:cs="Traditional Arabic"/>
      <w:bCs/>
      <w:sz w:val="30"/>
      <w:szCs w:val="30"/>
    </w:rPr>
  </w:style>
  <w:style w:type="paragraph" w:customStyle="1" w:styleId="rfdCenterBold1">
    <w:name w:val="rfdCenterBold1"/>
    <w:basedOn w:val="Normal"/>
    <w:rsid w:val="002A144B"/>
    <w:pPr>
      <w:spacing w:before="240" w:after="60"/>
      <w:ind w:firstLine="0"/>
      <w:jc w:val="center"/>
    </w:pPr>
    <w:rPr>
      <w:bCs/>
      <w:sz w:val="32"/>
    </w:rPr>
  </w:style>
  <w:style w:type="character" w:customStyle="1" w:styleId="rfdAie">
    <w:name w:val="rfdAie"/>
    <w:basedOn w:val="DefaultParagraphFont"/>
    <w:rsid w:val="00AE1E35"/>
    <w:rPr>
      <w:rFonts w:ascii="Times New Roman" w:hAnsi="Times New Roman" w:cs="Traditional Arabic"/>
      <w:bCs/>
      <w:color w:val="008000"/>
      <w:sz w:val="30"/>
      <w:szCs w:val="30"/>
    </w:rPr>
  </w:style>
  <w:style w:type="character" w:customStyle="1" w:styleId="rfdAlaem">
    <w:name w:val="rfdAlaem"/>
    <w:basedOn w:val="DefaultParagraphFont"/>
    <w:rsid w:val="00FF2CA0"/>
    <w:rPr>
      <w:rFonts w:cs="Rafed Alaem"/>
    </w:rPr>
  </w:style>
  <w:style w:type="character" w:customStyle="1" w:styleId="rfdFootnotenum">
    <w:name w:val="rfdFootnote_num"/>
    <w:basedOn w:val="DefaultParagraphFont"/>
    <w:rsid w:val="00AA378D"/>
    <w:rPr>
      <w:rFonts w:cs="Traditional Arabic"/>
      <w:color w:val="000000"/>
      <w:szCs w:val="28"/>
      <w:vertAlign w:val="superscript"/>
    </w:rPr>
  </w:style>
  <w:style w:type="paragraph" w:customStyle="1" w:styleId="rfdCenter">
    <w:name w:val="rfdCenter"/>
    <w:basedOn w:val="Normal"/>
    <w:link w:val="rfdCenterChar"/>
    <w:rsid w:val="000A7750"/>
    <w:pPr>
      <w:ind w:firstLine="0"/>
      <w:jc w:val="center"/>
    </w:pPr>
  </w:style>
  <w:style w:type="character" w:customStyle="1" w:styleId="rfdCenterChar">
    <w:name w:val="rfdCenter Char"/>
    <w:basedOn w:val="DefaultParagraphFont"/>
    <w:link w:val="rfdCenter"/>
    <w:rsid w:val="00BA4473"/>
    <w:rPr>
      <w:rFonts w:cs="Traditional Arabic"/>
      <w:color w:val="000000"/>
      <w:sz w:val="24"/>
      <w:szCs w:val="32"/>
      <w:lang w:val="en-US" w:eastAsia="en-US" w:bidi="ar-SA"/>
    </w:rPr>
  </w:style>
  <w:style w:type="paragraph" w:styleId="TOC2">
    <w:name w:val="toc 2"/>
    <w:basedOn w:val="Normal"/>
    <w:next w:val="Normal"/>
    <w:autoRedefine/>
    <w:semiHidden/>
    <w:rsid w:val="0012268F"/>
    <w:pPr>
      <w:ind w:left="240"/>
    </w:pPr>
  </w:style>
  <w:style w:type="paragraph" w:styleId="TOC1">
    <w:name w:val="toc 1"/>
    <w:basedOn w:val="Normal"/>
    <w:next w:val="Normal"/>
    <w:autoRedefine/>
    <w:rsid w:val="009A113C"/>
    <w:pPr>
      <w:tabs>
        <w:tab w:val="right" w:leader="dot" w:pos="7371"/>
      </w:tabs>
      <w:ind w:firstLine="0"/>
    </w:pPr>
    <w:rPr>
      <w:szCs w:val="28"/>
    </w:rPr>
  </w:style>
  <w:style w:type="paragraph" w:styleId="TOC3">
    <w:name w:val="toc 3"/>
    <w:basedOn w:val="Normal"/>
    <w:next w:val="Normal"/>
    <w:autoRedefine/>
    <w:semiHidden/>
    <w:rsid w:val="0012268F"/>
    <w:pPr>
      <w:ind w:left="480"/>
    </w:pPr>
  </w:style>
  <w:style w:type="paragraph" w:styleId="TOC4">
    <w:name w:val="toc 4"/>
    <w:basedOn w:val="Normal"/>
    <w:next w:val="Normal"/>
    <w:autoRedefine/>
    <w:semiHidden/>
    <w:rsid w:val="0012268F"/>
    <w:pPr>
      <w:ind w:left="720"/>
    </w:pPr>
  </w:style>
  <w:style w:type="paragraph" w:customStyle="1" w:styleId="rfdNormal0">
    <w:name w:val="rfdNormal0"/>
    <w:basedOn w:val="Normal"/>
    <w:rsid w:val="006D36EC"/>
    <w:pPr>
      <w:ind w:firstLine="0"/>
    </w:pPr>
  </w:style>
  <w:style w:type="paragraph" w:customStyle="1" w:styleId="rfdLine">
    <w:name w:val="rfdLine"/>
    <w:basedOn w:val="rfdNormal0"/>
    <w:rsid w:val="005A43ED"/>
    <w:rPr>
      <w:szCs w:val="26"/>
    </w:rPr>
  </w:style>
  <w:style w:type="paragraph" w:customStyle="1" w:styleId="rfdFootnote0">
    <w:name w:val="rfdFootnote0"/>
    <w:basedOn w:val="Normal"/>
    <w:rsid w:val="00AA378D"/>
    <w:pPr>
      <w:ind w:firstLine="0"/>
    </w:pPr>
    <w:rPr>
      <w:szCs w:val="26"/>
    </w:rPr>
  </w:style>
  <w:style w:type="paragraph" w:customStyle="1" w:styleId="Heading1Center">
    <w:name w:val="Heading 1 Center"/>
    <w:basedOn w:val="Normal"/>
    <w:rsid w:val="002D19A9"/>
    <w:pPr>
      <w:spacing w:before="240" w:after="60"/>
      <w:ind w:firstLine="0"/>
      <w:jc w:val="center"/>
    </w:pPr>
    <w:rPr>
      <w:bCs/>
      <w:sz w:val="32"/>
    </w:rPr>
  </w:style>
  <w:style w:type="paragraph" w:styleId="TOC5">
    <w:name w:val="toc 5"/>
    <w:basedOn w:val="Normal"/>
    <w:next w:val="Normal"/>
    <w:autoRedefine/>
    <w:semiHidden/>
    <w:rsid w:val="0012268F"/>
    <w:pPr>
      <w:ind w:left="960"/>
    </w:pPr>
  </w:style>
  <w:style w:type="paragraph" w:customStyle="1" w:styleId="rfdPoemTini">
    <w:name w:val="rfdPoemTini"/>
    <w:basedOn w:val="Normal"/>
    <w:link w:val="rfdPoemTiniCharChar"/>
    <w:rsid w:val="00721FA0"/>
    <w:pPr>
      <w:ind w:firstLine="0"/>
      <w:jc w:val="highKashida"/>
    </w:pPr>
    <w:rPr>
      <w:szCs w:val="2"/>
    </w:rPr>
  </w:style>
  <w:style w:type="character" w:customStyle="1" w:styleId="rfdPoemTiniCharChar">
    <w:name w:val="rfdPoemTini Char Char"/>
    <w:basedOn w:val="DefaultParagraphFont"/>
    <w:link w:val="rfdPoemTini"/>
    <w:rsid w:val="00721FA0"/>
    <w:rPr>
      <w:szCs w:val="2"/>
    </w:rPr>
  </w:style>
  <w:style w:type="paragraph" w:customStyle="1" w:styleId="rfdPoem">
    <w:name w:val="rfdPoem"/>
    <w:basedOn w:val="Normal"/>
    <w:link w:val="rfdPoemChar"/>
    <w:rsid w:val="00F74FDC"/>
    <w:pPr>
      <w:ind w:firstLine="0"/>
    </w:pPr>
  </w:style>
  <w:style w:type="character" w:customStyle="1" w:styleId="rfdPoemChar">
    <w:name w:val="rfdPoem Char"/>
    <w:basedOn w:val="DefaultParagraphFont"/>
    <w:link w:val="rfdPoem"/>
    <w:rsid w:val="00787265"/>
    <w:rPr>
      <w:rFonts w:cs="Traditional Arabic"/>
      <w:color w:val="000000"/>
      <w:sz w:val="24"/>
      <w:szCs w:val="32"/>
      <w:lang w:val="en-US" w:eastAsia="en-US" w:bidi="ar-SA"/>
    </w:rPr>
  </w:style>
  <w:style w:type="table" w:styleId="TableGrid">
    <w:name w:val="Table Grid"/>
    <w:basedOn w:val="TableNormal"/>
    <w:rsid w:val="003C31F5"/>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76287C"/>
    <w:pPr>
      <w:tabs>
        <w:tab w:val="center" w:pos="4320"/>
        <w:tab w:val="right" w:pos="8640"/>
      </w:tabs>
    </w:pPr>
  </w:style>
  <w:style w:type="paragraph" w:styleId="Footer">
    <w:name w:val="footer"/>
    <w:basedOn w:val="Normal"/>
    <w:rsid w:val="0076287C"/>
    <w:pPr>
      <w:tabs>
        <w:tab w:val="center" w:pos="4320"/>
        <w:tab w:val="right" w:pos="8640"/>
      </w:tabs>
    </w:pPr>
  </w:style>
  <w:style w:type="character" w:customStyle="1" w:styleId="HeaderChar">
    <w:name w:val="Header Char"/>
    <w:basedOn w:val="DefaultParagraphFont"/>
    <w:link w:val="Header"/>
    <w:rsid w:val="00B16E8C"/>
    <w:rPr>
      <w:rFonts w:cs="Traditional Arabic"/>
      <w:color w:val="000000"/>
      <w:sz w:val="24"/>
      <w:szCs w:val="32"/>
      <w:lang w:val="en-US" w:eastAsia="en-US" w:bidi="ar-SA"/>
    </w:rPr>
  </w:style>
  <w:style w:type="character" w:styleId="PageNumber">
    <w:name w:val="page number"/>
    <w:basedOn w:val="DefaultParagraphFont"/>
    <w:rsid w:val="00B16E8C"/>
  </w:style>
  <w:style w:type="paragraph" w:styleId="BalloonText">
    <w:name w:val="Balloon Text"/>
    <w:basedOn w:val="Normal"/>
    <w:link w:val="BalloonTextChar"/>
    <w:rsid w:val="008B5F28"/>
    <w:rPr>
      <w:rFonts w:ascii="Tahoma" w:hAnsi="Tahoma" w:cs="Tahoma"/>
      <w:sz w:val="16"/>
      <w:szCs w:val="16"/>
    </w:rPr>
  </w:style>
  <w:style w:type="character" w:customStyle="1" w:styleId="BalloonTextChar">
    <w:name w:val="Balloon Text Char"/>
    <w:basedOn w:val="DefaultParagraphFont"/>
    <w:link w:val="BalloonText"/>
    <w:rsid w:val="008B5F2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20new%20(word)\tamplate%20word\tamplate%20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tamplate new.dot</Template>
  <TotalTime>6</TotalTime>
  <Pages>99</Pages>
  <Words>15992</Words>
  <Characters>91155</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khaledi</dc:creator>
  <cp:keywords/>
  <cp:lastModifiedBy>seyyed</cp:lastModifiedBy>
  <cp:revision>4</cp:revision>
  <cp:lastPrinted>1900-12-31T20:30:00Z</cp:lastPrinted>
  <dcterms:created xsi:type="dcterms:W3CDTF">2014-02-19T15:13:00Z</dcterms:created>
  <dcterms:modified xsi:type="dcterms:W3CDTF">2014-02-19T15:25:00Z</dcterms:modified>
</cp:coreProperties>
</file>